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2DC5448" w14:textId="77777777" w:rsidTr="00987DB5">
        <w:tc>
          <w:tcPr>
            <w:tcW w:w="9498" w:type="dxa"/>
          </w:tcPr>
          <w:p w14:paraId="12DC544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DC545F" wp14:editId="12DC546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DC544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2DC544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2DC544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2DC5449" w14:textId="0533FEDC" w:rsidR="0033636C" w:rsidRPr="00C70A6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A6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70A66" w:rsidRPr="00C70A66">
            <w:rPr>
              <w:rFonts w:ascii="Times New Roman" w:hAnsi="Times New Roman"/>
              <w:sz w:val="28"/>
              <w:szCs w:val="28"/>
            </w:rPr>
            <w:t>13 июля 2023 года</w:t>
          </w:r>
        </w:sdtContent>
      </w:sdt>
      <w:r w:rsidRPr="00C70A6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70A66" w:rsidRPr="00C70A66">
            <w:rPr>
              <w:rFonts w:ascii="Times New Roman" w:hAnsi="Times New Roman"/>
              <w:sz w:val="28"/>
              <w:szCs w:val="28"/>
            </w:rPr>
            <w:t>454</w:t>
          </w:r>
        </w:sdtContent>
      </w:sdt>
    </w:p>
    <w:p w14:paraId="12DC544A" w14:textId="77777777" w:rsidR="0033636C" w:rsidRPr="00053BD0" w:rsidRDefault="0033636C" w:rsidP="00735654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FA429AA" w14:textId="77777777" w:rsidR="007F04F5" w:rsidRDefault="00ED7FD5" w:rsidP="007F0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42AB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12DC544C" w14:textId="369B901C" w:rsidR="00185FEC" w:rsidRDefault="00ED7FD5" w:rsidP="009A2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42AB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9A28C5">
        <w:rPr>
          <w:rFonts w:ascii="Times New Roman" w:hAnsi="Times New Roman"/>
          <w:b/>
          <w:sz w:val="28"/>
          <w:szCs w:val="28"/>
        </w:rPr>
        <w:br/>
      </w:r>
      <w:r w:rsidR="0033636C" w:rsidRPr="009442AB">
        <w:rPr>
          <w:rFonts w:ascii="Times New Roman" w:hAnsi="Times New Roman"/>
          <w:b/>
          <w:sz w:val="28"/>
          <w:szCs w:val="28"/>
        </w:rPr>
        <w:t xml:space="preserve">«Направление уведомления о планируемом сносе объекта капитального строительства и уведомления о завершении сноса </w:t>
      </w:r>
      <w:r w:rsidR="009A28C5">
        <w:rPr>
          <w:rFonts w:ascii="Times New Roman" w:hAnsi="Times New Roman"/>
          <w:b/>
          <w:sz w:val="28"/>
          <w:szCs w:val="28"/>
        </w:rPr>
        <w:br/>
      </w:r>
      <w:r w:rsidR="0033636C" w:rsidRPr="009442AB">
        <w:rPr>
          <w:rFonts w:ascii="Times New Roman" w:hAnsi="Times New Roman"/>
          <w:b/>
          <w:sz w:val="28"/>
          <w:szCs w:val="28"/>
        </w:rPr>
        <w:t>объекта капитального строительства»</w:t>
      </w:r>
    </w:p>
    <w:p w14:paraId="1A71CB32" w14:textId="77777777" w:rsidR="007F04F5" w:rsidRDefault="007F04F5" w:rsidP="007F04F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7D266E" w14:textId="2AFB40DD" w:rsidR="00361FA6" w:rsidRPr="009442AB" w:rsidRDefault="00361FA6" w:rsidP="009A28C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2AB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442AB">
        <w:rPr>
          <w:rFonts w:ascii="Times New Roman" w:hAnsi="Times New Roman" w:cs="Times New Roman"/>
          <w:b/>
          <w:sz w:val="28"/>
          <w:szCs w:val="28"/>
        </w:rPr>
        <w:t>ПОСТАНОВЛЯЕТ:</w:t>
      </w:r>
      <w:bookmarkStart w:id="0" w:name="_GoBack"/>
      <w:bookmarkEnd w:id="0"/>
    </w:p>
    <w:p w14:paraId="1E381DCF" w14:textId="61F032C0" w:rsidR="00361FA6" w:rsidRPr="009442AB" w:rsidRDefault="00CF36D6" w:rsidP="009A2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2AB">
        <w:rPr>
          <w:rFonts w:ascii="Times New Roman" w:hAnsi="Times New Roman"/>
          <w:sz w:val="28"/>
          <w:szCs w:val="28"/>
        </w:rPr>
        <w:t>1</w:t>
      </w:r>
      <w:r w:rsidR="005E0775" w:rsidRPr="009442AB">
        <w:rPr>
          <w:rFonts w:ascii="Times New Roman" w:hAnsi="Times New Roman"/>
          <w:sz w:val="28"/>
          <w:szCs w:val="28"/>
        </w:rPr>
        <w:t>.</w:t>
      </w:r>
      <w:r w:rsidR="00361FA6" w:rsidRPr="009442AB">
        <w:rPr>
          <w:rFonts w:ascii="Times New Roman" w:hAnsi="Times New Roman"/>
          <w:sz w:val="28"/>
          <w:szCs w:val="28"/>
        </w:rPr>
        <w:t xml:space="preserve"> </w:t>
      </w:r>
      <w:r w:rsidR="001B56C0" w:rsidRPr="009442AB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361FA6" w:rsidRPr="009442AB">
        <w:rPr>
          <w:rFonts w:ascii="Times New Roman" w:hAnsi="Times New Roman"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(прилагается).</w:t>
      </w:r>
    </w:p>
    <w:p w14:paraId="1376C3DA" w14:textId="560BC11B" w:rsidR="001B56C0" w:rsidRPr="009442AB" w:rsidRDefault="001B56C0" w:rsidP="009A28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2AB">
        <w:rPr>
          <w:rFonts w:ascii="Times New Roman" w:hAnsi="Times New Roman"/>
          <w:sz w:val="28"/>
          <w:szCs w:val="28"/>
        </w:rPr>
        <w:t xml:space="preserve">2. Считать утратившим силу постановление администрации муниципального образования «Городской округ Ногликский» от </w:t>
      </w:r>
      <w:r w:rsidR="00052892" w:rsidRPr="009442AB">
        <w:rPr>
          <w:rFonts w:ascii="Times New Roman" w:hAnsi="Times New Roman"/>
          <w:sz w:val="28"/>
          <w:szCs w:val="28"/>
        </w:rPr>
        <w:t>22.12</w:t>
      </w:r>
      <w:r w:rsidRPr="009442AB">
        <w:rPr>
          <w:rFonts w:ascii="Times New Roman" w:hAnsi="Times New Roman"/>
          <w:sz w:val="28"/>
          <w:szCs w:val="28"/>
        </w:rPr>
        <w:t>.202</w:t>
      </w:r>
      <w:r w:rsidR="00052892" w:rsidRPr="009442AB">
        <w:rPr>
          <w:rFonts w:ascii="Times New Roman" w:hAnsi="Times New Roman"/>
          <w:sz w:val="28"/>
          <w:szCs w:val="28"/>
        </w:rPr>
        <w:t>2</w:t>
      </w:r>
      <w:r w:rsidRPr="009442AB">
        <w:rPr>
          <w:rFonts w:ascii="Times New Roman" w:hAnsi="Times New Roman"/>
          <w:sz w:val="28"/>
          <w:szCs w:val="28"/>
        </w:rPr>
        <w:t xml:space="preserve"> </w:t>
      </w:r>
      <w:r w:rsidR="009A28C5">
        <w:rPr>
          <w:rFonts w:ascii="Times New Roman" w:hAnsi="Times New Roman"/>
          <w:sz w:val="28"/>
          <w:szCs w:val="28"/>
        </w:rPr>
        <w:br/>
      </w:r>
      <w:r w:rsidRPr="009442AB">
        <w:rPr>
          <w:rFonts w:ascii="Times New Roman" w:hAnsi="Times New Roman"/>
          <w:sz w:val="28"/>
          <w:szCs w:val="28"/>
        </w:rPr>
        <w:t xml:space="preserve">№ </w:t>
      </w:r>
      <w:r w:rsidR="00052892" w:rsidRPr="009442AB">
        <w:rPr>
          <w:rFonts w:ascii="Times New Roman" w:hAnsi="Times New Roman"/>
          <w:sz w:val="28"/>
          <w:szCs w:val="28"/>
        </w:rPr>
        <w:t>734</w:t>
      </w:r>
      <w:r w:rsidRPr="009442AB">
        <w:rPr>
          <w:rFonts w:ascii="Times New Roman" w:hAnsi="Times New Roman"/>
          <w:sz w:val="28"/>
          <w:szCs w:val="28"/>
        </w:rPr>
        <w:t xml:space="preserve"> </w:t>
      </w:r>
      <w:r w:rsidR="007F5822" w:rsidRPr="009442AB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</w:p>
    <w:p w14:paraId="4348EA94" w14:textId="166F65DE" w:rsidR="00361FA6" w:rsidRPr="009442AB" w:rsidRDefault="001B56C0" w:rsidP="009A28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2AB">
        <w:rPr>
          <w:rFonts w:ascii="Times New Roman" w:hAnsi="Times New Roman" w:cs="Times New Roman"/>
          <w:sz w:val="28"/>
          <w:szCs w:val="28"/>
        </w:rPr>
        <w:t>3</w:t>
      </w:r>
      <w:r w:rsidR="00361FA6" w:rsidRPr="009442AB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F5C0662" w14:textId="773D4CD2" w:rsidR="00361FA6" w:rsidRPr="009442AB" w:rsidRDefault="001B56C0" w:rsidP="009A28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2AB">
        <w:rPr>
          <w:rFonts w:ascii="Times New Roman" w:hAnsi="Times New Roman" w:cs="Times New Roman"/>
          <w:sz w:val="28"/>
          <w:szCs w:val="28"/>
        </w:rPr>
        <w:t>4</w:t>
      </w:r>
      <w:r w:rsidR="00361FA6" w:rsidRPr="009442A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официального опубликования.</w:t>
      </w:r>
    </w:p>
    <w:p w14:paraId="12DC5457" w14:textId="7CAFCD03" w:rsidR="008629FA" w:rsidRPr="00D12794" w:rsidRDefault="001B56C0" w:rsidP="009A2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2AB">
        <w:rPr>
          <w:rFonts w:ascii="Times New Roman" w:hAnsi="Times New Roman"/>
          <w:sz w:val="28"/>
          <w:szCs w:val="28"/>
        </w:rPr>
        <w:lastRenderedPageBreak/>
        <w:t>5</w:t>
      </w:r>
      <w:r w:rsidR="00361FA6" w:rsidRPr="009442AB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030448" w:rsidRPr="009442AB">
        <w:rPr>
          <w:rFonts w:ascii="Times New Roman" w:hAnsi="Times New Roman"/>
          <w:sz w:val="28"/>
          <w:szCs w:val="28"/>
        </w:rPr>
        <w:t>на исполняющего обязанности</w:t>
      </w:r>
      <w:r w:rsidR="00030448" w:rsidRPr="009442AB">
        <w:rPr>
          <w:rFonts w:ascii="Times New Roman" w:hAnsi="Times New Roman"/>
          <w:b/>
          <w:sz w:val="28"/>
          <w:szCs w:val="28"/>
        </w:rPr>
        <w:t xml:space="preserve"> </w:t>
      </w:r>
      <w:r w:rsidR="00361FA6" w:rsidRPr="009442AB">
        <w:rPr>
          <w:rFonts w:ascii="Times New Roman" w:hAnsi="Times New Roman"/>
          <w:sz w:val="28"/>
          <w:szCs w:val="28"/>
        </w:rPr>
        <w:t xml:space="preserve">первого вице-мэра муниципального образования «Городской округ Ногликский» </w:t>
      </w:r>
      <w:r w:rsidR="00F4198A" w:rsidRPr="009442AB">
        <w:rPr>
          <w:rFonts w:ascii="Times New Roman" w:hAnsi="Times New Roman"/>
          <w:sz w:val="28"/>
          <w:szCs w:val="28"/>
        </w:rPr>
        <w:t>Водолагу О.В</w:t>
      </w:r>
      <w:r w:rsidR="00361FA6" w:rsidRPr="009442AB">
        <w:rPr>
          <w:rFonts w:ascii="Times New Roman" w:hAnsi="Times New Roman"/>
          <w:sz w:val="28"/>
          <w:szCs w:val="28"/>
        </w:rPr>
        <w:t>.</w:t>
      </w:r>
    </w:p>
    <w:p w14:paraId="0FE5D9F1" w14:textId="77777777" w:rsidR="001B56C0" w:rsidRDefault="001B56C0" w:rsidP="009A2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3763C7" w14:textId="77777777" w:rsidR="007F04F5" w:rsidRDefault="007F04F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DC545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2DC545E" w14:textId="79412C9D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361FA6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361FA6">
        <w:rPr>
          <w:rFonts w:ascii="Times New Roman" w:hAnsi="Times New Roman"/>
          <w:sz w:val="28"/>
          <w:szCs w:val="28"/>
        </w:rPr>
        <w:t>Ногликский»</w:t>
      </w:r>
      <w:r w:rsidR="00361FA6">
        <w:rPr>
          <w:rFonts w:ascii="Times New Roman" w:hAnsi="Times New Roman"/>
          <w:sz w:val="28"/>
          <w:szCs w:val="28"/>
        </w:rPr>
        <w:tab/>
      </w:r>
      <w:proofErr w:type="gramEnd"/>
      <w:r w:rsidR="00361FA6">
        <w:rPr>
          <w:rFonts w:ascii="Times New Roman" w:hAnsi="Times New Roman"/>
          <w:sz w:val="28"/>
          <w:szCs w:val="28"/>
        </w:rPr>
        <w:tab/>
      </w:r>
      <w:r w:rsidR="00361FA6">
        <w:rPr>
          <w:rFonts w:ascii="Times New Roman" w:hAnsi="Times New Roman"/>
          <w:sz w:val="28"/>
          <w:szCs w:val="28"/>
        </w:rPr>
        <w:tab/>
      </w:r>
      <w:r w:rsidR="00361FA6">
        <w:rPr>
          <w:rFonts w:ascii="Times New Roman" w:hAnsi="Times New Roman"/>
          <w:sz w:val="28"/>
          <w:szCs w:val="28"/>
        </w:rPr>
        <w:tab/>
      </w:r>
      <w:r w:rsidR="00361FA6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61F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F04F5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13196" w14:textId="77777777" w:rsidR="0009316C" w:rsidRDefault="0009316C" w:rsidP="0033636C">
      <w:pPr>
        <w:spacing w:after="0" w:line="240" w:lineRule="auto"/>
      </w:pPr>
      <w:r>
        <w:separator/>
      </w:r>
    </w:p>
  </w:endnote>
  <w:endnote w:type="continuationSeparator" w:id="0">
    <w:p w14:paraId="549F70B5" w14:textId="77777777" w:rsidR="0009316C" w:rsidRDefault="0009316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C5465" w14:textId="32AEC60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2E8C1" w14:textId="77777777" w:rsidR="0009316C" w:rsidRDefault="0009316C" w:rsidP="0033636C">
      <w:pPr>
        <w:spacing w:after="0" w:line="240" w:lineRule="auto"/>
      </w:pPr>
      <w:r>
        <w:separator/>
      </w:r>
    </w:p>
  </w:footnote>
  <w:footnote w:type="continuationSeparator" w:id="0">
    <w:p w14:paraId="024210F8" w14:textId="77777777" w:rsidR="0009316C" w:rsidRDefault="0009316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9098343"/>
      <w:docPartObj>
        <w:docPartGallery w:val="Page Numbers (Top of Page)"/>
        <w:docPartUnique/>
      </w:docPartObj>
    </w:sdtPr>
    <w:sdtEndPr/>
    <w:sdtContent>
      <w:p w14:paraId="1FC8B4A1" w14:textId="5E23FBF8" w:rsidR="007F04F5" w:rsidRDefault="007F04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A66">
          <w:rPr>
            <w:noProof/>
          </w:rPr>
          <w:t>2</w:t>
        </w:r>
        <w:r>
          <w:fldChar w:fldCharType="end"/>
        </w:r>
      </w:p>
    </w:sdtContent>
  </w:sdt>
  <w:p w14:paraId="1093FE41" w14:textId="77777777" w:rsidR="007F04F5" w:rsidRDefault="007F04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0448"/>
    <w:rsid w:val="00052892"/>
    <w:rsid w:val="00053BD0"/>
    <w:rsid w:val="0009316C"/>
    <w:rsid w:val="00185FEC"/>
    <w:rsid w:val="001B56C0"/>
    <w:rsid w:val="001E1F9F"/>
    <w:rsid w:val="002003DC"/>
    <w:rsid w:val="0020274A"/>
    <w:rsid w:val="0033636C"/>
    <w:rsid w:val="00361FA6"/>
    <w:rsid w:val="003C6C5B"/>
    <w:rsid w:val="003E4257"/>
    <w:rsid w:val="004F5F28"/>
    <w:rsid w:val="0050214C"/>
    <w:rsid w:val="00520CBF"/>
    <w:rsid w:val="005E0775"/>
    <w:rsid w:val="00735654"/>
    <w:rsid w:val="007B2B29"/>
    <w:rsid w:val="007F04F5"/>
    <w:rsid w:val="007F5822"/>
    <w:rsid w:val="00806B41"/>
    <w:rsid w:val="0082446F"/>
    <w:rsid w:val="00846A58"/>
    <w:rsid w:val="008629FA"/>
    <w:rsid w:val="009442AB"/>
    <w:rsid w:val="00987DB5"/>
    <w:rsid w:val="009A28C5"/>
    <w:rsid w:val="00A35BF1"/>
    <w:rsid w:val="00AC72C8"/>
    <w:rsid w:val="00B10ED9"/>
    <w:rsid w:val="00B25688"/>
    <w:rsid w:val="00C02849"/>
    <w:rsid w:val="00C70A66"/>
    <w:rsid w:val="00CE02FF"/>
    <w:rsid w:val="00CF36D6"/>
    <w:rsid w:val="00D12794"/>
    <w:rsid w:val="00D36C01"/>
    <w:rsid w:val="00D67BD8"/>
    <w:rsid w:val="00DD46D6"/>
    <w:rsid w:val="00DF7897"/>
    <w:rsid w:val="00E206A2"/>
    <w:rsid w:val="00E37B8A"/>
    <w:rsid w:val="00E609BC"/>
    <w:rsid w:val="00EC4A1A"/>
    <w:rsid w:val="00ED7FD5"/>
    <w:rsid w:val="00F4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544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361FA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1FA6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0427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0427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04279"/>
    <w:rsid w:val="00B13DA8"/>
    <w:rsid w:val="00B31F21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17EEC-93FA-4769-B87C-05A28856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2023-07-13T06:32:00Z</dcterms:created>
  <dcterms:modified xsi:type="dcterms:W3CDTF">2023-07-13T06:39:00Z</dcterms:modified>
</cp:coreProperties>
</file>