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EDEFFB" w14:textId="77777777" w:rsidTr="00987DB5">
        <w:tc>
          <w:tcPr>
            <w:tcW w:w="9498" w:type="dxa"/>
          </w:tcPr>
          <w:p w14:paraId="21EDEFF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EDF012" wp14:editId="21EDF01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EDEFF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EDEFF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EDEFF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EDEFFC" w14:textId="337608E7" w:rsidR="0033636C" w:rsidRPr="00D5001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5001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D58BB" w:rsidRPr="00D50016">
            <w:rPr>
              <w:rFonts w:ascii="Times New Roman" w:hAnsi="Times New Roman"/>
              <w:sz w:val="28"/>
              <w:szCs w:val="28"/>
            </w:rPr>
            <w:t>17 августа 2021 года</w:t>
          </w:r>
        </w:sdtContent>
      </w:sdt>
      <w:r w:rsidRPr="00D5001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D58BB" w:rsidRPr="00D50016">
            <w:rPr>
              <w:rFonts w:ascii="Times New Roman" w:hAnsi="Times New Roman"/>
              <w:sz w:val="28"/>
              <w:szCs w:val="28"/>
            </w:rPr>
            <w:t>457</w:t>
          </w:r>
        </w:sdtContent>
      </w:sdt>
    </w:p>
    <w:p w14:paraId="21EDEFFD" w14:textId="77777777" w:rsidR="0033636C" w:rsidRPr="00C247F2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247F2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C247F2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1EDEFFF" w14:textId="0752767D" w:rsidR="00185FEC" w:rsidRPr="00C247F2" w:rsidRDefault="0033636C" w:rsidP="00F43494">
      <w:pPr>
        <w:jc w:val="center"/>
        <w:rPr>
          <w:rFonts w:ascii="Times New Roman" w:hAnsi="Times New Roman"/>
          <w:b/>
          <w:sz w:val="28"/>
          <w:szCs w:val="28"/>
        </w:rPr>
      </w:pPr>
      <w:r w:rsidRPr="00C247F2">
        <w:rPr>
          <w:rFonts w:ascii="Times New Roman" w:hAnsi="Times New Roman"/>
          <w:b/>
          <w:sz w:val="28"/>
          <w:szCs w:val="28"/>
        </w:rPr>
        <w:t>О выделении и</w:t>
      </w:r>
      <w:r w:rsidR="00F43494" w:rsidRPr="00C247F2">
        <w:rPr>
          <w:rFonts w:ascii="Times New Roman" w:hAnsi="Times New Roman"/>
          <w:b/>
          <w:sz w:val="28"/>
          <w:szCs w:val="28"/>
        </w:rPr>
        <w:t xml:space="preserve"> оборудовании специальных мест </w:t>
      </w:r>
      <w:r w:rsidRPr="00C247F2">
        <w:rPr>
          <w:rFonts w:ascii="Times New Roman" w:hAnsi="Times New Roman"/>
          <w:b/>
          <w:sz w:val="28"/>
          <w:szCs w:val="28"/>
        </w:rPr>
        <w:t>для размещения предвыборных печатных агитационных материалов</w:t>
      </w:r>
    </w:p>
    <w:p w14:paraId="106B34E6" w14:textId="77777777" w:rsidR="00303AA4" w:rsidRDefault="00303AA4" w:rsidP="00F434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D5B49E" w14:textId="1DB45AF6" w:rsidR="00F43494" w:rsidRPr="00F43494" w:rsidRDefault="00F43494" w:rsidP="00F434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ч. 7 ст. 54 Федерального закона от 12.06.2002 № 67-ФЗ 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«Об основных гарантиях избирательных прав и права на участие в референдуме граждан </w:t>
      </w:r>
      <w:r w:rsidR="00303AA4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Федерации»,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согласованию с территориальной избирательной комиссией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43494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27ECB05" w14:textId="4B6C76F4" w:rsidR="00F43494" w:rsidRPr="00F43494" w:rsidRDefault="00F43494" w:rsidP="00F434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перечень специальных мест для размещения предвыборных печатных агитационных материалов в поддержку зарегистрированных кандидатов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депутаты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Думы Федерального Собрания Российской Федерации восьмого созыва,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депутаты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 по двухмандатному избирательному округу № 3 (прилагается).</w:t>
      </w:r>
    </w:p>
    <w:p w14:paraId="153F4C72" w14:textId="060349DC" w:rsidR="00F43494" w:rsidRPr="00F43494" w:rsidRDefault="00F43494" w:rsidP="00F434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Настоящее постановление опубликовать в газете «Знамя труда» и разместить на официальном сайте муниципального образовании «Городской округ Ногликский» в </w:t>
      </w:r>
      <w:r w:rsidR="00D50016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bookmarkStart w:id="0" w:name="_GoBack"/>
      <w:bookmarkEnd w:id="0"/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38646BC9" w14:textId="77777777" w:rsidR="00F43494" w:rsidRPr="00F43494" w:rsidRDefault="00F43494" w:rsidP="00F4349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7C499" w14:textId="77777777" w:rsidR="00F43494" w:rsidRPr="00F43494" w:rsidRDefault="00F43494" w:rsidP="00F4349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8E25D5" w14:textId="77777777" w:rsidR="00F43494" w:rsidRPr="00F43494" w:rsidRDefault="00F43494" w:rsidP="00F434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Мэр муниципального образования</w:t>
      </w:r>
    </w:p>
    <w:p w14:paraId="664E26C8" w14:textId="659BECB6" w:rsidR="00F43494" w:rsidRPr="00F43494" w:rsidRDefault="00F43494" w:rsidP="00F4349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</w:t>
      </w:r>
      <w:proofErr w:type="gramStart"/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Ногликский»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03AA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С.В.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43494">
        <w:rPr>
          <w:rFonts w:ascii="Times New Roman" w:eastAsia="Times New Roman" w:hAnsi="Times New Roman"/>
          <w:sz w:val="28"/>
          <w:szCs w:val="28"/>
          <w:lang w:eastAsia="ru-RU"/>
        </w:rPr>
        <w:t>Камелин</w:t>
      </w:r>
      <w:proofErr w:type="spellEnd"/>
    </w:p>
    <w:sectPr w:rsidR="00F43494" w:rsidRPr="00F43494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DF01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1EDF01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DF018" w14:textId="54B66B1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DF01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1EDF01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D58BB"/>
    <w:rsid w:val="00185FEC"/>
    <w:rsid w:val="001E1F9F"/>
    <w:rsid w:val="002003DC"/>
    <w:rsid w:val="00303AA4"/>
    <w:rsid w:val="0033636C"/>
    <w:rsid w:val="003E4257"/>
    <w:rsid w:val="004E2887"/>
    <w:rsid w:val="00520CBF"/>
    <w:rsid w:val="008629FA"/>
    <w:rsid w:val="00987DB5"/>
    <w:rsid w:val="009D536C"/>
    <w:rsid w:val="00AC72C8"/>
    <w:rsid w:val="00B10ED9"/>
    <w:rsid w:val="00B25688"/>
    <w:rsid w:val="00BC13FA"/>
    <w:rsid w:val="00C02849"/>
    <w:rsid w:val="00C247F2"/>
    <w:rsid w:val="00D12794"/>
    <w:rsid w:val="00D50016"/>
    <w:rsid w:val="00D54555"/>
    <w:rsid w:val="00D67BD8"/>
    <w:rsid w:val="00DF7897"/>
    <w:rsid w:val="00E37B8A"/>
    <w:rsid w:val="00E609BC"/>
    <w:rsid w:val="00F4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DEFF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page number"/>
    <w:basedOn w:val="a0"/>
    <w:uiPriority w:val="99"/>
    <w:rsid w:val="00F43494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5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536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9332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9332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9332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2021-08-18T00:52:00Z</cp:lastPrinted>
  <dcterms:created xsi:type="dcterms:W3CDTF">2021-08-18T00:52:00Z</dcterms:created>
  <dcterms:modified xsi:type="dcterms:W3CDTF">2021-08-18T00:52:00Z</dcterms:modified>
</cp:coreProperties>
</file>