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F6BBAA5" w14:textId="77777777" w:rsidTr="00987DB5">
        <w:tc>
          <w:tcPr>
            <w:tcW w:w="9498" w:type="dxa"/>
          </w:tcPr>
          <w:p w14:paraId="6F6BBAA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F6BBABB" wp14:editId="6F6BBAB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6BBAA1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F6BBAA2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6F6BBAA3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6F6BBAA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F6BBAA6" w14:textId="24370E73" w:rsidR="0033636C" w:rsidRPr="001230A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230A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0217D" w:rsidRPr="0030217D">
            <w:rPr>
              <w:rFonts w:ascii="Times New Roman" w:hAnsi="Times New Roman"/>
              <w:sz w:val="28"/>
              <w:szCs w:val="28"/>
            </w:rPr>
            <w:t>07 февраля 2025 года</w:t>
          </w:r>
        </w:sdtContent>
      </w:sdt>
      <w:r w:rsidRPr="0030217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0217D" w:rsidRPr="0030217D">
            <w:rPr>
              <w:rFonts w:ascii="Times New Roman" w:hAnsi="Times New Roman"/>
              <w:sz w:val="28"/>
              <w:szCs w:val="28"/>
            </w:rPr>
            <w:t>45</w:t>
          </w:r>
        </w:sdtContent>
      </w:sdt>
    </w:p>
    <w:p w14:paraId="6F6BBAA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7CA1639" w14:textId="77777777" w:rsidR="001230AA" w:rsidRDefault="002B5CAC" w:rsidP="001230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0D95">
        <w:rPr>
          <w:rFonts w:ascii="Times New Roman" w:hAnsi="Times New Roman"/>
          <w:b/>
          <w:sz w:val="28"/>
          <w:szCs w:val="28"/>
        </w:rPr>
        <w:t>О внесении изменени</w:t>
      </w:r>
      <w:r w:rsidR="001230AA">
        <w:rPr>
          <w:rFonts w:ascii="Times New Roman" w:hAnsi="Times New Roman"/>
          <w:b/>
          <w:sz w:val="28"/>
          <w:szCs w:val="28"/>
        </w:rPr>
        <w:t>й в постановление администрации</w:t>
      </w:r>
    </w:p>
    <w:p w14:paraId="42184603" w14:textId="77777777" w:rsidR="001230AA" w:rsidRDefault="002B5CAC" w:rsidP="001230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0D95">
        <w:rPr>
          <w:rFonts w:ascii="Times New Roman" w:hAnsi="Times New Roman"/>
          <w:b/>
          <w:sz w:val="28"/>
          <w:szCs w:val="28"/>
        </w:rPr>
        <w:t>муниципального образован</w:t>
      </w:r>
      <w:r w:rsidR="001230AA">
        <w:rPr>
          <w:rFonts w:ascii="Times New Roman" w:hAnsi="Times New Roman"/>
          <w:b/>
          <w:sz w:val="28"/>
          <w:szCs w:val="28"/>
        </w:rPr>
        <w:t>ия «Городской округ Ногликский»</w:t>
      </w:r>
    </w:p>
    <w:p w14:paraId="43AA8970" w14:textId="77777777" w:rsidR="001230AA" w:rsidRDefault="002B5CAC" w:rsidP="001230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0D95">
        <w:rPr>
          <w:rFonts w:ascii="Times New Roman" w:hAnsi="Times New Roman"/>
          <w:b/>
          <w:sz w:val="28"/>
          <w:szCs w:val="28"/>
        </w:rPr>
        <w:t>от 16.12.2016 № 876</w:t>
      </w:r>
      <w:r w:rsidR="009761A7" w:rsidRPr="009761A7">
        <w:rPr>
          <w:rFonts w:ascii="Times New Roman" w:hAnsi="Times New Roman"/>
          <w:b/>
          <w:sz w:val="28"/>
          <w:szCs w:val="28"/>
        </w:rPr>
        <w:t xml:space="preserve"> «Об утве</w:t>
      </w:r>
      <w:r w:rsidR="001230AA">
        <w:rPr>
          <w:rFonts w:ascii="Times New Roman" w:hAnsi="Times New Roman"/>
          <w:b/>
          <w:sz w:val="28"/>
          <w:szCs w:val="28"/>
        </w:rPr>
        <w:t>рждении муниципальной программы</w:t>
      </w:r>
    </w:p>
    <w:p w14:paraId="1B012C20" w14:textId="77777777" w:rsidR="001230AA" w:rsidRDefault="009761A7" w:rsidP="001230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61A7">
        <w:rPr>
          <w:rFonts w:ascii="Times New Roman" w:hAnsi="Times New Roman"/>
          <w:b/>
          <w:sz w:val="28"/>
          <w:szCs w:val="28"/>
        </w:rPr>
        <w:t>«Стимулир</w:t>
      </w:r>
      <w:r w:rsidR="001230AA">
        <w:rPr>
          <w:rFonts w:ascii="Times New Roman" w:hAnsi="Times New Roman"/>
          <w:b/>
          <w:sz w:val="28"/>
          <w:szCs w:val="28"/>
        </w:rPr>
        <w:t>ование экономической активности</w:t>
      </w:r>
    </w:p>
    <w:p w14:paraId="6F6BBAA8" w14:textId="17067A81" w:rsidR="0033636C" w:rsidRPr="009761A7" w:rsidRDefault="009761A7" w:rsidP="001230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61A7">
        <w:rPr>
          <w:rFonts w:ascii="Times New Roman" w:hAnsi="Times New Roman"/>
          <w:b/>
          <w:sz w:val="28"/>
          <w:szCs w:val="28"/>
        </w:rPr>
        <w:t>в муниципальном образован</w:t>
      </w:r>
      <w:bookmarkStart w:id="0" w:name="_GoBack"/>
      <w:bookmarkEnd w:id="0"/>
      <w:r w:rsidRPr="009761A7">
        <w:rPr>
          <w:rFonts w:ascii="Times New Roman" w:hAnsi="Times New Roman"/>
          <w:b/>
          <w:sz w:val="28"/>
          <w:szCs w:val="28"/>
        </w:rPr>
        <w:t>ии «Городской округ Ногликский»</w:t>
      </w:r>
    </w:p>
    <w:p w14:paraId="6F6BBAA9" w14:textId="77777777" w:rsidR="00185FEC" w:rsidRDefault="00185FEC" w:rsidP="0012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71B147" w14:textId="65AD05F3" w:rsidR="008F0D95" w:rsidRPr="0080462D" w:rsidRDefault="008F0D95" w:rsidP="001230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п. </w:t>
      </w:r>
      <w:r w:rsidRPr="00D15AC4">
        <w:rPr>
          <w:rFonts w:ascii="Times New Roman" w:hAnsi="Times New Roman"/>
          <w:sz w:val="28"/>
          <w:szCs w:val="28"/>
        </w:rPr>
        <w:t>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</w:t>
      </w:r>
      <w:r w:rsidRPr="00A945B6">
        <w:rPr>
          <w:rFonts w:ascii="Times New Roman" w:hAnsi="Times New Roman"/>
          <w:sz w:val="28"/>
          <w:szCs w:val="28"/>
        </w:rPr>
        <w:t xml:space="preserve">ципального образования </w:t>
      </w:r>
      <w:r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EC5A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A945B6">
        <w:rPr>
          <w:rFonts w:ascii="Times New Roman" w:hAnsi="Times New Roman"/>
          <w:sz w:val="28"/>
          <w:szCs w:val="28"/>
        </w:rPr>
        <w:t>т 28.04.2016 № 344,</w:t>
      </w:r>
      <w:r w:rsidR="00BA6EF3">
        <w:rPr>
          <w:rFonts w:ascii="Times New Roman" w:hAnsi="Times New Roman"/>
          <w:sz w:val="28"/>
          <w:szCs w:val="28"/>
        </w:rPr>
        <w:t xml:space="preserve"> со</w:t>
      </w:r>
      <w:r w:rsidRPr="00A945B6">
        <w:rPr>
          <w:rFonts w:ascii="Times New Roman" w:hAnsi="Times New Roman"/>
          <w:sz w:val="28"/>
          <w:szCs w:val="28"/>
        </w:rPr>
        <w:t xml:space="preserve"> сводной бюджетной росписью бюджета муниципального образования «Городской округ Ногликский» на 202</w:t>
      </w:r>
      <w:r>
        <w:rPr>
          <w:rFonts w:ascii="Times New Roman" w:hAnsi="Times New Roman"/>
          <w:sz w:val="28"/>
          <w:szCs w:val="28"/>
        </w:rPr>
        <w:t>4</w:t>
      </w:r>
      <w:r w:rsidRPr="00A945B6">
        <w:rPr>
          <w:rFonts w:ascii="Times New Roman" w:hAnsi="Times New Roman"/>
          <w:sz w:val="28"/>
          <w:szCs w:val="28"/>
        </w:rPr>
        <w:t xml:space="preserve"> год по состоянию на 31.12.202</w:t>
      </w:r>
      <w:r>
        <w:rPr>
          <w:rFonts w:ascii="Times New Roman" w:hAnsi="Times New Roman"/>
          <w:sz w:val="28"/>
          <w:szCs w:val="28"/>
        </w:rPr>
        <w:t>4</w:t>
      </w:r>
      <w:r w:rsidR="00740679">
        <w:rPr>
          <w:rFonts w:ascii="Times New Roman" w:hAnsi="Times New Roman"/>
          <w:sz w:val="28"/>
          <w:szCs w:val="28"/>
        </w:rPr>
        <w:t xml:space="preserve"> года</w:t>
      </w:r>
      <w:r w:rsidRPr="00A945B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BA6EF3">
        <w:rPr>
          <w:rFonts w:ascii="Times New Roman" w:hAnsi="Times New Roman"/>
          <w:sz w:val="28"/>
          <w:szCs w:val="28"/>
        </w:rPr>
        <w:t xml:space="preserve">с </w:t>
      </w:r>
      <w:r w:rsidRPr="00D15AC4">
        <w:rPr>
          <w:rFonts w:ascii="Times New Roman" w:hAnsi="Times New Roman"/>
          <w:sz w:val="28"/>
          <w:szCs w:val="28"/>
        </w:rPr>
        <w:t>решени</w:t>
      </w:r>
      <w:r w:rsidR="00BA6EF3">
        <w:rPr>
          <w:rFonts w:ascii="Times New Roman" w:hAnsi="Times New Roman"/>
          <w:sz w:val="28"/>
          <w:szCs w:val="28"/>
        </w:rPr>
        <w:t>ями</w:t>
      </w:r>
      <w:r w:rsidRPr="00D15AC4">
        <w:rPr>
          <w:rFonts w:ascii="Times New Roman" w:hAnsi="Times New Roman"/>
          <w:sz w:val="28"/>
          <w:szCs w:val="28"/>
        </w:rPr>
        <w:t xml:space="preserve"> Собрания 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t>от 13</w:t>
      </w:r>
      <w:r w:rsidRPr="0078141F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4</w:t>
      </w:r>
      <w:r w:rsidRPr="0078141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36 </w:t>
      </w:r>
      <w:r w:rsidRPr="0078141F">
        <w:rPr>
          <w:rFonts w:ascii="Times New Roman" w:hAnsi="Times New Roman"/>
          <w:sz w:val="28"/>
          <w:szCs w:val="28"/>
        </w:rPr>
        <w:t xml:space="preserve">«О бюджете </w:t>
      </w:r>
      <w:r w:rsidRPr="00D15AC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 на 2025</w:t>
      </w:r>
      <w:r w:rsidRPr="00D15AC4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6 и 2027 годов»</w:t>
      </w:r>
      <w:r w:rsidRPr="00B838DF">
        <w:rPr>
          <w:rFonts w:ascii="Times New Roman" w:hAnsi="Times New Roman"/>
          <w:sz w:val="28"/>
          <w:szCs w:val="28"/>
        </w:rPr>
        <w:t>,</w:t>
      </w:r>
      <w:r w:rsidR="00BA6EF3">
        <w:rPr>
          <w:rFonts w:ascii="Times New Roman" w:hAnsi="Times New Roman"/>
          <w:sz w:val="28"/>
          <w:szCs w:val="28"/>
        </w:rPr>
        <w:t xml:space="preserve"> </w:t>
      </w:r>
      <w:r w:rsidR="00BA6EF3" w:rsidRPr="00BA6EF3">
        <w:rPr>
          <w:rFonts w:ascii="Times New Roman" w:hAnsi="Times New Roman"/>
          <w:sz w:val="28"/>
          <w:szCs w:val="28"/>
        </w:rPr>
        <w:t>от 13.12.2024 № 37 «О внесении изменений в Устав муниципального образования «Городской округ Ногликский»</w:t>
      </w:r>
      <w:r w:rsidR="00BA6EF3">
        <w:rPr>
          <w:rFonts w:ascii="Times New Roman" w:hAnsi="Times New Roman"/>
          <w:sz w:val="28"/>
          <w:szCs w:val="28"/>
        </w:rPr>
        <w:t>, р</w:t>
      </w:r>
      <w:r>
        <w:rPr>
          <w:rFonts w:ascii="Times New Roman" w:hAnsi="Times New Roman"/>
          <w:sz w:val="28"/>
          <w:szCs w:val="28"/>
        </w:rPr>
        <w:t xml:space="preserve">уководствуясь </w:t>
      </w:r>
      <w:r w:rsidRPr="00D15AC4">
        <w:rPr>
          <w:rFonts w:ascii="Times New Roman" w:hAnsi="Times New Roman"/>
          <w:sz w:val="28"/>
          <w:szCs w:val="28"/>
        </w:rPr>
        <w:t xml:space="preserve">ст. 36 Устава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D15AC4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D15AC4">
        <w:rPr>
          <w:rFonts w:ascii="Times New Roman" w:hAnsi="Times New Roman"/>
          <w:sz w:val="28"/>
          <w:szCs w:val="28"/>
        </w:rPr>
        <w:t xml:space="preserve"> </w:t>
      </w:r>
      <w:r w:rsidRPr="0080462D">
        <w:rPr>
          <w:rFonts w:ascii="Times New Roman" w:hAnsi="Times New Roman"/>
          <w:b/>
          <w:sz w:val="28"/>
          <w:szCs w:val="28"/>
        </w:rPr>
        <w:t>ПОСТАНОВЛЯЕТ:</w:t>
      </w:r>
    </w:p>
    <w:p w14:paraId="42AABA00" w14:textId="69C022E7" w:rsidR="008F0D95" w:rsidRDefault="008F0D95" w:rsidP="00F526B8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15AC4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 на</w:t>
      </w:r>
      <w:r w:rsidR="00BA6EF3">
        <w:rPr>
          <w:rFonts w:ascii="Times New Roman" w:hAnsi="Times New Roman"/>
          <w:sz w:val="28"/>
          <w:szCs w:val="28"/>
        </w:rPr>
        <w:t>именова</w:t>
      </w:r>
      <w:r>
        <w:rPr>
          <w:rFonts w:ascii="Times New Roman" w:hAnsi="Times New Roman"/>
          <w:sz w:val="28"/>
          <w:szCs w:val="28"/>
        </w:rPr>
        <w:t>нии</w:t>
      </w:r>
      <w:r w:rsidRPr="00260DD4">
        <w:rPr>
          <w:rFonts w:ascii="Times New Roman" w:hAnsi="Times New Roman"/>
          <w:sz w:val="28"/>
          <w:szCs w:val="28"/>
        </w:rPr>
        <w:t xml:space="preserve"> и по тексту постановления</w:t>
      </w:r>
      <w:r w:rsidRPr="00CE7BF7">
        <w:rPr>
          <w:rFonts w:ascii="Times New Roman" w:hAnsi="Times New Roman"/>
          <w:b/>
          <w:sz w:val="28"/>
          <w:szCs w:val="28"/>
        </w:rPr>
        <w:t xml:space="preserve"> </w:t>
      </w:r>
      <w:r w:rsidRPr="00CE7BF7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 w:rsidR="001230AA">
        <w:rPr>
          <w:rFonts w:ascii="Times New Roman" w:hAnsi="Times New Roman"/>
          <w:sz w:val="28"/>
          <w:szCs w:val="28"/>
        </w:rPr>
        <w:t xml:space="preserve"> от 16.12.2016</w:t>
      </w:r>
      <w:r w:rsidR="001230AA">
        <w:rPr>
          <w:rFonts w:ascii="Times New Roman" w:hAnsi="Times New Roman"/>
          <w:sz w:val="28"/>
          <w:szCs w:val="28"/>
        </w:rPr>
        <w:br/>
      </w:r>
      <w:r w:rsidR="00410996" w:rsidRPr="00410996">
        <w:rPr>
          <w:rFonts w:ascii="Times New Roman" w:hAnsi="Times New Roman"/>
          <w:sz w:val="28"/>
          <w:szCs w:val="28"/>
        </w:rPr>
        <w:t xml:space="preserve">№ 876 </w:t>
      </w:r>
      <w:r w:rsidR="00BA6EF3" w:rsidRPr="00410996">
        <w:rPr>
          <w:rFonts w:ascii="Times New Roman" w:hAnsi="Times New Roman"/>
          <w:sz w:val="28"/>
          <w:szCs w:val="28"/>
        </w:rPr>
        <w:t xml:space="preserve">(в редакции от 23.03.2017 № 191, от 26.09.2017 № 700, от 04.12.2017 </w:t>
      </w:r>
      <w:r w:rsidR="001230AA">
        <w:rPr>
          <w:rFonts w:ascii="Times New Roman" w:hAnsi="Times New Roman"/>
          <w:sz w:val="28"/>
          <w:szCs w:val="28"/>
        </w:rPr>
        <w:br/>
      </w:r>
      <w:r w:rsidR="00BA6EF3" w:rsidRPr="00410996">
        <w:rPr>
          <w:rFonts w:ascii="Times New Roman" w:hAnsi="Times New Roman"/>
          <w:sz w:val="28"/>
          <w:szCs w:val="28"/>
        </w:rPr>
        <w:t xml:space="preserve">№ 1021, от 30.03.2018 № 337, от 07.06.2018 № 534, от 03.09.2018 № 818, </w:t>
      </w:r>
      <w:r w:rsidR="001230AA">
        <w:rPr>
          <w:rFonts w:ascii="Times New Roman" w:hAnsi="Times New Roman"/>
          <w:sz w:val="28"/>
          <w:szCs w:val="28"/>
        </w:rPr>
        <w:br/>
      </w:r>
      <w:r w:rsidR="00BA6EF3" w:rsidRPr="00410996">
        <w:rPr>
          <w:rFonts w:ascii="Times New Roman" w:hAnsi="Times New Roman"/>
          <w:sz w:val="28"/>
          <w:szCs w:val="28"/>
        </w:rPr>
        <w:t xml:space="preserve">от 22.11.2018 № 1134, от 09.04.2019 № 227, от 16.07.2019 № 533, от 03.09.2019 № 670, от 22.10.2019 № 779, от 06.11.2019 № 810, от 19.03.2020 № 129, </w:t>
      </w:r>
      <w:r w:rsidR="001230AA">
        <w:rPr>
          <w:rFonts w:ascii="Times New Roman" w:hAnsi="Times New Roman"/>
          <w:sz w:val="28"/>
          <w:szCs w:val="28"/>
        </w:rPr>
        <w:br/>
      </w:r>
      <w:r w:rsidR="00BA6EF3" w:rsidRPr="00410996">
        <w:rPr>
          <w:rFonts w:ascii="Times New Roman" w:hAnsi="Times New Roman"/>
          <w:sz w:val="28"/>
          <w:szCs w:val="28"/>
        </w:rPr>
        <w:t xml:space="preserve">от 11.06.2020 № 298, от 08.10.2020 № 496, от 25.02.2021 № 92, от 25.05.2021 </w:t>
      </w:r>
      <w:r w:rsidR="001230AA">
        <w:rPr>
          <w:rFonts w:ascii="Times New Roman" w:hAnsi="Times New Roman"/>
          <w:sz w:val="28"/>
          <w:szCs w:val="28"/>
        </w:rPr>
        <w:br/>
      </w:r>
      <w:r w:rsidR="00BA6EF3" w:rsidRPr="00410996">
        <w:rPr>
          <w:rFonts w:ascii="Times New Roman" w:hAnsi="Times New Roman"/>
          <w:sz w:val="28"/>
          <w:szCs w:val="28"/>
        </w:rPr>
        <w:lastRenderedPageBreak/>
        <w:t xml:space="preserve">№ 287, от 30.03.2022 № 127, от 23.08.2022 № 450, от 27.02.2023 № 94, </w:t>
      </w:r>
      <w:r w:rsidR="001230AA">
        <w:rPr>
          <w:rFonts w:ascii="Times New Roman" w:hAnsi="Times New Roman"/>
          <w:sz w:val="28"/>
          <w:szCs w:val="28"/>
        </w:rPr>
        <w:br/>
      </w:r>
      <w:r w:rsidR="00BA6EF3" w:rsidRPr="00410996">
        <w:rPr>
          <w:rFonts w:ascii="Times New Roman" w:hAnsi="Times New Roman"/>
          <w:sz w:val="28"/>
          <w:szCs w:val="28"/>
        </w:rPr>
        <w:t>от 10.04.2023 № 229, от 12.07.2023 № 446, от 22.02.2024 № 116, от 30.09.2024 № 572)</w:t>
      </w:r>
      <w:r w:rsidR="00BA6EF3">
        <w:rPr>
          <w:rFonts w:ascii="Times New Roman" w:hAnsi="Times New Roman"/>
          <w:sz w:val="28"/>
          <w:szCs w:val="28"/>
        </w:rPr>
        <w:t xml:space="preserve"> </w:t>
      </w:r>
      <w:r w:rsidRPr="00CE7BF7">
        <w:rPr>
          <w:rFonts w:ascii="Times New Roman" w:hAnsi="Times New Roman"/>
          <w:sz w:val="28"/>
          <w:szCs w:val="28"/>
        </w:rPr>
        <w:t>«Об утверждении муниципальной программы «Стимулирование экономической активности в муниципальном образовании «Городской округ Ногликский»</w:t>
      </w:r>
      <w:r w:rsidR="00410996" w:rsidRPr="004109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</w:t>
      </w:r>
      <w:r w:rsidR="001230A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постановление) </w:t>
      </w:r>
      <w:r w:rsidRPr="00260DD4">
        <w:rPr>
          <w:rFonts w:ascii="Times New Roman" w:hAnsi="Times New Roman"/>
          <w:sz w:val="28"/>
          <w:szCs w:val="28"/>
        </w:rPr>
        <w:t>слова «муниципальное образование «Городской округ Ногликский» в соо</w:t>
      </w:r>
      <w:r w:rsidR="004377AD">
        <w:rPr>
          <w:rFonts w:ascii="Times New Roman" w:hAnsi="Times New Roman"/>
          <w:sz w:val="28"/>
          <w:szCs w:val="28"/>
        </w:rPr>
        <w:t xml:space="preserve">тветствующих падежах заменить </w:t>
      </w:r>
      <w:r w:rsidRPr="00260DD4">
        <w:rPr>
          <w:rFonts w:ascii="Times New Roman" w:hAnsi="Times New Roman"/>
          <w:sz w:val="28"/>
          <w:szCs w:val="28"/>
        </w:rPr>
        <w:t>слова</w:t>
      </w:r>
      <w:r>
        <w:rPr>
          <w:rFonts w:ascii="Times New Roman" w:hAnsi="Times New Roman"/>
          <w:sz w:val="28"/>
          <w:szCs w:val="28"/>
        </w:rPr>
        <w:t>ми</w:t>
      </w:r>
      <w:r w:rsidRPr="00260DD4">
        <w:rPr>
          <w:rFonts w:ascii="Times New Roman" w:hAnsi="Times New Roman"/>
          <w:sz w:val="28"/>
          <w:szCs w:val="28"/>
        </w:rPr>
        <w:t xml:space="preserve"> «муниципальное образование Ногликский муниципальный округ Сахалинской обл</w:t>
      </w:r>
      <w:r w:rsidR="00BA6EF3">
        <w:rPr>
          <w:rFonts w:ascii="Times New Roman" w:hAnsi="Times New Roman"/>
          <w:sz w:val="28"/>
          <w:szCs w:val="28"/>
        </w:rPr>
        <w:t>асти» в соответствующих падежах.</w:t>
      </w:r>
    </w:p>
    <w:p w14:paraId="2AAE573C" w14:textId="57489C2A" w:rsidR="008F0D95" w:rsidRPr="00160B36" w:rsidRDefault="008F0D95" w:rsidP="001230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15AC4">
        <w:rPr>
          <w:rFonts w:ascii="Times New Roman" w:hAnsi="Times New Roman"/>
          <w:sz w:val="28"/>
          <w:szCs w:val="28"/>
        </w:rPr>
        <w:t>Внести в муниципальную программу</w:t>
      </w:r>
      <w:r w:rsidR="00410996">
        <w:rPr>
          <w:rFonts w:ascii="Times New Roman" w:hAnsi="Times New Roman"/>
          <w:sz w:val="28"/>
          <w:szCs w:val="28"/>
        </w:rPr>
        <w:t xml:space="preserve">, </w:t>
      </w:r>
      <w:r w:rsidRPr="00160B36">
        <w:rPr>
          <w:rFonts w:ascii="Times New Roman" w:hAnsi="Times New Roman"/>
          <w:sz w:val="28"/>
          <w:szCs w:val="28"/>
        </w:rPr>
        <w:t>утвержденную постановлением</w:t>
      </w:r>
      <w:r w:rsidR="0041099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0B36">
        <w:rPr>
          <w:rFonts w:ascii="Times New Roman" w:hAnsi="Times New Roman"/>
          <w:sz w:val="28"/>
          <w:szCs w:val="28"/>
        </w:rPr>
        <w:t>следующие изменения:</w:t>
      </w:r>
    </w:p>
    <w:p w14:paraId="7D556C57" w14:textId="66A13CCC" w:rsidR="008F0D95" w:rsidRDefault="008F0D95" w:rsidP="001230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Pr="008A4207">
        <w:rPr>
          <w:rFonts w:ascii="Times New Roman" w:hAnsi="Times New Roman"/>
          <w:sz w:val="28"/>
          <w:szCs w:val="28"/>
        </w:rPr>
        <w:t xml:space="preserve">Подраздел «Объемы и источники финансирования» </w:t>
      </w:r>
      <w:r>
        <w:rPr>
          <w:rFonts w:ascii="Times New Roman" w:hAnsi="Times New Roman"/>
          <w:sz w:val="28"/>
          <w:szCs w:val="28"/>
        </w:rPr>
        <w:t xml:space="preserve">раздела </w:t>
      </w:r>
      <w:r w:rsidRPr="00A93652">
        <w:rPr>
          <w:rFonts w:ascii="Times New Roman" w:hAnsi="Times New Roman"/>
          <w:sz w:val="28"/>
          <w:szCs w:val="28"/>
        </w:rPr>
        <w:t xml:space="preserve">1 </w:t>
      </w:r>
      <w:r w:rsidR="007B4C72">
        <w:rPr>
          <w:rFonts w:ascii="Times New Roman" w:hAnsi="Times New Roman"/>
          <w:sz w:val="28"/>
          <w:szCs w:val="28"/>
        </w:rPr>
        <w:t>«</w:t>
      </w:r>
      <w:r w:rsidRPr="00A93652">
        <w:rPr>
          <w:rFonts w:ascii="Times New Roman" w:hAnsi="Times New Roman"/>
          <w:sz w:val="28"/>
          <w:szCs w:val="28"/>
        </w:rPr>
        <w:t>Паспорт муниципальной программы</w:t>
      </w:r>
      <w:r w:rsidR="007B4C72">
        <w:rPr>
          <w:rFonts w:ascii="Times New Roman" w:hAnsi="Times New Roman"/>
          <w:sz w:val="28"/>
          <w:szCs w:val="28"/>
        </w:rPr>
        <w:t>»</w:t>
      </w:r>
      <w:r w:rsidRPr="00A93652">
        <w:rPr>
          <w:rFonts w:ascii="Times New Roman" w:hAnsi="Times New Roman"/>
          <w:sz w:val="28"/>
          <w:szCs w:val="28"/>
        </w:rPr>
        <w:t xml:space="preserve"> </w:t>
      </w:r>
      <w:r w:rsidRPr="008A4207">
        <w:rPr>
          <w:rFonts w:ascii="Times New Roman" w:hAnsi="Times New Roman"/>
          <w:sz w:val="28"/>
          <w:szCs w:val="28"/>
        </w:rPr>
        <w:t>изложить в новой редакции:</w:t>
      </w:r>
    </w:p>
    <w:p w14:paraId="01D3F832" w14:textId="77777777" w:rsidR="00C21BBE" w:rsidRPr="008A4207" w:rsidRDefault="00C21BBE" w:rsidP="001230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579" w:type="dxa"/>
        <w:tblCellSpacing w:w="5" w:type="nil"/>
        <w:tblInd w:w="-1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2610"/>
        <w:gridCol w:w="6576"/>
        <w:gridCol w:w="223"/>
      </w:tblGrid>
      <w:tr w:rsidR="008F0D95" w:rsidRPr="008A4207" w14:paraId="70623D18" w14:textId="77777777" w:rsidTr="00F526B8">
        <w:trPr>
          <w:trHeight w:val="400"/>
          <w:tblCellSpacing w:w="5" w:type="nil"/>
        </w:trPr>
        <w:tc>
          <w:tcPr>
            <w:tcW w:w="170" w:type="dxa"/>
            <w:tcBorders>
              <w:right w:val="single" w:sz="4" w:space="0" w:color="auto"/>
            </w:tcBorders>
          </w:tcPr>
          <w:p w14:paraId="512A33C0" w14:textId="6E966726" w:rsidR="008F0D95" w:rsidRPr="008A4207" w:rsidRDefault="008F0D95" w:rsidP="00F52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2730" w14:textId="77777777" w:rsidR="008F0D95" w:rsidRPr="008A4207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3F7F" w14:textId="16ADCFF8" w:rsidR="008F0D95" w:rsidRPr="0082636D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C0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400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687,4</w:t>
            </w:r>
          </w:p>
          <w:p w14:paraId="71DCA38E" w14:textId="635C9A64" w:rsidR="008F0D95" w:rsidRPr="0082636D" w:rsidRDefault="001230AA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рублей,</w:t>
            </w:r>
          </w:p>
          <w:p w14:paraId="387B762C" w14:textId="77777777" w:rsidR="008F0D95" w:rsidRPr="0082636D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73714BED" w14:textId="649EC4A7" w:rsidR="008F0D95" w:rsidRPr="0082636D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14 277,4 тыс. руб.;</w:t>
            </w:r>
          </w:p>
          <w:p w14:paraId="5C7AAA0C" w14:textId="105348DA" w:rsidR="008F0D95" w:rsidRPr="0082636D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11 184,4 тыс. руб.;</w:t>
            </w:r>
          </w:p>
          <w:p w14:paraId="68DA7E60" w14:textId="0F68A176" w:rsidR="008F0D95" w:rsidRPr="0082636D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10 022,1 тыс. руб.;</w:t>
            </w:r>
          </w:p>
          <w:p w14:paraId="212F17EC" w14:textId="4F05E3C0" w:rsidR="008F0D95" w:rsidRPr="0082636D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21 366,7 тыс. руб.;</w:t>
            </w:r>
          </w:p>
          <w:p w14:paraId="26B5738E" w14:textId="77777777" w:rsidR="008F0D95" w:rsidRPr="0082636D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25 521,6 тыс. руб.;</w:t>
            </w:r>
          </w:p>
          <w:p w14:paraId="1A1ED89E" w14:textId="1B7B52B1" w:rsidR="008F0D95" w:rsidRPr="0082636D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28 942,7 тыс. руб.;</w:t>
            </w:r>
          </w:p>
          <w:p w14:paraId="2C68EA8F" w14:textId="533B790E" w:rsidR="008F0D95" w:rsidRPr="0082636D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- 33 </w:t>
            </w: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547,9 тыс. руб.;</w:t>
            </w:r>
          </w:p>
          <w:p w14:paraId="4FFB3C86" w14:textId="200D1719" w:rsidR="008F0D95" w:rsidRPr="0082636D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- 39 </w:t>
            </w: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704,6 тыс. руб.;</w:t>
            </w:r>
          </w:p>
          <w:p w14:paraId="744DD2F1" w14:textId="62ECE335" w:rsidR="008F0D95" w:rsidRPr="00CC0929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C0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39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584,8</w:t>
            </w:r>
            <w:r w:rsidRPr="00CC0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8A267D3" w14:textId="77EA5B22" w:rsidR="008F0D95" w:rsidRPr="00CC0929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C0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45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230,4</w:t>
            </w:r>
            <w:r w:rsidRPr="00CC0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97608A8" w14:textId="2FDA36C1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C0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46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617,7</w:t>
            </w:r>
            <w:r w:rsidRPr="00CC0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0036EA4E" w14:textId="32B86C70" w:rsidR="008F0D95" w:rsidRDefault="001230AA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- 47 </w:t>
            </w:r>
            <w:r w:rsidR="008F0D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294,3 тыс. руб.;</w:t>
            </w:r>
          </w:p>
          <w:p w14:paraId="55C75A92" w14:textId="69B60FFF" w:rsidR="008F0D95" w:rsidRPr="00CC0929" w:rsidRDefault="001230AA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г. - 37 </w:t>
            </w:r>
            <w:r w:rsidR="008F0D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392,8 тыс. руб.</w:t>
            </w:r>
          </w:p>
          <w:p w14:paraId="5BEA81A2" w14:textId="77777777" w:rsidR="008F0D95" w:rsidRPr="00980586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4E7C0FF9" w14:textId="6642F59B" w:rsidR="008F0D95" w:rsidRPr="00EB6271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308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894,2</w:t>
            </w:r>
          </w:p>
          <w:p w14:paraId="087DA16C" w14:textId="5B089164" w:rsidR="008F0D95" w:rsidRPr="00EB6271" w:rsidRDefault="001230AA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рублей,</w:t>
            </w:r>
          </w:p>
          <w:p w14:paraId="56A6572B" w14:textId="77777777" w:rsidR="008F0D95" w:rsidRPr="00EB6271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466AE988" w14:textId="6B5B0256" w:rsidR="008F0D95" w:rsidRPr="00EB6271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2 945,0 тыс. руб.;</w:t>
            </w:r>
          </w:p>
          <w:p w14:paraId="0E8DE93D" w14:textId="5AB95256" w:rsidR="008F0D95" w:rsidRPr="00EB6271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2 655,0 тыс. руб.;</w:t>
            </w:r>
          </w:p>
          <w:p w14:paraId="75399309" w14:textId="217794E0" w:rsidR="008F0D95" w:rsidRPr="00EB6271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1 375,5 тыс. руб.;</w:t>
            </w:r>
          </w:p>
          <w:p w14:paraId="3CCAC438" w14:textId="71261F99" w:rsidR="008F0D95" w:rsidRPr="00EB6271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18 420,1 тыс. руб.;</w:t>
            </w:r>
          </w:p>
          <w:p w14:paraId="49D66D3D" w14:textId="7E55FC1B" w:rsidR="008F0D95" w:rsidRPr="00EB6271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21 914,6 тыс. руб.;</w:t>
            </w:r>
          </w:p>
          <w:p w14:paraId="42298F48" w14:textId="61B5AB32" w:rsidR="008F0D95" w:rsidRPr="00EB6271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24 993,2 тыс. руб.;</w:t>
            </w:r>
          </w:p>
          <w:p w14:paraId="4F6A99FE" w14:textId="71205A7A" w:rsidR="008F0D95" w:rsidRPr="00EB6271" w:rsidRDefault="001230AA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г. - 27 </w:t>
            </w:r>
            <w:r w:rsidR="008F0D95"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488,1 тыс. руб.;</w:t>
            </w:r>
          </w:p>
          <w:p w14:paraId="47A28123" w14:textId="71D09D69" w:rsidR="008F0D95" w:rsidRPr="00EB6271" w:rsidRDefault="001230AA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г. - 27 </w:t>
            </w:r>
            <w:r w:rsidR="008F0D95"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233,3 тыс. руб.;</w:t>
            </w:r>
          </w:p>
          <w:p w14:paraId="4040E9B7" w14:textId="3B88ABA8" w:rsidR="008F0D95" w:rsidRPr="00EB6271" w:rsidRDefault="001230AA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- 30 </w:t>
            </w:r>
            <w:r w:rsidR="008F0D95"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143,6 тыс. руб.;</w:t>
            </w:r>
          </w:p>
          <w:p w14:paraId="1552EEB2" w14:textId="55B1F638" w:rsidR="008F0D95" w:rsidRPr="00980586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35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057,8</w:t>
            </w: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99BD4A5" w14:textId="4ECA8393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39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299,3</w:t>
            </w: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5A397756" w14:textId="3F1988A1" w:rsidR="008F0D95" w:rsidRDefault="001230AA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2026 г. - 39 </w:t>
            </w:r>
            <w:r w:rsidR="008F0D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975,9 тыс. руб.;</w:t>
            </w:r>
          </w:p>
          <w:p w14:paraId="69A3FD53" w14:textId="4BE8DF5C" w:rsidR="008F0D95" w:rsidRPr="00CC0929" w:rsidRDefault="001230AA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г. - 37 </w:t>
            </w:r>
            <w:r w:rsidR="008F0D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392,8 тыс. руб.</w:t>
            </w:r>
          </w:p>
          <w:p w14:paraId="533A463F" w14:textId="77777777" w:rsidR="008F0D95" w:rsidRPr="009D316C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A5CAB5" w14:textId="10E6AD4A" w:rsidR="008F0D95" w:rsidRPr="009D316C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31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средств областного бюджета - 91 </w:t>
            </w:r>
            <w:r w:rsidRPr="009D31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237,2 тыс. рублей, </w:t>
            </w:r>
          </w:p>
          <w:p w14:paraId="5C5E6A34" w14:textId="77777777" w:rsidR="008F0D95" w:rsidRPr="009D316C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31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2D1D2ED3" w14:textId="23691160" w:rsidR="008F0D95" w:rsidRPr="009D316C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31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D31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10 882,4 тыс. руб.;</w:t>
            </w:r>
          </w:p>
          <w:p w14:paraId="539A17A3" w14:textId="55F930B5" w:rsidR="008F0D95" w:rsidRPr="009D316C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31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D31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8 423,4 тыс. руб.;</w:t>
            </w:r>
          </w:p>
          <w:p w14:paraId="5989B0E3" w14:textId="53F379CC" w:rsidR="008F0D95" w:rsidRPr="009D316C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31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D31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8 646,6 тыс. руб.;</w:t>
            </w:r>
          </w:p>
          <w:p w14:paraId="1253EB28" w14:textId="38924AA8" w:rsidR="008F0D95" w:rsidRPr="009D316C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31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D31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2 946,6 тыс. руб.;</w:t>
            </w:r>
          </w:p>
          <w:p w14:paraId="38710638" w14:textId="6A6AC157" w:rsidR="008F0D95" w:rsidRPr="00B70FC4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3 607,0 тыс. руб.;</w:t>
            </w:r>
          </w:p>
          <w:p w14:paraId="63085E05" w14:textId="1A9A09B1" w:rsidR="008F0D95" w:rsidRPr="00B70FC4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3 949,5 тыс. руб.;</w:t>
            </w:r>
          </w:p>
          <w:p w14:paraId="530BD130" w14:textId="460E8502" w:rsidR="008F0D95" w:rsidRPr="00B70FC4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6 059,8 тыс. руб.;</w:t>
            </w:r>
          </w:p>
          <w:p w14:paraId="07650372" w14:textId="3F051C4F" w:rsidR="008F0D95" w:rsidRPr="00B70FC4" w:rsidRDefault="001230AA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г. - 12 </w:t>
            </w:r>
            <w:r w:rsidR="008F0D95"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471,3 тыс. руб.;</w:t>
            </w:r>
          </w:p>
          <w:p w14:paraId="4941DA32" w14:textId="42AEC2E2" w:rsidR="008F0D95" w:rsidRPr="00B70FC4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441,2</w:t>
            </w: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E5C8953" w14:textId="0653F84A" w:rsidR="008F0D95" w:rsidRPr="00B70FC4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10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172,6 </w:t>
            </w: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3F0D3B33" w14:textId="7A78814E" w:rsidR="008F0D95" w:rsidRPr="00B70FC4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318,4 </w:t>
            </w: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79A4EBB7" w14:textId="79817691" w:rsidR="008F0D95" w:rsidRPr="008A62C7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62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8A62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318,4</w:t>
            </w: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46F3C3AA" w14:textId="22E6C497" w:rsidR="008F0D95" w:rsidRPr="00B70FC4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62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- 0,0*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  <w:p w14:paraId="10A63816" w14:textId="77777777" w:rsidR="008F0D95" w:rsidRPr="001230AA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* финансирование из средств областного бюджета будет определено при формировании областного 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бюджета на соответствующий период</w:t>
            </w:r>
          </w:p>
          <w:p w14:paraId="53C269F9" w14:textId="77777777" w:rsidR="008F0D95" w:rsidRPr="001230AA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686852" w14:textId="3B3D14BD" w:rsidR="008F0D95" w:rsidRPr="001230AA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внебюджетных источников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556,0 тыс. рублей, </w:t>
            </w:r>
          </w:p>
          <w:p w14:paraId="1476FD17" w14:textId="77777777" w:rsidR="008F0D95" w:rsidRPr="00F03190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</w:t>
            </w:r>
            <w:r w:rsidRPr="00F031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годам:</w:t>
            </w:r>
          </w:p>
          <w:p w14:paraId="33D81307" w14:textId="0D3194F6" w:rsidR="008F0D95" w:rsidRPr="00F03190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31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F031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450,0 тыс. руб.;</w:t>
            </w:r>
          </w:p>
          <w:p w14:paraId="035ECBD0" w14:textId="6BBE2570" w:rsidR="008F0D95" w:rsidRPr="008A4207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31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F031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106,0 тыс. руб.</w:t>
            </w:r>
          </w:p>
        </w:tc>
        <w:tc>
          <w:tcPr>
            <w:tcW w:w="223" w:type="dxa"/>
            <w:tcBorders>
              <w:left w:val="single" w:sz="4" w:space="0" w:color="auto"/>
            </w:tcBorders>
          </w:tcPr>
          <w:p w14:paraId="66BD9CFD" w14:textId="77777777" w:rsidR="008F0D95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3C791E" w14:textId="77777777" w:rsidR="008F0D95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FF3A42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6ABEF6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2C93B3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2AF393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CF1510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67C54D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09078B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7340E8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8DBCDA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92D65A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362EC3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ACB02E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EF972B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87513F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44A4D8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74CCD5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E2E377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3D2F24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462290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A8C7C7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04F27D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D76D0B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7F0B59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E332B1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1C9695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C9835B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C120DD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1679DA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4D898B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A2822C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68A24F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277FC1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5CB46D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82A4F8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FFA319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20CA3A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FAEC3C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45997A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1DDBCC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861254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79E5AE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6CEA6E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6A2380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E0BF6A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1C299D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753949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2389C7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694C1F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99F6E9" w14:textId="77777777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490C2A" w14:textId="77777777" w:rsidR="007465FF" w:rsidRDefault="007465FF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896222" w14:textId="77777777" w:rsidR="007465FF" w:rsidRDefault="007465FF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F2C98A" w14:textId="77777777" w:rsidR="007465FF" w:rsidRDefault="007465FF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2A997C" w14:textId="77777777" w:rsidR="007465FF" w:rsidRDefault="007465FF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4F0887" w14:textId="77777777" w:rsidR="007465FF" w:rsidRDefault="007465FF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EA6D43" w14:textId="77777777" w:rsidR="007465FF" w:rsidRDefault="007465FF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486E29" w14:textId="77777777" w:rsidR="00F526B8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A22495" w14:textId="3E86AEF5" w:rsidR="008F0D95" w:rsidRPr="008A4207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03CEC12D" w14:textId="77777777" w:rsidR="008F0D95" w:rsidRDefault="008F0D95" w:rsidP="0012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2DD58DC7" w14:textId="3FB9C0FF" w:rsidR="008F0D95" w:rsidRDefault="008F0D95" w:rsidP="0012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432A48"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432A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Внести в Приложение 1 к муниципальной программе следующие изменения:</w:t>
      </w:r>
    </w:p>
    <w:p w14:paraId="74ACC822" w14:textId="77777777" w:rsidR="008F0D95" w:rsidRDefault="008F0D95" w:rsidP="0012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2.2.1. 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Подраздел «Объемы и источники финансирования»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раздела 1 «Паспорт подпрограммы» 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изложить в новой редакции:</w:t>
      </w:r>
    </w:p>
    <w:p w14:paraId="06DA50A8" w14:textId="77777777" w:rsidR="00C21BBE" w:rsidRPr="006B7BEC" w:rsidRDefault="00C21BBE" w:rsidP="0012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9663" w:type="dxa"/>
        <w:tblCellSpacing w:w="5" w:type="nil"/>
        <w:tblInd w:w="-1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2675"/>
        <w:gridCol w:w="6511"/>
        <w:gridCol w:w="307"/>
      </w:tblGrid>
      <w:tr w:rsidR="008F0D95" w:rsidRPr="006B7BEC" w14:paraId="547E9524" w14:textId="77777777" w:rsidTr="00F526B8">
        <w:trPr>
          <w:trHeight w:val="400"/>
          <w:tblCellSpacing w:w="5" w:type="nil"/>
        </w:trPr>
        <w:tc>
          <w:tcPr>
            <w:tcW w:w="170" w:type="dxa"/>
            <w:tcBorders>
              <w:right w:val="single" w:sz="4" w:space="0" w:color="auto"/>
            </w:tcBorders>
          </w:tcPr>
          <w:p w14:paraId="2386AD13" w14:textId="695994D0" w:rsidR="008F0D95" w:rsidRPr="00F526B8" w:rsidRDefault="008F0D95" w:rsidP="00F52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26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7AF6" w14:textId="77777777" w:rsidR="008F0D95" w:rsidRPr="00F526B8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26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BE6AB" w14:textId="05068F51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61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097,6</w:t>
            </w:r>
            <w:r w:rsidRPr="008715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рублей, </w:t>
            </w:r>
          </w:p>
          <w:p w14:paraId="400CE38C" w14:textId="77777777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49824465" w14:textId="1CAFC03B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10 374,9 тыс. руб.;</w:t>
            </w:r>
          </w:p>
          <w:p w14:paraId="2586A046" w14:textId="77777777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- 7 290,3 тыс. руб.;</w:t>
            </w:r>
          </w:p>
          <w:p w14:paraId="38BF5F24" w14:textId="77777777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- 8 630,5 тыс. руб.;</w:t>
            </w:r>
          </w:p>
          <w:p w14:paraId="20B1CD62" w14:textId="77777777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- 2 830,9 тыс. руб.;</w:t>
            </w:r>
          </w:p>
          <w:p w14:paraId="6020F241" w14:textId="120EFE49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3 678,7 тыс. руб.;</w:t>
            </w:r>
          </w:p>
          <w:p w14:paraId="6AFA96A8" w14:textId="172D2FAF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4 427,5 тыс. руб.;</w:t>
            </w:r>
          </w:p>
          <w:p w14:paraId="2A728C37" w14:textId="5A1D1CA1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3 684,5 тыс. руб.;</w:t>
            </w:r>
          </w:p>
          <w:p w14:paraId="0779E417" w14:textId="1D22FF5B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2022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- 6 </w:t>
            </w:r>
            <w:r w:rsidRPr="008715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883,0 тыс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руб.;</w:t>
            </w:r>
          </w:p>
          <w:p w14:paraId="6A2FEC1E" w14:textId="5461CC5F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818,2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B8229B8" w14:textId="23272686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2 436,4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B87441F" w14:textId="38DAA446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486,4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6F4D2FA7" w14:textId="5071D352" w:rsidR="008F0D95" w:rsidRDefault="001230AA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- 2 </w:t>
            </w:r>
            <w:r w:rsidR="008F0D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323,5 тыс. руб.;</w:t>
            </w:r>
          </w:p>
          <w:p w14:paraId="7F2A0410" w14:textId="4EB5279D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1 232,8 тыс. руб.</w:t>
            </w:r>
          </w:p>
          <w:p w14:paraId="09EAD752" w14:textId="77777777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115321DC" w14:textId="46CBE064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010,3</w:t>
            </w:r>
            <w:r w:rsidRPr="005A1172">
              <w:rPr>
                <w:rFonts w:ascii="Times New Roman" w:eastAsia="Times New Roman" w:hAnsi="Times New Roman"/>
                <w:color w:val="0070C0"/>
                <w:sz w:val="28"/>
                <w:szCs w:val="28"/>
                <w:lang w:eastAsia="ru-RU"/>
              </w:rPr>
              <w:t xml:space="preserve">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рублей,</w:t>
            </w:r>
          </w:p>
          <w:p w14:paraId="3D46A9D2" w14:textId="77777777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5AEDC045" w14:textId="4E9DD5DB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1 060,0 тыс. руб.;</w:t>
            </w:r>
          </w:p>
          <w:p w14:paraId="6DF5EEE1" w14:textId="5C0820B0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1 120,0 тыс. руб.;</w:t>
            </w:r>
          </w:p>
          <w:p w14:paraId="0EDA2973" w14:textId="22B35015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360,5 тыс. руб.;</w:t>
            </w:r>
          </w:p>
          <w:p w14:paraId="6274D00E" w14:textId="57C2AE32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165,0 тыс. руб.;</w:t>
            </w:r>
          </w:p>
          <w:p w14:paraId="365E9A87" w14:textId="5A1CAD53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336,8 тыс. руб.;</w:t>
            </w:r>
          </w:p>
          <w:p w14:paraId="665B0708" w14:textId="3A2061E1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727,5 тыс. руб.;</w:t>
            </w:r>
          </w:p>
          <w:p w14:paraId="4D299D84" w14:textId="48E41C66" w:rsidR="008F0D95" w:rsidRPr="008A62C7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A62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586,9 тыс. руб.;</w:t>
            </w:r>
          </w:p>
          <w:p w14:paraId="508CA21A" w14:textId="7A4A036A" w:rsidR="008F0D95" w:rsidRPr="008A62C7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62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8A62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661,3 тыс. руб.;</w:t>
            </w:r>
          </w:p>
          <w:p w14:paraId="3E338E6C" w14:textId="010ACED7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018,2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AEB89F1" w14:textId="51948BEC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601,4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917D20C" w14:textId="082B1C70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651,4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41E1D4A0" w14:textId="2E2AB30F" w:rsidR="008F0D95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488,5 тыс. руб.;</w:t>
            </w:r>
          </w:p>
          <w:p w14:paraId="0FA6D5CB" w14:textId="6324F858" w:rsidR="008F0D95" w:rsidRPr="005946F8" w:rsidRDefault="001230AA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г. - 1 </w:t>
            </w:r>
            <w:r w:rsidR="008F0D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232,8 тыс. руб. </w:t>
            </w:r>
          </w:p>
          <w:p w14:paraId="0E649428" w14:textId="77777777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9479FA" w14:textId="2EC0ED8D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средств областного бюджета - 52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087,3</w:t>
            </w:r>
            <w:r w:rsidR="008868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3218558C" w14:textId="77777777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6A969AA6" w14:textId="0CA45057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9 314,9 тыс. руб.;</w:t>
            </w:r>
          </w:p>
          <w:p w14:paraId="2EB7B463" w14:textId="1ED0D26F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6 170,3 тыс. руб.;</w:t>
            </w:r>
          </w:p>
          <w:p w14:paraId="58900AE3" w14:textId="0073C9E8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8 270,0 тыс. руб.;</w:t>
            </w:r>
          </w:p>
          <w:p w14:paraId="28FE86E6" w14:textId="00C5898B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2 665,9 тыс. руб.;</w:t>
            </w:r>
          </w:p>
          <w:p w14:paraId="4789F6A1" w14:textId="5ABA3E24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3 341,9 тыс. руб.;</w:t>
            </w:r>
          </w:p>
          <w:p w14:paraId="12C7467F" w14:textId="623B75F1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3 700,0 тыс. руб.;</w:t>
            </w:r>
          </w:p>
          <w:p w14:paraId="01E83EF9" w14:textId="4A91A2EB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3 097,6 тыс. руб.;</w:t>
            </w:r>
          </w:p>
          <w:p w14:paraId="45C478D9" w14:textId="369D219C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6 221,7 тыс. руб.</w:t>
            </w:r>
          </w:p>
          <w:p w14:paraId="1D5D04FD" w14:textId="4F29BADB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4951476" w14:textId="650014C5" w:rsidR="008F0D95" w:rsidRPr="005946F8" w:rsidRDefault="001230AA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-</w:t>
            </w:r>
            <w:r w:rsidR="008F0D95"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F0D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835,0</w:t>
            </w:r>
            <w:r w:rsidR="008F0D95"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63EAF56" w14:textId="01D91950" w:rsidR="008F0D95" w:rsidRDefault="001230AA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- 1 </w:t>
            </w:r>
            <w:r w:rsidR="008F0D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835,0 тыс. руб.;</w:t>
            </w:r>
          </w:p>
          <w:p w14:paraId="1DD94020" w14:textId="50F3B294" w:rsidR="008F0D95" w:rsidRDefault="001230AA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– 1 </w:t>
            </w:r>
            <w:r w:rsidR="008F0D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835,0 тыс. руб.;</w:t>
            </w:r>
          </w:p>
          <w:p w14:paraId="327DC2D9" w14:textId="77777777" w:rsidR="008F0D95" w:rsidRPr="005946F8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г. – 0,0* тыс. руб.</w:t>
            </w:r>
          </w:p>
          <w:p w14:paraId="1DA8D3A7" w14:textId="77777777" w:rsidR="008F0D95" w:rsidRPr="006B7BEC" w:rsidRDefault="008F0D95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финансирование из средств областного бюдже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 будет определено при формировании областного бюджета на соответствующий период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14:paraId="70CC78D2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43F13E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8AD987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C7C937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7F0D29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28B0FE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1AC49C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F56152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A38005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733C20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D65837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02FF7C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101927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A1D698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B24E80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7A50B4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76D8D0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689215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B90665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73791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5B9E94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DF52A1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71D38A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CD21F0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9BAEA1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874A67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3E2B41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0E54A5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D23DB1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95A3F6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C00D86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D3C2F2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EA7BA8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96A949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E9136A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9A7E54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ED5EE4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5E2CC4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E8302C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8CE113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A36E9E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D77FA2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485AB2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CC2746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0B5C48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E0044E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120F7C" w14:textId="77777777" w:rsidR="008F0D95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E8D84C" w14:textId="77777777" w:rsidR="008F0D95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BEA3B0" w14:textId="77777777" w:rsidR="008F0D95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9A8D1B" w14:textId="77777777" w:rsidR="008F0D95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23E314" w14:textId="77777777" w:rsidR="008F0D95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CB5ECB" w14:textId="77777777" w:rsidR="008F0D95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005F99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603FDB" w14:textId="77777777" w:rsidR="008F0D95" w:rsidRPr="006B7BEC" w:rsidRDefault="008F0D95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172C6517" w14:textId="77777777" w:rsidR="008F0D95" w:rsidRPr="006B7BEC" w:rsidRDefault="008F0D95" w:rsidP="0012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D2EE31F" w14:textId="78B717D0" w:rsidR="008F0D95" w:rsidRPr="000F37CE" w:rsidRDefault="008F0D95" w:rsidP="0012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</w:t>
      </w:r>
      <w:r w:rsidRPr="000F37C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.3. Внести в Приложе</w:t>
      </w:r>
      <w:r w:rsidR="007B4C7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ние 2 к муниципальной программе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F37C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следующие изменения:</w:t>
      </w:r>
    </w:p>
    <w:p w14:paraId="2ACBE5D8" w14:textId="77777777" w:rsidR="008F0D95" w:rsidRDefault="008F0D95" w:rsidP="0012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</w:t>
      </w:r>
      <w:r w:rsidRPr="000F37C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.3.1. Объемы и источники финансирования раздела 1 «Паспорт подпрограммы» изложить в новой редакции:</w:t>
      </w:r>
    </w:p>
    <w:p w14:paraId="3128A638" w14:textId="77777777" w:rsidR="00C21BBE" w:rsidRPr="000F37CE" w:rsidRDefault="00C21BBE" w:rsidP="0012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tbl>
      <w:tblPr>
        <w:tblW w:w="9952" w:type="dxa"/>
        <w:tblCellSpacing w:w="5" w:type="nil"/>
        <w:tblInd w:w="-1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2468"/>
        <w:gridCol w:w="6860"/>
        <w:gridCol w:w="454"/>
      </w:tblGrid>
      <w:tr w:rsidR="00F526B8" w:rsidRPr="001230AA" w14:paraId="508E8468" w14:textId="77777777" w:rsidTr="00F526B8">
        <w:trPr>
          <w:trHeight w:val="400"/>
          <w:tblCellSpacing w:w="5" w:type="nil"/>
        </w:trPr>
        <w:tc>
          <w:tcPr>
            <w:tcW w:w="170" w:type="dxa"/>
            <w:tcBorders>
              <w:right w:val="single" w:sz="4" w:space="0" w:color="auto"/>
            </w:tcBorders>
          </w:tcPr>
          <w:p w14:paraId="6B3D512E" w14:textId="77777777" w:rsidR="00F526B8" w:rsidRPr="001230AA" w:rsidRDefault="00F526B8" w:rsidP="00F52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3704" w14:textId="77777777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5E1C" w14:textId="363835BA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49 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066,3 тыс. рублей, </w:t>
            </w:r>
          </w:p>
          <w:p w14:paraId="42C620DA" w14:textId="77777777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45E72C61" w14:textId="1DBF1107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3 902,5 тыс. руб.;</w:t>
            </w:r>
          </w:p>
          <w:p w14:paraId="509E4F44" w14:textId="10FE4666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3 894,1 тыс. руб.;</w:t>
            </w:r>
          </w:p>
          <w:p w14:paraId="6453CF39" w14:textId="742B04E6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1 280,6 тыс. руб.;</w:t>
            </w:r>
          </w:p>
          <w:p w14:paraId="7E41B0A5" w14:textId="55FC78E8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423,5 тыс. руб.;</w:t>
            </w:r>
          </w:p>
          <w:p w14:paraId="39229C35" w14:textId="71737622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282,9 тыс. руб.;</w:t>
            </w:r>
          </w:p>
          <w:p w14:paraId="7FCF773D" w14:textId="33B6611D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402,3 тыс. руб.;</w:t>
            </w:r>
          </w:p>
          <w:p w14:paraId="551E6522" w14:textId="458378C3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3 011,4 тыс. руб.;</w:t>
            </w:r>
          </w:p>
          <w:p w14:paraId="0A1A9A81" w14:textId="25DC719F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- 6 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312,9 тыс. руб.;</w:t>
            </w:r>
          </w:p>
          <w:p w14:paraId="39A5EF7A" w14:textId="2CE3AE74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- 6 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225,9 тыс. руб.;</w:t>
            </w:r>
          </w:p>
          <w:p w14:paraId="2DE0E008" w14:textId="177D5AA3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 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264,1 тыс. руб.;</w:t>
            </w:r>
          </w:p>
          <w:p w14:paraId="26FF5C0A" w14:textId="2071FD3F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533,7 тыс. руб.;</w:t>
            </w:r>
          </w:p>
          <w:p w14:paraId="2D7AA9E6" w14:textId="22899AA5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409,4 тыс. руб.;</w:t>
            </w:r>
          </w:p>
          <w:p w14:paraId="55D4B438" w14:textId="23DB384D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1 123,0 тыс. руб.</w:t>
            </w:r>
          </w:p>
          <w:p w14:paraId="5C12B61D" w14:textId="77777777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54E15458" w14:textId="5018CF3B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 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360,4 тыс. рублей, </w:t>
            </w:r>
          </w:p>
          <w:p w14:paraId="636D9DB1" w14:textId="77777777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7F477473" w14:textId="2FFC2841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1 885,0 тыс. руб.;</w:t>
            </w:r>
          </w:p>
          <w:p w14:paraId="734B6838" w14:textId="7AA5019A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1 535,0 тыс. руб.;</w:t>
            </w:r>
          </w:p>
          <w:p w14:paraId="2EEA23B5" w14:textId="0B887781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904,0 тыс. руб.;</w:t>
            </w:r>
          </w:p>
          <w:p w14:paraId="676897DD" w14:textId="101DB423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142,8 тыс. руб.;</w:t>
            </w:r>
          </w:p>
          <w:p w14:paraId="3296F392" w14:textId="5D7B999E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17,8 тыс. руб.;</w:t>
            </w:r>
          </w:p>
          <w:p w14:paraId="640AEC4C" w14:textId="0361617A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152,8 тыс. руб.;</w:t>
            </w:r>
          </w:p>
          <w:p w14:paraId="12180BA9" w14:textId="0A86CBE2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49,2 тыс. руб.;</w:t>
            </w:r>
          </w:p>
          <w:p w14:paraId="3F840306" w14:textId="343D933F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63,3 тыс. руб.;</w:t>
            </w:r>
          </w:p>
          <w:p w14:paraId="4674D299" w14:textId="5A714B88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584,7 тыс. руб.;</w:t>
            </w:r>
          </w:p>
          <w:p w14:paraId="0AC0141F" w14:textId="3003D996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926,5 тыс. руб.;</w:t>
            </w:r>
          </w:p>
          <w:p w14:paraId="05D0A941" w14:textId="336F3EC8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050,3 тыс. руб.;</w:t>
            </w:r>
          </w:p>
          <w:p w14:paraId="30F9DABC" w14:textId="2373F827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926,0 тыс. руб.;</w:t>
            </w:r>
          </w:p>
          <w:p w14:paraId="7C493A01" w14:textId="5A69AE2C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123,0 тыс. руб.</w:t>
            </w:r>
          </w:p>
          <w:p w14:paraId="20434528" w14:textId="77777777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C0CEB2" w14:textId="27703452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39 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149,9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32C6613A" w14:textId="77777777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7F8CAA62" w14:textId="43C26D87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1 567,5 тыс. руб.;</w:t>
            </w:r>
          </w:p>
          <w:p w14:paraId="52717A45" w14:textId="4509821F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2 253,1 тыс. руб.;</w:t>
            </w:r>
          </w:p>
          <w:p w14:paraId="666C8EE4" w14:textId="221CC3DB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2017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376,6 тыс. руб.;</w:t>
            </w:r>
          </w:p>
          <w:p w14:paraId="6DB2BB42" w14:textId="5C822F76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280,7 тыс. руб.;</w:t>
            </w:r>
          </w:p>
          <w:p w14:paraId="7CC6CB88" w14:textId="54E8F7EC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265,1 тыс. руб.;</w:t>
            </w:r>
          </w:p>
          <w:p w14:paraId="717B2AA5" w14:textId="441C5157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249,5 тыс. руб.;</w:t>
            </w:r>
          </w:p>
          <w:p w14:paraId="1D200117" w14:textId="4A383AEF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2 962,2 тыс. руб.;</w:t>
            </w:r>
          </w:p>
          <w:p w14:paraId="6FD6A0A6" w14:textId="073AF892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г. - 6 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249,6 тыс. руб.;</w:t>
            </w:r>
          </w:p>
          <w:p w14:paraId="17DE0395" w14:textId="590F9E79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- 5 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641,2 тыс. руб.;</w:t>
            </w:r>
          </w:p>
          <w:p w14:paraId="3B3C2799" w14:textId="69F8AE58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 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337,6 тыс. руб.;</w:t>
            </w:r>
          </w:p>
          <w:p w14:paraId="0DC7E277" w14:textId="7037B3A9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 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483,4 тыс. руб.;</w:t>
            </w:r>
          </w:p>
          <w:p w14:paraId="4847A674" w14:textId="6F4D3C73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- 5 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483,4 тыс. руб.;</w:t>
            </w:r>
          </w:p>
          <w:p w14:paraId="7FC984F5" w14:textId="1B79010B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 тыс. руб.</w:t>
            </w:r>
          </w:p>
          <w:p w14:paraId="70FE9C85" w14:textId="77777777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C77B59" w14:textId="77777777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финансирование из средств областного бюджета будет определено при формировании областного бюджета на соответствующий период</w:t>
            </w:r>
          </w:p>
          <w:p w14:paraId="69D3E7DC" w14:textId="77777777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72DDBC" w14:textId="6579F9E7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внебюджетных источников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556,0 тыс. рублей, </w:t>
            </w:r>
          </w:p>
          <w:p w14:paraId="2EB11D9C" w14:textId="77777777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5BC9B8DF" w14:textId="16F1CBB4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450,0 тыс. руб.;</w:t>
            </w:r>
          </w:p>
          <w:p w14:paraId="64C62820" w14:textId="5C016557" w:rsidR="00F526B8" w:rsidRPr="001230AA" w:rsidRDefault="00F526B8" w:rsidP="00123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106,0 тыс. руб.</w:t>
            </w:r>
          </w:p>
        </w:tc>
        <w:tc>
          <w:tcPr>
            <w:tcW w:w="454" w:type="dxa"/>
            <w:tcBorders>
              <w:left w:val="single" w:sz="4" w:space="0" w:color="auto"/>
            </w:tcBorders>
          </w:tcPr>
          <w:p w14:paraId="20FE455E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B7F6A5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7E0D6F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D6079C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EEAC90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5ECF53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449A24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DA1BA3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631DC6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79FB6F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AFCE9B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95DEC1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8F9922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F2937B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109F57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BD9549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14F2B3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AFAD6C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9CCD65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806845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2CEAF7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3F0603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D6535F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49126B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546179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2C2731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E83A2D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0C8CBE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8017EF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230D88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CAEEDB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39EFDF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B40D37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6BAA3C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6E7C91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AD8612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FD0747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0D109E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4322B7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978B7E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CF1F6A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F4F9A6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1A54D5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354F35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2CB0AB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827940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7239A8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1ABEB8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1366C5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5A69CF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9A06AA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FE60C8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D394E6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1ADC17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56C6AC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D50779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8C8645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07F2B0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F619D0" w14:textId="77777777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042264" w14:textId="48108542" w:rsidR="00F526B8" w:rsidRPr="001230AA" w:rsidRDefault="00F526B8" w:rsidP="001230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067A669F" w14:textId="77777777" w:rsidR="008F0D95" w:rsidRPr="001230AA" w:rsidRDefault="008F0D95" w:rsidP="0012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26D395F7" w14:textId="23198292" w:rsidR="004F2871" w:rsidRPr="001230AA" w:rsidRDefault="008F0D95" w:rsidP="0012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230AA">
        <w:rPr>
          <w:rFonts w:ascii="Times New Roman" w:hAnsi="Times New Roman"/>
          <w:sz w:val="28"/>
          <w:szCs w:val="28"/>
          <w:shd w:val="clear" w:color="auto" w:fill="FFFFFF"/>
        </w:rPr>
        <w:t xml:space="preserve">2.4. </w:t>
      </w:r>
      <w:r w:rsidR="004F2871" w:rsidRPr="001230AA">
        <w:rPr>
          <w:rFonts w:ascii="Times New Roman" w:hAnsi="Times New Roman"/>
          <w:sz w:val="28"/>
          <w:szCs w:val="28"/>
          <w:shd w:val="clear" w:color="auto" w:fill="FFFFFF"/>
        </w:rPr>
        <w:t>Приложение 3.2 изложить в новой редакции согласно приложению 1 к настоящему постановлению</w:t>
      </w:r>
      <w:r w:rsidR="007B4C72" w:rsidRPr="001230AA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20BF9743" w14:textId="3606C578" w:rsidR="008F0D95" w:rsidRPr="001230AA" w:rsidRDefault="004F2871" w:rsidP="0012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230AA">
        <w:rPr>
          <w:rFonts w:ascii="Times New Roman" w:hAnsi="Times New Roman"/>
          <w:sz w:val="28"/>
          <w:szCs w:val="28"/>
          <w:shd w:val="clear" w:color="auto" w:fill="FFFFFF"/>
        </w:rPr>
        <w:t xml:space="preserve">2.5. </w:t>
      </w:r>
      <w:r w:rsidR="008F0D95" w:rsidRPr="001230AA">
        <w:rPr>
          <w:rFonts w:ascii="Times New Roman" w:hAnsi="Times New Roman"/>
          <w:sz w:val="28"/>
          <w:szCs w:val="28"/>
          <w:shd w:val="clear" w:color="auto" w:fill="FFFFFF"/>
        </w:rPr>
        <w:t xml:space="preserve">Приложение 5.2 изложить в новой редакции согласно приложению </w:t>
      </w:r>
      <w:r w:rsidRPr="001230AA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8F0D95" w:rsidRPr="001230AA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711AB356" w14:textId="183CE9EC" w:rsidR="008F0D95" w:rsidRDefault="008F0D95" w:rsidP="0012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. Опубликовать настоящее постановление в газете «Знамя труда» </w:t>
      </w:r>
      <w:r w:rsidR="00F526B8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и разместить на официальном сайте </w:t>
      </w:r>
      <w:r w:rsidRPr="00260DD4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го образования</w:t>
      </w:r>
      <w:r w:rsidRPr="00260DD4">
        <w:rPr>
          <w:rFonts w:ascii="Times New Roman" w:hAnsi="Times New Roman"/>
          <w:sz w:val="28"/>
          <w:szCs w:val="28"/>
        </w:rPr>
        <w:t xml:space="preserve"> Ногликский муниципальный округ Сахалинской области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 в информационно-</w:t>
      </w:r>
      <w:r>
        <w:rPr>
          <w:rFonts w:ascii="Times New Roman" w:hAnsi="Times New Roman"/>
          <w:sz w:val="28"/>
          <w:szCs w:val="28"/>
          <w:shd w:val="clear" w:color="auto" w:fill="FFFFFF"/>
        </w:rPr>
        <w:t>теле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коммуникационной сети «Интернет».</w:t>
      </w:r>
    </w:p>
    <w:p w14:paraId="285EEDD1" w14:textId="08C472C4" w:rsidR="008F0D95" w:rsidRPr="00160B36" w:rsidRDefault="008F0D95" w:rsidP="001230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4. Настоящее постановление вступает в силу с момента опубликования</w:t>
      </w:r>
      <w:r w:rsidR="007B4C72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>
        <w:rPr>
          <w:rFonts w:ascii="Times New Roman" w:hAnsi="Times New Roman"/>
          <w:sz w:val="28"/>
          <w:szCs w:val="28"/>
          <w:shd w:val="clear" w:color="auto" w:fill="FFFFFF"/>
        </w:rPr>
        <w:t>ункт 1 настоящего постановления вступает в силу с момента опубликования и распространяется на правоотношения, возникшие с 01 января 2025 года.</w:t>
      </w:r>
    </w:p>
    <w:p w14:paraId="5CD64344" w14:textId="4EA2B642" w:rsidR="008F0D95" w:rsidRDefault="008F0D95" w:rsidP="00123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оставляю </w:t>
      </w:r>
      <w:r w:rsidR="00F526B8">
        <w:rPr>
          <w:rFonts w:ascii="Times New Roman" w:hAnsi="Times New Roman"/>
          <w:sz w:val="28"/>
          <w:szCs w:val="28"/>
          <w:shd w:val="clear" w:color="auto" w:fill="FFFFFF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</w:rPr>
        <w:t>за собой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351BC15E" w14:textId="77777777" w:rsidR="00986D39" w:rsidRDefault="00986D39" w:rsidP="001230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231C094" w14:textId="38E09B3E" w:rsidR="00F526B8" w:rsidRDefault="00F526B8" w:rsidP="001230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6B6A7A" w14:textId="77777777" w:rsidR="00F526B8" w:rsidRPr="00D12794" w:rsidRDefault="00F526B8" w:rsidP="001230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8933AE" w14:textId="77777777" w:rsidR="0042324B" w:rsidRDefault="0042324B" w:rsidP="001230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</w:t>
      </w:r>
      <w:r w:rsidRPr="00260DD4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ого</w:t>
      </w:r>
      <w:r w:rsidRPr="00260DD4">
        <w:rPr>
          <w:rFonts w:ascii="Times New Roman" w:hAnsi="Times New Roman"/>
          <w:sz w:val="28"/>
          <w:szCs w:val="28"/>
        </w:rPr>
        <w:t xml:space="preserve"> образовани</w:t>
      </w:r>
      <w:r>
        <w:rPr>
          <w:rFonts w:ascii="Times New Roman" w:hAnsi="Times New Roman"/>
          <w:sz w:val="28"/>
          <w:szCs w:val="28"/>
        </w:rPr>
        <w:t>я</w:t>
      </w:r>
    </w:p>
    <w:p w14:paraId="639054A8" w14:textId="77777777" w:rsidR="0042324B" w:rsidRDefault="0042324B" w:rsidP="001230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0DD4"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6F6BBAB5" w14:textId="5AA315E7" w:rsidR="008629FA" w:rsidRPr="008629FA" w:rsidRDefault="0042324B" w:rsidP="001230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0DD4"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7B4C72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8629FA"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Гурьянов</w:t>
      </w:r>
    </w:p>
    <w:sectPr w:rsidR="008629FA" w:rsidRPr="008629FA" w:rsidSect="001230A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BBABF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6F6BBAC0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BBABD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6F6BBABE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0329889"/>
      <w:docPartObj>
        <w:docPartGallery w:val="Page Numbers (Top of Page)"/>
        <w:docPartUnique/>
      </w:docPartObj>
    </w:sdtPr>
    <w:sdtEndPr/>
    <w:sdtContent>
      <w:p w14:paraId="2A011004" w14:textId="10838CF3" w:rsidR="001230AA" w:rsidRDefault="001230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17D">
          <w:rPr>
            <w:noProof/>
          </w:rPr>
          <w:t>6</w:t>
        </w:r>
        <w:r>
          <w:fldChar w:fldCharType="end"/>
        </w:r>
      </w:p>
    </w:sdtContent>
  </w:sdt>
  <w:p w14:paraId="7BB05402" w14:textId="77777777" w:rsidR="001230AA" w:rsidRDefault="001230A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230AA"/>
    <w:rsid w:val="00125F64"/>
    <w:rsid w:val="00185FEC"/>
    <w:rsid w:val="001E1F9F"/>
    <w:rsid w:val="002003DC"/>
    <w:rsid w:val="002B0AEA"/>
    <w:rsid w:val="002B5CAC"/>
    <w:rsid w:val="002E6A0A"/>
    <w:rsid w:val="0030217D"/>
    <w:rsid w:val="0033636C"/>
    <w:rsid w:val="003E4257"/>
    <w:rsid w:val="00410996"/>
    <w:rsid w:val="0042324B"/>
    <w:rsid w:val="004377AD"/>
    <w:rsid w:val="004F2871"/>
    <w:rsid w:val="00520CBF"/>
    <w:rsid w:val="005C4E68"/>
    <w:rsid w:val="006C7BDB"/>
    <w:rsid w:val="006E54AE"/>
    <w:rsid w:val="00740679"/>
    <w:rsid w:val="007465FF"/>
    <w:rsid w:val="007B4C72"/>
    <w:rsid w:val="008629FA"/>
    <w:rsid w:val="008868E8"/>
    <w:rsid w:val="008F0D95"/>
    <w:rsid w:val="00936AB5"/>
    <w:rsid w:val="009761A7"/>
    <w:rsid w:val="00986D39"/>
    <w:rsid w:val="00987DB5"/>
    <w:rsid w:val="009F12A5"/>
    <w:rsid w:val="00A30AF1"/>
    <w:rsid w:val="00AC72C8"/>
    <w:rsid w:val="00B10ED9"/>
    <w:rsid w:val="00B25688"/>
    <w:rsid w:val="00BA6EF3"/>
    <w:rsid w:val="00C02849"/>
    <w:rsid w:val="00C21BBE"/>
    <w:rsid w:val="00D12794"/>
    <w:rsid w:val="00D67BD8"/>
    <w:rsid w:val="00DF7897"/>
    <w:rsid w:val="00E37B8A"/>
    <w:rsid w:val="00E609BC"/>
    <w:rsid w:val="00EA4F99"/>
    <w:rsid w:val="00F5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BBAA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021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0217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53</TotalTime>
  <Pages>6</Pages>
  <Words>1328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26</cp:revision>
  <cp:lastPrinted>2025-02-07T06:03:00Z</cp:lastPrinted>
  <dcterms:created xsi:type="dcterms:W3CDTF">2020-04-07T04:52:00Z</dcterms:created>
  <dcterms:modified xsi:type="dcterms:W3CDTF">2025-02-07T06:03:00Z</dcterms:modified>
</cp:coreProperties>
</file>