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AFC0E69" w14:textId="77777777" w:rsidTr="00987DB5">
        <w:tc>
          <w:tcPr>
            <w:tcW w:w="9498" w:type="dxa"/>
          </w:tcPr>
          <w:p w14:paraId="2AFC0E65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AFC0E80" wp14:editId="2AFC0E81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FC0E66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2AFC0E67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AFC0E68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AFC0E6A" w14:textId="17CC8C36" w:rsidR="0033636C" w:rsidRPr="005B117B" w:rsidRDefault="0033636C" w:rsidP="005B69CB">
      <w:pPr>
        <w:tabs>
          <w:tab w:val="left" w:pos="2127"/>
        </w:tabs>
        <w:spacing w:before="480" w:after="36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5B117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0D56EB">
            <w:rPr>
              <w:rFonts w:ascii="Times New Roman" w:hAnsi="Times New Roman"/>
              <w:sz w:val="28"/>
              <w:szCs w:val="28"/>
            </w:rPr>
            <w:t>23 августа 2021 года</w:t>
          </w:r>
        </w:sdtContent>
      </w:sdt>
      <w:r w:rsidRPr="005B117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0D56EB" w:rsidRPr="000D56EB">
            <w:rPr>
              <w:rFonts w:ascii="Times New Roman" w:hAnsi="Times New Roman"/>
              <w:sz w:val="28"/>
              <w:szCs w:val="28"/>
            </w:rPr>
            <w:t>464</w:t>
          </w:r>
        </w:sdtContent>
      </w:sdt>
    </w:p>
    <w:p w14:paraId="2AFC0E6B" w14:textId="77777777" w:rsidR="0033636C" w:rsidRPr="00053BD0" w:rsidRDefault="0033636C" w:rsidP="005C0CF4">
      <w:pPr>
        <w:tabs>
          <w:tab w:val="left" w:pos="2835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2AFC0E6C" w14:textId="337F5B3C" w:rsidR="0033636C" w:rsidRDefault="0033636C" w:rsidP="005B11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B117B">
        <w:rPr>
          <w:rFonts w:ascii="Times New Roman" w:hAnsi="Times New Roman"/>
          <w:b/>
          <w:sz w:val="28"/>
          <w:szCs w:val="28"/>
        </w:rPr>
        <w:t xml:space="preserve">О внесении изменений в Порядок предоставления субсидии из бюджета муниципального образования «Городской округ Ногликский» </w:t>
      </w:r>
      <w:r w:rsidR="000D56EB">
        <w:rPr>
          <w:rFonts w:ascii="Times New Roman" w:hAnsi="Times New Roman"/>
          <w:b/>
          <w:sz w:val="28"/>
          <w:szCs w:val="28"/>
        </w:rPr>
        <w:br/>
      </w:r>
      <w:r w:rsidRPr="005B117B">
        <w:rPr>
          <w:rFonts w:ascii="Times New Roman" w:hAnsi="Times New Roman"/>
          <w:b/>
          <w:sz w:val="28"/>
          <w:szCs w:val="28"/>
        </w:rPr>
        <w:t xml:space="preserve">на возмещение недополученных доходов и (или) возмещение затрат </w:t>
      </w:r>
      <w:r w:rsidR="000D56EB">
        <w:rPr>
          <w:rFonts w:ascii="Times New Roman" w:hAnsi="Times New Roman"/>
          <w:b/>
          <w:sz w:val="28"/>
          <w:szCs w:val="28"/>
        </w:rPr>
        <w:br/>
      </w:r>
      <w:r w:rsidRPr="005B117B">
        <w:rPr>
          <w:rFonts w:ascii="Times New Roman" w:hAnsi="Times New Roman"/>
          <w:b/>
          <w:sz w:val="28"/>
          <w:szCs w:val="28"/>
        </w:rPr>
        <w:t>в связи с оказанием помывочных услуг в банях и душевых</w:t>
      </w:r>
      <w:r w:rsidR="000D56EB">
        <w:rPr>
          <w:rFonts w:ascii="Times New Roman" w:hAnsi="Times New Roman"/>
          <w:b/>
          <w:sz w:val="28"/>
          <w:szCs w:val="28"/>
        </w:rPr>
        <w:t>,</w:t>
      </w:r>
      <w:r w:rsidR="000D56EB" w:rsidRPr="000D56EB">
        <w:rPr>
          <w:rFonts w:ascii="Times New Roman" w:hAnsi="Times New Roman"/>
          <w:sz w:val="28"/>
          <w:szCs w:val="28"/>
        </w:rPr>
        <w:t xml:space="preserve"> </w:t>
      </w:r>
      <w:r w:rsidR="000D56EB" w:rsidRPr="000D56EB">
        <w:rPr>
          <w:rFonts w:ascii="Times New Roman" w:hAnsi="Times New Roman"/>
          <w:b/>
          <w:sz w:val="28"/>
          <w:szCs w:val="28"/>
        </w:rPr>
        <w:t xml:space="preserve">утвержденный постановлением администрации муниципального образования «Городской округ Ногликский» </w:t>
      </w:r>
      <w:r w:rsidR="000D56EB">
        <w:rPr>
          <w:rFonts w:ascii="Times New Roman" w:hAnsi="Times New Roman"/>
          <w:b/>
          <w:sz w:val="28"/>
          <w:szCs w:val="28"/>
        </w:rPr>
        <w:br/>
      </w:r>
      <w:r w:rsidR="000D56EB" w:rsidRPr="000D56EB">
        <w:rPr>
          <w:rFonts w:ascii="Times New Roman" w:hAnsi="Times New Roman"/>
          <w:b/>
          <w:sz w:val="28"/>
          <w:szCs w:val="28"/>
        </w:rPr>
        <w:t>от 22 апреля 2021 года № 226</w:t>
      </w:r>
    </w:p>
    <w:p w14:paraId="7122DEAE" w14:textId="77777777" w:rsidR="005B117B" w:rsidRPr="005B117B" w:rsidRDefault="005B117B" w:rsidP="005B11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C7DF3A4" w14:textId="55B96E95" w:rsidR="009D0449" w:rsidRPr="00A4533A" w:rsidRDefault="009D0449" w:rsidP="005B1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533A">
        <w:rPr>
          <w:rFonts w:ascii="Times New Roman" w:hAnsi="Times New Roman"/>
          <w:sz w:val="28"/>
          <w:szCs w:val="28"/>
        </w:rPr>
        <w:t>В соответствии со ст.78 Бюджетного Кодекса Российской Федерации, постановлением Правительства Российской Федерации от 18</w:t>
      </w:r>
      <w:r w:rsidR="005B117B">
        <w:rPr>
          <w:rFonts w:ascii="Times New Roman" w:hAnsi="Times New Roman"/>
          <w:sz w:val="28"/>
          <w:szCs w:val="28"/>
        </w:rPr>
        <w:t xml:space="preserve"> сентября </w:t>
      </w:r>
      <w:r w:rsidRPr="00A4533A">
        <w:rPr>
          <w:rFonts w:ascii="Times New Roman" w:hAnsi="Times New Roman"/>
          <w:sz w:val="28"/>
          <w:szCs w:val="28"/>
        </w:rPr>
        <w:t xml:space="preserve">2020 </w:t>
      </w:r>
      <w:r w:rsidR="005B117B">
        <w:rPr>
          <w:rFonts w:ascii="Times New Roman" w:hAnsi="Times New Roman"/>
          <w:sz w:val="28"/>
          <w:szCs w:val="28"/>
        </w:rPr>
        <w:t xml:space="preserve">года </w:t>
      </w:r>
      <w:r w:rsidRPr="00A4533A">
        <w:rPr>
          <w:rFonts w:ascii="Times New Roman" w:hAnsi="Times New Roman"/>
          <w:sz w:val="28"/>
          <w:szCs w:val="28"/>
        </w:rPr>
        <w:t xml:space="preserve">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 руководствуясь ст. 36 Устава муниципального образования «Городской округ Ногликский, администрация муниципального образования «Городской округ Ногликский» </w:t>
      </w:r>
      <w:r w:rsidRPr="005B117B">
        <w:rPr>
          <w:rFonts w:ascii="Times New Roman" w:hAnsi="Times New Roman"/>
          <w:b/>
          <w:sz w:val="28"/>
          <w:szCs w:val="28"/>
        </w:rPr>
        <w:t>ПОСТАНОВЛЯЕТ:</w:t>
      </w:r>
    </w:p>
    <w:p w14:paraId="76F895B2" w14:textId="650E57F6" w:rsidR="009D0449" w:rsidRPr="00A4533A" w:rsidRDefault="009D0449" w:rsidP="005B11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4533A">
        <w:rPr>
          <w:rFonts w:ascii="Times New Roman" w:hAnsi="Times New Roman"/>
          <w:sz w:val="28"/>
          <w:szCs w:val="28"/>
        </w:rPr>
        <w:t xml:space="preserve">1. Внести следующие изменения в Порядок предоставления субсидии из бюджета муниципального образования «Городской округ Ногликский» </w:t>
      </w:r>
      <w:r w:rsidRPr="00A4533A">
        <w:rPr>
          <w:rFonts w:ascii="Times New Roman" w:hAnsi="Times New Roman"/>
          <w:sz w:val="28"/>
          <w:szCs w:val="28"/>
        </w:rPr>
        <w:lastRenderedPageBreak/>
        <w:t>на возмещение недополученных доходов и (или) возмещение затрат в связи с оказанием помывочных услуг в банях и душевых, утвержденный постановлением администрации муниципального образования «Городской округ Ногликский» от 22</w:t>
      </w:r>
      <w:r w:rsidR="005B117B">
        <w:rPr>
          <w:rFonts w:ascii="Times New Roman" w:hAnsi="Times New Roman"/>
          <w:sz w:val="28"/>
          <w:szCs w:val="28"/>
        </w:rPr>
        <w:t xml:space="preserve"> апреля </w:t>
      </w:r>
      <w:r w:rsidRPr="00A4533A">
        <w:rPr>
          <w:rFonts w:ascii="Times New Roman" w:hAnsi="Times New Roman"/>
          <w:sz w:val="28"/>
          <w:szCs w:val="28"/>
        </w:rPr>
        <w:t xml:space="preserve">2021 </w:t>
      </w:r>
      <w:r w:rsidR="005B117B">
        <w:rPr>
          <w:rFonts w:ascii="Times New Roman" w:hAnsi="Times New Roman"/>
          <w:sz w:val="28"/>
          <w:szCs w:val="28"/>
        </w:rPr>
        <w:t xml:space="preserve">года </w:t>
      </w:r>
      <w:r w:rsidRPr="00A4533A">
        <w:rPr>
          <w:rFonts w:ascii="Times New Roman" w:hAnsi="Times New Roman"/>
          <w:sz w:val="28"/>
          <w:szCs w:val="28"/>
        </w:rPr>
        <w:t>№ 226:</w:t>
      </w:r>
    </w:p>
    <w:p w14:paraId="3993B391" w14:textId="77777777" w:rsidR="009D0449" w:rsidRPr="00A4533A" w:rsidRDefault="009D0449" w:rsidP="005B117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4533A">
        <w:rPr>
          <w:rFonts w:ascii="Times New Roman" w:hAnsi="Times New Roman"/>
          <w:sz w:val="28"/>
          <w:szCs w:val="28"/>
        </w:rPr>
        <w:t>1.1. Последний абзац пункта 2.1 раздела 2 изложить в новой редакции:</w:t>
      </w:r>
    </w:p>
    <w:p w14:paraId="725C9CB6" w14:textId="77777777" w:rsidR="009D0449" w:rsidRPr="00A4533A" w:rsidRDefault="009D0449" w:rsidP="005B117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533A">
        <w:rPr>
          <w:rFonts w:ascii="Times New Roman" w:hAnsi="Times New Roman"/>
          <w:sz w:val="28"/>
          <w:szCs w:val="28"/>
        </w:rPr>
        <w:t>«</w:t>
      </w:r>
      <w:r w:rsidRPr="00A4533A">
        <w:rPr>
          <w:rFonts w:ascii="Times New Roman" w:hAnsi="Times New Roman" w:cs="Times New Roman"/>
          <w:sz w:val="28"/>
          <w:szCs w:val="28"/>
        </w:rPr>
        <w:t>Размер субсидии за отчетный период, причитающийся к выплате Получателю, определяется как разница между размером субсидии с нарастающим итогом с начала года, рассчитанной по вышеуказанной формуле, и суммой возмещения затрат, полученной за предыдущие отчетные периоды с начала года.».</w:t>
      </w:r>
    </w:p>
    <w:p w14:paraId="65F4E68E" w14:textId="1D5CF994" w:rsidR="005B117B" w:rsidRDefault="009D0449" w:rsidP="005B1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533A">
        <w:rPr>
          <w:rFonts w:ascii="Times New Roman" w:hAnsi="Times New Roman"/>
          <w:sz w:val="28"/>
          <w:szCs w:val="28"/>
        </w:rPr>
        <w:t>1.2. Абзац первый пункта 2.3 раздела 2 изложить в новой редакции:</w:t>
      </w:r>
    </w:p>
    <w:p w14:paraId="7F3DB9E9" w14:textId="749F11BE" w:rsidR="009D0449" w:rsidRPr="00A4533A" w:rsidRDefault="009D0449" w:rsidP="005B1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533A">
        <w:rPr>
          <w:rFonts w:ascii="Times New Roman" w:hAnsi="Times New Roman"/>
          <w:sz w:val="28"/>
          <w:szCs w:val="28"/>
        </w:rPr>
        <w:t>«Субсидия предоставляется на основании заключенного между Администрацией и Получателем соглашения о предоставлении субсидии (далее - Соглашение), предусматривающего согласие Получателя (за исключением муниципальных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долей (вкладом) таких товариществ и обществ в их уставных (складочных) капиталах) на осуществление Администрацией и органом муниципального финансового контроля проверок соблюдения им условий, целей и порядка предоставления субсидии.».</w:t>
      </w:r>
    </w:p>
    <w:p w14:paraId="7E122829" w14:textId="77777777" w:rsidR="009D0449" w:rsidRPr="00A4533A" w:rsidRDefault="009D0449" w:rsidP="005B1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533A">
        <w:rPr>
          <w:rFonts w:ascii="Times New Roman" w:hAnsi="Times New Roman"/>
          <w:sz w:val="28"/>
          <w:szCs w:val="28"/>
        </w:rPr>
        <w:t>1.3. Пункт 2.4 изложить в новой редакции:</w:t>
      </w:r>
    </w:p>
    <w:p w14:paraId="199BAB4D" w14:textId="77777777" w:rsidR="009D0449" w:rsidRPr="00A4533A" w:rsidRDefault="009D0449" w:rsidP="005B1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533A">
        <w:rPr>
          <w:rFonts w:ascii="Times New Roman" w:hAnsi="Times New Roman"/>
          <w:sz w:val="28"/>
          <w:szCs w:val="28"/>
        </w:rPr>
        <w:t>«2.4. Соглашение заключается после проведения Отделом экономики проверки соответствия Субъекта требованиям, установленным пунктом 1.6 Порядка, не позднее 30 (тридцатого) апреля текущего года.</w:t>
      </w:r>
    </w:p>
    <w:p w14:paraId="04076CF0" w14:textId="4B12F9CD" w:rsidR="009D0449" w:rsidRPr="00A4533A" w:rsidRDefault="009D0449" w:rsidP="005B1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533A">
        <w:rPr>
          <w:rFonts w:ascii="Times New Roman" w:hAnsi="Times New Roman"/>
          <w:sz w:val="28"/>
          <w:szCs w:val="28"/>
        </w:rPr>
        <w:t>Субъект для заключения Соглашения и подтверждения соответствия кр</w:t>
      </w:r>
      <w:r w:rsidR="000D56EB">
        <w:rPr>
          <w:rFonts w:ascii="Times New Roman" w:hAnsi="Times New Roman"/>
          <w:sz w:val="28"/>
          <w:szCs w:val="28"/>
        </w:rPr>
        <w:t>итериям, указанным в пункте 1.6</w:t>
      </w:r>
      <w:r w:rsidRPr="00A4533A">
        <w:rPr>
          <w:rFonts w:ascii="Times New Roman" w:hAnsi="Times New Roman"/>
          <w:sz w:val="28"/>
          <w:szCs w:val="28"/>
        </w:rPr>
        <w:t xml:space="preserve"> Порядка, не позднее 05 апреля предоставляет в Отдел экономики следующие документы:</w:t>
      </w:r>
    </w:p>
    <w:p w14:paraId="2BEADD00" w14:textId="77777777" w:rsidR="009D0449" w:rsidRPr="00A4533A" w:rsidRDefault="009D0449" w:rsidP="005B1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533A">
        <w:rPr>
          <w:rFonts w:ascii="Times New Roman" w:hAnsi="Times New Roman"/>
          <w:sz w:val="28"/>
          <w:szCs w:val="28"/>
        </w:rPr>
        <w:t>а) заявку в произвольной форме о предоставлении субсидии в текущем году;</w:t>
      </w:r>
    </w:p>
    <w:p w14:paraId="6C2D0A1C" w14:textId="77777777" w:rsidR="009D0449" w:rsidRPr="00A4533A" w:rsidRDefault="009D0449" w:rsidP="005B1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533A">
        <w:rPr>
          <w:rFonts w:ascii="Times New Roman" w:hAnsi="Times New Roman"/>
          <w:sz w:val="28"/>
          <w:szCs w:val="28"/>
        </w:rPr>
        <w:lastRenderedPageBreak/>
        <w:t>б) заверенную руководителем справку о применении на помывочные услуги населению в банях и душевых цен (тарифов), утвержденных органом местного самоуправления;</w:t>
      </w:r>
    </w:p>
    <w:p w14:paraId="16E9CE75" w14:textId="7576E497" w:rsidR="009D0449" w:rsidRPr="00A4533A" w:rsidRDefault="009D0449" w:rsidP="005B1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533A">
        <w:rPr>
          <w:rFonts w:ascii="Times New Roman" w:hAnsi="Times New Roman"/>
          <w:sz w:val="28"/>
          <w:szCs w:val="28"/>
        </w:rPr>
        <w:t>в) копию приказа об утверждении учетной политики на предприятии и учетную политику предприятия на текущий год, подтверждающую веде</w:t>
      </w:r>
      <w:r w:rsidR="0017759C">
        <w:rPr>
          <w:rFonts w:ascii="Times New Roman" w:hAnsi="Times New Roman"/>
          <w:sz w:val="28"/>
          <w:szCs w:val="28"/>
        </w:rPr>
        <w:t>ние раздельного</w:t>
      </w:r>
      <w:r w:rsidRPr="00A4533A">
        <w:rPr>
          <w:rFonts w:ascii="Times New Roman" w:hAnsi="Times New Roman"/>
          <w:sz w:val="28"/>
          <w:szCs w:val="28"/>
        </w:rPr>
        <w:t xml:space="preserve"> учета по субсидируемому виду деятельности;</w:t>
      </w:r>
    </w:p>
    <w:p w14:paraId="22A222C4" w14:textId="77777777" w:rsidR="009D0449" w:rsidRPr="00A4533A" w:rsidRDefault="009D0449" w:rsidP="005B1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533A">
        <w:rPr>
          <w:rFonts w:ascii="Times New Roman" w:hAnsi="Times New Roman"/>
          <w:sz w:val="28"/>
          <w:szCs w:val="28"/>
        </w:rPr>
        <w:t>г) Субъект вправе по собственной инициативе предоставить следующие документы:</w:t>
      </w:r>
    </w:p>
    <w:p w14:paraId="411C7EE3" w14:textId="77777777" w:rsidR="009D0449" w:rsidRPr="00A4533A" w:rsidRDefault="009D0449" w:rsidP="005B1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533A">
        <w:rPr>
          <w:rFonts w:ascii="Times New Roman" w:hAnsi="Times New Roman"/>
          <w:sz w:val="28"/>
          <w:szCs w:val="28"/>
        </w:rPr>
        <w:t>- документы, подтверждающие передачу Субъекту органом местного самоуправления муниципального образования «Городской округ Ногликский» бань и(или) душевых, находящихся в муниципальной собственности, по договору аренды на содержание или в хозяйственное ведение;</w:t>
      </w:r>
    </w:p>
    <w:p w14:paraId="7D3CA174" w14:textId="77777777" w:rsidR="009D0449" w:rsidRPr="00A4533A" w:rsidRDefault="009D0449" w:rsidP="005B1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533A">
        <w:rPr>
          <w:rFonts w:ascii="Times New Roman" w:hAnsi="Times New Roman"/>
          <w:sz w:val="28"/>
          <w:szCs w:val="28"/>
        </w:rPr>
        <w:t>- выписку из Единого государственного реестра юридических лиц или индивидуальных предпринимателей по состоянию на первое число месяца, в котором планируется заключение Соглашение, - для подтверждения соответствия требованиям, установленным подпунктами «а» и «б» пункта 1.6 Порядка;</w:t>
      </w:r>
    </w:p>
    <w:p w14:paraId="1A0ADAED" w14:textId="77777777" w:rsidR="009D0449" w:rsidRDefault="009D0449" w:rsidP="005B11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33A">
        <w:rPr>
          <w:rFonts w:ascii="Times New Roman" w:hAnsi="Times New Roman" w:cs="Times New Roman"/>
          <w:sz w:val="28"/>
          <w:szCs w:val="28"/>
        </w:rPr>
        <w:t>- документ, который подтверждает, что деятельность Субъекта не приостановлена в порядке, предусмотренном законодательством.</w:t>
      </w:r>
    </w:p>
    <w:p w14:paraId="06265CC2" w14:textId="77777777" w:rsidR="007A4EED" w:rsidRDefault="007A4EED" w:rsidP="005B1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533A">
        <w:rPr>
          <w:rFonts w:ascii="Times New Roman" w:hAnsi="Times New Roman"/>
          <w:sz w:val="28"/>
          <w:szCs w:val="28"/>
        </w:rPr>
        <w:t>Копии документов должны быть заверены подписью Субъекта (руководителя юридического лица или индивидуального предпринимателя) или законного представителя Субъекта с расшифровкой должности, фамилией и инициалами, а также скреплены печатью (при наличии).</w:t>
      </w:r>
    </w:p>
    <w:p w14:paraId="08D63EEE" w14:textId="51281874" w:rsidR="007A4EED" w:rsidRDefault="007A4EED" w:rsidP="005B11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533A">
        <w:rPr>
          <w:rFonts w:ascii="Times New Roman" w:hAnsi="Times New Roman"/>
          <w:sz w:val="28"/>
          <w:szCs w:val="28"/>
        </w:rPr>
        <w:t>Субъект несет полную ответственность за полноту и достоверность пред</w:t>
      </w:r>
      <w:r w:rsidR="00FF78E6">
        <w:rPr>
          <w:rFonts w:ascii="Times New Roman" w:hAnsi="Times New Roman"/>
          <w:sz w:val="28"/>
          <w:szCs w:val="28"/>
        </w:rPr>
        <w:t>о</w:t>
      </w:r>
      <w:r w:rsidRPr="00A4533A">
        <w:rPr>
          <w:rFonts w:ascii="Times New Roman" w:hAnsi="Times New Roman"/>
          <w:sz w:val="28"/>
          <w:szCs w:val="28"/>
        </w:rPr>
        <w:t>ставляемых в Администрацию документов и сведений.</w:t>
      </w:r>
    </w:p>
    <w:p w14:paraId="05E6B2E0" w14:textId="4802D956" w:rsidR="007A4EED" w:rsidRPr="00A4533A" w:rsidRDefault="009D0449" w:rsidP="005B11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533A">
        <w:rPr>
          <w:rFonts w:ascii="Times New Roman" w:hAnsi="Times New Roman"/>
          <w:sz w:val="28"/>
          <w:szCs w:val="28"/>
        </w:rPr>
        <w:t>Отдел экономики в случае непред</w:t>
      </w:r>
      <w:r w:rsidR="00FF78E6">
        <w:rPr>
          <w:rFonts w:ascii="Times New Roman" w:hAnsi="Times New Roman"/>
          <w:sz w:val="28"/>
          <w:szCs w:val="28"/>
        </w:rPr>
        <w:t>о</w:t>
      </w:r>
      <w:r w:rsidRPr="00A4533A">
        <w:rPr>
          <w:rFonts w:ascii="Times New Roman" w:hAnsi="Times New Roman"/>
          <w:sz w:val="28"/>
          <w:szCs w:val="28"/>
        </w:rPr>
        <w:t xml:space="preserve">ставления документов, </w:t>
      </w:r>
      <w:r w:rsidRPr="00A4533A">
        <w:rPr>
          <w:rFonts w:ascii="Times New Roman" w:eastAsia="Times New Roman" w:hAnsi="Times New Roman"/>
          <w:sz w:val="28"/>
          <w:szCs w:val="28"/>
          <w:lang w:eastAsia="ru-RU"/>
        </w:rPr>
        <w:t>которые</w:t>
      </w:r>
      <w:r w:rsidR="001609F9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1609F9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A4533A">
        <w:rPr>
          <w:rFonts w:ascii="Times New Roman" w:eastAsia="Times New Roman" w:hAnsi="Times New Roman"/>
          <w:sz w:val="28"/>
          <w:szCs w:val="28"/>
          <w:lang w:eastAsia="ru-RU"/>
        </w:rPr>
        <w:t xml:space="preserve">Субъект вправе предоставить по собственной инициативе, </w:t>
      </w:r>
      <w:r w:rsidRPr="00A4533A">
        <w:rPr>
          <w:rFonts w:ascii="Times New Roman" w:hAnsi="Times New Roman"/>
          <w:sz w:val="28"/>
          <w:szCs w:val="28"/>
        </w:rPr>
        <w:t>самостоятельно запрашивает в порядке межведомственного взаимодействия</w:t>
      </w:r>
      <w:r w:rsidRPr="00A4533A">
        <w:rPr>
          <w:rFonts w:ascii="Times New Roman" w:eastAsia="Times New Roman" w:hAnsi="Times New Roman"/>
          <w:sz w:val="28"/>
          <w:szCs w:val="28"/>
          <w:lang w:eastAsia="ru-RU"/>
        </w:rPr>
        <w:t xml:space="preserve"> в отношении Субъекта документы, </w:t>
      </w:r>
      <w:r w:rsidRPr="00A4533A">
        <w:rPr>
          <w:rFonts w:ascii="Times New Roman" w:hAnsi="Times New Roman"/>
          <w:sz w:val="28"/>
          <w:szCs w:val="28"/>
        </w:rPr>
        <w:t xml:space="preserve">указанные в подпункте «г» настоящего пункта Порядка, а также сведения об отсутствии Субъекта в числе получателей </w:t>
      </w:r>
      <w:r w:rsidRPr="00A4533A">
        <w:rPr>
          <w:rFonts w:ascii="Times New Roman" w:hAnsi="Times New Roman"/>
          <w:sz w:val="28"/>
          <w:szCs w:val="28"/>
        </w:rPr>
        <w:lastRenderedPageBreak/>
        <w:t>средств местного бюджета на основании иных муниципальных правовых актов на</w:t>
      </w:r>
      <w:r w:rsidR="00FF78E6">
        <w:rPr>
          <w:rFonts w:ascii="Times New Roman" w:hAnsi="Times New Roman"/>
          <w:sz w:val="28"/>
          <w:szCs w:val="28"/>
        </w:rPr>
        <w:t xml:space="preserve"> цели, предусмотренные Порядком, </w:t>
      </w:r>
      <w:r w:rsidR="005C0CF4">
        <w:rPr>
          <w:rFonts w:ascii="Times New Roman" w:hAnsi="Times New Roman"/>
          <w:sz w:val="28"/>
          <w:szCs w:val="28"/>
        </w:rPr>
        <w:t xml:space="preserve">и рассматривает </w:t>
      </w:r>
      <w:r w:rsidR="00FF78E6">
        <w:rPr>
          <w:rFonts w:ascii="Times New Roman" w:hAnsi="Times New Roman"/>
          <w:sz w:val="28"/>
          <w:szCs w:val="28"/>
        </w:rPr>
        <w:t>в течение не более 15 календарных дней с даты приема документов</w:t>
      </w:r>
      <w:r w:rsidR="005B69CB">
        <w:rPr>
          <w:rFonts w:ascii="Times New Roman" w:hAnsi="Times New Roman"/>
          <w:sz w:val="28"/>
          <w:szCs w:val="28"/>
        </w:rPr>
        <w:t xml:space="preserve"> от Субъекта</w:t>
      </w:r>
      <w:r w:rsidR="005C0CF4">
        <w:rPr>
          <w:rFonts w:ascii="Times New Roman" w:hAnsi="Times New Roman"/>
          <w:sz w:val="28"/>
          <w:szCs w:val="28"/>
        </w:rPr>
        <w:t>.</w:t>
      </w:r>
    </w:p>
    <w:p w14:paraId="12FF6AC6" w14:textId="77777777" w:rsidR="009D0449" w:rsidRPr="00A4533A" w:rsidRDefault="009D0449" w:rsidP="005B117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533A">
        <w:rPr>
          <w:rFonts w:ascii="Times New Roman" w:hAnsi="Times New Roman"/>
          <w:sz w:val="28"/>
          <w:szCs w:val="28"/>
        </w:rPr>
        <w:t>Субъекту, соответствующему требованиям, установленным пунктом 1.6 Порядка, направляются два экземпляра Соглашения, подготовленного Администрацией.</w:t>
      </w:r>
    </w:p>
    <w:p w14:paraId="6BAFEDFE" w14:textId="77777777" w:rsidR="009D0449" w:rsidRPr="00A4533A" w:rsidRDefault="009D0449" w:rsidP="005B1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533A">
        <w:rPr>
          <w:rFonts w:ascii="Times New Roman" w:hAnsi="Times New Roman"/>
          <w:sz w:val="28"/>
          <w:szCs w:val="28"/>
        </w:rPr>
        <w:t>Субъект в течение 10 календарных дней с момента получения Соглашения подписывает и представляет его в адрес Администрации.</w:t>
      </w:r>
    </w:p>
    <w:p w14:paraId="574A0EBA" w14:textId="77777777" w:rsidR="009D0449" w:rsidRPr="00A4533A" w:rsidRDefault="009D0449" w:rsidP="005B1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533A">
        <w:rPr>
          <w:rFonts w:ascii="Times New Roman" w:hAnsi="Times New Roman"/>
          <w:sz w:val="28"/>
          <w:szCs w:val="28"/>
        </w:rPr>
        <w:t>В случае непоступления подписанного Соглашения в установленный настоящим пунктом срок Субъекту отказывается в предоставлении субсидии при условии, что Субъектом надлежащим образом было получено Соглашение.».</w:t>
      </w:r>
    </w:p>
    <w:p w14:paraId="4F23CD50" w14:textId="1A281662" w:rsidR="009D0449" w:rsidRPr="00A4533A" w:rsidRDefault="009D0449" w:rsidP="005B1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533A">
        <w:rPr>
          <w:rFonts w:ascii="Times New Roman" w:hAnsi="Times New Roman"/>
          <w:sz w:val="28"/>
          <w:szCs w:val="28"/>
        </w:rPr>
        <w:t xml:space="preserve">1.4. Абзац </w:t>
      </w:r>
      <w:r w:rsidR="000D56EB">
        <w:rPr>
          <w:rFonts w:ascii="Times New Roman" w:hAnsi="Times New Roman"/>
          <w:sz w:val="28"/>
          <w:szCs w:val="28"/>
        </w:rPr>
        <w:t>седьмой</w:t>
      </w:r>
      <w:r w:rsidRPr="00A4533A">
        <w:rPr>
          <w:rFonts w:ascii="Times New Roman" w:hAnsi="Times New Roman"/>
          <w:sz w:val="28"/>
          <w:szCs w:val="28"/>
        </w:rPr>
        <w:t xml:space="preserve"> пункта 2.5 исключить.</w:t>
      </w:r>
    </w:p>
    <w:p w14:paraId="2B884470" w14:textId="77777777" w:rsidR="009D0449" w:rsidRPr="00A4533A" w:rsidRDefault="009D0449" w:rsidP="005B1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533A">
        <w:rPr>
          <w:rFonts w:ascii="Times New Roman" w:hAnsi="Times New Roman"/>
          <w:sz w:val="28"/>
          <w:szCs w:val="28"/>
        </w:rPr>
        <w:t>1.5. Пункт 2.11 дополнить абзацами следующего содержания:</w:t>
      </w:r>
    </w:p>
    <w:p w14:paraId="25B65661" w14:textId="77777777" w:rsidR="009D0449" w:rsidRPr="00A4533A" w:rsidRDefault="009D0449" w:rsidP="005B1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533A">
        <w:rPr>
          <w:rFonts w:ascii="Times New Roman" w:hAnsi="Times New Roman"/>
          <w:sz w:val="28"/>
          <w:szCs w:val="28"/>
        </w:rPr>
        <w:t>«- Субъект не отвечает требованиям, установленным Порядком;</w:t>
      </w:r>
    </w:p>
    <w:p w14:paraId="5F1C8AF9" w14:textId="77777777" w:rsidR="009D0449" w:rsidRPr="00A4533A" w:rsidRDefault="009D0449" w:rsidP="005B11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533A">
        <w:rPr>
          <w:rFonts w:ascii="Times New Roman" w:hAnsi="Times New Roman"/>
          <w:sz w:val="28"/>
          <w:szCs w:val="28"/>
        </w:rPr>
        <w:t>- непредставление Получателем подписанного с его стороны Соглашения в срок, указанный в пункте 2.4 Порядка.».</w:t>
      </w:r>
    </w:p>
    <w:p w14:paraId="650C5416" w14:textId="595B476E" w:rsidR="009D0449" w:rsidRPr="00A4533A" w:rsidRDefault="009D0449" w:rsidP="005B117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533A">
        <w:rPr>
          <w:rFonts w:ascii="Times New Roman" w:hAnsi="Times New Roman" w:cs="Times New Roman"/>
          <w:sz w:val="28"/>
          <w:szCs w:val="28"/>
        </w:rPr>
        <w:t>1.6. Исключить пункт</w:t>
      </w:r>
      <w:r w:rsidR="009D5DB8">
        <w:rPr>
          <w:rFonts w:ascii="Times New Roman" w:hAnsi="Times New Roman" w:cs="Times New Roman"/>
          <w:sz w:val="28"/>
          <w:szCs w:val="28"/>
        </w:rPr>
        <w:t>ы</w:t>
      </w:r>
      <w:r w:rsidRPr="00A4533A">
        <w:rPr>
          <w:rFonts w:ascii="Times New Roman" w:hAnsi="Times New Roman" w:cs="Times New Roman"/>
          <w:sz w:val="28"/>
          <w:szCs w:val="28"/>
        </w:rPr>
        <w:t xml:space="preserve"> 2.13 - 2.15 раздела 2.</w:t>
      </w:r>
    </w:p>
    <w:p w14:paraId="2502C3D5" w14:textId="77777777" w:rsidR="009D0449" w:rsidRPr="00A4533A" w:rsidRDefault="009D0449" w:rsidP="005B117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533A">
        <w:rPr>
          <w:rFonts w:ascii="Times New Roman" w:hAnsi="Times New Roman" w:cs="Times New Roman"/>
          <w:sz w:val="28"/>
          <w:szCs w:val="28"/>
        </w:rPr>
        <w:t>1.7. Пункт 2.16 раздела 2 считать пунктом 2.13.</w:t>
      </w:r>
    </w:p>
    <w:p w14:paraId="761F952C" w14:textId="77777777" w:rsidR="009D0449" w:rsidRPr="00A4533A" w:rsidRDefault="009D0449" w:rsidP="005B117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533A">
        <w:rPr>
          <w:rFonts w:ascii="Times New Roman" w:hAnsi="Times New Roman" w:cs="Times New Roman"/>
          <w:sz w:val="28"/>
          <w:szCs w:val="28"/>
        </w:rPr>
        <w:t>1.8. Пункт 2.17 раздела 2 считать пунктом 2.14.</w:t>
      </w:r>
    </w:p>
    <w:p w14:paraId="34AAAE2C" w14:textId="77777777" w:rsidR="009D0449" w:rsidRPr="00A4533A" w:rsidRDefault="009D0449" w:rsidP="005B117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533A">
        <w:rPr>
          <w:rFonts w:ascii="Times New Roman" w:hAnsi="Times New Roman" w:cs="Times New Roman"/>
          <w:sz w:val="28"/>
          <w:szCs w:val="28"/>
        </w:rPr>
        <w:t>1.9. Раздел 3 изложить в новой редакции:</w:t>
      </w:r>
    </w:p>
    <w:p w14:paraId="12E8AB20" w14:textId="77777777" w:rsidR="009D0449" w:rsidRPr="00A4533A" w:rsidRDefault="009D0449" w:rsidP="005B11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4533A">
        <w:rPr>
          <w:rFonts w:ascii="Times New Roman" w:hAnsi="Times New Roman"/>
          <w:sz w:val="28"/>
          <w:szCs w:val="28"/>
        </w:rPr>
        <w:t>«3. Требования к отчетности</w:t>
      </w:r>
    </w:p>
    <w:p w14:paraId="02F995A3" w14:textId="77777777" w:rsidR="009D0449" w:rsidRPr="00A4533A" w:rsidRDefault="009D0449" w:rsidP="005B11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533A">
        <w:rPr>
          <w:rFonts w:ascii="Times New Roman" w:hAnsi="Times New Roman" w:cs="Times New Roman"/>
          <w:sz w:val="28"/>
          <w:szCs w:val="28"/>
        </w:rPr>
        <w:t xml:space="preserve">3.1. Отчетность о достижении результата и показателя предоставления субсидии, </w:t>
      </w:r>
      <w:r w:rsidRPr="00A4533A">
        <w:rPr>
          <w:rFonts w:ascii="Times New Roman" w:hAnsi="Times New Roman" w:cs="Times New Roman"/>
          <w:bCs/>
          <w:sz w:val="28"/>
          <w:szCs w:val="28"/>
        </w:rPr>
        <w:t xml:space="preserve">предоставляется Получателем не позднее 20 января года, следующего за годом, </w:t>
      </w:r>
      <w:r w:rsidRPr="00A4533A">
        <w:rPr>
          <w:rFonts w:ascii="Times New Roman" w:hAnsi="Times New Roman" w:cs="Times New Roman"/>
          <w:sz w:val="28"/>
          <w:szCs w:val="28"/>
        </w:rPr>
        <w:t>в котором была получена субсидия,</w:t>
      </w:r>
      <w:r w:rsidRPr="00A4533A">
        <w:rPr>
          <w:rFonts w:ascii="Times New Roman" w:hAnsi="Times New Roman" w:cs="Times New Roman"/>
          <w:bCs/>
          <w:sz w:val="28"/>
          <w:szCs w:val="28"/>
        </w:rPr>
        <w:t xml:space="preserve"> по форме, определенной типовой формой соглашения, установленной </w:t>
      </w:r>
      <w:r w:rsidRPr="00A4533A">
        <w:rPr>
          <w:rFonts w:ascii="Times New Roman" w:hAnsi="Times New Roman" w:cs="Times New Roman"/>
          <w:sz w:val="28"/>
          <w:szCs w:val="28"/>
          <w:lang w:eastAsia="en-US"/>
        </w:rPr>
        <w:t>финансовым управлением муниципального образования «Городской округ Ногликский»</w:t>
      </w:r>
      <w:r w:rsidRPr="00A4533A">
        <w:rPr>
          <w:rFonts w:ascii="Times New Roman" w:hAnsi="Times New Roman" w:cs="Times New Roman"/>
          <w:bCs/>
          <w:sz w:val="28"/>
          <w:szCs w:val="28"/>
        </w:rPr>
        <w:t>.</w:t>
      </w:r>
    </w:p>
    <w:p w14:paraId="3BEE4BBB" w14:textId="77777777" w:rsidR="009D0449" w:rsidRPr="00A4533A" w:rsidRDefault="009D0449" w:rsidP="005B117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533A">
        <w:rPr>
          <w:rFonts w:ascii="Times New Roman" w:hAnsi="Times New Roman" w:cs="Times New Roman"/>
          <w:sz w:val="28"/>
          <w:szCs w:val="28"/>
        </w:rPr>
        <w:t>3.2. Администрация вправе устанавливать в Соглашении сроки и формы представления Получателем дополнительной отчетности.».</w:t>
      </w:r>
    </w:p>
    <w:p w14:paraId="3FDC23A5" w14:textId="77777777" w:rsidR="009D0449" w:rsidRPr="00A4533A" w:rsidRDefault="009D0449" w:rsidP="005B117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533A">
        <w:rPr>
          <w:rFonts w:ascii="Times New Roman" w:hAnsi="Times New Roman" w:cs="Times New Roman"/>
          <w:sz w:val="28"/>
          <w:szCs w:val="28"/>
        </w:rPr>
        <w:lastRenderedPageBreak/>
        <w:t>1.10. В пункте 4.4 букву и цифры «п. 2.17» заменить буквой и цифрами «п. 2.14».</w:t>
      </w:r>
    </w:p>
    <w:p w14:paraId="7B505232" w14:textId="1762F3B2" w:rsidR="009D0449" w:rsidRPr="00A4533A" w:rsidRDefault="00041E4C" w:rsidP="005B117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1.11. Пункт</w:t>
      </w:r>
      <w:r w:rsidR="009D0449" w:rsidRPr="00A4533A">
        <w:rPr>
          <w:rFonts w:ascii="Times New Roman" w:hAnsi="Times New Roman" w:cs="Times New Roman"/>
          <w:sz w:val="28"/>
          <w:szCs w:val="28"/>
        </w:rPr>
        <w:t xml:space="preserve"> 5.3 раздела 5 исключить.</w:t>
      </w:r>
    </w:p>
    <w:p w14:paraId="536E3F86" w14:textId="77777777" w:rsidR="009D0449" w:rsidRPr="00A4533A" w:rsidRDefault="009D0449" w:rsidP="005B117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533A">
        <w:rPr>
          <w:rFonts w:ascii="Times New Roman" w:hAnsi="Times New Roman" w:cs="Times New Roman"/>
          <w:sz w:val="28"/>
          <w:szCs w:val="28"/>
        </w:rPr>
        <w:t>1.12. Приложение 2 изложить в новой редакции (прилагается).</w:t>
      </w:r>
    </w:p>
    <w:p w14:paraId="4787DF28" w14:textId="77777777" w:rsidR="009D0449" w:rsidRPr="00A4533A" w:rsidRDefault="009D0449" w:rsidP="005B117B">
      <w:pPr>
        <w:tabs>
          <w:tab w:val="left" w:pos="0"/>
        </w:tabs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  <w:r w:rsidRPr="00A4533A">
        <w:rPr>
          <w:rFonts w:ascii="Times New Roman" w:hAnsi="Times New Roman"/>
          <w:sz w:val="28"/>
          <w:szCs w:val="28"/>
        </w:rPr>
        <w:t>2.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2AFC0E78" w14:textId="01D91701" w:rsidR="008629FA" w:rsidRDefault="009D0449" w:rsidP="005B1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533A">
        <w:rPr>
          <w:rFonts w:ascii="Times New Roman" w:hAnsi="Times New Roman"/>
          <w:sz w:val="28"/>
          <w:szCs w:val="28"/>
        </w:rPr>
        <w:t>3. Контроль за исполнением настоящего постановления оставляю за собой.</w:t>
      </w:r>
      <w:bookmarkStart w:id="0" w:name="_GoBack"/>
      <w:bookmarkEnd w:id="0"/>
    </w:p>
    <w:p w14:paraId="06520056" w14:textId="77777777" w:rsidR="005B117B" w:rsidRPr="00D12794" w:rsidRDefault="005B117B" w:rsidP="005B11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AFC0E79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AFC0E7F" w14:textId="1AF0FCF3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041E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1609F9">
      <w:headerReference w:type="default" r:id="rId7"/>
      <w:pgSz w:w="11906" w:h="16838"/>
      <w:pgMar w:top="709" w:right="851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FC0E84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2AFC0E85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FC0E82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2AFC0E83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1655897"/>
      <w:docPartObj>
        <w:docPartGallery w:val="Page Numbers (Top of Page)"/>
        <w:docPartUnique/>
      </w:docPartObj>
    </w:sdtPr>
    <w:sdtEndPr/>
    <w:sdtContent>
      <w:p w14:paraId="72D95BF6" w14:textId="691F9A3D" w:rsidR="005B117B" w:rsidRDefault="005B117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32C8">
          <w:rPr>
            <w:noProof/>
          </w:rPr>
          <w:t>3</w:t>
        </w:r>
        <w:r>
          <w:fldChar w:fldCharType="end"/>
        </w:r>
      </w:p>
    </w:sdtContent>
  </w:sdt>
  <w:p w14:paraId="08A3D504" w14:textId="77777777" w:rsidR="005B117B" w:rsidRDefault="005B117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41E4C"/>
    <w:rsid w:val="00053BD0"/>
    <w:rsid w:val="000D56EB"/>
    <w:rsid w:val="001609F9"/>
    <w:rsid w:val="0017759C"/>
    <w:rsid w:val="00185FEC"/>
    <w:rsid w:val="001E1F9F"/>
    <w:rsid w:val="002003DC"/>
    <w:rsid w:val="00227CDB"/>
    <w:rsid w:val="00244650"/>
    <w:rsid w:val="0033636C"/>
    <w:rsid w:val="003657BC"/>
    <w:rsid w:val="003E4257"/>
    <w:rsid w:val="00520CBF"/>
    <w:rsid w:val="005B117B"/>
    <w:rsid w:val="005B69CB"/>
    <w:rsid w:val="005C0CF4"/>
    <w:rsid w:val="007A4EED"/>
    <w:rsid w:val="008629FA"/>
    <w:rsid w:val="009476FE"/>
    <w:rsid w:val="00987DB5"/>
    <w:rsid w:val="009D0449"/>
    <w:rsid w:val="009D5DB8"/>
    <w:rsid w:val="00AC72C8"/>
    <w:rsid w:val="00B0539D"/>
    <w:rsid w:val="00B10ED9"/>
    <w:rsid w:val="00B25688"/>
    <w:rsid w:val="00C02849"/>
    <w:rsid w:val="00C618DE"/>
    <w:rsid w:val="00D12794"/>
    <w:rsid w:val="00D67BD8"/>
    <w:rsid w:val="00D832C8"/>
    <w:rsid w:val="00DF7897"/>
    <w:rsid w:val="00E37B8A"/>
    <w:rsid w:val="00E609BC"/>
    <w:rsid w:val="00FF7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C0E65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rsid w:val="009D0449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8">
    <w:name w:val="Balloon Text"/>
    <w:basedOn w:val="a"/>
    <w:link w:val="a9"/>
    <w:uiPriority w:val="99"/>
    <w:semiHidden/>
    <w:unhideWhenUsed/>
    <w:rsid w:val="00D832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832C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E62044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E62044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F735B"/>
    <w:rsid w:val="00E62044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3</Pages>
  <Words>1063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2</cp:revision>
  <cp:lastPrinted>2021-08-23T23:05:00Z</cp:lastPrinted>
  <dcterms:created xsi:type="dcterms:W3CDTF">2021-08-23T23:05:00Z</dcterms:created>
  <dcterms:modified xsi:type="dcterms:W3CDTF">2021-08-23T23:05:00Z</dcterms:modified>
</cp:coreProperties>
</file>