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79DE973E" w14:textId="77777777" w:rsidTr="00987DB5">
        <w:tc>
          <w:tcPr>
            <w:tcW w:w="9498" w:type="dxa"/>
          </w:tcPr>
          <w:p w14:paraId="79DE973A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9DE9755" wp14:editId="79DE9756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9DE973B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79DE973C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79DE973D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79DE973F" w14:textId="66D10738" w:rsidR="0033636C" w:rsidRPr="00BA4962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BA4962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787595">
            <w:rPr>
              <w:rFonts w:ascii="Times New Roman" w:hAnsi="Times New Roman"/>
              <w:sz w:val="28"/>
              <w:szCs w:val="28"/>
            </w:rPr>
            <w:t>25 августа 2021 года</w:t>
          </w:r>
        </w:sdtContent>
      </w:sdt>
      <w:r w:rsidRPr="00BA4962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787595" w:rsidRPr="00787595">
            <w:rPr>
              <w:rFonts w:ascii="Times New Roman" w:hAnsi="Times New Roman"/>
              <w:sz w:val="28"/>
              <w:szCs w:val="28"/>
            </w:rPr>
            <w:t>473</w:t>
          </w:r>
        </w:sdtContent>
      </w:sdt>
    </w:p>
    <w:p w14:paraId="79DE9740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6ABF57ED" w14:textId="57CBB504" w:rsidR="00661A44" w:rsidRDefault="0033636C" w:rsidP="00BA496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61A44">
        <w:rPr>
          <w:rFonts w:ascii="Times New Roman" w:hAnsi="Times New Roman"/>
          <w:b/>
          <w:bCs/>
          <w:sz w:val="28"/>
          <w:szCs w:val="28"/>
        </w:rPr>
        <w:t>О внесени</w:t>
      </w:r>
      <w:r w:rsidR="00BA70F0">
        <w:rPr>
          <w:rFonts w:ascii="Times New Roman" w:hAnsi="Times New Roman"/>
          <w:b/>
          <w:bCs/>
          <w:sz w:val="28"/>
          <w:szCs w:val="28"/>
        </w:rPr>
        <w:t>и</w:t>
      </w:r>
      <w:r w:rsidRPr="00661A44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61A44" w:rsidRPr="00661A44">
        <w:rPr>
          <w:rFonts w:ascii="Times New Roman" w:hAnsi="Times New Roman"/>
          <w:b/>
          <w:bCs/>
          <w:sz w:val="28"/>
          <w:szCs w:val="28"/>
        </w:rPr>
        <w:t>из</w:t>
      </w:r>
      <w:r w:rsidRPr="00661A44">
        <w:rPr>
          <w:rFonts w:ascii="Times New Roman" w:hAnsi="Times New Roman"/>
          <w:b/>
          <w:bCs/>
          <w:sz w:val="28"/>
          <w:szCs w:val="28"/>
        </w:rPr>
        <w:t>ме</w:t>
      </w:r>
      <w:r w:rsidR="00BA4962">
        <w:rPr>
          <w:rFonts w:ascii="Times New Roman" w:hAnsi="Times New Roman"/>
          <w:b/>
          <w:bCs/>
          <w:sz w:val="28"/>
          <w:szCs w:val="28"/>
        </w:rPr>
        <w:t>нений в муниципальную программу</w:t>
      </w:r>
    </w:p>
    <w:p w14:paraId="5E8DFD67" w14:textId="207A545B" w:rsidR="00661A44" w:rsidRDefault="0033636C" w:rsidP="00BA496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61A44">
        <w:rPr>
          <w:rFonts w:ascii="Times New Roman" w:hAnsi="Times New Roman"/>
          <w:b/>
          <w:bCs/>
          <w:sz w:val="28"/>
          <w:szCs w:val="28"/>
        </w:rPr>
        <w:t xml:space="preserve">«Доступная среда в муниципальном образовании </w:t>
      </w:r>
      <w:r w:rsidR="00787595">
        <w:rPr>
          <w:rFonts w:ascii="Times New Roman" w:hAnsi="Times New Roman"/>
          <w:b/>
          <w:bCs/>
          <w:sz w:val="28"/>
          <w:szCs w:val="28"/>
        </w:rPr>
        <w:br/>
      </w:r>
      <w:r w:rsidRPr="00661A44">
        <w:rPr>
          <w:rFonts w:ascii="Times New Roman" w:hAnsi="Times New Roman"/>
          <w:b/>
          <w:bCs/>
          <w:sz w:val="28"/>
          <w:szCs w:val="28"/>
        </w:rPr>
        <w:t>«Городской округ Ногликский», утвержденную</w:t>
      </w:r>
      <w:r w:rsidR="00787595">
        <w:rPr>
          <w:rFonts w:ascii="Times New Roman" w:hAnsi="Times New Roman"/>
          <w:b/>
          <w:bCs/>
          <w:sz w:val="28"/>
          <w:szCs w:val="28"/>
        </w:rPr>
        <w:br/>
      </w:r>
      <w:r w:rsidRPr="00661A44">
        <w:rPr>
          <w:rFonts w:ascii="Times New Roman" w:hAnsi="Times New Roman"/>
          <w:b/>
          <w:bCs/>
          <w:sz w:val="28"/>
          <w:szCs w:val="28"/>
        </w:rPr>
        <w:t>постановлением администрации муниципального образован</w:t>
      </w:r>
      <w:r w:rsidR="00BA4962">
        <w:rPr>
          <w:rFonts w:ascii="Times New Roman" w:hAnsi="Times New Roman"/>
          <w:b/>
          <w:bCs/>
          <w:sz w:val="28"/>
          <w:szCs w:val="28"/>
        </w:rPr>
        <w:t>ия «Городской округ Ногликский»</w:t>
      </w:r>
    </w:p>
    <w:p w14:paraId="79DE9741" w14:textId="63E0C292" w:rsidR="0033636C" w:rsidRPr="00661A44" w:rsidRDefault="001F5C3D" w:rsidP="00BA4962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от 09.07.2015 № 466</w:t>
      </w:r>
    </w:p>
    <w:p w14:paraId="79DE9749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4E50D7CC" w14:textId="6E395AE8" w:rsidR="00661A44" w:rsidRPr="00F73328" w:rsidRDefault="00661A44" w:rsidP="00BA4962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03694">
        <w:rPr>
          <w:rFonts w:ascii="Times New Roman" w:hAnsi="Times New Roman"/>
          <w:sz w:val="28"/>
          <w:szCs w:val="28"/>
        </w:rPr>
        <w:t>В целях приведения ресурсного обеспечения муниципальной программы «Доступная среда в муниципальном образовани</w:t>
      </w:r>
      <w:r w:rsidR="001F5C3D">
        <w:rPr>
          <w:rFonts w:ascii="Times New Roman" w:hAnsi="Times New Roman"/>
          <w:sz w:val="28"/>
          <w:szCs w:val="28"/>
        </w:rPr>
        <w:t xml:space="preserve">и «Городской округ Ногликский» </w:t>
      </w:r>
      <w:r w:rsidRPr="00603694">
        <w:rPr>
          <w:rFonts w:ascii="Times New Roman" w:hAnsi="Times New Roman"/>
          <w:sz w:val="28"/>
          <w:szCs w:val="28"/>
        </w:rPr>
        <w:t>в соответстви</w:t>
      </w:r>
      <w:r>
        <w:rPr>
          <w:rFonts w:ascii="Times New Roman" w:hAnsi="Times New Roman"/>
          <w:sz w:val="28"/>
          <w:szCs w:val="28"/>
        </w:rPr>
        <w:t>е</w:t>
      </w:r>
      <w:r w:rsidRPr="00603694">
        <w:rPr>
          <w:rFonts w:ascii="Times New Roman" w:hAnsi="Times New Roman"/>
          <w:sz w:val="28"/>
          <w:szCs w:val="28"/>
        </w:rPr>
        <w:t xml:space="preserve"> с </w:t>
      </w:r>
      <w:bookmarkStart w:id="0" w:name="_Hlk30407272"/>
      <w:r w:rsidRPr="00603694">
        <w:rPr>
          <w:rFonts w:ascii="Times New Roman" w:hAnsi="Times New Roman"/>
          <w:sz w:val="28"/>
          <w:szCs w:val="28"/>
        </w:rPr>
        <w:t>решени</w:t>
      </w:r>
      <w:r w:rsidR="00625AA7">
        <w:rPr>
          <w:rFonts w:ascii="Times New Roman" w:hAnsi="Times New Roman"/>
          <w:sz w:val="28"/>
          <w:szCs w:val="28"/>
        </w:rPr>
        <w:t>ем</w:t>
      </w:r>
      <w:r w:rsidR="001F5C3D">
        <w:rPr>
          <w:rFonts w:ascii="Times New Roman" w:hAnsi="Times New Roman"/>
          <w:sz w:val="28"/>
          <w:szCs w:val="28"/>
        </w:rPr>
        <w:t xml:space="preserve"> Собрания </w:t>
      </w:r>
      <w:r w:rsidRPr="00603694">
        <w:rPr>
          <w:rFonts w:ascii="Times New Roman" w:hAnsi="Times New Roman"/>
          <w:sz w:val="28"/>
          <w:szCs w:val="28"/>
        </w:rPr>
        <w:t>муниципального образовани</w:t>
      </w:r>
      <w:r w:rsidR="001F5C3D">
        <w:rPr>
          <w:rFonts w:ascii="Times New Roman" w:hAnsi="Times New Roman"/>
          <w:sz w:val="28"/>
          <w:szCs w:val="28"/>
        </w:rPr>
        <w:t xml:space="preserve">я «Городской округ Ногликский» </w:t>
      </w:r>
      <w:r w:rsidRPr="000950AF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25</w:t>
      </w:r>
      <w:r w:rsidR="00BA4962">
        <w:rPr>
          <w:rFonts w:ascii="Times New Roman" w:hAnsi="Times New Roman"/>
          <w:sz w:val="28"/>
          <w:szCs w:val="28"/>
        </w:rPr>
        <w:t xml:space="preserve"> июня </w:t>
      </w:r>
      <w:r w:rsidRPr="000950AF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1</w:t>
      </w:r>
      <w:r w:rsidRPr="000950AF">
        <w:rPr>
          <w:rFonts w:ascii="Times New Roman" w:hAnsi="Times New Roman"/>
          <w:sz w:val="28"/>
          <w:szCs w:val="28"/>
        </w:rPr>
        <w:t xml:space="preserve"> </w:t>
      </w:r>
      <w:r w:rsidR="00BA4962">
        <w:rPr>
          <w:rFonts w:ascii="Times New Roman" w:hAnsi="Times New Roman"/>
          <w:sz w:val="28"/>
          <w:szCs w:val="28"/>
        </w:rPr>
        <w:t xml:space="preserve">года </w:t>
      </w:r>
      <w:r w:rsidRPr="000950AF">
        <w:rPr>
          <w:rFonts w:ascii="Times New Roman" w:hAnsi="Times New Roman"/>
          <w:sz w:val="28"/>
          <w:szCs w:val="28"/>
        </w:rPr>
        <w:t>№ 1</w:t>
      </w:r>
      <w:r>
        <w:rPr>
          <w:rFonts w:ascii="Times New Roman" w:hAnsi="Times New Roman"/>
          <w:sz w:val="28"/>
          <w:szCs w:val="28"/>
        </w:rPr>
        <w:t>50</w:t>
      </w:r>
      <w:r w:rsidRPr="000950AF">
        <w:rPr>
          <w:rFonts w:ascii="Times New Roman" w:hAnsi="Times New Roman"/>
          <w:sz w:val="28"/>
          <w:szCs w:val="28"/>
        </w:rPr>
        <w:t xml:space="preserve"> </w:t>
      </w:r>
      <w:r w:rsidR="00BA4962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«</w:t>
      </w:r>
      <w:r w:rsidRPr="000950AF">
        <w:rPr>
          <w:rFonts w:ascii="Times New Roman" w:hAnsi="Times New Roman"/>
          <w:sz w:val="28"/>
          <w:szCs w:val="28"/>
        </w:rPr>
        <w:t>О внесении изменений в решение Собрания муниципального образования «Городской округ Ногликский» «О бюджете муниципального образования «Городской округ Ногликский» на 202</w:t>
      </w:r>
      <w:r>
        <w:rPr>
          <w:rFonts w:ascii="Times New Roman" w:hAnsi="Times New Roman"/>
          <w:sz w:val="28"/>
          <w:szCs w:val="28"/>
        </w:rPr>
        <w:t>1</w:t>
      </w:r>
      <w:r w:rsidRPr="000950AF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2</w:t>
      </w:r>
      <w:r w:rsidRPr="000950AF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3</w:t>
      </w:r>
      <w:r w:rsidRPr="000950AF">
        <w:rPr>
          <w:rFonts w:ascii="Times New Roman" w:hAnsi="Times New Roman"/>
          <w:sz w:val="28"/>
          <w:szCs w:val="28"/>
        </w:rPr>
        <w:t xml:space="preserve"> годов</w:t>
      </w:r>
      <w:bookmarkEnd w:id="0"/>
      <w:r>
        <w:rPr>
          <w:rFonts w:ascii="Times New Roman" w:hAnsi="Times New Roman"/>
          <w:sz w:val="28"/>
          <w:szCs w:val="28"/>
        </w:rPr>
        <w:t xml:space="preserve">», </w:t>
      </w:r>
      <w:r w:rsidRPr="00603694">
        <w:rPr>
          <w:rFonts w:ascii="Times New Roman" w:hAnsi="Times New Roman"/>
          <w:sz w:val="28"/>
          <w:szCs w:val="28"/>
        </w:rPr>
        <w:t>руководствуясь Порядком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утвержденным постановлением администрации муниципального образования «Городской округ Ноглик</w:t>
      </w:r>
      <w:r w:rsidRPr="00603694">
        <w:rPr>
          <w:rFonts w:ascii="Times New Roman" w:hAnsi="Times New Roman"/>
          <w:sz w:val="28"/>
          <w:szCs w:val="28"/>
        </w:rPr>
        <w:lastRenderedPageBreak/>
        <w:t xml:space="preserve">ский» от 28.04.2016 № 344,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="00BA4962" w:rsidRPr="00BA4962">
        <w:rPr>
          <w:rFonts w:ascii="Times New Roman" w:hAnsi="Times New Roman"/>
          <w:b/>
          <w:bCs/>
          <w:sz w:val="28"/>
          <w:szCs w:val="28"/>
        </w:rPr>
        <w:t>ПОСТАНОВЛЯЕТ:</w:t>
      </w:r>
    </w:p>
    <w:p w14:paraId="497EDB08" w14:textId="58616DA4" w:rsidR="003E3825" w:rsidRDefault="00661A44" w:rsidP="00BA49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03694">
        <w:rPr>
          <w:rFonts w:ascii="Times New Roman" w:hAnsi="Times New Roman"/>
          <w:sz w:val="28"/>
          <w:szCs w:val="28"/>
        </w:rPr>
        <w:t>1. Внести в муниципальную программу «Доступная среда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09.07.2015 № 466</w:t>
      </w:r>
      <w:r w:rsidR="00BA70F0">
        <w:rPr>
          <w:rFonts w:ascii="Times New Roman" w:hAnsi="Times New Roman"/>
          <w:sz w:val="28"/>
          <w:szCs w:val="28"/>
        </w:rPr>
        <w:t xml:space="preserve"> </w:t>
      </w:r>
      <w:r w:rsidR="001F5C3D">
        <w:rPr>
          <w:rFonts w:ascii="Times New Roman" w:hAnsi="Times New Roman"/>
          <w:sz w:val="28"/>
          <w:szCs w:val="28"/>
        </w:rPr>
        <w:t xml:space="preserve">«Об утверждении </w:t>
      </w:r>
      <w:r w:rsidR="00BA70F0" w:rsidRPr="00603694">
        <w:rPr>
          <w:rFonts w:ascii="Times New Roman" w:hAnsi="Times New Roman"/>
          <w:sz w:val="28"/>
          <w:szCs w:val="28"/>
        </w:rPr>
        <w:t>муниципальной программы «Доступная среда в муниципальном образовании «Городской округ Ногликский»</w:t>
      </w:r>
      <w:r w:rsidRPr="00603694">
        <w:rPr>
          <w:rFonts w:ascii="Times New Roman" w:hAnsi="Times New Roman"/>
          <w:sz w:val="28"/>
          <w:szCs w:val="28"/>
        </w:rPr>
        <w:t xml:space="preserve"> (в редакции от 11.09.2015 № 666, от 02.02.2016 № 107, </w:t>
      </w:r>
      <w:r w:rsidR="00787595">
        <w:rPr>
          <w:rFonts w:ascii="Times New Roman" w:hAnsi="Times New Roman"/>
          <w:sz w:val="28"/>
          <w:szCs w:val="28"/>
        </w:rPr>
        <w:br/>
      </w:r>
      <w:r w:rsidRPr="00603694">
        <w:rPr>
          <w:rFonts w:ascii="Times New Roman" w:hAnsi="Times New Roman"/>
          <w:sz w:val="28"/>
          <w:szCs w:val="28"/>
        </w:rPr>
        <w:t>от 25.05.2016 № 413, от 15.08.2016 № 628, от 07.02.2017 № 1</w:t>
      </w:r>
      <w:r w:rsidR="00BA4962">
        <w:rPr>
          <w:rFonts w:ascii="Times New Roman" w:hAnsi="Times New Roman"/>
          <w:sz w:val="28"/>
          <w:szCs w:val="28"/>
        </w:rPr>
        <w:t xml:space="preserve">10, от 23.03.2017 </w:t>
      </w:r>
      <w:r w:rsidR="00F7427C">
        <w:rPr>
          <w:rFonts w:ascii="Times New Roman" w:hAnsi="Times New Roman"/>
          <w:sz w:val="28"/>
          <w:szCs w:val="28"/>
        </w:rPr>
        <w:br/>
      </w:r>
      <w:r w:rsidR="00BA4962">
        <w:rPr>
          <w:rFonts w:ascii="Times New Roman" w:hAnsi="Times New Roman"/>
          <w:sz w:val="28"/>
          <w:szCs w:val="28"/>
        </w:rPr>
        <w:t>№ 197, от 30.05.</w:t>
      </w:r>
      <w:r w:rsidRPr="00603694">
        <w:rPr>
          <w:rFonts w:ascii="Times New Roman" w:hAnsi="Times New Roman"/>
          <w:sz w:val="28"/>
          <w:szCs w:val="28"/>
        </w:rPr>
        <w:t>2017 № 349, от 07.09.20</w:t>
      </w:r>
      <w:r w:rsidR="001F5C3D">
        <w:rPr>
          <w:rFonts w:ascii="Times New Roman" w:hAnsi="Times New Roman"/>
          <w:sz w:val="28"/>
          <w:szCs w:val="28"/>
        </w:rPr>
        <w:t xml:space="preserve">17 № 657, от 27.02.2018 № 203, </w:t>
      </w:r>
      <w:r w:rsidR="00F7427C">
        <w:rPr>
          <w:rFonts w:ascii="Times New Roman" w:hAnsi="Times New Roman"/>
          <w:sz w:val="28"/>
          <w:szCs w:val="28"/>
        </w:rPr>
        <w:br/>
      </w:r>
      <w:r w:rsidRPr="00603694">
        <w:rPr>
          <w:rFonts w:ascii="Times New Roman" w:hAnsi="Times New Roman"/>
          <w:sz w:val="28"/>
          <w:szCs w:val="28"/>
        </w:rPr>
        <w:t xml:space="preserve">от 14.11.2018 № 1099, от 19.03.2019 №170, от 05.09.2019 № 679, </w:t>
      </w:r>
      <w:r w:rsidR="00843BE7">
        <w:rPr>
          <w:rFonts w:ascii="Times New Roman" w:hAnsi="Times New Roman"/>
          <w:sz w:val="28"/>
          <w:szCs w:val="28"/>
        </w:rPr>
        <w:t xml:space="preserve">от </w:t>
      </w:r>
      <w:r w:rsidRPr="00603694">
        <w:rPr>
          <w:rFonts w:ascii="Times New Roman" w:hAnsi="Times New Roman"/>
          <w:sz w:val="28"/>
          <w:szCs w:val="28"/>
        </w:rPr>
        <w:t xml:space="preserve">15.10.2019 </w:t>
      </w:r>
      <w:r w:rsidR="00F7427C">
        <w:rPr>
          <w:rFonts w:ascii="Times New Roman" w:hAnsi="Times New Roman"/>
          <w:sz w:val="28"/>
          <w:szCs w:val="28"/>
        </w:rPr>
        <w:br/>
      </w:r>
      <w:r w:rsidRPr="00603694">
        <w:rPr>
          <w:rFonts w:ascii="Times New Roman" w:hAnsi="Times New Roman"/>
          <w:sz w:val="28"/>
          <w:szCs w:val="28"/>
        </w:rPr>
        <w:t>№ 763</w:t>
      </w:r>
      <w:r>
        <w:rPr>
          <w:rFonts w:ascii="Times New Roman" w:hAnsi="Times New Roman"/>
          <w:sz w:val="28"/>
          <w:szCs w:val="28"/>
        </w:rPr>
        <w:t xml:space="preserve">, от 11.02.2020 № 77, от 10.03.2020 № 107, от 14.10.2020 № 504, </w:t>
      </w:r>
      <w:r w:rsidR="00843BE7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10.02.2021 №</w:t>
      </w:r>
      <w:r w:rsidR="00625AA7">
        <w:rPr>
          <w:rFonts w:ascii="Times New Roman" w:hAnsi="Times New Roman"/>
          <w:sz w:val="28"/>
          <w:szCs w:val="28"/>
        </w:rPr>
        <w:t xml:space="preserve"> 62</w:t>
      </w:r>
      <w:r>
        <w:rPr>
          <w:rFonts w:ascii="Times New Roman" w:hAnsi="Times New Roman"/>
          <w:sz w:val="28"/>
          <w:szCs w:val="28"/>
        </w:rPr>
        <w:t>)</w:t>
      </w:r>
      <w:r w:rsidR="007531BB">
        <w:rPr>
          <w:rFonts w:ascii="Times New Roman" w:hAnsi="Times New Roman"/>
          <w:sz w:val="28"/>
          <w:szCs w:val="28"/>
        </w:rPr>
        <w:t xml:space="preserve"> </w:t>
      </w:r>
      <w:r w:rsidRPr="00603694">
        <w:rPr>
          <w:rFonts w:ascii="Times New Roman" w:hAnsi="Times New Roman"/>
          <w:sz w:val="28"/>
          <w:szCs w:val="28"/>
        </w:rPr>
        <w:t>(далее – Программа</w:t>
      </w:r>
      <w:r>
        <w:rPr>
          <w:rFonts w:ascii="Times New Roman" w:hAnsi="Times New Roman"/>
          <w:sz w:val="28"/>
          <w:szCs w:val="28"/>
        </w:rPr>
        <w:t>)</w:t>
      </w:r>
      <w:r w:rsidR="003E3825">
        <w:rPr>
          <w:rFonts w:ascii="Times New Roman" w:hAnsi="Times New Roman"/>
          <w:sz w:val="28"/>
          <w:szCs w:val="28"/>
        </w:rPr>
        <w:t xml:space="preserve"> следующие изменения:</w:t>
      </w:r>
    </w:p>
    <w:p w14:paraId="029F57D9" w14:textId="77777777" w:rsidR="00661A44" w:rsidRPr="007C7FA5" w:rsidRDefault="00661A44" w:rsidP="00BA4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7FA5">
        <w:rPr>
          <w:rFonts w:ascii="Times New Roman" w:eastAsia="Times New Roman" w:hAnsi="Times New Roman"/>
          <w:sz w:val="28"/>
          <w:szCs w:val="28"/>
          <w:lang w:eastAsia="ru-RU"/>
        </w:rPr>
        <w:t>1.1. Раздел «Объемы и источники финансирования программы» Паспорта муниципальной программы «Доступная среда в муниципальном образовании «Городской округ Ногликский» изложить в новой редакции:</w:t>
      </w:r>
    </w:p>
    <w:tbl>
      <w:tblPr>
        <w:tblW w:w="9876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4"/>
        <w:gridCol w:w="2283"/>
        <w:gridCol w:w="7073"/>
        <w:gridCol w:w="236"/>
      </w:tblGrid>
      <w:tr w:rsidR="00661A44" w:rsidRPr="007C7FA5" w14:paraId="3975EE61" w14:textId="77777777" w:rsidTr="00BA4962">
        <w:tc>
          <w:tcPr>
            <w:tcW w:w="284" w:type="dxa"/>
            <w:tcBorders>
              <w:top w:val="nil"/>
              <w:left w:val="nil"/>
              <w:bottom w:val="nil"/>
            </w:tcBorders>
          </w:tcPr>
          <w:p w14:paraId="35F9D15C" w14:textId="77777777" w:rsidR="00661A44" w:rsidRPr="007C7FA5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283" w:type="dxa"/>
          </w:tcPr>
          <w:p w14:paraId="4BE192BC" w14:textId="77777777" w:rsidR="00661A44" w:rsidRPr="007C7FA5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7F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программы</w:t>
            </w:r>
          </w:p>
        </w:tc>
        <w:tc>
          <w:tcPr>
            <w:tcW w:w="7073" w:type="dxa"/>
          </w:tcPr>
          <w:p w14:paraId="27C71EC0" w14:textId="70E2DD03" w:rsidR="00661A44" w:rsidRPr="007C7FA5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7F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Программа финансируется из средств областного и местного бюджетов. Общий объем средств, направляемых на реализацию Программы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7C7F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составляет </w:t>
            </w:r>
          </w:p>
          <w:p w14:paraId="1CF3672C" w14:textId="32939364" w:rsidR="00661A44" w:rsidRPr="00574E5E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  <w:r w:rsidR="00625A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6</w:t>
            </w:r>
            <w:r w:rsidR="003937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 573,7</w:t>
            </w:r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руб., из них:</w:t>
            </w:r>
          </w:p>
          <w:p w14:paraId="40C9B809" w14:textId="1C4CAADD" w:rsidR="00661A44" w:rsidRPr="00574E5E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местный бюджет-</w:t>
            </w:r>
            <w:r w:rsidR="00625A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8</w:t>
            </w:r>
            <w:r w:rsidR="001F5C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3937F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549,8</w:t>
            </w:r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тыс. руб.</w:t>
            </w:r>
          </w:p>
          <w:p w14:paraId="15A5FBD3" w14:textId="52DEDA61" w:rsidR="00661A44" w:rsidRPr="00574E5E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областной бюджет – 8</w:t>
            </w:r>
            <w:r w:rsidR="001F5C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023,9 тыс. руб.</w:t>
            </w:r>
          </w:p>
          <w:p w14:paraId="1BBA9D3B" w14:textId="4A45A451" w:rsidR="00661A44" w:rsidRPr="00574E5E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 по годам:</w:t>
            </w:r>
          </w:p>
          <w:p w14:paraId="612E9029" w14:textId="187AB5F7" w:rsidR="00661A44" w:rsidRPr="00574E5E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2015 – 2</w:t>
            </w:r>
            <w:r w:rsidR="001F5C3D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168, 8 тыс. руб.</w:t>
            </w:r>
          </w:p>
          <w:p w14:paraId="525D69C8" w14:textId="77777777" w:rsidR="00661A44" w:rsidRPr="00574E5E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В том числе: </w:t>
            </w:r>
          </w:p>
          <w:p w14:paraId="64B00548" w14:textId="77777777" w:rsidR="00661A44" w:rsidRPr="00574E5E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местный бюджет- 272,1 тыс. руб.</w:t>
            </w:r>
          </w:p>
          <w:p w14:paraId="4FC77D03" w14:textId="6D956B05" w:rsidR="00661A44" w:rsidRPr="00574E5E" w:rsidRDefault="00BA4962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областной бюджет – 1896,7 </w:t>
            </w:r>
            <w:r w:rsidR="00661A44"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руб.</w:t>
            </w:r>
          </w:p>
          <w:p w14:paraId="3313BE79" w14:textId="77777777" w:rsidR="00661A44" w:rsidRPr="00574E5E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2016 – 3460,2 тыс. руб.</w:t>
            </w:r>
          </w:p>
          <w:p w14:paraId="177EEE64" w14:textId="284C9B08" w:rsidR="00661A44" w:rsidRPr="00574E5E" w:rsidRDefault="00BA4962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числе:</w:t>
            </w:r>
          </w:p>
          <w:p w14:paraId="7B8C4246" w14:textId="5EAF9EAE" w:rsidR="00661A44" w:rsidRPr="00574E5E" w:rsidRDefault="00BA4962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местный бюджет- 748,5 тыс. руб.</w:t>
            </w:r>
          </w:p>
          <w:p w14:paraId="4ED7705D" w14:textId="77777777" w:rsidR="00661A44" w:rsidRPr="00574E5E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областной бюджет – 2711,7 тыс. руб.</w:t>
            </w:r>
          </w:p>
          <w:p w14:paraId="39FE8038" w14:textId="77777777" w:rsidR="00661A44" w:rsidRPr="00574E5E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2017 – 2530,2 тыс. руб.</w:t>
            </w:r>
          </w:p>
          <w:p w14:paraId="7389B56A" w14:textId="5517E825" w:rsidR="00661A44" w:rsidRPr="00574E5E" w:rsidRDefault="00BA4962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числе:</w:t>
            </w:r>
          </w:p>
          <w:p w14:paraId="050191E2" w14:textId="77777777" w:rsidR="00661A44" w:rsidRPr="00574E5E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lastRenderedPageBreak/>
              <w:t>местный бюджет- 937,3 тыс. руб.</w:t>
            </w:r>
          </w:p>
          <w:p w14:paraId="28462DA5" w14:textId="77777777" w:rsidR="00661A44" w:rsidRPr="00574E5E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областной бюджет – 1592,9 тыс. руб.</w:t>
            </w:r>
          </w:p>
          <w:p w14:paraId="2751E2AB" w14:textId="77777777" w:rsidR="00661A44" w:rsidRPr="00574E5E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2018 – 1123,6 тыс. руб.</w:t>
            </w:r>
          </w:p>
          <w:p w14:paraId="0B7177CA" w14:textId="77777777" w:rsidR="00661A44" w:rsidRPr="00574E5E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числе:</w:t>
            </w:r>
          </w:p>
          <w:p w14:paraId="1B0D46AB" w14:textId="77777777" w:rsidR="00661A44" w:rsidRPr="00574E5E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местный бюджет – 363,9 тыс. руб.</w:t>
            </w:r>
          </w:p>
          <w:p w14:paraId="675CD021" w14:textId="77777777" w:rsidR="00661A44" w:rsidRPr="00574E5E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областной бюджет – 759,7 тыс. руб.</w:t>
            </w:r>
          </w:p>
          <w:p w14:paraId="6EA9832A" w14:textId="77777777" w:rsidR="00661A44" w:rsidRPr="00574E5E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2019 – 1368,6 тыс. руб.</w:t>
            </w:r>
          </w:p>
          <w:p w14:paraId="7819C1CA" w14:textId="77777777" w:rsidR="00661A44" w:rsidRPr="00574E5E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числе:</w:t>
            </w:r>
          </w:p>
          <w:p w14:paraId="0F2C5301" w14:textId="23F8ED66" w:rsidR="00661A44" w:rsidRPr="00574E5E" w:rsidRDefault="00BA4962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местный бюджет –807,0 тыс. руб.</w:t>
            </w:r>
          </w:p>
          <w:p w14:paraId="32790124" w14:textId="77777777" w:rsidR="00661A44" w:rsidRPr="00574E5E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областной бюджет – 561,6 тыс. руб.</w:t>
            </w:r>
          </w:p>
          <w:p w14:paraId="672D8942" w14:textId="624D95B1" w:rsidR="00661A44" w:rsidRPr="00574E5E" w:rsidRDefault="00BA4962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2020 – 1128,4 тыс. руб.</w:t>
            </w:r>
          </w:p>
          <w:p w14:paraId="58F7983E" w14:textId="3369B18B" w:rsidR="00661A44" w:rsidRPr="00574E5E" w:rsidRDefault="00BA4962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числе:</w:t>
            </w:r>
          </w:p>
          <w:p w14:paraId="2D98789D" w14:textId="77777777" w:rsidR="00661A44" w:rsidRPr="00574E5E" w:rsidRDefault="00661A44" w:rsidP="00711C3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местный бюджет – 1128,4 тыс. руб.</w:t>
            </w:r>
          </w:p>
          <w:p w14:paraId="4D57DCB3" w14:textId="7C602343" w:rsidR="00661A44" w:rsidRPr="00574E5E" w:rsidRDefault="00661A44" w:rsidP="00711C3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областной бюджет –</w:t>
            </w:r>
            <w:r w:rsidR="00625A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0,0 </w:t>
            </w:r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руб.</w:t>
            </w:r>
          </w:p>
          <w:p w14:paraId="3EBAABAC" w14:textId="03D34651" w:rsidR="00661A44" w:rsidRPr="00574E5E" w:rsidRDefault="00661A44" w:rsidP="00711C3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bookmarkStart w:id="1" w:name="_Hlk79069348"/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2021 –</w:t>
            </w:r>
            <w:r w:rsidR="00625A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2361</w:t>
            </w:r>
            <w:r w:rsidR="00625AA7"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,</w:t>
            </w:r>
            <w:r w:rsidR="00625A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="00625AA7"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руб.</w:t>
            </w:r>
          </w:p>
          <w:p w14:paraId="1A58CDDD" w14:textId="77777777" w:rsidR="00661A44" w:rsidRPr="00574E5E" w:rsidRDefault="00661A44" w:rsidP="00711C3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числе:</w:t>
            </w:r>
          </w:p>
          <w:p w14:paraId="5BDE4BBC" w14:textId="435AE003" w:rsidR="00661A44" w:rsidRPr="00574E5E" w:rsidRDefault="00661A44" w:rsidP="00711C3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местный бюджет –</w:t>
            </w:r>
            <w:r w:rsidR="00625A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</w:t>
            </w:r>
            <w:r w:rsidR="00625AA7"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</w:t>
            </w:r>
            <w:r w:rsidR="00625A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94</w:t>
            </w:r>
            <w:r w:rsidR="00625AA7"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,1 </w:t>
            </w:r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руб.</w:t>
            </w:r>
          </w:p>
          <w:p w14:paraId="7A0C4AD4" w14:textId="7B1FBC6C" w:rsidR="00661A44" w:rsidRPr="00574E5E" w:rsidRDefault="00661A44" w:rsidP="00711C3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областной бюджет –</w:t>
            </w:r>
            <w:r w:rsidR="00625AA7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167,1 </w:t>
            </w:r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тыс. руб.</w:t>
            </w:r>
          </w:p>
          <w:bookmarkEnd w:id="1"/>
          <w:p w14:paraId="449F978F" w14:textId="77777777" w:rsidR="00661A44" w:rsidRPr="00574E5E" w:rsidRDefault="00661A44" w:rsidP="00711C3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2022 – 570,9 тыс. руб.</w:t>
            </w:r>
          </w:p>
          <w:p w14:paraId="39861C32" w14:textId="77777777" w:rsidR="00661A44" w:rsidRPr="00574E5E" w:rsidRDefault="00661A44" w:rsidP="00711C3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числе:</w:t>
            </w:r>
          </w:p>
          <w:p w14:paraId="68F47C6F" w14:textId="48675827" w:rsidR="00661A44" w:rsidRPr="00574E5E" w:rsidRDefault="00661A44" w:rsidP="00711C3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</w:t>
            </w:r>
            <w:r w:rsidR="00BA496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естный бюджет – 403,8 тыс. руб.</w:t>
            </w:r>
          </w:p>
          <w:p w14:paraId="0656991A" w14:textId="77777777" w:rsidR="00661A44" w:rsidRPr="00574E5E" w:rsidRDefault="00661A44" w:rsidP="00711C3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областной бюджет – 167,1 тыс. руб.</w:t>
            </w:r>
          </w:p>
          <w:p w14:paraId="433C27B4" w14:textId="77777777" w:rsidR="00661A44" w:rsidRPr="00574E5E" w:rsidRDefault="00661A44" w:rsidP="00711C3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2023 – 590,6 тыс. руб.</w:t>
            </w:r>
          </w:p>
          <w:p w14:paraId="75CBF323" w14:textId="77777777" w:rsidR="00661A44" w:rsidRPr="00574E5E" w:rsidRDefault="00661A44" w:rsidP="00711C3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числе:</w:t>
            </w:r>
          </w:p>
          <w:p w14:paraId="2C3B823F" w14:textId="77777777" w:rsidR="00661A44" w:rsidRPr="00574E5E" w:rsidRDefault="00661A44" w:rsidP="00711C3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местный бюджет – 423,5 тыс. руб.</w:t>
            </w:r>
          </w:p>
          <w:p w14:paraId="02008089" w14:textId="77C1301F" w:rsidR="00661A44" w:rsidRPr="00574E5E" w:rsidRDefault="00BA4962" w:rsidP="00711C3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областной бюджет – </w:t>
            </w:r>
            <w:r w:rsidR="00661A44"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167,1 тыс. руб.</w:t>
            </w:r>
          </w:p>
          <w:p w14:paraId="684FAC7B" w14:textId="77777777" w:rsidR="00661A44" w:rsidRPr="00574E5E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2024 – 627,3 тыс. руб.</w:t>
            </w:r>
          </w:p>
          <w:p w14:paraId="5398EB0A" w14:textId="77777777" w:rsidR="00661A44" w:rsidRPr="00574E5E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числе:</w:t>
            </w:r>
          </w:p>
          <w:p w14:paraId="2C7DAEE2" w14:textId="0435DE3A" w:rsidR="00661A44" w:rsidRPr="00574E5E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</w:t>
            </w:r>
            <w:r w:rsidR="00BA4962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естный бюджет – 627,3 тыс. руб.</w:t>
            </w:r>
          </w:p>
          <w:p w14:paraId="6CAADC2E" w14:textId="77777777" w:rsidR="00661A44" w:rsidRPr="00574E5E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областной бюджет – 0,0 тыс. руб.</w:t>
            </w:r>
          </w:p>
          <w:p w14:paraId="71CDC6DF" w14:textId="77777777" w:rsidR="00661A44" w:rsidRPr="00574E5E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2025 – 643,9 тыс. руб.</w:t>
            </w:r>
          </w:p>
          <w:p w14:paraId="7E534415" w14:textId="77777777" w:rsidR="00661A44" w:rsidRPr="00574E5E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В том числе:</w:t>
            </w:r>
          </w:p>
          <w:p w14:paraId="5B67C932" w14:textId="77777777" w:rsidR="00661A44" w:rsidRPr="00574E5E" w:rsidRDefault="00661A44" w:rsidP="00711C34">
            <w:pPr>
              <w:tabs>
                <w:tab w:val="left" w:pos="411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местный бюджет – 643,9 тыс. руб.</w:t>
            </w:r>
          </w:p>
          <w:p w14:paraId="379E6ED6" w14:textId="77777777" w:rsidR="00661A44" w:rsidRPr="007C7FA5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74E5E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областной бюджет – 0,0 тыс. руб.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14:paraId="540EE241" w14:textId="77777777" w:rsidR="00661A4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0AC1A3" w14:textId="77777777" w:rsidR="00661A4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B364E0" w14:textId="77777777" w:rsidR="00661A4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31DD56" w14:textId="77777777" w:rsidR="00661A4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04FEA9" w14:textId="77777777" w:rsidR="00661A4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AA921A" w14:textId="77777777" w:rsidR="00661A4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B3E143" w14:textId="77777777" w:rsidR="00661A4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D59DCF" w14:textId="77777777" w:rsidR="00661A4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13D934" w14:textId="77777777" w:rsidR="00661A4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8072E9" w14:textId="77777777" w:rsidR="00661A4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C53860" w14:textId="77777777" w:rsidR="00661A4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108BA7" w14:textId="77777777" w:rsidR="00661A4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CA31CE" w14:textId="77777777" w:rsidR="00661A4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E55EC9" w14:textId="77777777" w:rsidR="00661A4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7232A4" w14:textId="77777777" w:rsidR="00661A4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0D8D74" w14:textId="77777777" w:rsidR="00661A4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F866BE" w14:textId="77777777" w:rsidR="00661A4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8A6B6E" w14:textId="77777777" w:rsidR="00661A4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7481DB8" w14:textId="77777777" w:rsidR="00661A4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A915FB" w14:textId="77777777" w:rsidR="00661A4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BCF4A9" w14:textId="77777777" w:rsidR="00661A4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02ACE5" w14:textId="77777777" w:rsidR="00661A4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AF9B32" w14:textId="77777777" w:rsidR="00661A4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E18403" w14:textId="77777777" w:rsidR="00661A4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923F6E" w14:textId="77777777" w:rsidR="00661A4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983EB8" w14:textId="77777777" w:rsidR="00661A4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AAF7EE" w14:textId="77777777" w:rsidR="00661A4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F62C32" w14:textId="77777777" w:rsidR="00661A4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0A3F9F" w14:textId="77777777" w:rsidR="00661A4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379F37" w14:textId="77777777" w:rsidR="00661A4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E3BC65" w14:textId="77777777" w:rsidR="00661A4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BF7077" w14:textId="77777777" w:rsidR="00661A4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4A7626" w14:textId="77777777" w:rsidR="00661A4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A35F61" w14:textId="77777777" w:rsidR="00661A4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8EE254" w14:textId="77777777" w:rsidR="00661A4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8DA568" w14:textId="77777777" w:rsidR="00661A4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0F480B" w14:textId="77777777" w:rsidR="00661A4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4BAFDA" w14:textId="77777777" w:rsidR="00661A4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A62093" w14:textId="77777777" w:rsidR="00661A4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3C9432" w14:textId="77777777" w:rsidR="00661A4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50E387A" w14:textId="77777777" w:rsidR="00661A4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9972E5" w14:textId="77777777" w:rsidR="00661A4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D9751D" w14:textId="77777777" w:rsidR="00661A4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6E9CAD" w14:textId="77777777" w:rsidR="00661A44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6313B8" w14:textId="16E0CB45" w:rsidR="00405E1E" w:rsidRDefault="00405E1E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911509" w14:textId="77777777" w:rsidR="00405E1E" w:rsidRDefault="00405E1E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957804" w14:textId="77777777" w:rsidR="00405E1E" w:rsidRDefault="00405E1E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7D42BC" w14:textId="77777777" w:rsidR="00661A44" w:rsidRPr="007C7FA5" w:rsidRDefault="00661A44" w:rsidP="00711C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7C46CF09" w14:textId="0AE11BA3" w:rsidR="00661A44" w:rsidRPr="00625AA7" w:rsidRDefault="00661A44" w:rsidP="00661A4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5AA7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1.2. Раздел 6 «Ресурсное обеспечение муниципальной програ</w:t>
      </w:r>
      <w:r w:rsidR="00BA4962">
        <w:rPr>
          <w:rFonts w:ascii="Times New Roman" w:eastAsia="Times New Roman" w:hAnsi="Times New Roman"/>
          <w:sz w:val="26"/>
          <w:szCs w:val="26"/>
          <w:lang w:eastAsia="ru-RU"/>
        </w:rPr>
        <w:t>ммы» изложить в новой редакции:</w:t>
      </w:r>
    </w:p>
    <w:p w14:paraId="69198210" w14:textId="740D5DF8" w:rsidR="00BA4962" w:rsidRDefault="00661A44" w:rsidP="00BA4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5AA7">
        <w:rPr>
          <w:rFonts w:ascii="Times New Roman" w:eastAsia="Times New Roman" w:hAnsi="Times New Roman"/>
          <w:sz w:val="26"/>
          <w:szCs w:val="26"/>
          <w:lang w:eastAsia="ru-RU"/>
        </w:rPr>
        <w:t>«6. Ресурсное обес</w:t>
      </w:r>
      <w:r w:rsidR="00F7427C">
        <w:rPr>
          <w:rFonts w:ascii="Times New Roman" w:eastAsia="Times New Roman" w:hAnsi="Times New Roman"/>
          <w:sz w:val="26"/>
          <w:szCs w:val="26"/>
          <w:lang w:eastAsia="ru-RU"/>
        </w:rPr>
        <w:t>печение муниципальной программы</w:t>
      </w:r>
    </w:p>
    <w:p w14:paraId="72FFF7E0" w14:textId="129F9B39" w:rsidR="00625AA7" w:rsidRPr="00625AA7" w:rsidRDefault="00661A44" w:rsidP="00BA4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5AA7">
        <w:rPr>
          <w:rFonts w:ascii="Times New Roman" w:eastAsia="Times New Roman" w:hAnsi="Times New Roman"/>
          <w:sz w:val="26"/>
          <w:szCs w:val="26"/>
          <w:lang w:eastAsia="ru-RU"/>
        </w:rPr>
        <w:t xml:space="preserve">Для реализации мероприятий Программы необходимо предусмотреть финансирование в размере </w:t>
      </w:r>
      <w:r w:rsidR="003937FE">
        <w:rPr>
          <w:rFonts w:ascii="Times New Roman" w:eastAsia="Times New Roman" w:hAnsi="Times New Roman"/>
          <w:sz w:val="26"/>
          <w:szCs w:val="26"/>
          <w:lang w:eastAsia="ru-RU"/>
        </w:rPr>
        <w:t>16 573,7</w:t>
      </w:r>
      <w:r w:rsidR="00625AA7" w:rsidRPr="00625AA7">
        <w:rPr>
          <w:rFonts w:ascii="Times New Roman" w:eastAsia="Times New Roman" w:hAnsi="Times New Roman"/>
          <w:sz w:val="26"/>
          <w:szCs w:val="26"/>
          <w:lang w:eastAsia="ru-RU"/>
        </w:rPr>
        <w:t xml:space="preserve"> тыс. руб., из них:</w:t>
      </w:r>
    </w:p>
    <w:p w14:paraId="3EB11DD2" w14:textId="6CA2455B" w:rsidR="00661A44" w:rsidRPr="00574E5E" w:rsidRDefault="00661A44" w:rsidP="00661A44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4E5E">
        <w:rPr>
          <w:rFonts w:ascii="Times New Roman" w:eastAsia="Times New Roman" w:hAnsi="Times New Roman"/>
          <w:sz w:val="26"/>
          <w:szCs w:val="26"/>
          <w:lang w:eastAsia="ru-RU"/>
        </w:rPr>
        <w:t>местный бюджет-</w:t>
      </w:r>
      <w:r w:rsidR="00625AA7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937FE">
        <w:rPr>
          <w:rFonts w:ascii="Times New Roman" w:eastAsia="Times New Roman" w:hAnsi="Times New Roman"/>
          <w:sz w:val="28"/>
          <w:szCs w:val="28"/>
          <w:lang w:eastAsia="ru-RU"/>
        </w:rPr>
        <w:t>8549,8</w:t>
      </w:r>
      <w:r w:rsidR="00625AA7" w:rsidRPr="00625AA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74E5E">
        <w:rPr>
          <w:rFonts w:ascii="Times New Roman" w:eastAsia="Times New Roman" w:hAnsi="Times New Roman"/>
          <w:sz w:val="26"/>
          <w:szCs w:val="26"/>
          <w:lang w:eastAsia="ru-RU"/>
        </w:rPr>
        <w:t>тыс. руб.</w:t>
      </w:r>
    </w:p>
    <w:p w14:paraId="2BD1D895" w14:textId="77777777" w:rsidR="00661A44" w:rsidRPr="00574E5E" w:rsidRDefault="00661A44" w:rsidP="00661A44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4E5E">
        <w:rPr>
          <w:rFonts w:ascii="Times New Roman" w:eastAsia="Times New Roman" w:hAnsi="Times New Roman"/>
          <w:sz w:val="26"/>
          <w:szCs w:val="26"/>
          <w:lang w:eastAsia="ru-RU"/>
        </w:rPr>
        <w:t>областной бюджет – 8023,9 тыс. руб.</w:t>
      </w:r>
    </w:p>
    <w:p w14:paraId="2C6E970F" w14:textId="10129368" w:rsidR="00661A44" w:rsidRPr="00574E5E" w:rsidRDefault="00661A44" w:rsidP="00661A44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4E5E">
        <w:rPr>
          <w:rFonts w:ascii="Times New Roman" w:eastAsia="Times New Roman" w:hAnsi="Times New Roman"/>
          <w:sz w:val="26"/>
          <w:szCs w:val="26"/>
          <w:lang w:eastAsia="ru-RU"/>
        </w:rPr>
        <w:t>в том числе по годам:</w:t>
      </w:r>
    </w:p>
    <w:p w14:paraId="29A5E681" w14:textId="77777777" w:rsidR="00661A44" w:rsidRPr="00574E5E" w:rsidRDefault="00661A44" w:rsidP="00661A44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4E5E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2015 – 2168, 8 тыс. руб.</w:t>
      </w:r>
    </w:p>
    <w:p w14:paraId="5C88A459" w14:textId="01CD4EB3" w:rsidR="00661A44" w:rsidRPr="00574E5E" w:rsidRDefault="00BA4962" w:rsidP="00661A44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 том числе:</w:t>
      </w:r>
    </w:p>
    <w:p w14:paraId="0115E119" w14:textId="77777777" w:rsidR="00661A44" w:rsidRPr="00574E5E" w:rsidRDefault="00661A44" w:rsidP="00661A44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4E5E">
        <w:rPr>
          <w:rFonts w:ascii="Times New Roman" w:eastAsia="Times New Roman" w:hAnsi="Times New Roman"/>
          <w:sz w:val="26"/>
          <w:szCs w:val="26"/>
          <w:lang w:eastAsia="ru-RU"/>
        </w:rPr>
        <w:t>местный бюджет- 272,1 тыс. руб.</w:t>
      </w:r>
    </w:p>
    <w:p w14:paraId="3F692BBD" w14:textId="489692F5" w:rsidR="00661A44" w:rsidRPr="00574E5E" w:rsidRDefault="00BA4962" w:rsidP="00661A44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областной бюджет – 1896,7 </w:t>
      </w:r>
      <w:r w:rsidR="00661A44" w:rsidRPr="00574E5E">
        <w:rPr>
          <w:rFonts w:ascii="Times New Roman" w:eastAsia="Times New Roman" w:hAnsi="Times New Roman"/>
          <w:sz w:val="26"/>
          <w:szCs w:val="26"/>
          <w:lang w:eastAsia="ru-RU"/>
        </w:rPr>
        <w:t>тыс. руб.</w:t>
      </w:r>
    </w:p>
    <w:p w14:paraId="40BFB938" w14:textId="77777777" w:rsidR="00661A44" w:rsidRPr="00574E5E" w:rsidRDefault="00661A44" w:rsidP="00661A44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4E5E">
        <w:rPr>
          <w:rFonts w:ascii="Times New Roman" w:eastAsia="Times New Roman" w:hAnsi="Times New Roman"/>
          <w:sz w:val="26"/>
          <w:szCs w:val="26"/>
          <w:lang w:eastAsia="ru-RU"/>
        </w:rPr>
        <w:t>2016 – 3460,2 тыс. руб.</w:t>
      </w:r>
    </w:p>
    <w:p w14:paraId="16316A32" w14:textId="6F62CD30" w:rsidR="00661A44" w:rsidRPr="00574E5E" w:rsidRDefault="00BA4962" w:rsidP="00661A44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 том числе:</w:t>
      </w:r>
    </w:p>
    <w:p w14:paraId="00C3B345" w14:textId="4D301B3F" w:rsidR="00661A44" w:rsidRPr="00574E5E" w:rsidRDefault="00BA4962" w:rsidP="00661A44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местный бюджет- 748,5 тыс. руб.</w:t>
      </w:r>
    </w:p>
    <w:p w14:paraId="6EC10CE5" w14:textId="77777777" w:rsidR="00661A44" w:rsidRPr="00574E5E" w:rsidRDefault="00661A44" w:rsidP="00661A44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4E5E">
        <w:rPr>
          <w:rFonts w:ascii="Times New Roman" w:eastAsia="Times New Roman" w:hAnsi="Times New Roman"/>
          <w:sz w:val="26"/>
          <w:szCs w:val="26"/>
          <w:lang w:eastAsia="ru-RU"/>
        </w:rPr>
        <w:t>областной бюджет – 2711,7 тыс. руб.</w:t>
      </w:r>
    </w:p>
    <w:p w14:paraId="7F189B2F" w14:textId="77777777" w:rsidR="00661A44" w:rsidRPr="00574E5E" w:rsidRDefault="00661A44" w:rsidP="00661A44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4E5E">
        <w:rPr>
          <w:rFonts w:ascii="Times New Roman" w:eastAsia="Times New Roman" w:hAnsi="Times New Roman"/>
          <w:sz w:val="26"/>
          <w:szCs w:val="26"/>
          <w:lang w:eastAsia="ru-RU"/>
        </w:rPr>
        <w:t>2017 – 2530,2 тыс. руб.</w:t>
      </w:r>
    </w:p>
    <w:p w14:paraId="6E065853" w14:textId="0C4946A2" w:rsidR="00661A44" w:rsidRPr="00574E5E" w:rsidRDefault="00BA4962" w:rsidP="00661A44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 том числе:</w:t>
      </w:r>
    </w:p>
    <w:p w14:paraId="04776AE8" w14:textId="77777777" w:rsidR="00661A44" w:rsidRPr="00574E5E" w:rsidRDefault="00661A44" w:rsidP="00661A44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4E5E">
        <w:rPr>
          <w:rFonts w:ascii="Times New Roman" w:eastAsia="Times New Roman" w:hAnsi="Times New Roman"/>
          <w:sz w:val="26"/>
          <w:szCs w:val="26"/>
          <w:lang w:eastAsia="ru-RU"/>
        </w:rPr>
        <w:t>местный бюджет- 937,3 тыс. руб.</w:t>
      </w:r>
    </w:p>
    <w:p w14:paraId="744CF868" w14:textId="77777777" w:rsidR="00661A44" w:rsidRPr="00574E5E" w:rsidRDefault="00661A44" w:rsidP="00661A44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4E5E">
        <w:rPr>
          <w:rFonts w:ascii="Times New Roman" w:eastAsia="Times New Roman" w:hAnsi="Times New Roman"/>
          <w:sz w:val="26"/>
          <w:szCs w:val="26"/>
          <w:lang w:eastAsia="ru-RU"/>
        </w:rPr>
        <w:t>областной бюджет – 1592,9 тыс. руб.</w:t>
      </w:r>
    </w:p>
    <w:p w14:paraId="47E29B7A" w14:textId="77777777" w:rsidR="00661A44" w:rsidRPr="00574E5E" w:rsidRDefault="00661A44" w:rsidP="00661A44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4E5E">
        <w:rPr>
          <w:rFonts w:ascii="Times New Roman" w:eastAsia="Times New Roman" w:hAnsi="Times New Roman"/>
          <w:sz w:val="26"/>
          <w:szCs w:val="26"/>
          <w:lang w:eastAsia="ru-RU"/>
        </w:rPr>
        <w:t>2018 – 1123,6 тыс. руб.</w:t>
      </w:r>
    </w:p>
    <w:p w14:paraId="5B736E29" w14:textId="77777777" w:rsidR="00661A44" w:rsidRPr="00574E5E" w:rsidRDefault="00661A44" w:rsidP="00661A44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4E5E">
        <w:rPr>
          <w:rFonts w:ascii="Times New Roman" w:eastAsia="Times New Roman" w:hAnsi="Times New Roman"/>
          <w:sz w:val="26"/>
          <w:szCs w:val="26"/>
          <w:lang w:eastAsia="ru-RU"/>
        </w:rPr>
        <w:t>В том числе:</w:t>
      </w:r>
    </w:p>
    <w:p w14:paraId="765608BD" w14:textId="77777777" w:rsidR="00661A44" w:rsidRPr="00574E5E" w:rsidRDefault="00661A44" w:rsidP="00661A44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4E5E">
        <w:rPr>
          <w:rFonts w:ascii="Times New Roman" w:eastAsia="Times New Roman" w:hAnsi="Times New Roman"/>
          <w:sz w:val="26"/>
          <w:szCs w:val="26"/>
          <w:lang w:eastAsia="ru-RU"/>
        </w:rPr>
        <w:t>местный бюджет – 363,9 тыс. руб.</w:t>
      </w:r>
    </w:p>
    <w:p w14:paraId="5D9A1F70" w14:textId="77777777" w:rsidR="00661A44" w:rsidRPr="00574E5E" w:rsidRDefault="00661A44" w:rsidP="00661A44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4E5E">
        <w:rPr>
          <w:rFonts w:ascii="Times New Roman" w:eastAsia="Times New Roman" w:hAnsi="Times New Roman"/>
          <w:sz w:val="26"/>
          <w:szCs w:val="26"/>
          <w:lang w:eastAsia="ru-RU"/>
        </w:rPr>
        <w:t>областной бюджет – 759,7 тыс. руб.</w:t>
      </w:r>
    </w:p>
    <w:p w14:paraId="7CB4F15D" w14:textId="77777777" w:rsidR="00661A44" w:rsidRPr="00574E5E" w:rsidRDefault="00661A44" w:rsidP="00661A44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4E5E">
        <w:rPr>
          <w:rFonts w:ascii="Times New Roman" w:eastAsia="Times New Roman" w:hAnsi="Times New Roman"/>
          <w:sz w:val="26"/>
          <w:szCs w:val="26"/>
          <w:lang w:eastAsia="ru-RU"/>
        </w:rPr>
        <w:t>2019 – 1368,6 тыс. руб.</w:t>
      </w:r>
    </w:p>
    <w:p w14:paraId="449C6948" w14:textId="77777777" w:rsidR="00661A44" w:rsidRPr="00574E5E" w:rsidRDefault="00661A44" w:rsidP="00661A44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4E5E">
        <w:rPr>
          <w:rFonts w:ascii="Times New Roman" w:eastAsia="Times New Roman" w:hAnsi="Times New Roman"/>
          <w:sz w:val="26"/>
          <w:szCs w:val="26"/>
          <w:lang w:eastAsia="ru-RU"/>
        </w:rPr>
        <w:t>В том числе:</w:t>
      </w:r>
    </w:p>
    <w:p w14:paraId="3F7FC998" w14:textId="1184F956" w:rsidR="00661A44" w:rsidRPr="00574E5E" w:rsidRDefault="00661A44" w:rsidP="00661A44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4E5E">
        <w:rPr>
          <w:rFonts w:ascii="Times New Roman" w:eastAsia="Times New Roman" w:hAnsi="Times New Roman"/>
          <w:sz w:val="26"/>
          <w:szCs w:val="26"/>
          <w:lang w:eastAsia="ru-RU"/>
        </w:rPr>
        <w:t>местный бюджет –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BA4962">
        <w:rPr>
          <w:rFonts w:ascii="Times New Roman" w:eastAsia="Times New Roman" w:hAnsi="Times New Roman"/>
          <w:sz w:val="26"/>
          <w:szCs w:val="26"/>
          <w:lang w:eastAsia="ru-RU"/>
        </w:rPr>
        <w:t>807,0 тыс. руб.</w:t>
      </w:r>
    </w:p>
    <w:p w14:paraId="2465AF47" w14:textId="77777777" w:rsidR="00661A44" w:rsidRPr="00574E5E" w:rsidRDefault="00661A44" w:rsidP="00661A44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4E5E">
        <w:rPr>
          <w:rFonts w:ascii="Times New Roman" w:eastAsia="Times New Roman" w:hAnsi="Times New Roman"/>
          <w:sz w:val="26"/>
          <w:szCs w:val="26"/>
          <w:lang w:eastAsia="ru-RU"/>
        </w:rPr>
        <w:t>областной бюджет – 561,6 тыс. руб.</w:t>
      </w:r>
    </w:p>
    <w:p w14:paraId="6C01EF36" w14:textId="67EA91C9" w:rsidR="00661A44" w:rsidRPr="00574E5E" w:rsidRDefault="00BA4962" w:rsidP="00661A44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2020 – 1128,4 тыс. руб.</w:t>
      </w:r>
    </w:p>
    <w:p w14:paraId="2142E234" w14:textId="1E6F25F8" w:rsidR="00661A44" w:rsidRPr="00574E5E" w:rsidRDefault="00BA4962" w:rsidP="00661A44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В том числе:</w:t>
      </w:r>
    </w:p>
    <w:p w14:paraId="1DECBAD6" w14:textId="77777777" w:rsidR="00661A44" w:rsidRPr="00574E5E" w:rsidRDefault="00661A44" w:rsidP="00661A44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4E5E">
        <w:rPr>
          <w:rFonts w:ascii="Times New Roman" w:eastAsia="Times New Roman" w:hAnsi="Times New Roman"/>
          <w:sz w:val="26"/>
          <w:szCs w:val="26"/>
          <w:lang w:eastAsia="ru-RU"/>
        </w:rPr>
        <w:t>местный бюджет – 1128,4 тыс. руб.</w:t>
      </w:r>
    </w:p>
    <w:p w14:paraId="4D90E219" w14:textId="29A24956" w:rsidR="00625AA7" w:rsidRPr="00574E5E" w:rsidRDefault="00661A44" w:rsidP="00625AA7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4E5E">
        <w:rPr>
          <w:rFonts w:ascii="Times New Roman" w:eastAsia="Times New Roman" w:hAnsi="Times New Roman"/>
          <w:sz w:val="26"/>
          <w:szCs w:val="26"/>
          <w:lang w:eastAsia="ru-RU"/>
        </w:rPr>
        <w:t>областной бюджет – 0,0 тыс. руб</w:t>
      </w:r>
      <w:r w:rsidR="00625AA7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6BA6EBD4" w14:textId="74F3AC90" w:rsidR="00625AA7" w:rsidRPr="00625AA7" w:rsidRDefault="00625AA7" w:rsidP="00625AA7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5AA7">
        <w:rPr>
          <w:rFonts w:ascii="Times New Roman" w:eastAsia="Times New Roman" w:hAnsi="Times New Roman"/>
          <w:sz w:val="26"/>
          <w:szCs w:val="26"/>
          <w:lang w:eastAsia="ru-RU"/>
        </w:rPr>
        <w:t>2021 –2361,2 тыс. руб.</w:t>
      </w:r>
    </w:p>
    <w:p w14:paraId="7DB20DD0" w14:textId="77777777" w:rsidR="00625AA7" w:rsidRPr="00625AA7" w:rsidRDefault="00625AA7" w:rsidP="00625AA7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5AA7">
        <w:rPr>
          <w:rFonts w:ascii="Times New Roman" w:eastAsia="Times New Roman" w:hAnsi="Times New Roman"/>
          <w:sz w:val="26"/>
          <w:szCs w:val="26"/>
          <w:lang w:eastAsia="ru-RU"/>
        </w:rPr>
        <w:t>В том числе:</w:t>
      </w:r>
    </w:p>
    <w:p w14:paraId="32C8D0AF" w14:textId="77777777" w:rsidR="00625AA7" w:rsidRPr="00625AA7" w:rsidRDefault="00625AA7" w:rsidP="00625AA7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5AA7">
        <w:rPr>
          <w:rFonts w:ascii="Times New Roman" w:eastAsia="Times New Roman" w:hAnsi="Times New Roman"/>
          <w:sz w:val="26"/>
          <w:szCs w:val="26"/>
          <w:lang w:eastAsia="ru-RU"/>
        </w:rPr>
        <w:t>местный бюджет –2194,1 тыс. руб.</w:t>
      </w:r>
    </w:p>
    <w:p w14:paraId="5CFAA79C" w14:textId="77777777" w:rsidR="00625AA7" w:rsidRPr="00625AA7" w:rsidRDefault="00625AA7" w:rsidP="00625AA7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25AA7">
        <w:rPr>
          <w:rFonts w:ascii="Times New Roman" w:eastAsia="Times New Roman" w:hAnsi="Times New Roman"/>
          <w:sz w:val="26"/>
          <w:szCs w:val="26"/>
          <w:lang w:eastAsia="ru-RU"/>
        </w:rPr>
        <w:t>областной бюджет –167,1 тыс. руб.</w:t>
      </w:r>
    </w:p>
    <w:p w14:paraId="0DD9907B" w14:textId="77777777" w:rsidR="00661A44" w:rsidRPr="00574E5E" w:rsidRDefault="00661A44" w:rsidP="00661A44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4E5E">
        <w:rPr>
          <w:rFonts w:ascii="Times New Roman" w:eastAsia="Times New Roman" w:hAnsi="Times New Roman"/>
          <w:sz w:val="26"/>
          <w:szCs w:val="26"/>
          <w:lang w:eastAsia="ru-RU"/>
        </w:rPr>
        <w:t>2022 – 570,9 тыс. руб.</w:t>
      </w:r>
    </w:p>
    <w:p w14:paraId="6E8867BE" w14:textId="77777777" w:rsidR="00661A44" w:rsidRPr="00574E5E" w:rsidRDefault="00661A44" w:rsidP="00661A44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4E5E">
        <w:rPr>
          <w:rFonts w:ascii="Times New Roman" w:eastAsia="Times New Roman" w:hAnsi="Times New Roman"/>
          <w:sz w:val="26"/>
          <w:szCs w:val="26"/>
          <w:lang w:eastAsia="ru-RU"/>
        </w:rPr>
        <w:t>В том числе:</w:t>
      </w:r>
    </w:p>
    <w:p w14:paraId="0200D28C" w14:textId="443AB828" w:rsidR="00661A44" w:rsidRPr="00574E5E" w:rsidRDefault="00661A44" w:rsidP="00661A44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4E5E">
        <w:rPr>
          <w:rFonts w:ascii="Times New Roman" w:eastAsia="Times New Roman" w:hAnsi="Times New Roman"/>
          <w:sz w:val="26"/>
          <w:szCs w:val="26"/>
          <w:lang w:eastAsia="ru-RU"/>
        </w:rPr>
        <w:t>м</w:t>
      </w:r>
      <w:r w:rsidR="00BA4962">
        <w:rPr>
          <w:rFonts w:ascii="Times New Roman" w:eastAsia="Times New Roman" w:hAnsi="Times New Roman"/>
          <w:sz w:val="26"/>
          <w:szCs w:val="26"/>
          <w:lang w:eastAsia="ru-RU"/>
        </w:rPr>
        <w:t>естный бюджет – 403,8 тыс. руб.</w:t>
      </w:r>
    </w:p>
    <w:p w14:paraId="7499F556" w14:textId="77777777" w:rsidR="00661A44" w:rsidRPr="00574E5E" w:rsidRDefault="00661A44" w:rsidP="00661A44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4E5E">
        <w:rPr>
          <w:rFonts w:ascii="Times New Roman" w:eastAsia="Times New Roman" w:hAnsi="Times New Roman"/>
          <w:sz w:val="26"/>
          <w:szCs w:val="26"/>
          <w:lang w:eastAsia="ru-RU"/>
        </w:rPr>
        <w:t>областной бюджет – 167,1 тыс. руб.</w:t>
      </w:r>
    </w:p>
    <w:p w14:paraId="5165D217" w14:textId="77777777" w:rsidR="00661A44" w:rsidRPr="00574E5E" w:rsidRDefault="00661A44" w:rsidP="00661A44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4E5E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2023 – 590,6 тыс. руб.</w:t>
      </w:r>
    </w:p>
    <w:p w14:paraId="4A3991D9" w14:textId="77777777" w:rsidR="00661A44" w:rsidRPr="00574E5E" w:rsidRDefault="00661A44" w:rsidP="00661A44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4E5E">
        <w:rPr>
          <w:rFonts w:ascii="Times New Roman" w:eastAsia="Times New Roman" w:hAnsi="Times New Roman"/>
          <w:sz w:val="26"/>
          <w:szCs w:val="26"/>
          <w:lang w:eastAsia="ru-RU"/>
        </w:rPr>
        <w:t>В том числе:</w:t>
      </w:r>
    </w:p>
    <w:p w14:paraId="1D9D1557" w14:textId="77777777" w:rsidR="00661A44" w:rsidRPr="00574E5E" w:rsidRDefault="00661A44" w:rsidP="00661A44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4E5E">
        <w:rPr>
          <w:rFonts w:ascii="Times New Roman" w:eastAsia="Times New Roman" w:hAnsi="Times New Roman"/>
          <w:sz w:val="26"/>
          <w:szCs w:val="26"/>
          <w:lang w:eastAsia="ru-RU"/>
        </w:rPr>
        <w:t>местный бюджет – 423,5 тыс. руб.</w:t>
      </w:r>
    </w:p>
    <w:p w14:paraId="2E486679" w14:textId="3FAA28A6" w:rsidR="00661A44" w:rsidRPr="00574E5E" w:rsidRDefault="00BA4962" w:rsidP="00661A44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областной бюджет – </w:t>
      </w:r>
      <w:r w:rsidR="00661A44" w:rsidRPr="00574E5E">
        <w:rPr>
          <w:rFonts w:ascii="Times New Roman" w:eastAsia="Times New Roman" w:hAnsi="Times New Roman"/>
          <w:sz w:val="26"/>
          <w:szCs w:val="26"/>
          <w:lang w:eastAsia="ru-RU"/>
        </w:rPr>
        <w:t>167,1 тыс. руб.</w:t>
      </w:r>
    </w:p>
    <w:p w14:paraId="2A900ED1" w14:textId="77777777" w:rsidR="00661A44" w:rsidRPr="00574E5E" w:rsidRDefault="00661A44" w:rsidP="00661A44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4E5E">
        <w:rPr>
          <w:rFonts w:ascii="Times New Roman" w:eastAsia="Times New Roman" w:hAnsi="Times New Roman"/>
          <w:sz w:val="26"/>
          <w:szCs w:val="26"/>
          <w:lang w:eastAsia="ru-RU"/>
        </w:rPr>
        <w:t>2024 – 627,3 тыс. руб.</w:t>
      </w:r>
    </w:p>
    <w:p w14:paraId="7395401D" w14:textId="77777777" w:rsidR="00661A44" w:rsidRPr="00574E5E" w:rsidRDefault="00661A44" w:rsidP="00661A44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4E5E">
        <w:rPr>
          <w:rFonts w:ascii="Times New Roman" w:eastAsia="Times New Roman" w:hAnsi="Times New Roman"/>
          <w:sz w:val="26"/>
          <w:szCs w:val="26"/>
          <w:lang w:eastAsia="ru-RU"/>
        </w:rPr>
        <w:t>В том числе:</w:t>
      </w:r>
    </w:p>
    <w:p w14:paraId="3FC990B8" w14:textId="048A425E" w:rsidR="00661A44" w:rsidRPr="00574E5E" w:rsidRDefault="00661A44" w:rsidP="00661A44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4E5E">
        <w:rPr>
          <w:rFonts w:ascii="Times New Roman" w:eastAsia="Times New Roman" w:hAnsi="Times New Roman"/>
          <w:sz w:val="26"/>
          <w:szCs w:val="26"/>
          <w:lang w:eastAsia="ru-RU"/>
        </w:rPr>
        <w:t>м</w:t>
      </w:r>
      <w:r w:rsidR="00BA4962">
        <w:rPr>
          <w:rFonts w:ascii="Times New Roman" w:eastAsia="Times New Roman" w:hAnsi="Times New Roman"/>
          <w:sz w:val="26"/>
          <w:szCs w:val="26"/>
          <w:lang w:eastAsia="ru-RU"/>
        </w:rPr>
        <w:t>естный бюджет – 627,3 тыс. руб.</w:t>
      </w:r>
    </w:p>
    <w:p w14:paraId="32C1CA2C" w14:textId="77777777" w:rsidR="00661A44" w:rsidRPr="00574E5E" w:rsidRDefault="00661A44" w:rsidP="00661A44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4E5E">
        <w:rPr>
          <w:rFonts w:ascii="Times New Roman" w:eastAsia="Times New Roman" w:hAnsi="Times New Roman"/>
          <w:sz w:val="26"/>
          <w:szCs w:val="26"/>
          <w:lang w:eastAsia="ru-RU"/>
        </w:rPr>
        <w:t>областной бюджет – 0,0 тыс. руб.</w:t>
      </w:r>
    </w:p>
    <w:p w14:paraId="4F75BFF7" w14:textId="77777777" w:rsidR="00661A44" w:rsidRPr="00574E5E" w:rsidRDefault="00661A44" w:rsidP="00661A44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4E5E">
        <w:rPr>
          <w:rFonts w:ascii="Times New Roman" w:eastAsia="Times New Roman" w:hAnsi="Times New Roman"/>
          <w:sz w:val="26"/>
          <w:szCs w:val="26"/>
          <w:lang w:eastAsia="ru-RU"/>
        </w:rPr>
        <w:t>2025 – 643,9 тыс. руб.</w:t>
      </w:r>
    </w:p>
    <w:p w14:paraId="73525998" w14:textId="77777777" w:rsidR="00661A44" w:rsidRPr="00574E5E" w:rsidRDefault="00661A44" w:rsidP="00661A44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4E5E">
        <w:rPr>
          <w:rFonts w:ascii="Times New Roman" w:eastAsia="Times New Roman" w:hAnsi="Times New Roman"/>
          <w:sz w:val="26"/>
          <w:szCs w:val="26"/>
          <w:lang w:eastAsia="ru-RU"/>
        </w:rPr>
        <w:t>В том числе:</w:t>
      </w:r>
    </w:p>
    <w:p w14:paraId="39440784" w14:textId="77777777" w:rsidR="00661A44" w:rsidRPr="00574E5E" w:rsidRDefault="00661A44" w:rsidP="00661A44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4E5E">
        <w:rPr>
          <w:rFonts w:ascii="Times New Roman" w:eastAsia="Times New Roman" w:hAnsi="Times New Roman"/>
          <w:sz w:val="26"/>
          <w:szCs w:val="26"/>
          <w:lang w:eastAsia="ru-RU"/>
        </w:rPr>
        <w:t>местный бюджет – 643,9 тыс. руб.</w:t>
      </w:r>
    </w:p>
    <w:p w14:paraId="01E130FE" w14:textId="77777777" w:rsidR="00661A44" w:rsidRPr="00574E5E" w:rsidRDefault="00661A44" w:rsidP="00661A44">
      <w:pPr>
        <w:tabs>
          <w:tab w:val="left" w:pos="41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74E5E">
        <w:rPr>
          <w:rFonts w:ascii="Times New Roman" w:eastAsia="Times New Roman" w:hAnsi="Times New Roman"/>
          <w:sz w:val="26"/>
          <w:szCs w:val="26"/>
          <w:lang w:eastAsia="ru-RU"/>
        </w:rPr>
        <w:t>областной бюджет – 0,0 тыс. руб.</w:t>
      </w:r>
    </w:p>
    <w:p w14:paraId="3721322D" w14:textId="77777777" w:rsidR="00661A44" w:rsidRPr="007C7FA5" w:rsidRDefault="00661A44" w:rsidP="00BA4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7FA5">
        <w:rPr>
          <w:rFonts w:ascii="Times New Roman" w:eastAsia="Times New Roman" w:hAnsi="Times New Roman"/>
          <w:sz w:val="28"/>
          <w:szCs w:val="28"/>
          <w:lang w:eastAsia="ru-RU"/>
        </w:rPr>
        <w:t>Финансирование мероприятий корректируется с учетом финансовых возможностей местного бюджета.</w:t>
      </w:r>
    </w:p>
    <w:p w14:paraId="09812049" w14:textId="77777777" w:rsidR="00661A44" w:rsidRPr="007C7FA5" w:rsidRDefault="00661A44" w:rsidP="00BA49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7FA5">
        <w:rPr>
          <w:rFonts w:ascii="Times New Roman" w:eastAsia="Times New Roman" w:hAnsi="Times New Roman"/>
          <w:sz w:val="28"/>
          <w:szCs w:val="28"/>
          <w:lang w:eastAsia="ru-RU"/>
        </w:rPr>
        <w:t>Таблица с распределением объемов финансирования по годам реализации муниципальной программы приводится в приложении 3 к настоящей программе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7C7FA5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DBE6B92" w14:textId="77777777" w:rsidR="00661A44" w:rsidRPr="00603694" w:rsidRDefault="00661A44" w:rsidP="00BA49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7FA5">
        <w:rPr>
          <w:rFonts w:ascii="Times New Roman" w:eastAsia="Times New Roman" w:hAnsi="Times New Roman"/>
          <w:sz w:val="28"/>
          <w:szCs w:val="28"/>
          <w:lang w:eastAsia="ru-RU"/>
        </w:rPr>
        <w:t>1.3. Приложение 3 «Ресурсное обеспечение реализации муниципальной программы «Доступная среда в муниципальном образовании «Городской округ Ногликский» к Программе изложить в новой редакции (прилагается).</w:t>
      </w:r>
    </w:p>
    <w:p w14:paraId="3D31B321" w14:textId="0427E831" w:rsidR="00661A44" w:rsidRPr="00603694" w:rsidRDefault="00661A44" w:rsidP="00BA49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603694">
        <w:rPr>
          <w:rFonts w:ascii="Times New Roman" w:hAnsi="Times New Roman"/>
          <w:sz w:val="28"/>
          <w:szCs w:val="28"/>
        </w:rPr>
        <w:t xml:space="preserve">. Опубликовать </w:t>
      </w:r>
      <w:r w:rsidR="009F3CD2">
        <w:rPr>
          <w:rFonts w:ascii="Times New Roman" w:hAnsi="Times New Roman"/>
          <w:sz w:val="28"/>
          <w:szCs w:val="28"/>
        </w:rPr>
        <w:t xml:space="preserve">настоящее </w:t>
      </w:r>
      <w:r w:rsidRPr="00603694">
        <w:rPr>
          <w:rFonts w:ascii="Times New Roman" w:hAnsi="Times New Roman"/>
          <w:sz w:val="28"/>
          <w:szCs w:val="28"/>
        </w:rPr>
        <w:t xml:space="preserve">постановление в газете «Знамя труда» и разместить на официальном сайте муниципального образования «Городской округ Ногликский» в </w:t>
      </w:r>
      <w:r w:rsidRPr="00DE566F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Pr="00603694">
        <w:rPr>
          <w:rFonts w:ascii="Times New Roman" w:hAnsi="Times New Roman"/>
          <w:sz w:val="28"/>
          <w:szCs w:val="28"/>
        </w:rPr>
        <w:t>сети «Интернет».</w:t>
      </w:r>
    </w:p>
    <w:p w14:paraId="36B1D2D4" w14:textId="4B08579D" w:rsidR="00661A44" w:rsidRDefault="00661A44" w:rsidP="00BA49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603694">
        <w:rPr>
          <w:rFonts w:ascii="Times New Roman" w:hAnsi="Times New Roman"/>
          <w:sz w:val="28"/>
          <w:szCs w:val="28"/>
        </w:rPr>
        <w:t xml:space="preserve">. Контроль </w:t>
      </w:r>
      <w:r w:rsidR="00787595">
        <w:rPr>
          <w:rFonts w:ascii="Times New Roman" w:hAnsi="Times New Roman"/>
          <w:sz w:val="28"/>
          <w:szCs w:val="28"/>
        </w:rPr>
        <w:t xml:space="preserve">за </w:t>
      </w:r>
      <w:r w:rsidRPr="00603694">
        <w:rPr>
          <w:rFonts w:ascii="Times New Roman" w:hAnsi="Times New Roman"/>
          <w:sz w:val="28"/>
          <w:szCs w:val="28"/>
        </w:rPr>
        <w:t>исполнени</w:t>
      </w:r>
      <w:r w:rsidR="00787595">
        <w:rPr>
          <w:rFonts w:ascii="Times New Roman" w:hAnsi="Times New Roman"/>
          <w:sz w:val="28"/>
          <w:szCs w:val="28"/>
        </w:rPr>
        <w:t>ем</w:t>
      </w:r>
      <w:bookmarkStart w:id="2" w:name="_GoBack"/>
      <w:bookmarkEnd w:id="2"/>
      <w:r w:rsidRPr="00603694">
        <w:rPr>
          <w:rFonts w:ascii="Times New Roman" w:hAnsi="Times New Roman"/>
          <w:sz w:val="28"/>
          <w:szCs w:val="28"/>
        </w:rPr>
        <w:t xml:space="preserve"> настоящего постановления возложить на </w:t>
      </w:r>
      <w:r w:rsidR="00405E1E">
        <w:rPr>
          <w:rFonts w:ascii="Times New Roman" w:hAnsi="Times New Roman"/>
          <w:sz w:val="28"/>
          <w:szCs w:val="28"/>
        </w:rPr>
        <w:t xml:space="preserve">начальника отдела образования Департамента социальной политики </w:t>
      </w:r>
      <w:r w:rsidRPr="00603694"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Ногликский» </w:t>
      </w:r>
      <w:r w:rsidR="00625AA7">
        <w:rPr>
          <w:rFonts w:ascii="Times New Roman" w:hAnsi="Times New Roman"/>
          <w:sz w:val="28"/>
          <w:szCs w:val="28"/>
        </w:rPr>
        <w:t>Ренкевич Л.М.</w:t>
      </w:r>
    </w:p>
    <w:p w14:paraId="79DE974A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9DE974B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79DE974E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79DE974F" w14:textId="1BB41D92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«Городской</w:t>
      </w:r>
      <w:r w:rsidR="00BA4962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BA4962">
        <w:rPr>
          <w:rFonts w:ascii="Times New Roman" w:hAnsi="Times New Roman"/>
          <w:sz w:val="28"/>
          <w:szCs w:val="28"/>
        </w:rPr>
        <w:tab/>
      </w:r>
      <w:r w:rsidR="00BA4962">
        <w:rPr>
          <w:rFonts w:ascii="Times New Roman" w:hAnsi="Times New Roman"/>
          <w:sz w:val="28"/>
          <w:szCs w:val="28"/>
        </w:rPr>
        <w:tab/>
      </w:r>
      <w:r w:rsidR="00BA4962">
        <w:rPr>
          <w:rFonts w:ascii="Times New Roman" w:hAnsi="Times New Roman"/>
          <w:sz w:val="28"/>
          <w:szCs w:val="28"/>
        </w:rPr>
        <w:tab/>
      </w:r>
      <w:r w:rsidR="00BA4962">
        <w:rPr>
          <w:rFonts w:ascii="Times New Roman" w:hAnsi="Times New Roman"/>
          <w:sz w:val="28"/>
          <w:szCs w:val="28"/>
        </w:rPr>
        <w:tab/>
      </w:r>
      <w:r w:rsidR="00BA4962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BA49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BA4962">
      <w:headerReference w:type="default" r:id="rId7"/>
      <w:pgSz w:w="11906" w:h="16838"/>
      <w:pgMar w:top="1134" w:right="851" w:bottom="1134" w:left="156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DE9759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79DE975A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DE9757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79DE9758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4186677"/>
      <w:docPartObj>
        <w:docPartGallery w:val="Page Numbers (Top of Page)"/>
        <w:docPartUnique/>
      </w:docPartObj>
    </w:sdtPr>
    <w:sdtEndPr/>
    <w:sdtContent>
      <w:p w14:paraId="7C20703C" w14:textId="2A3CF1E9" w:rsidR="00BA4962" w:rsidRDefault="00BA496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6B54">
          <w:rPr>
            <w:noProof/>
          </w:rPr>
          <w:t>4</w:t>
        </w:r>
        <w:r>
          <w:fldChar w:fldCharType="end"/>
        </w:r>
      </w:p>
    </w:sdtContent>
  </w:sdt>
  <w:p w14:paraId="5CF6609C" w14:textId="77777777" w:rsidR="00BA4962" w:rsidRDefault="00BA496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1F5C3D"/>
    <w:rsid w:val="002003DC"/>
    <w:rsid w:val="002C275D"/>
    <w:rsid w:val="0033636C"/>
    <w:rsid w:val="003937FE"/>
    <w:rsid w:val="003E3825"/>
    <w:rsid w:val="003E4257"/>
    <w:rsid w:val="00405E1E"/>
    <w:rsid w:val="00520CBF"/>
    <w:rsid w:val="00625AA7"/>
    <w:rsid w:val="00661A44"/>
    <w:rsid w:val="007531BB"/>
    <w:rsid w:val="00787595"/>
    <w:rsid w:val="00843BE7"/>
    <w:rsid w:val="008629FA"/>
    <w:rsid w:val="00987DB5"/>
    <w:rsid w:val="009C6B54"/>
    <w:rsid w:val="009F3CD2"/>
    <w:rsid w:val="00A91341"/>
    <w:rsid w:val="00AC72C8"/>
    <w:rsid w:val="00B10ED9"/>
    <w:rsid w:val="00B25688"/>
    <w:rsid w:val="00B8747C"/>
    <w:rsid w:val="00BA4962"/>
    <w:rsid w:val="00BA70F0"/>
    <w:rsid w:val="00C02849"/>
    <w:rsid w:val="00C36ADF"/>
    <w:rsid w:val="00C62D5E"/>
    <w:rsid w:val="00D12794"/>
    <w:rsid w:val="00D67BD8"/>
    <w:rsid w:val="00DF7897"/>
    <w:rsid w:val="00E37B8A"/>
    <w:rsid w:val="00E609BC"/>
    <w:rsid w:val="00F61136"/>
    <w:rsid w:val="00F74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E973A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753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531BB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C51FEC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C51FEC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51FEC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4</Pages>
  <Words>920</Words>
  <Characters>5249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2021-08-26T04:00:00Z</cp:lastPrinted>
  <dcterms:created xsi:type="dcterms:W3CDTF">2021-08-26T04:00:00Z</dcterms:created>
  <dcterms:modified xsi:type="dcterms:W3CDTF">2021-08-26T04:00:00Z</dcterms:modified>
</cp:coreProperties>
</file>