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417EE55" w14:textId="77777777" w:rsidTr="00987DB5">
        <w:tc>
          <w:tcPr>
            <w:tcW w:w="9498" w:type="dxa"/>
          </w:tcPr>
          <w:p w14:paraId="5417EE5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17EE6C" wp14:editId="5417EE6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7EE5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417EE5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417EE5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417EE56" w14:textId="2DD3F2B0" w:rsidR="0033636C" w:rsidRPr="00DF279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279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F2791" w:rsidRPr="00DF2791">
            <w:rPr>
              <w:rFonts w:ascii="Times New Roman" w:hAnsi="Times New Roman"/>
              <w:sz w:val="28"/>
              <w:szCs w:val="28"/>
            </w:rPr>
            <w:t>31 июля 2023 года</w:t>
          </w:r>
        </w:sdtContent>
      </w:sdt>
      <w:r w:rsidRPr="00DF279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F2791" w:rsidRPr="00DF2791">
            <w:rPr>
              <w:rFonts w:ascii="Times New Roman" w:hAnsi="Times New Roman"/>
              <w:sz w:val="28"/>
              <w:szCs w:val="28"/>
            </w:rPr>
            <w:t>487</w:t>
          </w:r>
        </w:sdtContent>
      </w:sdt>
    </w:p>
    <w:p w14:paraId="5417EE57" w14:textId="77777777" w:rsidR="0033636C" w:rsidRPr="00AE34FA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4FA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69E40E6A" w14:textId="77777777" w:rsidR="001D298E" w:rsidRDefault="0033636C" w:rsidP="001D29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34FA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использования населением объектов спорта, находящихся в муниципальной собственности </w:t>
      </w:r>
    </w:p>
    <w:p w14:paraId="45D17F4D" w14:textId="77777777" w:rsidR="001D298E" w:rsidRDefault="0033636C" w:rsidP="001D29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34FA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  <w:r w:rsidR="00157C87">
        <w:rPr>
          <w:rFonts w:ascii="Times New Roman" w:hAnsi="Times New Roman"/>
          <w:b/>
          <w:bCs/>
          <w:sz w:val="28"/>
          <w:szCs w:val="28"/>
        </w:rPr>
        <w:t>«</w:t>
      </w:r>
      <w:r w:rsidRPr="00AE34FA">
        <w:rPr>
          <w:rFonts w:ascii="Times New Roman" w:hAnsi="Times New Roman"/>
          <w:b/>
          <w:bCs/>
          <w:sz w:val="28"/>
          <w:szCs w:val="28"/>
        </w:rPr>
        <w:t>Городской округ Ногликский</w:t>
      </w:r>
      <w:r w:rsidR="00157C87">
        <w:rPr>
          <w:rFonts w:ascii="Times New Roman" w:hAnsi="Times New Roman"/>
          <w:b/>
          <w:bCs/>
          <w:sz w:val="28"/>
          <w:szCs w:val="28"/>
        </w:rPr>
        <w:t>»</w:t>
      </w:r>
      <w:r w:rsidRPr="00AE34FA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14:paraId="5417EE58" w14:textId="3BBFBE48" w:rsidR="0033636C" w:rsidRPr="00AE34FA" w:rsidRDefault="0033636C" w:rsidP="002E0196">
      <w:pPr>
        <w:spacing w:after="3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34FA">
        <w:rPr>
          <w:rFonts w:ascii="Times New Roman" w:hAnsi="Times New Roman"/>
          <w:b/>
          <w:bCs/>
          <w:sz w:val="28"/>
          <w:szCs w:val="28"/>
        </w:rPr>
        <w:t xml:space="preserve">в том числе спортивной инфраструктуры образовательных учреждений во </w:t>
      </w:r>
      <w:proofErr w:type="spellStart"/>
      <w:r w:rsidR="001D298E">
        <w:rPr>
          <w:rFonts w:ascii="Times New Roman" w:hAnsi="Times New Roman"/>
          <w:b/>
          <w:bCs/>
          <w:sz w:val="28"/>
          <w:szCs w:val="28"/>
        </w:rPr>
        <w:t>вне</w:t>
      </w:r>
      <w:r w:rsidR="001D298E" w:rsidRPr="00AE34FA">
        <w:rPr>
          <w:rFonts w:ascii="Times New Roman" w:hAnsi="Times New Roman"/>
          <w:b/>
          <w:bCs/>
          <w:sz w:val="28"/>
          <w:szCs w:val="28"/>
        </w:rPr>
        <w:t>учебное</w:t>
      </w:r>
      <w:proofErr w:type="spellEnd"/>
      <w:r w:rsidRPr="00AE34FA">
        <w:rPr>
          <w:rFonts w:ascii="Times New Roman" w:hAnsi="Times New Roman"/>
          <w:b/>
          <w:bCs/>
          <w:sz w:val="28"/>
          <w:szCs w:val="28"/>
        </w:rPr>
        <w:t xml:space="preserve"> время</w:t>
      </w:r>
    </w:p>
    <w:p w14:paraId="3764181F" w14:textId="07B9AD9C" w:rsidR="00071774" w:rsidRPr="00071774" w:rsidRDefault="00AE34FA" w:rsidP="001D298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16 Федерального закона </w:t>
      </w:r>
      <w:r w:rsidR="00114C15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в</w:t>
      </w:r>
      <w:r>
        <w:rPr>
          <w:rFonts w:ascii="Times New Roman" w:hAnsi="Times New Roman"/>
          <w:sz w:val="28"/>
          <w:szCs w:val="28"/>
        </w:rPr>
        <w:t xml:space="preserve"> целях удовлетворения потребностей всех групп населения муниципального образования «Городской округ Ногликский» в поддержании и укреплении здоровья, пропаганды здорового образа жизни, создания условий для массовых, систематических занятий физической культурой и спортом, привлечения к активному образу жизни, </w:t>
      </w:r>
      <w:r w:rsidR="00114C15">
        <w:rPr>
          <w:rFonts w:ascii="Times New Roman" w:hAnsi="Times New Roman"/>
          <w:sz w:val="28"/>
          <w:szCs w:val="28"/>
        </w:rPr>
        <w:t>руководствуясь ст. 36 Устава муниципального образования «Горо</w:t>
      </w:r>
      <w:bookmarkStart w:id="0" w:name="_GoBack"/>
      <w:bookmarkEnd w:id="0"/>
      <w:r w:rsidR="00114C15">
        <w:rPr>
          <w:rFonts w:ascii="Times New Roman" w:hAnsi="Times New Roman"/>
          <w:sz w:val="28"/>
          <w:szCs w:val="28"/>
        </w:rPr>
        <w:t xml:space="preserve">дской округ Ногликский», администрация муниципального образования «Городской округ Ногликский» </w:t>
      </w:r>
      <w:r w:rsidR="00114C15" w:rsidRPr="00114C15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088854EC" w14:textId="6548BCCC" w:rsidR="00071774" w:rsidRDefault="00071774" w:rsidP="001D298E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образования «Го</w:t>
      </w:r>
      <w:r w:rsidR="001D298E">
        <w:rPr>
          <w:rFonts w:ascii="Times New Roman" w:hAnsi="Times New Roman"/>
          <w:sz w:val="28"/>
          <w:szCs w:val="28"/>
        </w:rPr>
        <w:t>родской округ Ногликский» от 26.02.2021</w:t>
      </w:r>
      <w:r w:rsidR="001D29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№ 105 «Об утверждении Порядка использования населением объектов спорта, находящихся в муниципальной собственности».</w:t>
      </w:r>
    </w:p>
    <w:p w14:paraId="5417EE5B" w14:textId="271EC216" w:rsidR="00E609BC" w:rsidRDefault="00157C87" w:rsidP="001D298E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Порядок использования населением объектов спорта, находящихся в муниципальной собственности муниципального образования «Городской округ Ногликский», в том числе спортивной инфраструктуры образовательных учреждений во </w:t>
      </w:r>
      <w:proofErr w:type="spellStart"/>
      <w:r>
        <w:rPr>
          <w:rFonts w:ascii="Times New Roman" w:hAnsi="Times New Roman"/>
          <w:sz w:val="28"/>
          <w:szCs w:val="28"/>
        </w:rPr>
        <w:t>внеучебное</w:t>
      </w:r>
      <w:proofErr w:type="spellEnd"/>
      <w:r>
        <w:rPr>
          <w:rFonts w:ascii="Times New Roman" w:hAnsi="Times New Roman"/>
          <w:sz w:val="28"/>
          <w:szCs w:val="28"/>
        </w:rPr>
        <w:t xml:space="preserve"> время</w:t>
      </w:r>
      <w:r w:rsidR="00071774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7EA10B2B" w14:textId="367BC045" w:rsidR="00157C87" w:rsidRDefault="00157C87" w:rsidP="001D298E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417EE61" w14:textId="6FE98DCC" w:rsidR="008629FA" w:rsidRDefault="00157C87" w:rsidP="001D298E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39CFE139" w14:textId="77777777" w:rsidR="00A91CC1" w:rsidRPr="000C73BF" w:rsidRDefault="00A91CC1" w:rsidP="00A91CC1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417EE64" w14:textId="77777777" w:rsidR="008629FA" w:rsidRDefault="008629FA" w:rsidP="0007177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E3C22B" w14:textId="77777777" w:rsidR="00071774" w:rsidRDefault="00071774" w:rsidP="0007177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417EE6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417EE66" w14:textId="3DC0A05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3605B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360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D298E"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7EE7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417EE7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7EE6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417EE6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8229957"/>
      <w:docPartObj>
        <w:docPartGallery w:val="Page Numbers (Top of Page)"/>
        <w:docPartUnique/>
      </w:docPartObj>
    </w:sdtPr>
    <w:sdtEndPr/>
    <w:sdtContent>
      <w:p w14:paraId="53C3D0D3" w14:textId="1D147107" w:rsidR="001D298E" w:rsidRDefault="001D29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791">
          <w:rPr>
            <w:noProof/>
          </w:rPr>
          <w:t>2</w:t>
        </w:r>
        <w:r>
          <w:fldChar w:fldCharType="end"/>
        </w:r>
      </w:p>
    </w:sdtContent>
  </w:sdt>
  <w:p w14:paraId="5A00462C" w14:textId="77777777" w:rsidR="001D298E" w:rsidRDefault="001D29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C4829"/>
    <w:multiLevelType w:val="hybridMultilevel"/>
    <w:tmpl w:val="6E8EB484"/>
    <w:lvl w:ilvl="0" w:tplc="22DA63D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0375CB"/>
    <w:multiLevelType w:val="hybridMultilevel"/>
    <w:tmpl w:val="983A5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44C9C"/>
    <w:multiLevelType w:val="hybridMultilevel"/>
    <w:tmpl w:val="0F8E0348"/>
    <w:lvl w:ilvl="0" w:tplc="E14A79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1774"/>
    <w:rsid w:val="000C73BF"/>
    <w:rsid w:val="00114C15"/>
    <w:rsid w:val="00125271"/>
    <w:rsid w:val="00157C87"/>
    <w:rsid w:val="00185FEC"/>
    <w:rsid w:val="001D298E"/>
    <w:rsid w:val="001E1F9F"/>
    <w:rsid w:val="002003DC"/>
    <w:rsid w:val="002E0196"/>
    <w:rsid w:val="0033636C"/>
    <w:rsid w:val="003E4257"/>
    <w:rsid w:val="004B4CD0"/>
    <w:rsid w:val="00520CBF"/>
    <w:rsid w:val="0073605B"/>
    <w:rsid w:val="008629FA"/>
    <w:rsid w:val="00987DB5"/>
    <w:rsid w:val="00A91CC1"/>
    <w:rsid w:val="00AC72C8"/>
    <w:rsid w:val="00AE34FA"/>
    <w:rsid w:val="00B10ED9"/>
    <w:rsid w:val="00B25688"/>
    <w:rsid w:val="00BE1566"/>
    <w:rsid w:val="00C02849"/>
    <w:rsid w:val="00D12794"/>
    <w:rsid w:val="00D67BD8"/>
    <w:rsid w:val="00DF2791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EE5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14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F2C7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F2C7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F2C7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2023-07-31T04:27:00Z</dcterms:created>
  <dcterms:modified xsi:type="dcterms:W3CDTF">2023-07-31T04:31:00Z</dcterms:modified>
</cp:coreProperties>
</file>