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B2D925B" w14:textId="77777777" w:rsidTr="00987DB5">
        <w:tc>
          <w:tcPr>
            <w:tcW w:w="9498" w:type="dxa"/>
          </w:tcPr>
          <w:p w14:paraId="3B2D925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B2D9272" wp14:editId="3B2D927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2D925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B2D925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B2D925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B2D925C" w14:textId="34735F70" w:rsidR="0033636C" w:rsidRPr="00E70E2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E70E2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70E21" w:rsidRPr="00E70E21">
            <w:rPr>
              <w:rFonts w:ascii="Times New Roman" w:hAnsi="Times New Roman"/>
              <w:sz w:val="28"/>
              <w:szCs w:val="28"/>
            </w:rPr>
            <w:t>04 августа 2023 года</w:t>
          </w:r>
        </w:sdtContent>
      </w:sdt>
      <w:r w:rsidRPr="00E70E2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70E21" w:rsidRPr="00E70E21">
            <w:rPr>
              <w:rFonts w:ascii="Times New Roman" w:hAnsi="Times New Roman"/>
              <w:sz w:val="28"/>
              <w:szCs w:val="28"/>
            </w:rPr>
            <w:t>499</w:t>
          </w:r>
        </w:sdtContent>
      </w:sdt>
    </w:p>
    <w:bookmarkEnd w:id="0"/>
    <w:p w14:paraId="3B2D925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85941BB" w14:textId="4042223A" w:rsidR="003647C4" w:rsidRDefault="0033636C" w:rsidP="003647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647C4">
        <w:rPr>
          <w:rFonts w:ascii="Times New Roman" w:hAnsi="Times New Roman"/>
          <w:b/>
          <w:sz w:val="28"/>
          <w:szCs w:val="28"/>
        </w:rPr>
        <w:t>Об утверждении отчета об исполнении бюджета</w:t>
      </w:r>
      <w:r w:rsidR="003647C4">
        <w:rPr>
          <w:rFonts w:ascii="Times New Roman" w:hAnsi="Times New Roman"/>
          <w:b/>
          <w:sz w:val="28"/>
          <w:szCs w:val="28"/>
        </w:rPr>
        <w:t xml:space="preserve"> </w:t>
      </w:r>
      <w:r w:rsidRPr="003647C4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896EB4">
        <w:rPr>
          <w:rFonts w:ascii="Times New Roman" w:hAnsi="Times New Roman"/>
          <w:b/>
          <w:sz w:val="28"/>
          <w:szCs w:val="28"/>
        </w:rPr>
        <w:t>«</w:t>
      </w:r>
      <w:r w:rsidRPr="003647C4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896EB4">
        <w:rPr>
          <w:rFonts w:ascii="Times New Roman" w:hAnsi="Times New Roman"/>
          <w:b/>
          <w:sz w:val="28"/>
          <w:szCs w:val="28"/>
        </w:rPr>
        <w:t>»</w:t>
      </w:r>
      <w:r w:rsidRPr="003647C4">
        <w:rPr>
          <w:rFonts w:ascii="Times New Roman" w:hAnsi="Times New Roman"/>
          <w:b/>
          <w:sz w:val="28"/>
          <w:szCs w:val="28"/>
        </w:rPr>
        <w:t xml:space="preserve"> </w:t>
      </w:r>
    </w:p>
    <w:p w14:paraId="3B2D925E" w14:textId="233B81CB" w:rsidR="0033636C" w:rsidRPr="003647C4" w:rsidRDefault="0033636C" w:rsidP="003647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647C4">
        <w:rPr>
          <w:rFonts w:ascii="Times New Roman" w:hAnsi="Times New Roman"/>
          <w:b/>
          <w:sz w:val="28"/>
          <w:szCs w:val="28"/>
        </w:rPr>
        <w:t>за первое полугодие 2023 года</w:t>
      </w:r>
    </w:p>
    <w:p w14:paraId="3B2D925F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5CB689" w14:textId="24096AEE" w:rsidR="003647C4" w:rsidRPr="00896EB4" w:rsidRDefault="003647C4" w:rsidP="003647C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197E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ст. 33 Положения о бюджетном процессе </w:t>
      </w:r>
      <w:r w:rsidR="00667FB3" w:rsidRPr="00D0197E">
        <w:rPr>
          <w:rFonts w:ascii="Times New Roman" w:eastAsia="Times New Roman" w:hAnsi="Times New Roman"/>
          <w:sz w:val="28"/>
          <w:szCs w:val="28"/>
          <w:lang w:eastAsia="ru-RU"/>
        </w:rPr>
        <w:t>в муниципальн</w:t>
      </w:r>
      <w:r w:rsidR="00667FB3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667FB3" w:rsidRPr="00D0197E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</w:t>
      </w:r>
      <w:r w:rsidR="00667FB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0197E">
        <w:rPr>
          <w:rFonts w:ascii="Times New Roman" w:eastAsia="Times New Roman" w:hAnsi="Times New Roman"/>
          <w:sz w:val="28"/>
          <w:szCs w:val="28"/>
          <w:lang w:eastAsia="ru-RU"/>
        </w:rPr>
        <w:t xml:space="preserve"> «Городской округ Ногликский», утвержденного решением Собрания муниципального образования «Городской округ Ногликский» от 28.11.2013 № 269, руко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D0197E">
        <w:rPr>
          <w:rFonts w:ascii="Times New Roman" w:eastAsia="Times New Roman" w:hAnsi="Times New Roman"/>
          <w:sz w:val="28"/>
          <w:szCs w:val="28"/>
          <w:lang w:eastAsia="ru-RU"/>
        </w:rPr>
        <w:t xml:space="preserve">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896EB4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06D371E7" w14:textId="075917CE" w:rsidR="003647C4" w:rsidRPr="00DB7170" w:rsidRDefault="003647C4" w:rsidP="003647C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0197E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отчет об исполнении </w:t>
      </w: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>бюджета муниципального образова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ия «Городской округ Ногликский» 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первое полугодие 2023 </w:t>
      </w:r>
      <w:r w:rsidRPr="00D0197E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доходам в сумме 1 087 186,1 </w:t>
      </w: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по расходам в сумме 1 099 835,6 </w:t>
      </w: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тыс. рублей, </w:t>
      </w:r>
      <w:r w:rsidRPr="00675A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 превышением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расходов</w:t>
      </w:r>
      <w:r w:rsidRPr="00675A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над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доходами</w:t>
      </w:r>
      <w:r w:rsidRPr="00675A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дефицитом</w:t>
      </w:r>
      <w:r w:rsidRPr="00675AAD">
        <w:rPr>
          <w:rFonts w:ascii="Times New Roman" w:eastAsia="Times New Roman" w:hAnsi="Times New Roman"/>
          <w:bCs/>
          <w:sz w:val="28"/>
          <w:szCs w:val="28"/>
          <w:lang w:eastAsia="ru-RU"/>
        </w:rPr>
        <w:t>) в сумме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12 649,5 тыс.</w:t>
      </w:r>
      <w:r w:rsidRPr="00675A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рублей (прилагается).</w:t>
      </w:r>
    </w:p>
    <w:p w14:paraId="78C54D02" w14:textId="77777777" w:rsidR="003647C4" w:rsidRPr="00D0197E" w:rsidRDefault="003647C4" w:rsidP="003647C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>2. Направить настоящее постановление в Собрание муниципального образования «Городской округ Ногликский» и Контрольно-счетную палату муниципального образования «Городской округ Ногликский».</w:t>
      </w:r>
    </w:p>
    <w:p w14:paraId="4428385E" w14:textId="566B682A" w:rsidR="003647C4" w:rsidRPr="00D0197E" w:rsidRDefault="003647C4" w:rsidP="003647C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3. Разместить настоящее постановление на официальном сайте муниципального образования «Городской округ Ногликский» в </w:t>
      </w:r>
      <w:r w:rsidR="00896EB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информационно-телекоммуникационной </w:t>
      </w: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>сети «Интернет».</w:t>
      </w:r>
    </w:p>
    <w:p w14:paraId="3B2D926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B2D926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B2D926B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B2D926C" w14:textId="621BCBC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3647C4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3647C4">
        <w:rPr>
          <w:rFonts w:ascii="Times New Roman" w:hAnsi="Times New Roman"/>
          <w:sz w:val="28"/>
          <w:szCs w:val="28"/>
        </w:rPr>
        <w:tab/>
      </w:r>
      <w:r w:rsidR="003647C4">
        <w:rPr>
          <w:rFonts w:ascii="Times New Roman" w:hAnsi="Times New Roman"/>
          <w:sz w:val="28"/>
          <w:szCs w:val="28"/>
        </w:rPr>
        <w:tab/>
      </w:r>
      <w:r w:rsidR="003647C4">
        <w:rPr>
          <w:rFonts w:ascii="Times New Roman" w:hAnsi="Times New Roman"/>
          <w:sz w:val="28"/>
          <w:szCs w:val="28"/>
        </w:rPr>
        <w:tab/>
      </w:r>
      <w:r w:rsidR="003647C4">
        <w:rPr>
          <w:rFonts w:ascii="Times New Roman" w:hAnsi="Times New Roman"/>
          <w:sz w:val="28"/>
          <w:szCs w:val="28"/>
        </w:rPr>
        <w:tab/>
      </w:r>
      <w:r w:rsidR="003647C4">
        <w:rPr>
          <w:rFonts w:ascii="Times New Roman" w:hAnsi="Times New Roman"/>
          <w:sz w:val="28"/>
          <w:szCs w:val="28"/>
        </w:rPr>
        <w:tab/>
        <w:t xml:space="preserve">        </w:t>
      </w:r>
      <w:r w:rsidR="00856846" w:rsidRPr="00E70E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3647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3B2D926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sectPr w:rsidR="008629FA" w:rsidRPr="00D12794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84DD54" w14:textId="77777777" w:rsidR="003F5C65" w:rsidRDefault="003F5C65" w:rsidP="0033636C">
      <w:pPr>
        <w:spacing w:after="0" w:line="240" w:lineRule="auto"/>
      </w:pPr>
      <w:r>
        <w:separator/>
      </w:r>
    </w:p>
  </w:endnote>
  <w:endnote w:type="continuationSeparator" w:id="0">
    <w:p w14:paraId="23D0ABFD" w14:textId="77777777" w:rsidR="003F5C65" w:rsidRDefault="003F5C65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D9278" w14:textId="2228B3C8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F0973" w14:textId="77777777" w:rsidR="003F5C65" w:rsidRDefault="003F5C65" w:rsidP="0033636C">
      <w:pPr>
        <w:spacing w:after="0" w:line="240" w:lineRule="auto"/>
      </w:pPr>
      <w:r>
        <w:separator/>
      </w:r>
    </w:p>
  </w:footnote>
  <w:footnote w:type="continuationSeparator" w:id="0">
    <w:p w14:paraId="3F71C02F" w14:textId="77777777" w:rsidR="003F5C65" w:rsidRDefault="003F5C65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647C4"/>
    <w:rsid w:val="003E4257"/>
    <w:rsid w:val="003F5C65"/>
    <w:rsid w:val="00405C6A"/>
    <w:rsid w:val="00520CBF"/>
    <w:rsid w:val="00667FB3"/>
    <w:rsid w:val="00856846"/>
    <w:rsid w:val="008629FA"/>
    <w:rsid w:val="00896EB4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7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D925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70E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0E2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F00D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F00D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2469E"/>
    <w:rsid w:val="00A20C9E"/>
    <w:rsid w:val="00B13DA8"/>
    <w:rsid w:val="00C95804"/>
    <w:rsid w:val="00CF00D8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cp:lastPrinted>2023-08-06T23:53:00Z</cp:lastPrinted>
  <dcterms:created xsi:type="dcterms:W3CDTF">2020-04-07T04:52:00Z</dcterms:created>
  <dcterms:modified xsi:type="dcterms:W3CDTF">2023-08-06T23:53:00Z</dcterms:modified>
</cp:coreProperties>
</file>