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4628D4" w14:textId="77777777" w:rsidTr="00987DB5">
        <w:tc>
          <w:tcPr>
            <w:tcW w:w="9498" w:type="dxa"/>
          </w:tcPr>
          <w:p w14:paraId="7A4628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4628EB" wp14:editId="7A4628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628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4628D2" w14:textId="661A301C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0A2349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 САХАЛИНСКОЙ ОБЛАСТИ</w:t>
            </w:r>
          </w:p>
          <w:p w14:paraId="7A4628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4628D5" w14:textId="195512E5" w:rsidR="0033636C" w:rsidRPr="00194FE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94FE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27018">
            <w:rPr>
              <w:rFonts w:ascii="Times New Roman" w:hAnsi="Times New Roman"/>
              <w:sz w:val="28"/>
              <w:szCs w:val="28"/>
            </w:rPr>
            <w:t>11 февраля 2025 года</w:t>
          </w:r>
        </w:sdtContent>
      </w:sdt>
      <w:r w:rsidRPr="00194F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701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27018" w:rsidRPr="00C27018">
            <w:rPr>
              <w:rFonts w:ascii="Times New Roman" w:hAnsi="Times New Roman"/>
              <w:sz w:val="28"/>
              <w:szCs w:val="28"/>
            </w:rPr>
            <w:t>50</w:t>
          </w:r>
        </w:sdtContent>
      </w:sdt>
    </w:p>
    <w:p w14:paraId="7A4628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1F44231" w14:textId="77777777" w:rsidR="004041E6" w:rsidRDefault="00586927" w:rsidP="004041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1E6">
        <w:rPr>
          <w:rFonts w:ascii="Times New Roman" w:hAnsi="Times New Roman"/>
          <w:b/>
          <w:sz w:val="28"/>
          <w:szCs w:val="28"/>
        </w:rPr>
        <w:t>О внесении изменени</w:t>
      </w:r>
      <w:r w:rsidR="004041E6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1298D177" w14:textId="77777777" w:rsidR="004041E6" w:rsidRDefault="00586927" w:rsidP="004041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1E6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4041E6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57563369" w14:textId="63CB3469" w:rsidR="00586927" w:rsidRPr="004041E6" w:rsidRDefault="00586927" w:rsidP="004041E6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41E6">
        <w:rPr>
          <w:rFonts w:ascii="Times New Roman" w:hAnsi="Times New Roman"/>
          <w:b/>
          <w:sz w:val="28"/>
          <w:szCs w:val="28"/>
        </w:rPr>
        <w:t>от 13.04.2015 № 253</w:t>
      </w:r>
      <w:r w:rsidR="002C0A30">
        <w:rPr>
          <w:rFonts w:ascii="Times New Roman" w:hAnsi="Times New Roman"/>
          <w:b/>
          <w:sz w:val="28"/>
          <w:szCs w:val="28"/>
        </w:rPr>
        <w:t xml:space="preserve"> «</w:t>
      </w:r>
      <w:r w:rsidR="002C0A30" w:rsidRPr="002C0A30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  <w:r w:rsidR="002C0A30">
        <w:rPr>
          <w:rFonts w:ascii="Times New Roman" w:hAnsi="Times New Roman"/>
          <w:b/>
          <w:sz w:val="28"/>
          <w:szCs w:val="28"/>
        </w:rPr>
        <w:t xml:space="preserve"> </w:t>
      </w:r>
      <w:r w:rsidR="0017134D">
        <w:rPr>
          <w:rFonts w:ascii="Times New Roman" w:hAnsi="Times New Roman"/>
          <w:b/>
          <w:bCs/>
          <w:sz w:val="28"/>
          <w:szCs w:val="28"/>
        </w:rPr>
        <w:t xml:space="preserve">«Развитие образования </w:t>
      </w:r>
      <w:r w:rsidR="002C0A30" w:rsidRPr="002C0A30">
        <w:rPr>
          <w:rFonts w:ascii="Times New Roman" w:hAnsi="Times New Roman"/>
          <w:b/>
          <w:bCs/>
          <w:sz w:val="28"/>
          <w:szCs w:val="28"/>
        </w:rPr>
        <w:t xml:space="preserve">в муниципальном образовании </w:t>
      </w:r>
      <w:r w:rsidR="0017134D">
        <w:rPr>
          <w:rFonts w:ascii="Times New Roman" w:hAnsi="Times New Roman"/>
          <w:b/>
          <w:bCs/>
          <w:sz w:val="28"/>
          <w:szCs w:val="28"/>
        </w:rPr>
        <w:br/>
      </w:r>
      <w:r w:rsidR="002C0A30" w:rsidRPr="002C0A30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75416A24" w14:textId="3D55D436" w:rsidR="00586927" w:rsidRPr="00C27018" w:rsidRDefault="00586927" w:rsidP="004041E6">
      <w:pPr>
        <w:spacing w:after="0" w:line="240" w:lineRule="auto"/>
        <w:ind w:right="4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Hlk120192560"/>
      <w:bookmarkStart w:id="1" w:name="_Hlk157604071"/>
      <w:r w:rsidRPr="00194FE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194FE2">
        <w:rPr>
          <w:rFonts w:ascii="Times New Roman" w:hAnsi="Times New Roman"/>
          <w:bCs/>
          <w:sz w:val="28"/>
          <w:szCs w:val="28"/>
        </w:rPr>
        <w:t xml:space="preserve">«Развитие </w:t>
      </w:r>
      <w:r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образования в муниципальном образовании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«Городской округ Ногликский»</w:t>
      </w:r>
      <w:r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утвержденной постановлением администрации </w:t>
      </w:r>
      <w:r w:rsidR="004D44FE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«Городской округ Ногликский»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13.04.2015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№ 253, в соответствие с уточненными бюджетными показателями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по состоянию на 31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декабря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2024 года, </w:t>
      </w:r>
      <w:bookmarkStart w:id="2" w:name="_Hlk180488756"/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решением Собрания муниципального образования «Городской округ Ногликский» от 13.12.2024 № 36 «О бюджете муниципального образования «Городской округ Ногликский» на 2025 год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и на плановый период 2026 и 2027 годов»,</w:t>
      </w:r>
      <w:bookmarkEnd w:id="0"/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1"/>
      <w:bookmarkEnd w:id="2"/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руководствуясь Порядком разработки, реализации и </w:t>
      </w:r>
      <w:r w:rsidR="00AF42B8">
        <w:rPr>
          <w:rFonts w:ascii="Times New Roman" w:hAnsi="Times New Roman"/>
          <w:color w:val="000000" w:themeColor="text1"/>
          <w:sz w:val="28"/>
          <w:szCs w:val="28"/>
        </w:rPr>
        <w:t>проведения оценки эффективности</w:t>
      </w:r>
      <w:bookmarkStart w:id="3" w:name="_GoBack"/>
      <w:bookmarkEnd w:id="3"/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</w:t>
      </w:r>
      <w:r w:rsidR="00F71A04" w:rsidRPr="00C27018">
        <w:rPr>
          <w:rFonts w:ascii="Times New Roman" w:hAnsi="Times New Roman"/>
          <w:color w:val="000000" w:themeColor="text1"/>
          <w:sz w:val="28"/>
          <w:szCs w:val="28"/>
        </w:rPr>
        <w:t>от 28.04.2016 № 344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, ст. 36 Устава муниципального образования </w:t>
      </w:r>
      <w:r w:rsidR="00845A55" w:rsidRPr="00C27018">
        <w:rPr>
          <w:rFonts w:ascii="Times New Roman" w:hAnsi="Times New Roman"/>
          <w:color w:val="000000" w:themeColor="text1"/>
          <w:sz w:val="28"/>
          <w:szCs w:val="28"/>
        </w:rPr>
        <w:t>Ногликский муниципальный округ Сахалинской области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, администрация муниципального образования </w:t>
      </w:r>
      <w:r w:rsidR="00845A55" w:rsidRPr="00C27018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27018">
        <w:rPr>
          <w:rFonts w:ascii="Times New Roman" w:hAnsi="Times New Roman"/>
          <w:b/>
          <w:color w:val="000000" w:themeColor="text1"/>
          <w:sz w:val="28"/>
          <w:szCs w:val="28"/>
        </w:rPr>
        <w:t>ПОСТАНОВЛЯЕТ:</w:t>
      </w:r>
    </w:p>
    <w:p w14:paraId="6991D046" w14:textId="7F28CF7D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Внести в </w:t>
      </w:r>
      <w:r w:rsidR="002C0A30" w:rsidRPr="00C27018">
        <w:rPr>
          <w:rFonts w:ascii="Times New Roman" w:hAnsi="Times New Roman"/>
          <w:bCs/>
          <w:color w:val="000000" w:themeColor="text1"/>
          <w:sz w:val="28"/>
          <w:szCs w:val="28"/>
        </w:rPr>
        <w:t>постановление</w:t>
      </w:r>
      <w:r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 13.04.2015 № 253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(в редакции от 09.07.2015 № 461, от 27.08.2015 № 623, от 25.01.2016 № 22, от 31.08.2016 № 665,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21.02.2019 № 137, от 27.07.2019 № 494, от 27.09.2017 № 702, от 31.10.2017 № 844, </w:t>
      </w:r>
      <w:r w:rsidR="005C5B38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20.11.2017 № 941, от 06.12.2017 № 1029, от 27.02.2018 № 206,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25.04.2018 № 422, от 23.05.2018 № 486, от 03.07.2018 № 630, от 12.09.2018 № 843, от 22.11.2018 № 1133, от 25.12.2018 № 1255, от 19.04.2019 № 256,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16.05.2019 № 335, от 19.06.2019 № 463, от 11.09.2019 № 691, от 28.11.2019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№ 862, от 13.12.2019 № 896, от 11.02.2020 № 76, от 10.03.2020 № 111,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от 27.04.2020 № 207,</w:t>
      </w:r>
      <w:r w:rsidR="005C5B38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от 24.09.2020 № 469, от 30.03.2021 № 176, от 09.08.2021 № 444, от 30.09.2021 № 539, от 06.05.2022 № 212, 05.07.2022 № 339,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от 26.12.2022 № 740, от 03.04.2023 № 211, от 09.06.2023 № 367, от 29.06.2023 № 419, от 29.11.2023 № 734</w:t>
      </w:r>
      <w:r w:rsidRPr="00C27018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от 04.03.2024 № 127</w:t>
      </w:r>
      <w:r w:rsidR="0017134D" w:rsidRPr="00C27018">
        <w:rPr>
          <w:rFonts w:ascii="Times New Roman" w:hAnsi="Times New Roman"/>
          <w:color w:val="000000" w:themeColor="text1"/>
          <w:sz w:val="28"/>
          <w:szCs w:val="28"/>
        </w:rPr>
        <w:t>, от 26.11.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2024 № 738)</w:t>
      </w:r>
      <w:r w:rsidR="002C0A30" w:rsidRPr="00C2701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17134D" w:rsidRPr="00C27018">
        <w:rPr>
          <w:rFonts w:ascii="Times New Roman" w:eastAsia="Calibri" w:hAnsi="Times New Roman"/>
          <w:color w:val="000000" w:themeColor="text1"/>
          <w:sz w:val="28"/>
          <w:szCs w:val="28"/>
        </w:rPr>
        <w:br/>
      </w:r>
      <w:r w:rsidR="002C0A30" w:rsidRPr="00C27018"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="002C0A30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муниципальной программы </w:t>
      </w:r>
      <w:r w:rsidR="002C0A30" w:rsidRPr="00C2701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«Развитие образования </w:t>
      </w:r>
      <w:r w:rsidR="002C0A30" w:rsidRPr="00C27018">
        <w:rPr>
          <w:rFonts w:ascii="Times New Roman" w:hAnsi="Times New Roman"/>
          <w:bCs/>
          <w:color w:val="000000" w:themeColor="text1"/>
          <w:sz w:val="28"/>
          <w:szCs w:val="28"/>
        </w:rPr>
        <w:br/>
        <w:t xml:space="preserve">в муниципальном образовании </w:t>
      </w:r>
      <w:r w:rsidR="002C0A30" w:rsidRPr="00C27018">
        <w:rPr>
          <w:rFonts w:ascii="Times New Roman" w:hAnsi="Times New Roman"/>
          <w:color w:val="000000" w:themeColor="text1"/>
          <w:sz w:val="28"/>
          <w:szCs w:val="28"/>
        </w:rPr>
        <w:t>«Городской округ Ногликский</w:t>
      </w:r>
      <w:r w:rsidR="0017134D" w:rsidRPr="00C2701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следующие изменения:</w:t>
      </w:r>
    </w:p>
    <w:p w14:paraId="19F00E89" w14:textId="0F3B1CB4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1.1. В наименовании и по тексту </w:t>
      </w:r>
      <w:r w:rsidR="002C0A30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постановления и 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программы слова «муниципальное образование </w:t>
      </w:r>
      <w:r w:rsidR="005A18C8" w:rsidRPr="00C2701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Городской округ Ногликский» заменить словами «муниципальное образование Ногликский муниципальный округ Сахалинской области»</w:t>
      </w:r>
      <w:r w:rsidR="005952E5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соответствующих падежах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96A4FF9" w14:textId="77777777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>1.2. Раздел «Объемы и источники финансирования муниципальной программы» Паспорта Программы изложить в следующей редакции:</w:t>
      </w:r>
    </w:p>
    <w:p w14:paraId="6E8AD1C1" w14:textId="77777777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586927" w:rsidRPr="00C27018" w14:paraId="17094448" w14:textId="77777777" w:rsidTr="00BF6BB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9DD232" w14:textId="77777777" w:rsidR="00586927" w:rsidRPr="00C27018" w:rsidRDefault="00586927" w:rsidP="004041E6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B662" w14:textId="77777777" w:rsidR="00586927" w:rsidRPr="00C27018" w:rsidRDefault="00586927" w:rsidP="004041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ED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317AFEEC" w14:textId="1CBEF340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678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949,7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569264D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 годам реализации:</w:t>
            </w:r>
          </w:p>
          <w:p w14:paraId="4933ACC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год - 547 369,4</w:t>
            </w:r>
          </w:p>
          <w:p w14:paraId="5E772C5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год - 616 058,1</w:t>
            </w:r>
          </w:p>
          <w:p w14:paraId="1CEE249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год - 680 473,5</w:t>
            </w:r>
          </w:p>
          <w:p w14:paraId="76FD58F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год - 780 948,6</w:t>
            </w:r>
          </w:p>
          <w:p w14:paraId="7049EAF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год - 934 672,2</w:t>
            </w:r>
          </w:p>
          <w:p w14:paraId="5EC808A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год - 1 029 205,0</w:t>
            </w:r>
          </w:p>
          <w:p w14:paraId="3AFFEEEA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год - 1 085 165,9</w:t>
            </w:r>
          </w:p>
          <w:p w14:paraId="077D6C7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год - 1 656 361,3</w:t>
            </w:r>
          </w:p>
          <w:p w14:paraId="71B6C275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год - 1 020 573,3</w:t>
            </w:r>
          </w:p>
          <w:p w14:paraId="0B4EE94F" w14:textId="1875E3C6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2024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1 222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433,5</w:t>
            </w:r>
          </w:p>
          <w:p w14:paraId="6D593744" w14:textId="72B3DA94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2025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1 027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846,9</w:t>
            </w:r>
          </w:p>
          <w:p w14:paraId="12AA150E" w14:textId="5243AC12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2026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1 028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390,4</w:t>
            </w:r>
          </w:p>
          <w:p w14:paraId="21F67C8D" w14:textId="5043EDD1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2027 год - 1 049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451,6</w:t>
            </w:r>
          </w:p>
          <w:p w14:paraId="0814E51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 том числе:</w:t>
            </w:r>
          </w:p>
          <w:p w14:paraId="24A69D1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26E487F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414 232,9 тыс. рублей</w:t>
            </w:r>
          </w:p>
          <w:p w14:paraId="2840F31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год - 0,0</w:t>
            </w:r>
          </w:p>
          <w:p w14:paraId="5EB9689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год - 0,0</w:t>
            </w:r>
          </w:p>
          <w:p w14:paraId="09EEDA3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год - 0,0</w:t>
            </w:r>
          </w:p>
          <w:p w14:paraId="2B35B2D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год - 0,0</w:t>
            </w:r>
          </w:p>
          <w:p w14:paraId="461AB38D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год - 0,0</w:t>
            </w:r>
          </w:p>
          <w:p w14:paraId="0967131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год - 74 088,2</w:t>
            </w:r>
          </w:p>
          <w:p w14:paraId="5253742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год - 51 521,7</w:t>
            </w:r>
          </w:p>
          <w:p w14:paraId="669AE09D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год - 181 415,5</w:t>
            </w:r>
          </w:p>
          <w:p w14:paraId="5EA7E3F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год - 15 774,6</w:t>
            </w:r>
          </w:p>
          <w:p w14:paraId="69E06685" w14:textId="52BDE6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2024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22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513,7</w:t>
            </w:r>
          </w:p>
          <w:p w14:paraId="60C9F194" w14:textId="031EEA2E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2025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26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666,2</w:t>
            </w:r>
          </w:p>
          <w:p w14:paraId="3E459EDF" w14:textId="30EEDB7F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2026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27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321,3</w:t>
            </w:r>
          </w:p>
          <w:p w14:paraId="0FEC9E44" w14:textId="0B64C0A1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2027 год - 14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931,7</w:t>
            </w:r>
          </w:p>
          <w:p w14:paraId="0380549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D3A266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6AE03FCA" w14:textId="12945660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8 786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088,8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</w:p>
          <w:p w14:paraId="37FC2AA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год - 402 119,8</w:t>
            </w:r>
          </w:p>
          <w:p w14:paraId="5FFE509E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год - 450 656,2</w:t>
            </w:r>
          </w:p>
          <w:p w14:paraId="3A679D75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год - 453 532,3</w:t>
            </w:r>
          </w:p>
          <w:p w14:paraId="3410661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год - 528 041,3</w:t>
            </w:r>
          </w:p>
          <w:p w14:paraId="7429A9B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год - 671 012,1</w:t>
            </w:r>
          </w:p>
          <w:p w14:paraId="7D5FD89E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год - 685 290,5</w:t>
            </w:r>
          </w:p>
          <w:p w14:paraId="6106263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год - 800 955,6</w:t>
            </w:r>
          </w:p>
          <w:p w14:paraId="43F455A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год - 1 205 063,3</w:t>
            </w:r>
          </w:p>
          <w:p w14:paraId="0F86F3CA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год - 685 499,0</w:t>
            </w:r>
          </w:p>
          <w:p w14:paraId="4743331F" w14:textId="7B695915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2024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774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887,4</w:t>
            </w:r>
          </w:p>
          <w:p w14:paraId="780D0293" w14:textId="5D33525C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2025 год - 699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918,1</w:t>
            </w:r>
          </w:p>
          <w:p w14:paraId="2628CB33" w14:textId="0694211D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2026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721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227,9</w:t>
            </w:r>
          </w:p>
          <w:p w14:paraId="06081881" w14:textId="0B669D60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2027 год - 707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885,3</w:t>
            </w:r>
          </w:p>
          <w:p w14:paraId="7FA0D07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7699F7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0A17BAC1" w14:textId="6B61D1A8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3 478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628,0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рублей</w:t>
            </w:r>
          </w:p>
          <w:p w14:paraId="4B6430C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2015 год - 145 249,6</w:t>
            </w:r>
          </w:p>
          <w:p w14:paraId="5DAFA0F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2016 год - 165 401,9</w:t>
            </w:r>
          </w:p>
          <w:p w14:paraId="35BE6AA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2017 год - 226 941,2</w:t>
            </w:r>
          </w:p>
          <w:p w14:paraId="650DB95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2018 год - 252 907,3</w:t>
            </w:r>
          </w:p>
          <w:p w14:paraId="5A8B4AEA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2019 год - 263 660,1</w:t>
            </w:r>
          </w:p>
          <w:p w14:paraId="2CC5E1D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2020 год - 269 826,3</w:t>
            </w:r>
          </w:p>
          <w:p w14:paraId="3E754E4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год - 232 688,6</w:t>
            </w:r>
          </w:p>
          <w:p w14:paraId="354969A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2022 год - 269 882,5</w:t>
            </w:r>
          </w:p>
          <w:p w14:paraId="5C667C9D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2023 год - 319 299,7</w:t>
            </w:r>
          </w:p>
          <w:p w14:paraId="62C76A2D" w14:textId="529E7D2E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2024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425 </w:t>
            </w:r>
            <w:r w:rsidR="00465493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032,4</w:t>
            </w:r>
          </w:p>
          <w:p w14:paraId="174123B5" w14:textId="697EE741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2025 год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041E6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301 </w:t>
            </w: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262,6</w:t>
            </w:r>
          </w:p>
          <w:p w14:paraId="390384B0" w14:textId="73055CEC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2026 год - 279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841,2</w:t>
            </w:r>
          </w:p>
          <w:p w14:paraId="570614AD" w14:textId="41A8D182" w:rsidR="00586927" w:rsidRPr="00C27018" w:rsidRDefault="004041E6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2027 год - 326 </w:t>
            </w:r>
            <w:r w:rsidR="00586927"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634,6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54084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5CED7B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B37A49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0B0EAA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E25CC7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B2126D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1DB5EB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7CC97D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EE9464E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63AF13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E44540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E59296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D95199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C04C91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EA4745E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611064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62A9A3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B6C558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619F295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C7C367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442422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CEFD01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70EF5F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3FF0F5A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AFCA48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9405E5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56F987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5386F3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10E3E2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A7272F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3B08A86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6BF240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DD4EE5C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CC941E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FF0EAFD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873EA1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1E849B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7602D9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FC20AB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2210669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7FFC962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ADD62E7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A2841DD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5737E3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ABD25E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562B075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618472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C6F7EE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C648A4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818E91C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EB39690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AA3DF6B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BBEBBD3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F38711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3570DE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DBCC6F6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E298AC1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ABD0194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FF26128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08625E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569F29A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C8CE14C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3AC1B45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C9EE6CF" w14:textId="77777777" w:rsidR="00586927" w:rsidRPr="00C27018" w:rsidRDefault="00586927" w:rsidP="00404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1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»;</w:t>
            </w:r>
          </w:p>
        </w:tc>
      </w:tr>
    </w:tbl>
    <w:p w14:paraId="598D30A8" w14:textId="77777777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B9FBE7D" w14:textId="36C671B6" w:rsidR="00586927" w:rsidRPr="00C27018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>1.3. В р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азделе 1 «Характеристика (содержание) проблемы и обоснование необходимости её решения программными методами» Программы часть 1.3 изложить в новой редакции:</w:t>
      </w:r>
    </w:p>
    <w:p w14:paraId="3A5BB121" w14:textId="139D04D9" w:rsidR="00586927" w:rsidRPr="00C27018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«1.3. «В системе воспитания и дополнительного образования детей»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№ 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 1642, 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lastRenderedPageBreak/>
        <w:t xml:space="preserve">Указом Президента Российской Федерации от 01.06.2012 № 761, Приказом Министерства Просвещения России от 03.09.2019 № 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муниципальном образовании </w:t>
      </w:r>
      <w:r w:rsidR="00845A55" w:rsidRPr="00C27018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обеспечивается персонифицированный учет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№ 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-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 Федеральный закон № 189-ФЗ), в том числе с применением</w:t>
      </w:r>
      <w:r w:rsidR="005C5B38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,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 предусмотренного пунктом 1 части 2 статьи 9 Федерального закона № 189-ФЗ</w:t>
      </w:r>
      <w:r w:rsidR="005C5B38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,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к бюджетному финансированию. С целью обеспечения использования социальных сертификатов на получение муниципальных услуг в социальной сфере</w:t>
      </w:r>
      <w:r w:rsidR="004908A4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, 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администрация </w:t>
      </w:r>
      <w:r w:rsidR="00845A55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в лице Департамента социальной политики администрации муниципального образования </w:t>
      </w:r>
      <w:r w:rsidR="00845A55"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Ногликский муниципальный округ Сахалинской области </w:t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руководствуется требованиями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к условиям и порядку оказания муниципальных услуг в социальной сфере </w:t>
      </w:r>
      <w:r w:rsidR="004041E6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br/>
      </w:r>
      <w:r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</w:r>
      <w:r w:rsidR="00845A55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муниципально</w:t>
      </w:r>
      <w:r w:rsidR="005E1BDF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м</w:t>
      </w:r>
      <w:r w:rsidR="00845A55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 образовани</w:t>
      </w:r>
      <w:r w:rsidR="005E1BDF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>и</w:t>
      </w:r>
      <w:r w:rsidR="00845A55" w:rsidRPr="00C27018">
        <w:rPr>
          <w:rFonts w:ascii="Times New Roman" w:eastAsiaTheme="minorEastAsia" w:hAnsi="Times New Roman" w:cstheme="minorBidi"/>
          <w:color w:val="000000" w:themeColor="text1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AA7123B" w14:textId="77777777" w:rsidR="00586927" w:rsidRPr="00C27018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>1.4. Раздел 6 «Ресурсное обеспечение муниципальной Программы» Программы изложить в следующей редакции:</w:t>
      </w:r>
    </w:p>
    <w:p w14:paraId="26735A12" w14:textId="77777777" w:rsidR="00586927" w:rsidRPr="00C27018" w:rsidRDefault="00586927" w:rsidP="004041E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>«6. Ресурсное обеспечение муниципальной Программы</w:t>
      </w:r>
    </w:p>
    <w:p w14:paraId="325328F3" w14:textId="77777777" w:rsidR="00586927" w:rsidRPr="00C27018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14:paraId="3B56C5E6" w14:textId="77777777" w:rsidR="00586927" w:rsidRPr="00C27018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0AF2D74F" w14:textId="7CF45845" w:rsidR="00586927" w:rsidRPr="00C27018" w:rsidRDefault="00586927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44EB3A83" w14:textId="77777777" w:rsidR="0017134D" w:rsidRPr="00C27018" w:rsidRDefault="0017134D" w:rsidP="004041E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tbl>
      <w:tblPr>
        <w:tblStyle w:val="a9"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1128"/>
        <w:gridCol w:w="1282"/>
        <w:gridCol w:w="1172"/>
        <w:gridCol w:w="1172"/>
        <w:gridCol w:w="1172"/>
        <w:gridCol w:w="1160"/>
      </w:tblGrid>
      <w:tr w:rsidR="00C27018" w:rsidRPr="00C27018" w14:paraId="6BD9438B" w14:textId="77777777" w:rsidTr="00BF6BB3">
        <w:trPr>
          <w:trHeight w:val="330"/>
          <w:jc w:val="center"/>
        </w:trPr>
        <w:tc>
          <w:tcPr>
            <w:tcW w:w="1560" w:type="dxa"/>
            <w:vMerge w:val="restart"/>
          </w:tcPr>
          <w:p w14:paraId="213AA18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lastRenderedPageBreak/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6152A75B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Ед. изм.</w:t>
            </w:r>
          </w:p>
        </w:tc>
        <w:tc>
          <w:tcPr>
            <w:tcW w:w="7086" w:type="dxa"/>
            <w:gridSpan w:val="6"/>
          </w:tcPr>
          <w:p w14:paraId="3AEB319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Объем финансирования</w:t>
            </w:r>
          </w:p>
        </w:tc>
      </w:tr>
      <w:tr w:rsidR="00C27018" w:rsidRPr="00C27018" w14:paraId="2F852DE3" w14:textId="77777777" w:rsidTr="004041E6">
        <w:trPr>
          <w:jc w:val="center"/>
        </w:trPr>
        <w:tc>
          <w:tcPr>
            <w:tcW w:w="1560" w:type="dxa"/>
            <w:vMerge/>
          </w:tcPr>
          <w:p w14:paraId="09010A5C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7F71D6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tcBorders>
              <w:right w:val="single" w:sz="4" w:space="0" w:color="auto"/>
            </w:tcBorders>
            <w:vAlign w:val="bottom"/>
          </w:tcPr>
          <w:p w14:paraId="2E2FB1D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2015</w:t>
            </w:r>
          </w:p>
        </w:tc>
        <w:tc>
          <w:tcPr>
            <w:tcW w:w="1282" w:type="dxa"/>
            <w:tcBorders>
              <w:left w:val="single" w:sz="4" w:space="0" w:color="auto"/>
            </w:tcBorders>
            <w:vAlign w:val="bottom"/>
          </w:tcPr>
          <w:p w14:paraId="76C557A5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1172" w:type="dxa"/>
            <w:vAlign w:val="bottom"/>
          </w:tcPr>
          <w:p w14:paraId="0BC0420A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1172" w:type="dxa"/>
            <w:vAlign w:val="bottom"/>
          </w:tcPr>
          <w:p w14:paraId="69B23F1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1172" w:type="dxa"/>
            <w:vAlign w:val="bottom"/>
          </w:tcPr>
          <w:p w14:paraId="762B3DC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1160" w:type="dxa"/>
            <w:vAlign w:val="bottom"/>
          </w:tcPr>
          <w:p w14:paraId="73EEE99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2020</w:t>
            </w:r>
          </w:p>
        </w:tc>
      </w:tr>
      <w:tr w:rsidR="00C27018" w:rsidRPr="00C27018" w14:paraId="1CF15AEE" w14:textId="77777777" w:rsidTr="004041E6">
        <w:trPr>
          <w:jc w:val="center"/>
        </w:trPr>
        <w:tc>
          <w:tcPr>
            <w:tcW w:w="1560" w:type="dxa"/>
            <w:vAlign w:val="center"/>
          </w:tcPr>
          <w:p w14:paraId="233E2F1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23A04B3C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тыс.</w:t>
            </w:r>
          </w:p>
          <w:p w14:paraId="57730F2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1128" w:type="dxa"/>
            <w:vAlign w:val="center"/>
          </w:tcPr>
          <w:p w14:paraId="7418C9D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145 249,6</w:t>
            </w:r>
          </w:p>
        </w:tc>
        <w:tc>
          <w:tcPr>
            <w:tcW w:w="1282" w:type="dxa"/>
            <w:vAlign w:val="center"/>
          </w:tcPr>
          <w:p w14:paraId="76034CC9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165 401,9</w:t>
            </w:r>
          </w:p>
        </w:tc>
        <w:tc>
          <w:tcPr>
            <w:tcW w:w="1172" w:type="dxa"/>
            <w:vAlign w:val="center"/>
          </w:tcPr>
          <w:p w14:paraId="77A5B09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226 941,2</w:t>
            </w:r>
          </w:p>
        </w:tc>
        <w:tc>
          <w:tcPr>
            <w:tcW w:w="1172" w:type="dxa"/>
            <w:vAlign w:val="center"/>
          </w:tcPr>
          <w:p w14:paraId="2A741DD2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252 907,3</w:t>
            </w:r>
          </w:p>
        </w:tc>
        <w:tc>
          <w:tcPr>
            <w:tcW w:w="1172" w:type="dxa"/>
            <w:vAlign w:val="center"/>
          </w:tcPr>
          <w:p w14:paraId="43A8C519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263 660,1</w:t>
            </w:r>
          </w:p>
        </w:tc>
        <w:tc>
          <w:tcPr>
            <w:tcW w:w="1160" w:type="dxa"/>
            <w:vAlign w:val="center"/>
          </w:tcPr>
          <w:p w14:paraId="3C9E38AF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269 826,3</w:t>
            </w:r>
          </w:p>
        </w:tc>
      </w:tr>
      <w:tr w:rsidR="00C27018" w:rsidRPr="00C27018" w14:paraId="1905BF00" w14:textId="77777777" w:rsidTr="004041E6">
        <w:trPr>
          <w:jc w:val="center"/>
        </w:trPr>
        <w:tc>
          <w:tcPr>
            <w:tcW w:w="1560" w:type="dxa"/>
            <w:vAlign w:val="center"/>
          </w:tcPr>
          <w:p w14:paraId="723A2FA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D42252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D98382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402 119,8</w:t>
            </w:r>
          </w:p>
        </w:tc>
        <w:tc>
          <w:tcPr>
            <w:tcW w:w="1282" w:type="dxa"/>
            <w:vAlign w:val="center"/>
          </w:tcPr>
          <w:p w14:paraId="43AE70E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450 656,2</w:t>
            </w:r>
          </w:p>
        </w:tc>
        <w:tc>
          <w:tcPr>
            <w:tcW w:w="1172" w:type="dxa"/>
            <w:vAlign w:val="center"/>
          </w:tcPr>
          <w:p w14:paraId="162F289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453 532,3</w:t>
            </w:r>
          </w:p>
        </w:tc>
        <w:tc>
          <w:tcPr>
            <w:tcW w:w="1172" w:type="dxa"/>
            <w:vAlign w:val="center"/>
          </w:tcPr>
          <w:p w14:paraId="2A35D3D2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528 041,3</w:t>
            </w:r>
          </w:p>
        </w:tc>
        <w:tc>
          <w:tcPr>
            <w:tcW w:w="1172" w:type="dxa"/>
            <w:vAlign w:val="center"/>
          </w:tcPr>
          <w:p w14:paraId="6E0BEF6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671 012,1</w:t>
            </w:r>
          </w:p>
        </w:tc>
        <w:tc>
          <w:tcPr>
            <w:tcW w:w="1160" w:type="dxa"/>
            <w:vAlign w:val="center"/>
          </w:tcPr>
          <w:p w14:paraId="5AEB8979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685 290,5</w:t>
            </w:r>
          </w:p>
        </w:tc>
      </w:tr>
      <w:tr w:rsidR="00C27018" w:rsidRPr="00C27018" w14:paraId="4833241D" w14:textId="77777777" w:rsidTr="004041E6">
        <w:trPr>
          <w:trHeight w:val="407"/>
          <w:jc w:val="center"/>
        </w:trPr>
        <w:tc>
          <w:tcPr>
            <w:tcW w:w="1560" w:type="dxa"/>
            <w:vAlign w:val="center"/>
          </w:tcPr>
          <w:p w14:paraId="0C7D26E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38499BAC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7AE5DAB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82" w:type="dxa"/>
            <w:vAlign w:val="center"/>
          </w:tcPr>
          <w:p w14:paraId="5F04986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4E56FC2F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7A15785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24B625E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60" w:type="dxa"/>
            <w:vAlign w:val="center"/>
          </w:tcPr>
          <w:p w14:paraId="7AD7E9D9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74 088,2</w:t>
            </w:r>
          </w:p>
        </w:tc>
      </w:tr>
      <w:tr w:rsidR="00586927" w:rsidRPr="00C27018" w14:paraId="0B8799D3" w14:textId="77777777" w:rsidTr="004041E6">
        <w:trPr>
          <w:trHeight w:val="262"/>
          <w:jc w:val="center"/>
        </w:trPr>
        <w:tc>
          <w:tcPr>
            <w:tcW w:w="1560" w:type="dxa"/>
          </w:tcPr>
          <w:p w14:paraId="6CFD572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ИТОГО</w:t>
            </w:r>
          </w:p>
        </w:tc>
        <w:tc>
          <w:tcPr>
            <w:tcW w:w="709" w:type="dxa"/>
          </w:tcPr>
          <w:p w14:paraId="4E05859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44E255E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547 369,4</w:t>
            </w:r>
          </w:p>
        </w:tc>
        <w:tc>
          <w:tcPr>
            <w:tcW w:w="1282" w:type="dxa"/>
            <w:vAlign w:val="center"/>
          </w:tcPr>
          <w:p w14:paraId="3A0688A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616 058,1</w:t>
            </w:r>
          </w:p>
        </w:tc>
        <w:tc>
          <w:tcPr>
            <w:tcW w:w="1172" w:type="dxa"/>
            <w:vAlign w:val="center"/>
          </w:tcPr>
          <w:p w14:paraId="27B4A98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680 473,5</w:t>
            </w:r>
          </w:p>
        </w:tc>
        <w:tc>
          <w:tcPr>
            <w:tcW w:w="1172" w:type="dxa"/>
            <w:vAlign w:val="center"/>
          </w:tcPr>
          <w:p w14:paraId="58D7C75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780 948,6</w:t>
            </w:r>
          </w:p>
        </w:tc>
        <w:tc>
          <w:tcPr>
            <w:tcW w:w="1172" w:type="dxa"/>
            <w:vAlign w:val="center"/>
          </w:tcPr>
          <w:p w14:paraId="6906B8F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934 672,2</w:t>
            </w:r>
          </w:p>
        </w:tc>
        <w:tc>
          <w:tcPr>
            <w:tcW w:w="1160" w:type="dxa"/>
            <w:vAlign w:val="center"/>
          </w:tcPr>
          <w:p w14:paraId="41F267D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1 029 205,0</w:t>
            </w:r>
          </w:p>
        </w:tc>
      </w:tr>
    </w:tbl>
    <w:p w14:paraId="6C24F5E3" w14:textId="77777777" w:rsidR="00586927" w:rsidRPr="00C27018" w:rsidRDefault="00586927" w:rsidP="00404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708"/>
        <w:gridCol w:w="851"/>
        <w:gridCol w:w="850"/>
        <w:gridCol w:w="851"/>
        <w:gridCol w:w="850"/>
        <w:gridCol w:w="851"/>
        <w:gridCol w:w="850"/>
        <w:gridCol w:w="851"/>
        <w:gridCol w:w="993"/>
        <w:gridCol w:w="283"/>
      </w:tblGrid>
      <w:tr w:rsidR="00C27018" w:rsidRPr="00C27018" w14:paraId="48B3B711" w14:textId="77777777" w:rsidTr="004908A4">
        <w:trPr>
          <w:gridAfter w:val="1"/>
          <w:wAfter w:w="283" w:type="dxa"/>
          <w:trHeight w:val="372"/>
        </w:trPr>
        <w:tc>
          <w:tcPr>
            <w:tcW w:w="1696" w:type="dxa"/>
            <w:vMerge w:val="restart"/>
          </w:tcPr>
          <w:p w14:paraId="60F9F52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8" w:type="dxa"/>
            <w:vMerge w:val="restart"/>
            <w:vAlign w:val="center"/>
          </w:tcPr>
          <w:p w14:paraId="703FDF5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Ед.</w:t>
            </w:r>
          </w:p>
          <w:p w14:paraId="5D671F0F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изм.</w:t>
            </w:r>
          </w:p>
        </w:tc>
        <w:tc>
          <w:tcPr>
            <w:tcW w:w="6947" w:type="dxa"/>
            <w:gridSpan w:val="8"/>
          </w:tcPr>
          <w:p w14:paraId="581F6D5F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Объем финансирования</w:t>
            </w:r>
          </w:p>
        </w:tc>
      </w:tr>
      <w:tr w:rsidR="00C27018" w:rsidRPr="00C27018" w14:paraId="0AA0F3F2" w14:textId="77777777" w:rsidTr="004908A4">
        <w:trPr>
          <w:gridAfter w:val="1"/>
          <w:wAfter w:w="283" w:type="dxa"/>
        </w:trPr>
        <w:tc>
          <w:tcPr>
            <w:tcW w:w="1696" w:type="dxa"/>
            <w:vMerge/>
          </w:tcPr>
          <w:p w14:paraId="3182F40C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7D9474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903D3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850" w:type="dxa"/>
            <w:vAlign w:val="center"/>
          </w:tcPr>
          <w:p w14:paraId="798A542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851" w:type="dxa"/>
            <w:vAlign w:val="center"/>
          </w:tcPr>
          <w:p w14:paraId="4ACC4EB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850" w:type="dxa"/>
            <w:vAlign w:val="center"/>
          </w:tcPr>
          <w:p w14:paraId="1AF39805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2024</w:t>
            </w:r>
          </w:p>
        </w:tc>
        <w:tc>
          <w:tcPr>
            <w:tcW w:w="851" w:type="dxa"/>
            <w:vAlign w:val="center"/>
          </w:tcPr>
          <w:p w14:paraId="0E1BC8B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850" w:type="dxa"/>
            <w:vAlign w:val="center"/>
          </w:tcPr>
          <w:p w14:paraId="5AF0DB1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851" w:type="dxa"/>
            <w:vAlign w:val="center"/>
          </w:tcPr>
          <w:p w14:paraId="6511F8CA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993" w:type="dxa"/>
            <w:vAlign w:val="center"/>
          </w:tcPr>
          <w:p w14:paraId="7D824BC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Всего</w:t>
            </w:r>
          </w:p>
        </w:tc>
      </w:tr>
      <w:tr w:rsidR="00C27018" w:rsidRPr="00C27018" w14:paraId="3CFF8BBF" w14:textId="77777777" w:rsidTr="004908A4">
        <w:trPr>
          <w:gridAfter w:val="1"/>
          <w:wAfter w:w="283" w:type="dxa"/>
        </w:trPr>
        <w:tc>
          <w:tcPr>
            <w:tcW w:w="1696" w:type="dxa"/>
            <w:vAlign w:val="center"/>
          </w:tcPr>
          <w:p w14:paraId="5BBB53AB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8" w:type="dxa"/>
            <w:vMerge w:val="restart"/>
          </w:tcPr>
          <w:p w14:paraId="3C85AF4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851" w:type="dxa"/>
            <w:vAlign w:val="center"/>
          </w:tcPr>
          <w:p w14:paraId="6FA1D65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232688,6</w:t>
            </w:r>
          </w:p>
        </w:tc>
        <w:tc>
          <w:tcPr>
            <w:tcW w:w="850" w:type="dxa"/>
            <w:vAlign w:val="center"/>
          </w:tcPr>
          <w:p w14:paraId="2EA88D2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269882,5</w:t>
            </w:r>
          </w:p>
        </w:tc>
        <w:tc>
          <w:tcPr>
            <w:tcW w:w="851" w:type="dxa"/>
            <w:vAlign w:val="center"/>
          </w:tcPr>
          <w:p w14:paraId="133B672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319299,7</w:t>
            </w:r>
          </w:p>
        </w:tc>
        <w:tc>
          <w:tcPr>
            <w:tcW w:w="850" w:type="dxa"/>
            <w:vAlign w:val="center"/>
          </w:tcPr>
          <w:p w14:paraId="68F06102" w14:textId="627112A8" w:rsidR="00586927" w:rsidRPr="00C27018" w:rsidRDefault="00465493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425032,4</w:t>
            </w:r>
          </w:p>
        </w:tc>
        <w:tc>
          <w:tcPr>
            <w:tcW w:w="851" w:type="dxa"/>
            <w:vAlign w:val="center"/>
          </w:tcPr>
          <w:p w14:paraId="68C68BE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301262,6</w:t>
            </w:r>
          </w:p>
        </w:tc>
        <w:tc>
          <w:tcPr>
            <w:tcW w:w="850" w:type="dxa"/>
            <w:vAlign w:val="center"/>
          </w:tcPr>
          <w:p w14:paraId="23F0FDC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279841,2</w:t>
            </w:r>
          </w:p>
        </w:tc>
        <w:tc>
          <w:tcPr>
            <w:tcW w:w="851" w:type="dxa"/>
            <w:vAlign w:val="center"/>
          </w:tcPr>
          <w:p w14:paraId="6F444FE5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326634,6</w:t>
            </w:r>
          </w:p>
        </w:tc>
        <w:tc>
          <w:tcPr>
            <w:tcW w:w="993" w:type="dxa"/>
            <w:vAlign w:val="center"/>
          </w:tcPr>
          <w:p w14:paraId="2ABA0286" w14:textId="4CAADACB" w:rsidR="00586927" w:rsidRPr="00C27018" w:rsidRDefault="00465493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3478628,0</w:t>
            </w:r>
          </w:p>
        </w:tc>
      </w:tr>
      <w:tr w:rsidR="00C27018" w:rsidRPr="00C27018" w14:paraId="289C83E6" w14:textId="77777777" w:rsidTr="004908A4">
        <w:trPr>
          <w:gridAfter w:val="1"/>
          <w:wAfter w:w="283" w:type="dxa"/>
          <w:trHeight w:val="651"/>
        </w:trPr>
        <w:tc>
          <w:tcPr>
            <w:tcW w:w="1696" w:type="dxa"/>
            <w:vAlign w:val="center"/>
          </w:tcPr>
          <w:p w14:paraId="32A0F9A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8" w:type="dxa"/>
            <w:vMerge/>
          </w:tcPr>
          <w:p w14:paraId="6496384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1FA2055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800955,6</w:t>
            </w:r>
          </w:p>
        </w:tc>
        <w:tc>
          <w:tcPr>
            <w:tcW w:w="850" w:type="dxa"/>
            <w:vAlign w:val="center"/>
          </w:tcPr>
          <w:p w14:paraId="23B7589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1205063,3</w:t>
            </w:r>
          </w:p>
        </w:tc>
        <w:tc>
          <w:tcPr>
            <w:tcW w:w="851" w:type="dxa"/>
            <w:vAlign w:val="center"/>
          </w:tcPr>
          <w:p w14:paraId="4BCE482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685499,0</w:t>
            </w:r>
          </w:p>
        </w:tc>
        <w:tc>
          <w:tcPr>
            <w:tcW w:w="850" w:type="dxa"/>
            <w:vAlign w:val="center"/>
          </w:tcPr>
          <w:p w14:paraId="43B231CB" w14:textId="6DB7F389" w:rsidR="00586927" w:rsidRPr="00C27018" w:rsidRDefault="00465493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774887,4</w:t>
            </w:r>
          </w:p>
        </w:tc>
        <w:tc>
          <w:tcPr>
            <w:tcW w:w="851" w:type="dxa"/>
            <w:vAlign w:val="center"/>
          </w:tcPr>
          <w:p w14:paraId="262D12B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699918,1</w:t>
            </w:r>
          </w:p>
        </w:tc>
        <w:tc>
          <w:tcPr>
            <w:tcW w:w="850" w:type="dxa"/>
            <w:vAlign w:val="center"/>
          </w:tcPr>
          <w:p w14:paraId="2A3495E8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721227,9</w:t>
            </w:r>
          </w:p>
        </w:tc>
        <w:tc>
          <w:tcPr>
            <w:tcW w:w="851" w:type="dxa"/>
            <w:vAlign w:val="center"/>
          </w:tcPr>
          <w:p w14:paraId="3E67B66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707885,3</w:t>
            </w:r>
          </w:p>
        </w:tc>
        <w:tc>
          <w:tcPr>
            <w:tcW w:w="993" w:type="dxa"/>
            <w:vAlign w:val="center"/>
          </w:tcPr>
          <w:p w14:paraId="2BCE68F0" w14:textId="25BBDBCE" w:rsidR="00586927" w:rsidRPr="00C27018" w:rsidRDefault="00465493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8786088,8</w:t>
            </w:r>
          </w:p>
        </w:tc>
      </w:tr>
      <w:tr w:rsidR="00C27018" w:rsidRPr="00C27018" w14:paraId="7BE19E0A" w14:textId="77777777" w:rsidTr="004908A4">
        <w:trPr>
          <w:gridAfter w:val="1"/>
          <w:wAfter w:w="283" w:type="dxa"/>
          <w:trHeight w:val="404"/>
        </w:trPr>
        <w:tc>
          <w:tcPr>
            <w:tcW w:w="1696" w:type="dxa"/>
            <w:vAlign w:val="center"/>
          </w:tcPr>
          <w:p w14:paraId="177CD7B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dxa"/>
            <w:vMerge/>
          </w:tcPr>
          <w:p w14:paraId="2B6B3934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B7E578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51521,7</w:t>
            </w:r>
          </w:p>
        </w:tc>
        <w:tc>
          <w:tcPr>
            <w:tcW w:w="850" w:type="dxa"/>
            <w:vAlign w:val="center"/>
          </w:tcPr>
          <w:p w14:paraId="48F1D05B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181415,5</w:t>
            </w:r>
          </w:p>
        </w:tc>
        <w:tc>
          <w:tcPr>
            <w:tcW w:w="851" w:type="dxa"/>
            <w:vAlign w:val="center"/>
          </w:tcPr>
          <w:p w14:paraId="7FD310DE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15774,6</w:t>
            </w:r>
          </w:p>
        </w:tc>
        <w:tc>
          <w:tcPr>
            <w:tcW w:w="850" w:type="dxa"/>
            <w:vAlign w:val="center"/>
          </w:tcPr>
          <w:p w14:paraId="5F3AFE5F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22513,7</w:t>
            </w:r>
          </w:p>
        </w:tc>
        <w:tc>
          <w:tcPr>
            <w:tcW w:w="851" w:type="dxa"/>
            <w:vAlign w:val="center"/>
          </w:tcPr>
          <w:p w14:paraId="753D67B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26666,2</w:t>
            </w:r>
          </w:p>
        </w:tc>
        <w:tc>
          <w:tcPr>
            <w:tcW w:w="850" w:type="dxa"/>
            <w:vAlign w:val="center"/>
          </w:tcPr>
          <w:p w14:paraId="4FC1A6B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27321,3</w:t>
            </w:r>
          </w:p>
        </w:tc>
        <w:tc>
          <w:tcPr>
            <w:tcW w:w="851" w:type="dxa"/>
            <w:vAlign w:val="center"/>
          </w:tcPr>
          <w:p w14:paraId="53256111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14931,7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C09B7EB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414232,9</w:t>
            </w:r>
          </w:p>
        </w:tc>
      </w:tr>
      <w:tr w:rsidR="00AF602E" w:rsidRPr="00C27018" w14:paraId="26467636" w14:textId="77777777" w:rsidTr="004908A4">
        <w:trPr>
          <w:trHeight w:val="385"/>
        </w:trPr>
        <w:tc>
          <w:tcPr>
            <w:tcW w:w="1696" w:type="dxa"/>
          </w:tcPr>
          <w:p w14:paraId="1978E683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  <w:p w14:paraId="4E2FF340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ИТОГО</w:t>
            </w:r>
          </w:p>
        </w:tc>
        <w:tc>
          <w:tcPr>
            <w:tcW w:w="708" w:type="dxa"/>
          </w:tcPr>
          <w:p w14:paraId="2093B8EA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E29BA9A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1085165,9</w:t>
            </w:r>
          </w:p>
        </w:tc>
        <w:tc>
          <w:tcPr>
            <w:tcW w:w="850" w:type="dxa"/>
            <w:vAlign w:val="center"/>
          </w:tcPr>
          <w:p w14:paraId="01E89EBC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1656361,3</w:t>
            </w:r>
          </w:p>
        </w:tc>
        <w:tc>
          <w:tcPr>
            <w:tcW w:w="851" w:type="dxa"/>
            <w:vAlign w:val="center"/>
          </w:tcPr>
          <w:p w14:paraId="541E3E47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1020573,3</w:t>
            </w:r>
          </w:p>
        </w:tc>
        <w:tc>
          <w:tcPr>
            <w:tcW w:w="850" w:type="dxa"/>
            <w:vAlign w:val="center"/>
          </w:tcPr>
          <w:p w14:paraId="27481B8A" w14:textId="761988AA" w:rsidR="00586927" w:rsidRPr="00C27018" w:rsidRDefault="00465493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1222433,5</w:t>
            </w:r>
          </w:p>
        </w:tc>
        <w:tc>
          <w:tcPr>
            <w:tcW w:w="851" w:type="dxa"/>
            <w:vAlign w:val="center"/>
          </w:tcPr>
          <w:p w14:paraId="14553D46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1027846,9</w:t>
            </w:r>
          </w:p>
        </w:tc>
        <w:tc>
          <w:tcPr>
            <w:tcW w:w="850" w:type="dxa"/>
            <w:vAlign w:val="center"/>
          </w:tcPr>
          <w:p w14:paraId="251C6C7D" w14:textId="77777777" w:rsidR="00586927" w:rsidRPr="00C27018" w:rsidRDefault="00586927" w:rsidP="00404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1028390,4</w:t>
            </w:r>
          </w:p>
        </w:tc>
        <w:tc>
          <w:tcPr>
            <w:tcW w:w="851" w:type="dxa"/>
            <w:vAlign w:val="center"/>
          </w:tcPr>
          <w:p w14:paraId="4E7ACAE1" w14:textId="77777777" w:rsidR="00586927" w:rsidRPr="00C27018" w:rsidRDefault="00586927" w:rsidP="00404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1049451,6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57C600EA" w14:textId="41144364" w:rsidR="00586927" w:rsidRPr="00C27018" w:rsidRDefault="00465493" w:rsidP="004041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C27018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12678949,7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1DEF6A" w14:textId="77777777" w:rsidR="00586927" w:rsidRPr="00C27018" w:rsidRDefault="00586927" w:rsidP="004041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176B09E" w14:textId="77777777" w:rsidR="00586927" w:rsidRPr="00C27018" w:rsidRDefault="00586927" w:rsidP="004041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31626196" w14:textId="5D4AA559" w:rsidR="00586927" w:rsidRPr="00C27018" w:rsidRDefault="00586927" w:rsidP="004041E6">
            <w:pPr>
              <w:spacing w:after="0" w:line="240" w:lineRule="auto"/>
              <w:ind w:right="-15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2701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7831AA5D" w14:textId="77777777" w:rsidR="00586927" w:rsidRPr="00C27018" w:rsidRDefault="00586927" w:rsidP="004041E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461AD32" w14:textId="3E94E7B7" w:rsidR="00586927" w:rsidRPr="00C27018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>2. Приложение 3 часть 2 к муниципальной программе, изложить в новой редакции</w:t>
      </w:r>
      <w:r w:rsidR="0017134D" w:rsidRPr="00C2701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согласно </w:t>
      </w:r>
      <w:proofErr w:type="gramStart"/>
      <w:r w:rsidRPr="00C27018">
        <w:rPr>
          <w:rFonts w:ascii="Times New Roman" w:hAnsi="Times New Roman"/>
          <w:color w:val="000000" w:themeColor="text1"/>
          <w:sz w:val="28"/>
          <w:szCs w:val="28"/>
        </w:rPr>
        <w:t>приложению</w:t>
      </w:r>
      <w:proofErr w:type="gramEnd"/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523E10EF" w14:textId="605C3009" w:rsidR="00586927" w:rsidRPr="00C27018" w:rsidRDefault="00586927" w:rsidP="004041E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3. Пункт 1.3 постановления администрации муниципального образования «Городской округ Ногликский» от 29.11.2023 № 734 «О внесении изменений в муниципальную программу «Развитие образования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13.04.2015 № 253» считать утратившим силу.</w:t>
      </w:r>
    </w:p>
    <w:p w14:paraId="321C7C63" w14:textId="03A76CC5" w:rsidR="00586927" w:rsidRPr="00C27018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4. Опубликовать настоящее постановление в газете «Знамя труда»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6DC984B" w14:textId="441122FE" w:rsidR="00845A55" w:rsidRPr="00C27018" w:rsidRDefault="00845A55" w:rsidP="004041E6">
      <w:pPr>
        <w:pStyle w:val="a8"/>
        <w:tabs>
          <w:tab w:val="left" w:pos="993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7018">
        <w:rPr>
          <w:rFonts w:ascii="Times New Roman" w:hAnsi="Times New Roman"/>
          <w:color w:val="000000" w:themeColor="text1"/>
          <w:sz w:val="28"/>
          <w:szCs w:val="28"/>
        </w:rPr>
        <w:t xml:space="preserve">5. Настоящее постановление вступает в силу с момента опубликования. Пункт 1.1 настоящего постановления вступает в силу с момента опубликования и распространяется на правоотношения, возникшие </w:t>
      </w:r>
      <w:r w:rsidR="004041E6" w:rsidRPr="00C2701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C27018">
        <w:rPr>
          <w:rFonts w:ascii="Times New Roman" w:hAnsi="Times New Roman"/>
          <w:color w:val="000000" w:themeColor="text1"/>
          <w:sz w:val="28"/>
          <w:szCs w:val="28"/>
        </w:rPr>
        <w:t>с 01 января 2025 года.</w:t>
      </w:r>
    </w:p>
    <w:p w14:paraId="09DCBA75" w14:textId="60783786" w:rsidR="00586927" w:rsidRDefault="004041E6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86927" w:rsidRPr="00194FE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586927" w:rsidRPr="00194FE2">
        <w:rPr>
          <w:rFonts w:ascii="Times New Roman" w:hAnsi="Times New Roman"/>
          <w:sz w:val="28"/>
          <w:szCs w:val="28"/>
        </w:rPr>
        <w:t>на вице-м</w:t>
      </w:r>
      <w:r w:rsidR="00586927">
        <w:rPr>
          <w:rFonts w:ascii="Times New Roman" w:hAnsi="Times New Roman"/>
          <w:sz w:val="28"/>
          <w:szCs w:val="28"/>
        </w:rPr>
        <w:t xml:space="preserve">эра муниципального образования </w:t>
      </w:r>
      <w:r w:rsidR="00586927" w:rsidRPr="00194FE2">
        <w:rPr>
          <w:rFonts w:ascii="Times New Roman" w:hAnsi="Times New Roman"/>
          <w:sz w:val="28"/>
          <w:szCs w:val="28"/>
        </w:rPr>
        <w:t>Ногликский</w:t>
      </w:r>
      <w:r w:rsidR="00586927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586927" w:rsidRPr="00194F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6927" w:rsidRPr="00194FE2">
        <w:rPr>
          <w:rFonts w:ascii="Times New Roman" w:hAnsi="Times New Roman"/>
          <w:sz w:val="28"/>
          <w:szCs w:val="28"/>
        </w:rPr>
        <w:t>Русанова</w:t>
      </w:r>
      <w:proofErr w:type="spellEnd"/>
      <w:r w:rsidR="00586927" w:rsidRPr="00194FE2">
        <w:rPr>
          <w:rFonts w:ascii="Times New Roman" w:hAnsi="Times New Roman"/>
          <w:sz w:val="28"/>
          <w:szCs w:val="28"/>
        </w:rPr>
        <w:t xml:space="preserve"> Я.С.</w:t>
      </w:r>
    </w:p>
    <w:p w14:paraId="73E9E1D5" w14:textId="77777777" w:rsidR="00586927" w:rsidRDefault="00586927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5419D6CD" w14:textId="3B2DFC2A" w:rsidR="004041E6" w:rsidRDefault="004041E6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0A7EBD39" w14:textId="77777777" w:rsidR="004041E6" w:rsidRPr="00194FE2" w:rsidRDefault="004041E6" w:rsidP="004041E6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6E89A595" w14:textId="77777777" w:rsidR="00586927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A2330D" w14:textId="0E206443" w:rsidR="00586927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368D3F2F" w14:textId="77777777" w:rsidR="00586927" w:rsidRPr="008629FA" w:rsidRDefault="00586927" w:rsidP="004041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586927" w:rsidRPr="008629FA" w:rsidSect="004041E6">
      <w:headerReference w:type="default" r:id="rId7"/>
      <w:pgSz w:w="11906" w:h="16838"/>
      <w:pgMar w:top="1135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0F87E" w14:textId="77777777" w:rsidR="0045069B" w:rsidRDefault="0045069B" w:rsidP="0033636C">
      <w:pPr>
        <w:spacing w:after="0" w:line="240" w:lineRule="auto"/>
      </w:pPr>
      <w:r>
        <w:separator/>
      </w:r>
    </w:p>
  </w:endnote>
  <w:endnote w:type="continuationSeparator" w:id="0">
    <w:p w14:paraId="32EE1238" w14:textId="77777777" w:rsidR="0045069B" w:rsidRDefault="0045069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14B86" w14:textId="77777777" w:rsidR="0045069B" w:rsidRDefault="0045069B" w:rsidP="0033636C">
      <w:pPr>
        <w:spacing w:after="0" w:line="240" w:lineRule="auto"/>
      </w:pPr>
      <w:r>
        <w:separator/>
      </w:r>
    </w:p>
  </w:footnote>
  <w:footnote w:type="continuationSeparator" w:id="0">
    <w:p w14:paraId="043C9F9B" w14:textId="77777777" w:rsidR="0045069B" w:rsidRDefault="0045069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803184"/>
      <w:docPartObj>
        <w:docPartGallery w:val="Page Numbers (Top of Page)"/>
        <w:docPartUnique/>
      </w:docPartObj>
    </w:sdtPr>
    <w:sdtEndPr/>
    <w:sdtContent>
      <w:p w14:paraId="4818A474" w14:textId="0ED0C335" w:rsidR="00194FE2" w:rsidRDefault="00194F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2B8">
          <w:rPr>
            <w:noProof/>
          </w:rPr>
          <w:t>2</w:t>
        </w:r>
        <w:r>
          <w:fldChar w:fldCharType="end"/>
        </w:r>
      </w:p>
    </w:sdtContent>
  </w:sdt>
  <w:p w14:paraId="39976FB5" w14:textId="77777777" w:rsidR="00194FE2" w:rsidRDefault="00194F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AE2"/>
    <w:rsid w:val="00051646"/>
    <w:rsid w:val="00053BD0"/>
    <w:rsid w:val="00091AD1"/>
    <w:rsid w:val="000A2349"/>
    <w:rsid w:val="000D1118"/>
    <w:rsid w:val="00116AC9"/>
    <w:rsid w:val="00132D84"/>
    <w:rsid w:val="00137BA4"/>
    <w:rsid w:val="0017134D"/>
    <w:rsid w:val="00172307"/>
    <w:rsid w:val="00185FEC"/>
    <w:rsid w:val="00194FE2"/>
    <w:rsid w:val="001A7EBD"/>
    <w:rsid w:val="001E1F9F"/>
    <w:rsid w:val="001F039F"/>
    <w:rsid w:val="002003DC"/>
    <w:rsid w:val="00207719"/>
    <w:rsid w:val="00276BEB"/>
    <w:rsid w:val="002C0A30"/>
    <w:rsid w:val="003051DA"/>
    <w:rsid w:val="00312E62"/>
    <w:rsid w:val="0032606D"/>
    <w:rsid w:val="0033636C"/>
    <w:rsid w:val="00384257"/>
    <w:rsid w:val="003D045D"/>
    <w:rsid w:val="003E4257"/>
    <w:rsid w:val="003F63B8"/>
    <w:rsid w:val="004041E6"/>
    <w:rsid w:val="00422FF7"/>
    <w:rsid w:val="0045069B"/>
    <w:rsid w:val="00460F30"/>
    <w:rsid w:val="00463148"/>
    <w:rsid w:val="00465493"/>
    <w:rsid w:val="004908A4"/>
    <w:rsid w:val="004D44FE"/>
    <w:rsid w:val="00520CBF"/>
    <w:rsid w:val="00545EBF"/>
    <w:rsid w:val="00586927"/>
    <w:rsid w:val="005952E5"/>
    <w:rsid w:val="005A18C8"/>
    <w:rsid w:val="005C0A39"/>
    <w:rsid w:val="005C5B38"/>
    <w:rsid w:val="005E1BDF"/>
    <w:rsid w:val="00676284"/>
    <w:rsid w:val="006D466F"/>
    <w:rsid w:val="006E6153"/>
    <w:rsid w:val="006F49FC"/>
    <w:rsid w:val="00740F53"/>
    <w:rsid w:val="00745C8A"/>
    <w:rsid w:val="007A37BA"/>
    <w:rsid w:val="00845A55"/>
    <w:rsid w:val="00846C7D"/>
    <w:rsid w:val="008629FA"/>
    <w:rsid w:val="00863638"/>
    <w:rsid w:val="00871C69"/>
    <w:rsid w:val="00890082"/>
    <w:rsid w:val="00934541"/>
    <w:rsid w:val="009471C1"/>
    <w:rsid w:val="00965F58"/>
    <w:rsid w:val="00987DB5"/>
    <w:rsid w:val="009A1D15"/>
    <w:rsid w:val="009D1FE3"/>
    <w:rsid w:val="009D4340"/>
    <w:rsid w:val="009F5EAE"/>
    <w:rsid w:val="00A154F0"/>
    <w:rsid w:val="00A47388"/>
    <w:rsid w:val="00AC72C8"/>
    <w:rsid w:val="00AF42B8"/>
    <w:rsid w:val="00AF602E"/>
    <w:rsid w:val="00B02EEC"/>
    <w:rsid w:val="00B10ED9"/>
    <w:rsid w:val="00B25688"/>
    <w:rsid w:val="00BD305C"/>
    <w:rsid w:val="00BE50BB"/>
    <w:rsid w:val="00C02849"/>
    <w:rsid w:val="00C27018"/>
    <w:rsid w:val="00D12794"/>
    <w:rsid w:val="00D13822"/>
    <w:rsid w:val="00D33435"/>
    <w:rsid w:val="00D4390C"/>
    <w:rsid w:val="00D631D7"/>
    <w:rsid w:val="00D67BD8"/>
    <w:rsid w:val="00D70970"/>
    <w:rsid w:val="00DA706E"/>
    <w:rsid w:val="00DE00FA"/>
    <w:rsid w:val="00DE37BC"/>
    <w:rsid w:val="00DF5585"/>
    <w:rsid w:val="00DF7897"/>
    <w:rsid w:val="00E21F43"/>
    <w:rsid w:val="00E37B8A"/>
    <w:rsid w:val="00E609BC"/>
    <w:rsid w:val="00E6484E"/>
    <w:rsid w:val="00E73C0E"/>
    <w:rsid w:val="00E805CE"/>
    <w:rsid w:val="00E82EE6"/>
    <w:rsid w:val="00EA4DC0"/>
    <w:rsid w:val="00EB24BB"/>
    <w:rsid w:val="00F40862"/>
    <w:rsid w:val="00F71A04"/>
    <w:rsid w:val="00F7334F"/>
    <w:rsid w:val="00F86C2D"/>
    <w:rsid w:val="00F96B9A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28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276BEB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276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50AE2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71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13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7AF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7AF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C2021"/>
    <w:rsid w:val="00207719"/>
    <w:rsid w:val="00417AFC"/>
    <w:rsid w:val="00676284"/>
    <w:rsid w:val="00871C69"/>
    <w:rsid w:val="009A1D15"/>
    <w:rsid w:val="009D4340"/>
    <w:rsid w:val="009F04E4"/>
    <w:rsid w:val="00B13DA8"/>
    <w:rsid w:val="00C95804"/>
    <w:rsid w:val="00CF735B"/>
    <w:rsid w:val="00D13822"/>
    <w:rsid w:val="00D631D7"/>
    <w:rsid w:val="00E21F43"/>
    <w:rsid w:val="00E7774E"/>
    <w:rsid w:val="00E82EE6"/>
    <w:rsid w:val="00F7334F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258</TotalTime>
  <Pages>5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24</cp:revision>
  <cp:lastPrinted>2025-02-13T08:43:00Z</cp:lastPrinted>
  <dcterms:created xsi:type="dcterms:W3CDTF">2025-01-16T03:15:00Z</dcterms:created>
  <dcterms:modified xsi:type="dcterms:W3CDTF">2025-02-13T08:44:00Z</dcterms:modified>
</cp:coreProperties>
</file>