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1451B172" w:rsidR="00864CB0" w:rsidRDefault="00EE3D03" w:rsidP="00DA06CC">
      <w:pPr>
        <w:ind w:left="-1276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D4FF5">
        <w:rPr>
          <w:sz w:val="28"/>
          <w:szCs w:val="28"/>
        </w:rPr>
        <w:t xml:space="preserve"> 2</w:t>
      </w:r>
    </w:p>
    <w:p w14:paraId="3F8C5EB0" w14:textId="17741EB5" w:rsidR="00864CB0" w:rsidRPr="00B622D9" w:rsidRDefault="00864CB0" w:rsidP="00DA06CC">
      <w:pPr>
        <w:ind w:left="-1276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8D4FF5">
        <w:rPr>
          <w:sz w:val="28"/>
          <w:szCs w:val="28"/>
        </w:rPr>
        <w:t>Порядку</w:t>
      </w:r>
    </w:p>
    <w:p w14:paraId="0F03B2EF" w14:textId="051810CF" w:rsidR="00864CB0" w:rsidRPr="005429DB" w:rsidRDefault="008D4FF5" w:rsidP="00DA06CC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</w:t>
      </w:r>
      <w:r w:rsidR="00F71A19">
        <w:rPr>
          <w:sz w:val="28"/>
          <w:szCs w:val="28"/>
        </w:rPr>
        <w:t xml:space="preserve">на возмещение затрат на открытием собственного дела </w:t>
      </w:r>
      <w:r w:rsidR="000C5D2F">
        <w:rPr>
          <w:sz w:val="28"/>
          <w:szCs w:val="28"/>
        </w:rPr>
        <w:t xml:space="preserve">начинающим </w:t>
      </w:r>
      <w:r>
        <w:rPr>
          <w:sz w:val="28"/>
          <w:szCs w:val="28"/>
        </w:rPr>
        <w:t xml:space="preserve">субъектам малого предпринимательства, </w:t>
      </w:r>
      <w:r w:rsidR="005A132B">
        <w:rPr>
          <w:sz w:val="28"/>
          <w:szCs w:val="28"/>
        </w:rPr>
        <w:br/>
      </w:r>
      <w:r>
        <w:rPr>
          <w:sz w:val="28"/>
          <w:szCs w:val="28"/>
        </w:rPr>
        <w:t>утвержденно</w:t>
      </w:r>
      <w:r w:rsidR="009E6546">
        <w:rPr>
          <w:sz w:val="28"/>
          <w:szCs w:val="28"/>
        </w:rPr>
        <w:t>му</w:t>
      </w:r>
      <w:r>
        <w:rPr>
          <w:sz w:val="28"/>
          <w:szCs w:val="28"/>
        </w:rPr>
        <w:t xml:space="preserve"> постановлением </w:t>
      </w:r>
      <w:r w:rsidR="00FF6813">
        <w:rPr>
          <w:sz w:val="28"/>
          <w:szCs w:val="28"/>
        </w:rPr>
        <w:t>администрации</w:t>
      </w:r>
      <w:r w:rsidR="00CB7FF9">
        <w:rPr>
          <w:sz w:val="28"/>
          <w:szCs w:val="28"/>
        </w:rPr>
        <w:t xml:space="preserve"> муниципального образования </w:t>
      </w:r>
      <w:r w:rsidR="005A132B">
        <w:rPr>
          <w:sz w:val="28"/>
          <w:szCs w:val="28"/>
        </w:rPr>
        <w:br/>
      </w:r>
      <w:r w:rsidR="00CB7FF9">
        <w:rPr>
          <w:sz w:val="28"/>
          <w:szCs w:val="28"/>
        </w:rPr>
        <w:t xml:space="preserve">«Городской округ Ногликский» </w:t>
      </w:r>
      <w:r w:rsidR="005A132B">
        <w:rPr>
          <w:sz w:val="28"/>
          <w:szCs w:val="28"/>
        </w:rPr>
        <w:br/>
      </w:r>
      <w:r w:rsidR="00620638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DA6A1A842AA49A08FD510198D44ECB9"/>
          </w:placeholder>
        </w:sdtPr>
        <w:sdtEndPr/>
        <w:sdtContent>
          <w:r w:rsidR="00620638">
            <w:rPr>
              <w:sz w:val="28"/>
              <w:szCs w:val="28"/>
            </w:rPr>
            <w:t>29 августа 2024 года</w:t>
          </w:r>
        </w:sdtContent>
      </w:sdt>
      <w:r w:rsidR="00620638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3FB93ED78D334D739027526ADD2890AE"/>
          </w:placeholder>
        </w:sdtPr>
        <w:sdtEndPr/>
        <w:sdtContent>
          <w:r w:rsidR="00620638">
            <w:rPr>
              <w:sz w:val="28"/>
              <w:szCs w:val="28"/>
            </w:rPr>
            <w:t>510</w:t>
          </w:r>
        </w:sdtContent>
      </w:sdt>
    </w:p>
    <w:p w14:paraId="026768BA" w14:textId="77777777" w:rsidR="00864CB0" w:rsidRPr="00725616" w:rsidRDefault="00864CB0" w:rsidP="00CB7FF9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</w:pPr>
    </w:p>
    <w:p w14:paraId="17346E7D" w14:textId="0F7582A6" w:rsidR="00CB7FF9" w:rsidRDefault="00CB7FF9" w:rsidP="00864CB0">
      <w:pPr>
        <w:jc w:val="center"/>
        <w:rPr>
          <w:sz w:val="28"/>
          <w:szCs w:val="28"/>
        </w:rPr>
      </w:pPr>
    </w:p>
    <w:p w14:paraId="6893F6F2" w14:textId="77777777" w:rsidR="00CB7FF9" w:rsidRDefault="00CB7FF9" w:rsidP="00864CB0">
      <w:pPr>
        <w:jc w:val="center"/>
        <w:rPr>
          <w:sz w:val="28"/>
          <w:szCs w:val="28"/>
        </w:rPr>
        <w:sectPr w:rsidR="00CB7FF9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5EB94E01" w14:textId="4F13D9D7" w:rsidR="008D4FF5" w:rsidRPr="005F3698" w:rsidRDefault="008D4FF5" w:rsidP="008D4FF5">
      <w:pPr>
        <w:autoSpaceDE w:val="0"/>
        <w:autoSpaceDN w:val="0"/>
        <w:spacing w:after="120"/>
        <w:jc w:val="center"/>
        <w:rPr>
          <w:bCs/>
          <w:sz w:val="28"/>
          <w:szCs w:val="28"/>
        </w:rPr>
      </w:pPr>
      <w:r w:rsidRPr="005F3698">
        <w:rPr>
          <w:bCs/>
          <w:sz w:val="28"/>
          <w:szCs w:val="28"/>
        </w:rPr>
        <w:lastRenderedPageBreak/>
        <w:t>Заявление о соответствии вновь созданного юридического лица</w:t>
      </w:r>
      <w:r w:rsidRPr="005F3698">
        <w:rPr>
          <w:bCs/>
          <w:sz w:val="28"/>
          <w:szCs w:val="28"/>
        </w:rPr>
        <w:br/>
        <w:t>и вновь зарегистрированного индивидуального предпринимателя</w:t>
      </w:r>
      <w:r w:rsidRPr="005F3698">
        <w:rPr>
          <w:bCs/>
          <w:sz w:val="28"/>
          <w:szCs w:val="28"/>
        </w:rPr>
        <w:br/>
        <w:t>условиям отнесения к субъектам малого и среднего</w:t>
      </w:r>
      <w:r w:rsidRPr="005F3698">
        <w:rPr>
          <w:bCs/>
          <w:sz w:val="28"/>
          <w:szCs w:val="28"/>
        </w:rPr>
        <w:br/>
        <w:t>предпринимательства, установленным Федеральным законом</w:t>
      </w:r>
      <w:r w:rsidRPr="005F3698">
        <w:rPr>
          <w:bCs/>
          <w:sz w:val="28"/>
          <w:szCs w:val="28"/>
        </w:rPr>
        <w:br/>
        <w:t xml:space="preserve">от 24 июля </w:t>
      </w:r>
      <w:smartTag w:uri="urn:schemas-microsoft-com:office:smarttags" w:element="metricconverter">
        <w:smartTagPr>
          <w:attr w:name="ProductID" w:val="2007 г"/>
        </w:smartTagPr>
        <w:r w:rsidRPr="005F3698">
          <w:rPr>
            <w:bCs/>
            <w:sz w:val="28"/>
            <w:szCs w:val="28"/>
          </w:rPr>
          <w:t>2007 г</w:t>
        </w:r>
        <w:r w:rsidR="0008106F">
          <w:rPr>
            <w:bCs/>
            <w:sz w:val="28"/>
            <w:szCs w:val="28"/>
          </w:rPr>
          <w:t>ода</w:t>
        </w:r>
      </w:smartTag>
      <w:r w:rsidRPr="005F3698">
        <w:rPr>
          <w:bCs/>
          <w:sz w:val="28"/>
          <w:szCs w:val="28"/>
        </w:rPr>
        <w:t xml:space="preserve"> № 209-ФЗ «О развитии малого и среднего</w:t>
      </w:r>
      <w:r w:rsidRPr="005F3698">
        <w:rPr>
          <w:bCs/>
          <w:sz w:val="28"/>
          <w:szCs w:val="28"/>
        </w:rPr>
        <w:br/>
        <w:t>предпринимательства в Российской Федерации»</w:t>
      </w:r>
    </w:p>
    <w:p w14:paraId="592AC3FB" w14:textId="6C0C1F1B" w:rsidR="00AD1C35" w:rsidRDefault="00AD1C35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6BE7E383" w14:textId="40573CB6" w:rsidR="008D4FF5" w:rsidRPr="005F3698" w:rsidRDefault="008D4FF5" w:rsidP="00DA06CC">
      <w:pPr>
        <w:autoSpaceDE w:val="0"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B7FF9">
        <w:rPr>
          <w:sz w:val="28"/>
          <w:szCs w:val="28"/>
        </w:rPr>
        <w:t>астоящим заявляю, что</w:t>
      </w:r>
    </w:p>
    <w:p w14:paraId="3A1005E9" w14:textId="77777777" w:rsidR="008D4FF5" w:rsidRPr="005F3698" w:rsidRDefault="008D4FF5" w:rsidP="00DA06CC">
      <w:pPr>
        <w:autoSpaceDE w:val="0"/>
        <w:autoSpaceDN w:val="0"/>
        <w:jc w:val="both"/>
        <w:rPr>
          <w:sz w:val="26"/>
          <w:szCs w:val="26"/>
        </w:rPr>
      </w:pPr>
    </w:p>
    <w:p w14:paraId="13BF9616" w14:textId="77777777" w:rsidR="008D4FF5" w:rsidRPr="005F3698" w:rsidRDefault="008D4FF5" w:rsidP="00DA06CC">
      <w:pPr>
        <w:pBdr>
          <w:top w:val="single" w:sz="4" w:space="1" w:color="auto"/>
        </w:pBdr>
        <w:autoSpaceDE w:val="0"/>
        <w:autoSpaceDN w:val="0"/>
        <w:jc w:val="both"/>
        <w:rPr>
          <w:sz w:val="26"/>
          <w:szCs w:val="26"/>
        </w:rPr>
      </w:pPr>
      <w:r w:rsidRPr="005F3698">
        <w:rPr>
          <w:sz w:val="26"/>
          <w:szCs w:val="26"/>
        </w:rPr>
        <w:t xml:space="preserve">(указывается полное наименование юридического лица, фамилия, имя, отчество (последнее </w:t>
      </w:r>
      <w:r w:rsidRPr="005F3698">
        <w:rPr>
          <w:sz w:val="26"/>
          <w:szCs w:val="26"/>
        </w:rPr>
        <w:sym w:font="Symbol" w:char="F02D"/>
      </w:r>
      <w:r w:rsidRPr="005F3698">
        <w:rPr>
          <w:sz w:val="26"/>
          <w:szCs w:val="26"/>
        </w:rPr>
        <w:t xml:space="preserve"> при наличии) индивидуального предпринимателя)</w:t>
      </w:r>
    </w:p>
    <w:p w14:paraId="37ED86AF" w14:textId="03F0A71D" w:rsidR="008D4FF5" w:rsidRPr="005F3698" w:rsidRDefault="00CB7FF9" w:rsidP="00DA06CC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ИНН:</w:t>
      </w:r>
    </w:p>
    <w:p w14:paraId="2E54C65C" w14:textId="77777777" w:rsidR="008D4FF5" w:rsidRPr="005F3698" w:rsidRDefault="008D4FF5" w:rsidP="00DA06CC">
      <w:pPr>
        <w:pBdr>
          <w:top w:val="single" w:sz="4" w:space="1" w:color="auto"/>
        </w:pBdr>
        <w:autoSpaceDE w:val="0"/>
        <w:autoSpaceDN w:val="0"/>
        <w:ind w:left="697"/>
        <w:jc w:val="both"/>
        <w:rPr>
          <w:sz w:val="26"/>
          <w:szCs w:val="26"/>
        </w:rPr>
      </w:pPr>
      <w:r w:rsidRPr="005F3698">
        <w:rPr>
          <w:sz w:val="26"/>
          <w:szCs w:val="26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14:paraId="054A88A6" w14:textId="2111EE5B" w:rsidR="008D4FF5" w:rsidRPr="005F3698" w:rsidRDefault="00CB7FF9" w:rsidP="00DA06CC">
      <w:pPr>
        <w:autoSpaceDE w:val="0"/>
        <w:autoSpaceDN w:val="0"/>
        <w:jc w:val="both"/>
        <w:rPr>
          <w:sz w:val="26"/>
          <w:szCs w:val="26"/>
        </w:rPr>
      </w:pPr>
      <w:r>
        <w:rPr>
          <w:sz w:val="28"/>
          <w:szCs w:val="28"/>
        </w:rPr>
        <w:t>дата государственной регистр</w:t>
      </w:r>
      <w:r w:rsidR="005A132B">
        <w:rPr>
          <w:sz w:val="28"/>
          <w:szCs w:val="28"/>
        </w:rPr>
        <w:t>а</w:t>
      </w:r>
      <w:r w:rsidR="008D4FF5" w:rsidRPr="005F3698">
        <w:rPr>
          <w:sz w:val="28"/>
          <w:szCs w:val="28"/>
        </w:rPr>
        <w:t>ции:___</w:t>
      </w:r>
      <w:r w:rsidR="005A132B">
        <w:rPr>
          <w:sz w:val="28"/>
          <w:szCs w:val="28"/>
        </w:rPr>
        <w:t>_______________________________</w:t>
      </w:r>
    </w:p>
    <w:p w14:paraId="1768F7E3" w14:textId="77777777" w:rsidR="008D4FF5" w:rsidRPr="005F3698" w:rsidRDefault="008D4FF5" w:rsidP="00DA06CC">
      <w:pPr>
        <w:autoSpaceDE w:val="0"/>
        <w:autoSpaceDN w:val="0"/>
        <w:jc w:val="both"/>
        <w:rPr>
          <w:sz w:val="26"/>
          <w:szCs w:val="26"/>
        </w:rPr>
      </w:pPr>
    </w:p>
    <w:p w14:paraId="30FA800E" w14:textId="77777777" w:rsidR="008D4FF5" w:rsidRPr="005F3698" w:rsidRDefault="008D4FF5" w:rsidP="00DA06CC">
      <w:pPr>
        <w:pBdr>
          <w:top w:val="single" w:sz="4" w:space="1" w:color="auto"/>
        </w:pBdr>
        <w:autoSpaceDE w:val="0"/>
        <w:autoSpaceDN w:val="0"/>
        <w:jc w:val="both"/>
        <w:rPr>
          <w:sz w:val="26"/>
          <w:szCs w:val="26"/>
        </w:rPr>
      </w:pPr>
      <w:r w:rsidRPr="005F3698">
        <w:rPr>
          <w:sz w:val="26"/>
          <w:szCs w:val="26"/>
        </w:rPr>
        <w:t>(указывается дата государственной регистрации юридического лица или индивидуального предпринимателя)</w:t>
      </w:r>
    </w:p>
    <w:p w14:paraId="40F221E5" w14:textId="5F357D5E" w:rsidR="00CB7FF9" w:rsidRDefault="008D4FF5" w:rsidP="00DA06CC">
      <w:pPr>
        <w:autoSpaceDE w:val="0"/>
        <w:autoSpaceDN w:val="0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соответствует условиям отнесения к субъектам малого и среднего предпринимательства, установленным 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5F3698">
          <w:rPr>
            <w:sz w:val="28"/>
            <w:szCs w:val="28"/>
          </w:rPr>
          <w:t>2007 г</w:t>
        </w:r>
        <w:r w:rsidR="0008106F">
          <w:rPr>
            <w:sz w:val="28"/>
            <w:szCs w:val="28"/>
          </w:rPr>
          <w:t>ода</w:t>
        </w:r>
      </w:smartTag>
      <w:bookmarkStart w:id="0" w:name="_GoBack"/>
      <w:bookmarkEnd w:id="0"/>
      <w:r w:rsidRPr="005F3698">
        <w:rPr>
          <w:sz w:val="28"/>
          <w:szCs w:val="28"/>
        </w:rPr>
        <w:t xml:space="preserve"> </w:t>
      </w:r>
    </w:p>
    <w:p w14:paraId="150F6298" w14:textId="240B2DF4" w:rsidR="008D4FF5" w:rsidRDefault="008D4FF5" w:rsidP="00DA06CC">
      <w:pPr>
        <w:autoSpaceDE w:val="0"/>
        <w:autoSpaceDN w:val="0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№ 209-ФЗ «О развитии малого и среднего предпринимательства в Российской Федерации».</w:t>
      </w:r>
    </w:p>
    <w:p w14:paraId="5D57B22F" w14:textId="77777777" w:rsidR="008D4FF5" w:rsidRPr="005F3698" w:rsidRDefault="008D4FF5" w:rsidP="00DA06CC">
      <w:pPr>
        <w:autoSpaceDE w:val="0"/>
        <w:autoSpaceDN w:val="0"/>
        <w:jc w:val="both"/>
        <w:rPr>
          <w:sz w:val="28"/>
          <w:szCs w:val="28"/>
        </w:rPr>
      </w:pPr>
    </w:p>
    <w:tbl>
      <w:tblPr>
        <w:tblW w:w="983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1758"/>
        <w:gridCol w:w="2948"/>
      </w:tblGrid>
      <w:tr w:rsidR="008D4FF5" w:rsidRPr="005F3698" w14:paraId="58D27C9C" w14:textId="77777777" w:rsidTr="008272CB">
        <w:trPr>
          <w:trHeight w:val="2119"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14:paraId="0A461BF7" w14:textId="77777777" w:rsidR="008D4FF5" w:rsidRPr="005F3698" w:rsidRDefault="008D4FF5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F3698">
              <w:rPr>
                <w:sz w:val="28"/>
                <w:szCs w:val="28"/>
              </w:rPr>
              <w:t xml:space="preserve">(фамилия, имя, отчество (последнее </w:t>
            </w:r>
            <w:r w:rsidRPr="005F3698">
              <w:rPr>
                <w:sz w:val="28"/>
                <w:szCs w:val="28"/>
              </w:rPr>
              <w:sym w:font="Symbol" w:char="F02D"/>
            </w:r>
            <w:r w:rsidRPr="005F3698">
              <w:rPr>
                <w:sz w:val="28"/>
                <w:szCs w:val="28"/>
              </w:rPr>
              <w:t xml:space="preserve"> при наличии) подписавшего, должность)</w:t>
            </w:r>
          </w:p>
          <w:p w14:paraId="3EAB95CB" w14:textId="51C126BA" w:rsidR="008D4FF5" w:rsidRPr="005F3698" w:rsidRDefault="005A132B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«______»</w:t>
            </w:r>
            <w:r w:rsidR="008D4FF5" w:rsidRPr="005F3698">
              <w:rPr>
                <w:sz w:val="28"/>
                <w:szCs w:val="28"/>
              </w:rPr>
              <w:t>_______________20___</w:t>
            </w:r>
            <w:r w:rsidR="008D4FF5" w:rsidRPr="005F3698">
              <w:rPr>
                <w:sz w:val="28"/>
                <w:szCs w:val="28"/>
              </w:rPr>
              <w:tab/>
              <w:t>г.</w:t>
            </w:r>
          </w:p>
          <w:p w14:paraId="579E5606" w14:textId="31F03612" w:rsidR="008D4FF5" w:rsidRPr="005F3698" w:rsidRDefault="008D4FF5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F3698">
              <w:rPr>
                <w:sz w:val="28"/>
                <w:szCs w:val="28"/>
              </w:rPr>
              <w:t>(дата составления заявления)</w:t>
            </w:r>
            <w:r w:rsidRPr="005F3698">
              <w:rPr>
                <w:sz w:val="28"/>
                <w:szCs w:val="28"/>
              </w:rPr>
              <w:tab/>
            </w:r>
            <w:r w:rsidRPr="005F3698">
              <w:rPr>
                <w:sz w:val="28"/>
                <w:szCs w:val="28"/>
              </w:rPr>
              <w:tab/>
            </w:r>
          </w:p>
          <w:p w14:paraId="705716BE" w14:textId="77777777" w:rsidR="008D4FF5" w:rsidRPr="005F3698" w:rsidRDefault="008D4FF5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F3698">
              <w:rPr>
                <w:sz w:val="28"/>
                <w:szCs w:val="28"/>
              </w:rPr>
              <w:t>М.П. (при наличии)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14:paraId="58106CCF" w14:textId="77777777" w:rsidR="008D4FF5" w:rsidRPr="005F3698" w:rsidRDefault="008D4FF5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14:paraId="092B2FB9" w14:textId="77777777" w:rsidR="008D4FF5" w:rsidRPr="005F3698" w:rsidRDefault="008D4FF5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F3698">
              <w:rPr>
                <w:sz w:val="28"/>
                <w:szCs w:val="28"/>
              </w:rPr>
              <w:t>подпись</w:t>
            </w:r>
          </w:p>
        </w:tc>
      </w:tr>
    </w:tbl>
    <w:p w14:paraId="28C6015B" w14:textId="6C9A0612" w:rsidR="00864CB0" w:rsidRDefault="00864CB0" w:rsidP="00DA06CC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formProt w:val="0"/>
          <w:docGrid w:linePitch="360"/>
        </w:sectPr>
      </w:pPr>
    </w:p>
    <w:p w14:paraId="7B71B0A3" w14:textId="6244F4E3" w:rsidR="00416224" w:rsidRPr="00864CB0" w:rsidRDefault="00416224" w:rsidP="00CB7FF9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66B96" w14:textId="77777777" w:rsidR="00655E43" w:rsidRDefault="00655E43">
      <w:r>
        <w:separator/>
      </w:r>
    </w:p>
  </w:endnote>
  <w:endnote w:type="continuationSeparator" w:id="0">
    <w:p w14:paraId="47C4DC89" w14:textId="77777777" w:rsidR="00655E43" w:rsidRDefault="00655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6B3BA" w14:textId="77777777" w:rsidR="00655E43" w:rsidRDefault="00655E43">
      <w:r>
        <w:separator/>
      </w:r>
    </w:p>
  </w:footnote>
  <w:footnote w:type="continuationSeparator" w:id="0">
    <w:p w14:paraId="4B94DBAC" w14:textId="77777777" w:rsidR="00655E43" w:rsidRDefault="00655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9" w14:textId="77777777" w:rsidR="00F50A86" w:rsidRPr="00CB7FF9" w:rsidRDefault="00F50A86" w:rsidP="00CB7F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8106F"/>
    <w:rsid w:val="00091B8A"/>
    <w:rsid w:val="000C5D2F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A132B"/>
    <w:rsid w:val="005D62D2"/>
    <w:rsid w:val="00620638"/>
    <w:rsid w:val="00651800"/>
    <w:rsid w:val="00655E43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4FF5"/>
    <w:rsid w:val="008D7012"/>
    <w:rsid w:val="00900CA3"/>
    <w:rsid w:val="00901976"/>
    <w:rsid w:val="009535CE"/>
    <w:rsid w:val="00974CA6"/>
    <w:rsid w:val="009C2B87"/>
    <w:rsid w:val="009C6A25"/>
    <w:rsid w:val="009C6BB8"/>
    <w:rsid w:val="009E6546"/>
    <w:rsid w:val="00A0116A"/>
    <w:rsid w:val="00A55B69"/>
    <w:rsid w:val="00A85B20"/>
    <w:rsid w:val="00AC6445"/>
    <w:rsid w:val="00AD1C35"/>
    <w:rsid w:val="00AE276F"/>
    <w:rsid w:val="00AF3037"/>
    <w:rsid w:val="00B20901"/>
    <w:rsid w:val="00B234E8"/>
    <w:rsid w:val="00B971B4"/>
    <w:rsid w:val="00C2376A"/>
    <w:rsid w:val="00C50A3F"/>
    <w:rsid w:val="00CB7FF9"/>
    <w:rsid w:val="00CE3DE3"/>
    <w:rsid w:val="00D02B8E"/>
    <w:rsid w:val="00D1338F"/>
    <w:rsid w:val="00D30DE6"/>
    <w:rsid w:val="00D51A28"/>
    <w:rsid w:val="00DA06CC"/>
    <w:rsid w:val="00DA6A55"/>
    <w:rsid w:val="00E061F0"/>
    <w:rsid w:val="00EB73FA"/>
    <w:rsid w:val="00EE3D03"/>
    <w:rsid w:val="00F23526"/>
    <w:rsid w:val="00F50A86"/>
    <w:rsid w:val="00F71A19"/>
    <w:rsid w:val="00F735B4"/>
    <w:rsid w:val="00F929F5"/>
    <w:rsid w:val="00FF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A6A1A842AA49A08FD510198D44EC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2304AE-A4F3-4592-B850-994074FAB71A}"/>
      </w:docPartPr>
      <w:docPartBody>
        <w:p w:rsidR="004D0DCD" w:rsidRDefault="00A878A2" w:rsidP="00A878A2">
          <w:pPr>
            <w:pStyle w:val="0DA6A1A842AA49A08FD510198D44ECB9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3FB93ED78D334D739027526ADD2890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3F8436-DA76-41DF-8350-CCEAA20A8A79}"/>
      </w:docPartPr>
      <w:docPartBody>
        <w:p w:rsidR="004D0DCD" w:rsidRDefault="00A878A2" w:rsidP="00A878A2">
          <w:pPr>
            <w:pStyle w:val="3FB93ED78D334D739027526ADD2890AE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10AA2"/>
    <w:rsid w:val="00393B75"/>
    <w:rsid w:val="004C3D70"/>
    <w:rsid w:val="004D0DCD"/>
    <w:rsid w:val="00574FFF"/>
    <w:rsid w:val="005F6646"/>
    <w:rsid w:val="006360AA"/>
    <w:rsid w:val="007E26C3"/>
    <w:rsid w:val="008D5C56"/>
    <w:rsid w:val="00A878A2"/>
    <w:rsid w:val="00B35223"/>
    <w:rsid w:val="00EE51E0"/>
    <w:rsid w:val="00F759AC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6A1A842AA49A08FD510198D44ECB9">
    <w:name w:val="0DA6A1A842AA49A08FD510198D44ECB9"/>
    <w:rsid w:val="00A878A2"/>
  </w:style>
  <w:style w:type="paragraph" w:customStyle="1" w:styleId="3FB93ED78D334D739027526ADD2890AE">
    <w:name w:val="3FB93ED78D334D739027526ADD2890AE"/>
    <w:rsid w:val="00A878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15</cp:revision>
  <dcterms:created xsi:type="dcterms:W3CDTF">2020-04-07T04:55:00Z</dcterms:created>
  <dcterms:modified xsi:type="dcterms:W3CDTF">2024-08-29T05:34:00Z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