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E530FFC" w14:textId="77777777" w:rsidTr="00987DB5">
        <w:tc>
          <w:tcPr>
            <w:tcW w:w="9498" w:type="dxa"/>
          </w:tcPr>
          <w:p w14:paraId="7E530FF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531013" wp14:editId="7E53101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530FF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E530FF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E530FF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E530FFD" w14:textId="510CFD79" w:rsidR="0033636C" w:rsidRPr="00262F1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62F1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C0252">
            <w:rPr>
              <w:rFonts w:ascii="Times New Roman" w:hAnsi="Times New Roman"/>
              <w:sz w:val="28"/>
              <w:szCs w:val="28"/>
            </w:rPr>
            <w:t>16 сентября 2021 года</w:t>
          </w:r>
        </w:sdtContent>
      </w:sdt>
      <w:r w:rsidRPr="00262F1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C0252" w:rsidRPr="002C0252">
            <w:rPr>
              <w:rFonts w:ascii="Times New Roman" w:hAnsi="Times New Roman"/>
              <w:sz w:val="28"/>
              <w:szCs w:val="28"/>
            </w:rPr>
            <w:t>515</w:t>
          </w:r>
        </w:sdtContent>
      </w:sdt>
    </w:p>
    <w:p w14:paraId="7E530FF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E530FFF" w14:textId="4E3278A5" w:rsidR="0033636C" w:rsidRPr="000B7A9F" w:rsidRDefault="0033636C" w:rsidP="00262F14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7A9F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262F14"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 xml:space="preserve">«Развитие культуры в муниципальном образовании </w:t>
      </w:r>
      <w:r w:rsidR="00262F14"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 xml:space="preserve">«Городской округ Ногликский», </w:t>
      </w:r>
      <w:r w:rsidR="002C0252"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 xml:space="preserve">утвержденную постановлением администрации </w:t>
      </w:r>
      <w:r w:rsidR="002C0252"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2C0252">
        <w:rPr>
          <w:rFonts w:ascii="Times New Roman" w:hAnsi="Times New Roman"/>
          <w:b/>
          <w:sz w:val="28"/>
          <w:szCs w:val="28"/>
        </w:rPr>
        <w:t xml:space="preserve"> </w:t>
      </w:r>
      <w:r w:rsidRPr="000B7A9F">
        <w:rPr>
          <w:rFonts w:ascii="Times New Roman" w:hAnsi="Times New Roman"/>
          <w:b/>
          <w:sz w:val="28"/>
          <w:szCs w:val="28"/>
        </w:rPr>
        <w:t xml:space="preserve">«Городской округ Ногликский» </w:t>
      </w:r>
      <w:r w:rsidR="002C0252">
        <w:rPr>
          <w:rFonts w:ascii="Times New Roman" w:hAnsi="Times New Roman"/>
          <w:b/>
          <w:sz w:val="28"/>
          <w:szCs w:val="28"/>
        </w:rPr>
        <w:br/>
      </w:r>
      <w:r w:rsidRPr="000B7A9F">
        <w:rPr>
          <w:rFonts w:ascii="Times New Roman" w:hAnsi="Times New Roman"/>
          <w:b/>
          <w:sz w:val="28"/>
          <w:szCs w:val="28"/>
        </w:rPr>
        <w:t>от 18.11.2015 № 784</w:t>
      </w:r>
    </w:p>
    <w:p w14:paraId="5F4EF96D" w14:textId="7D3DB8B8" w:rsidR="000B7A9F" w:rsidRPr="00FE0638" w:rsidRDefault="000B7A9F" w:rsidP="000B7A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8CD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008CD">
        <w:rPr>
          <w:rFonts w:ascii="Times New Roman" w:hAnsi="Times New Roman"/>
          <w:sz w:val="28"/>
          <w:szCs w:val="28"/>
        </w:rPr>
        <w:t xml:space="preserve"> 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57ADF">
        <w:rPr>
          <w:rFonts w:ascii="Times New Roman" w:hAnsi="Times New Roman"/>
          <w:sz w:val="28"/>
          <w:szCs w:val="28"/>
        </w:rPr>
        <w:t xml:space="preserve">утвержденной постановлением администрации муниципального образования «Городской округ Ногликский» от 18.11.2015 </w:t>
      </w:r>
      <w:r>
        <w:rPr>
          <w:rFonts w:ascii="Times New Roman" w:hAnsi="Times New Roman"/>
          <w:sz w:val="28"/>
          <w:szCs w:val="28"/>
        </w:rPr>
        <w:br/>
      </w:r>
      <w:r w:rsidRPr="00257ADF">
        <w:rPr>
          <w:rFonts w:ascii="Times New Roman" w:hAnsi="Times New Roman"/>
          <w:sz w:val="28"/>
          <w:szCs w:val="28"/>
        </w:rPr>
        <w:t>№ 784,</w:t>
      </w:r>
      <w:r w:rsidRPr="00E008CD">
        <w:rPr>
          <w:rFonts w:ascii="Times New Roman" w:hAnsi="Times New Roman"/>
          <w:sz w:val="28"/>
          <w:szCs w:val="28"/>
        </w:rPr>
        <w:t xml:space="preserve"> в соответствие с решением Собрания муниципального образования «Городской округ Ногликски</w:t>
      </w:r>
      <w:r>
        <w:rPr>
          <w:rFonts w:ascii="Times New Roman" w:hAnsi="Times New Roman"/>
          <w:sz w:val="28"/>
          <w:szCs w:val="28"/>
        </w:rPr>
        <w:t xml:space="preserve">й» от </w:t>
      </w:r>
      <w:r w:rsidR="00D01177">
        <w:rPr>
          <w:rFonts w:ascii="Times New Roman" w:hAnsi="Times New Roman"/>
          <w:sz w:val="28"/>
          <w:szCs w:val="28"/>
        </w:rPr>
        <w:t>25</w:t>
      </w:r>
      <w:r w:rsidR="00262F14">
        <w:rPr>
          <w:rFonts w:ascii="Times New Roman" w:hAnsi="Times New Roman"/>
          <w:sz w:val="28"/>
          <w:szCs w:val="28"/>
        </w:rPr>
        <w:t xml:space="preserve"> июня </w:t>
      </w:r>
      <w:r>
        <w:rPr>
          <w:rFonts w:ascii="Times New Roman" w:hAnsi="Times New Roman"/>
          <w:sz w:val="28"/>
          <w:szCs w:val="28"/>
        </w:rPr>
        <w:t>202</w:t>
      </w:r>
      <w:r w:rsidR="00D0117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262F14">
        <w:rPr>
          <w:rFonts w:ascii="Times New Roman" w:hAnsi="Times New Roman"/>
          <w:sz w:val="28"/>
          <w:szCs w:val="28"/>
        </w:rPr>
        <w:t xml:space="preserve">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D01177">
        <w:rPr>
          <w:rFonts w:ascii="Times New Roman" w:hAnsi="Times New Roman"/>
          <w:sz w:val="28"/>
          <w:szCs w:val="28"/>
        </w:rPr>
        <w:t>150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008CD">
        <w:rPr>
          <w:rFonts w:ascii="Times New Roman" w:hAnsi="Times New Roman"/>
          <w:sz w:val="28"/>
          <w:szCs w:val="28"/>
        </w:rPr>
        <w:t xml:space="preserve">О </w:t>
      </w:r>
      <w:r w:rsidR="00D01177">
        <w:rPr>
          <w:rFonts w:ascii="Times New Roman" w:hAnsi="Times New Roman"/>
          <w:sz w:val="28"/>
          <w:szCs w:val="28"/>
        </w:rPr>
        <w:t>внесении изменений в решение Собрания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Pr="00E008CD">
        <w:rPr>
          <w:rFonts w:ascii="Times New Roman" w:hAnsi="Times New Roman"/>
          <w:sz w:val="28"/>
          <w:szCs w:val="28"/>
        </w:rPr>
        <w:t xml:space="preserve"> на 2021 год и на пл</w:t>
      </w:r>
      <w:r>
        <w:rPr>
          <w:rFonts w:ascii="Times New Roman" w:hAnsi="Times New Roman"/>
          <w:sz w:val="28"/>
          <w:szCs w:val="28"/>
        </w:rPr>
        <w:t>ановый период 2022 и 2023 годов»</w:t>
      </w:r>
      <w:r w:rsidRPr="00E008C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ADF">
        <w:rPr>
          <w:rFonts w:ascii="Times New Roman" w:hAnsi="Times New Roman"/>
          <w:sz w:val="28"/>
          <w:szCs w:val="28"/>
        </w:rPr>
        <w:t>руководствуясь</w:t>
      </w:r>
      <w:r w:rsidRPr="00E008C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008CD">
        <w:rPr>
          <w:rFonts w:ascii="Times New Roman" w:hAnsi="Times New Roman"/>
          <w:sz w:val="28"/>
          <w:szCs w:val="28"/>
        </w:rPr>
        <w:t xml:space="preserve">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</w:t>
      </w:r>
      <w:r w:rsidRPr="00E008CD">
        <w:rPr>
          <w:rFonts w:ascii="Times New Roman" w:hAnsi="Times New Roman"/>
          <w:sz w:val="28"/>
          <w:szCs w:val="28"/>
        </w:rPr>
        <w:lastRenderedPageBreak/>
        <w:t>округ Ногликский», администрация муниципального образования «Городской округ Ногликский»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FE06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73C3AE40" w14:textId="60C4A894" w:rsidR="000B7A9F" w:rsidRPr="00FE0638" w:rsidRDefault="000B7A9F" w:rsidP="000B7A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№ 784 (в редакции от 06.05.2016 № 359, </w:t>
      </w:r>
      <w:r w:rsidR="002C025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от 15.08.2016 № 627, от 07.02.2017 № 111, от 07.06.2017 № 368, от 31.10.2017 № 845, от 21.12.2017 № 1093,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от 27.02.2018 № 201, от 19.06.2018 № 573, </w:t>
      </w:r>
      <w:r w:rsidR="002C025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от 24.12.2018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1251, от 09.04.2019 № 228, от 02.09.2019 № 666,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от 15.10.2019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767, от 17.04.2020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197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30.09.2020 № 476, от 14.12.2020 № 626,</w:t>
      </w:r>
      <w:r w:rsidR="00D01177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27.04.2021 № 230</w:t>
      </w:r>
      <w:r w:rsidR="002A7E0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0117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30B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(далее Программа)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</w:t>
      </w:r>
      <w:r w:rsidRPr="00FE0638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14:paraId="3500BD6B" w14:textId="77777777" w:rsidR="000B7A9F" w:rsidRPr="00FE0638" w:rsidRDefault="000B7A9F" w:rsidP="000B7A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1.1. В паспорте Программы раздел «Объемы и источники финансирования </w:t>
      </w:r>
      <w:bookmarkStart w:id="0" w:name="_GoBack"/>
      <w:bookmarkEnd w:id="0"/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программы» изложить в следующей редакции:</w:t>
      </w:r>
    </w:p>
    <w:tbl>
      <w:tblPr>
        <w:tblW w:w="1007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2681"/>
        <w:gridCol w:w="6680"/>
        <w:gridCol w:w="434"/>
      </w:tblGrid>
      <w:tr w:rsidR="000B7A9F" w:rsidRPr="00BC5FEB" w14:paraId="77B9AD47" w14:textId="77777777" w:rsidTr="00262F14"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86F888F" w14:textId="77777777" w:rsidR="000B7A9F" w:rsidRPr="00756F94" w:rsidRDefault="000B7A9F" w:rsidP="00262F14">
            <w:pPr>
              <w:spacing w:after="0" w:line="240" w:lineRule="auto"/>
              <w:ind w:left="-17" w:hanging="113"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756F94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t>«</w:t>
            </w:r>
          </w:p>
          <w:p w14:paraId="69D6DC38" w14:textId="77777777" w:rsidR="000B7A9F" w:rsidRPr="00756F94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</w:p>
          <w:p w14:paraId="72CB3D5D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shd w:val="clear" w:color="auto" w:fill="auto"/>
          </w:tcPr>
          <w:p w14:paraId="79FDFDA3" w14:textId="77777777" w:rsidR="000B7A9F" w:rsidRPr="00BC5FEB" w:rsidRDefault="000B7A9F" w:rsidP="00262F14">
            <w:pPr>
              <w:spacing w:after="0" w:line="240" w:lineRule="auto"/>
              <w:ind w:left="-10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1FF842F0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80" w:type="dxa"/>
            <w:shd w:val="clear" w:color="auto" w:fill="auto"/>
          </w:tcPr>
          <w:p w14:paraId="122CBA3F" w14:textId="403313C8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средств, направляемых на реализацию мероприятий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</w:t>
            </w:r>
            <w:r w:rsidR="00DF6A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DF6A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,3</w:t>
            </w:r>
            <w:r w:rsidR="00262F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 том числе:</w:t>
            </w:r>
          </w:p>
          <w:p w14:paraId="58F1BA2F" w14:textId="1F0EA38A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E40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40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 тыс. руб.;</w:t>
            </w:r>
          </w:p>
          <w:p w14:paraId="4C8078DC" w14:textId="6F949C39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</w:t>
            </w:r>
            <w:r w:rsidR="00E40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E4083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,7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7A97D50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-федеральный бюджет 42,6 тыс. руб.;</w:t>
            </w:r>
          </w:p>
          <w:p w14:paraId="3C396DC2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92 723,9 тыс. руб.;</w:t>
            </w:r>
          </w:p>
          <w:p w14:paraId="02348385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78 120,8 тыс. руб.;</w:t>
            </w:r>
          </w:p>
          <w:p w14:paraId="33A64934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14 603,1 тыс. руб.;</w:t>
            </w:r>
          </w:p>
          <w:p w14:paraId="0D53191A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82 459,0 тыс. руб.;</w:t>
            </w:r>
          </w:p>
          <w:p w14:paraId="47F6B052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80 599,0 тыс. руб.;</w:t>
            </w:r>
          </w:p>
          <w:p w14:paraId="5DD70444" w14:textId="028AB168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</w:t>
            </w:r>
            <w:r w:rsidR="00262F1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1 817,4 тыс. руб.;</w:t>
            </w:r>
          </w:p>
          <w:p w14:paraId="1CCB93AD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– 42,6 тыс. руб.;</w:t>
            </w:r>
          </w:p>
          <w:p w14:paraId="48ED07B3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99 825,9 тыс. руб.;</w:t>
            </w:r>
          </w:p>
          <w:p w14:paraId="484D2C2D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99 550,7 тыс. руб.;</w:t>
            </w:r>
          </w:p>
          <w:p w14:paraId="53A4A57F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275,2 тыс. руб.;</w:t>
            </w:r>
          </w:p>
          <w:p w14:paraId="6E6DC93C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100 309,5 тыс. руб.;</w:t>
            </w:r>
          </w:p>
          <w:p w14:paraId="04CDE34F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100 085,9 тыс. руб.;</w:t>
            </w:r>
          </w:p>
          <w:p w14:paraId="6995FF60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223,6 тыс. руб.;</w:t>
            </w:r>
          </w:p>
          <w:p w14:paraId="3A72F020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117 988,2 тыс. руб.;</w:t>
            </w:r>
          </w:p>
          <w:p w14:paraId="6672C4D4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117 735,0 тыс. руб.;</w:t>
            </w:r>
          </w:p>
          <w:p w14:paraId="5BF5E49C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253,2 тыс. руб.;</w:t>
            </w:r>
          </w:p>
          <w:p w14:paraId="03502E96" w14:textId="77777777" w:rsidR="000B7A9F" w:rsidRPr="00BC5FEB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2020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126 169,9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617D1E9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125 951,7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ADCB1EF" w14:textId="77777777" w:rsidR="000B7A9F" w:rsidRPr="00BC5FEB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218,2 тыс. руб.</w:t>
            </w:r>
          </w:p>
          <w:p w14:paraId="0FA309F3" w14:textId="1A181364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E97FA9">
              <w:rPr>
                <w:rFonts w:ascii="Times New Roman" w:eastAsia="Times New Roman" w:hAnsi="Times New Roman"/>
                <w:sz w:val="28"/>
                <w:szCs w:val="28"/>
              </w:rPr>
              <w:t>33 930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,7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 xml:space="preserve"> тыс. 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руб.;</w:t>
            </w:r>
          </w:p>
          <w:p w14:paraId="7CC166DF" w14:textId="3E28FFA6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E97F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32 617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,5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29470AD" w14:textId="79F5CB3C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E97F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,2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3B35379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123 473,4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1960C66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123 160,2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4664472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313,2 тыс. руб.</w:t>
            </w:r>
          </w:p>
          <w:p w14:paraId="125CCDBE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123 810,2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D4DA880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123 497,0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745EBFF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313,2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507B8A00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>2024 год – 117 557,4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E69FF4A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117 205,1 тыс. руб.;</w:t>
            </w:r>
          </w:p>
          <w:p w14:paraId="337372D4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352,3 тыс. руб.</w:t>
            </w:r>
          </w:p>
          <w:p w14:paraId="6F090AA6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>2025 год – 126 240,2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8EA8820" w14:textId="77777777" w:rsidR="000B7A9F" w:rsidRPr="00BC5FEB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125 873,8 тыс. руб.;</w:t>
            </w:r>
          </w:p>
          <w:p w14:paraId="68751D59" w14:textId="77777777" w:rsidR="000B7A9F" w:rsidRPr="00BC5FEB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366,4 тыс. руб.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FF3C47C" w14:textId="77777777" w:rsidR="000B7A9F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C5AB20" w14:textId="77777777" w:rsidR="000B7A9F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42E1FD" w14:textId="77777777" w:rsidR="000B7A9F" w:rsidRDefault="000B7A9F" w:rsidP="007F3F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E46807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778219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C6E3B5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1A5C71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590BAD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21E7A1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BFE807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351489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6183E4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0D9D8A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619D8F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E65C67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73B329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ACFA46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0A02C2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189036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614940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43E9B9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6A575F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A6800B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8B3076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CF127C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04DD03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9F9E40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86AEED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F1A458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3AB38A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067A5E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913BB2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ABE372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4166B4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0DDC83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D14E41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B3E417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41FCFA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92ECA0" w14:textId="77777777" w:rsidR="000B7A9F" w:rsidRDefault="000B7A9F" w:rsidP="007F3FB8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8C5585" w14:textId="77777777" w:rsidR="000B7A9F" w:rsidRPr="00BC5FEB" w:rsidRDefault="000B7A9F" w:rsidP="007F3FB8">
            <w:pPr>
              <w:tabs>
                <w:tab w:val="left" w:pos="1350"/>
              </w:tabs>
              <w:spacing w:after="0" w:line="240" w:lineRule="auto"/>
              <w:ind w:righ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29396518" w14:textId="000E41CD" w:rsidR="000B7A9F" w:rsidRDefault="000B7A9F" w:rsidP="000B7A9F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2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. Раздел 7 «Ресурсное обеспечение Програ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ммы» изложить в </w:t>
      </w:r>
      <w:r w:rsidR="00627B37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следующей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редакции:</w:t>
      </w:r>
    </w:p>
    <w:p w14:paraId="19E81D91" w14:textId="7C35A15C" w:rsidR="000B7A9F" w:rsidRDefault="000B7A9F" w:rsidP="000B7A9F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7. Ресурсное обеспечение </w:t>
      </w:r>
      <w:r w:rsidR="00050A77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рограммы</w:t>
      </w:r>
    </w:p>
    <w:p w14:paraId="78C300F7" w14:textId="1447E82E" w:rsidR="000B7A9F" w:rsidRDefault="000B7A9F" w:rsidP="000B7A9F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="00E40835">
        <w:rPr>
          <w:rFonts w:ascii="Times New Roman" w:eastAsia="Times New Roman" w:hAnsi="Times New Roman"/>
          <w:sz w:val="28"/>
          <w:szCs w:val="28"/>
          <w:lang w:eastAsia="ru-RU"/>
        </w:rPr>
        <w:t>1 244 488,3</w:t>
      </w:r>
      <w:r w:rsidR="00E40835" w:rsidRPr="00BC5F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рублей, в том числе: средства местного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0835">
        <w:rPr>
          <w:rFonts w:ascii="Times New Roman" w:eastAsia="Times New Roman" w:hAnsi="Times New Roman"/>
          <w:sz w:val="28"/>
          <w:szCs w:val="28"/>
          <w:lang w:eastAsia="ru-RU"/>
        </w:rPr>
        <w:t>1 224 396,7</w:t>
      </w:r>
      <w:r w:rsidR="00E40835" w:rsidRPr="00BC5F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рублей; средства областного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E40835">
        <w:rPr>
          <w:rFonts w:ascii="Times New Roman" w:eastAsia="Times New Roman" w:hAnsi="Times New Roman"/>
          <w:sz w:val="28"/>
          <w:szCs w:val="28"/>
          <w:lang w:eastAsia="ru-RU"/>
        </w:rPr>
        <w:t xml:space="preserve">20 049,0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рублей; федерального бюджета - </w:t>
      </w:r>
      <w:r w:rsidR="00E40835" w:rsidRPr="00BC5FEB">
        <w:rPr>
          <w:rFonts w:ascii="Times New Roman" w:eastAsia="Times New Roman" w:hAnsi="Times New Roman"/>
          <w:sz w:val="28"/>
          <w:szCs w:val="28"/>
          <w:lang w:eastAsia="ru-RU"/>
        </w:rPr>
        <w:t>42,6</w:t>
      </w:r>
      <w:r w:rsidR="00E408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тыс. рублей. Информация об общем объеме финансовых средств отражена в приложении 3 «Ресурсное обеспечение реализации муниципальной программы «Развитие культуры в муниципальном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ии «Городской округ Ногликский».».</w:t>
      </w:r>
    </w:p>
    <w:p w14:paraId="2E819540" w14:textId="4EAB8068" w:rsidR="000B7A9F" w:rsidRPr="00FE0638" w:rsidRDefault="000B7A9F" w:rsidP="000B7A9F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40835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Программе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«Перечень мероприятий муниципальной программы «Развитие культуры в муниципальном образовании «Городской округ Ногликский» изложить в новой редакции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</w:t>
      </w:r>
      <w:r w:rsidR="009454D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14:paraId="3C4771DF" w14:textId="23253797" w:rsidR="000B7A9F" w:rsidRPr="00FE0638" w:rsidRDefault="000B7A9F" w:rsidP="000B7A9F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4083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. Приложение 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Программе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E0638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муниципальном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образовании «Городской округ Ногликский» 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,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согласно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п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риложению </w:t>
      </w:r>
      <w:r w:rsidR="009454DA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2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к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настоящему </w:t>
      </w: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постановлению.</w:t>
      </w:r>
    </w:p>
    <w:p w14:paraId="1BE845A4" w14:textId="7C27BFBA" w:rsidR="000B7A9F" w:rsidRPr="00FE0638" w:rsidRDefault="000B7A9F" w:rsidP="000B7A9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информационно-телекоммуникационной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38C45EF3" w14:textId="3671B8B7" w:rsidR="000B7A9F" w:rsidRPr="00FE0638" w:rsidRDefault="000B7A9F" w:rsidP="000B7A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исполнени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его постановления 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</w:t>
      </w:r>
      <w:r w:rsidR="00CB7D88">
        <w:rPr>
          <w:rFonts w:ascii="Times New Roman" w:eastAsia="Times New Roman" w:hAnsi="Times New Roman"/>
          <w:sz w:val="28"/>
          <w:szCs w:val="28"/>
          <w:lang w:eastAsia="ru-RU"/>
        </w:rPr>
        <w:t>начальника отдела образования Департамента социальной политики администрации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«Городской округ Ногликский» </w:t>
      </w:r>
      <w:r w:rsidR="00D01177">
        <w:rPr>
          <w:rFonts w:ascii="Times New Roman" w:eastAsia="Times New Roman" w:hAnsi="Times New Roman"/>
          <w:sz w:val="28"/>
          <w:szCs w:val="28"/>
          <w:lang w:eastAsia="ru-RU"/>
        </w:rPr>
        <w:t>Ренкевич</w:t>
      </w:r>
      <w:r w:rsidRPr="00AA61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177">
        <w:rPr>
          <w:rFonts w:ascii="Times New Roman" w:eastAsia="Times New Roman" w:hAnsi="Times New Roman"/>
          <w:sz w:val="28"/>
          <w:szCs w:val="28"/>
          <w:lang w:eastAsia="ru-RU"/>
        </w:rPr>
        <w:t>Л.М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E531001" w14:textId="44B49899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531002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53100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E53100F" w14:textId="727D4F91" w:rsidR="008629FA" w:rsidRPr="00D12794" w:rsidRDefault="008629FA" w:rsidP="00E408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62F1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62F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D12794" w:rsidSect="00262F1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3101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E53101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3101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E53101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5287590"/>
      <w:docPartObj>
        <w:docPartGallery w:val="Page Numbers (Top of Page)"/>
        <w:docPartUnique/>
      </w:docPartObj>
    </w:sdtPr>
    <w:sdtEndPr/>
    <w:sdtContent>
      <w:p w14:paraId="1CD0C5B2" w14:textId="0D4F2001" w:rsidR="00262F14" w:rsidRDefault="00262F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DC1">
          <w:rPr>
            <w:noProof/>
          </w:rPr>
          <w:t>3</w:t>
        </w:r>
        <w:r>
          <w:fldChar w:fldCharType="end"/>
        </w:r>
      </w:p>
    </w:sdtContent>
  </w:sdt>
  <w:p w14:paraId="206ED150" w14:textId="77777777" w:rsidR="00262F14" w:rsidRDefault="00262F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0A77"/>
    <w:rsid w:val="00053BD0"/>
    <w:rsid w:val="000B7A9F"/>
    <w:rsid w:val="00144DC1"/>
    <w:rsid w:val="00185FEC"/>
    <w:rsid w:val="001E1F9F"/>
    <w:rsid w:val="002003DC"/>
    <w:rsid w:val="00262F14"/>
    <w:rsid w:val="00290CE3"/>
    <w:rsid w:val="002A7E05"/>
    <w:rsid w:val="002C0252"/>
    <w:rsid w:val="0033636C"/>
    <w:rsid w:val="0037037B"/>
    <w:rsid w:val="003E4257"/>
    <w:rsid w:val="00520CBF"/>
    <w:rsid w:val="00530B11"/>
    <w:rsid w:val="005921D0"/>
    <w:rsid w:val="00627B37"/>
    <w:rsid w:val="008629FA"/>
    <w:rsid w:val="009454DA"/>
    <w:rsid w:val="00987DB5"/>
    <w:rsid w:val="00AC72C8"/>
    <w:rsid w:val="00B10ED9"/>
    <w:rsid w:val="00B25688"/>
    <w:rsid w:val="00C02849"/>
    <w:rsid w:val="00C43958"/>
    <w:rsid w:val="00CB7D88"/>
    <w:rsid w:val="00D01177"/>
    <w:rsid w:val="00D12794"/>
    <w:rsid w:val="00D67BD8"/>
    <w:rsid w:val="00DF6A5D"/>
    <w:rsid w:val="00DF7897"/>
    <w:rsid w:val="00E03B2B"/>
    <w:rsid w:val="00E37B8A"/>
    <w:rsid w:val="00E40835"/>
    <w:rsid w:val="00E609BC"/>
    <w:rsid w:val="00E97FA9"/>
    <w:rsid w:val="00EE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30FF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44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4DC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4751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4751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4751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AF784-35B7-444A-8D9C-A54D4B6C0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3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2021-09-17T01:46:00Z</cp:lastPrinted>
  <dcterms:created xsi:type="dcterms:W3CDTF">2021-09-17T01:46:00Z</dcterms:created>
  <dcterms:modified xsi:type="dcterms:W3CDTF">2021-09-17T01:46:00Z</dcterms:modified>
</cp:coreProperties>
</file>