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19E6D4" w14:textId="06FCA2DB" w:rsidR="009E6344" w:rsidRDefault="00AB21EC" w:rsidP="00C02DEE">
      <w:pPr>
        <w:ind w:left="3827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09B9456F" w14:textId="576D63B1" w:rsidR="009E6344" w:rsidRPr="00467807" w:rsidRDefault="00AB21EC" w:rsidP="00C02DEE">
      <w:pPr>
        <w:ind w:left="3827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9E6344">
        <w:rPr>
          <w:sz w:val="28"/>
          <w:szCs w:val="28"/>
        </w:rPr>
        <w:t>остановлени</w:t>
      </w:r>
      <w:r w:rsidR="00021D74">
        <w:rPr>
          <w:sz w:val="28"/>
          <w:szCs w:val="28"/>
        </w:rPr>
        <w:t>ем</w:t>
      </w:r>
      <w:r w:rsidR="00467807" w:rsidRPr="00467807">
        <w:rPr>
          <w:sz w:val="28"/>
          <w:szCs w:val="28"/>
        </w:rPr>
        <w:t xml:space="preserve"> </w:t>
      </w:r>
      <w:r w:rsidR="00467807">
        <w:rPr>
          <w:sz w:val="28"/>
          <w:szCs w:val="28"/>
        </w:rPr>
        <w:t>администрации</w:t>
      </w:r>
    </w:p>
    <w:p w14:paraId="4D0CB114" w14:textId="77777777" w:rsidR="00467807" w:rsidRDefault="009E6344" w:rsidP="00C02DEE">
      <w:pPr>
        <w:ind w:left="3827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0E0ABDDC" w14:textId="77777777" w:rsidR="00467807" w:rsidRDefault="009E6344" w:rsidP="00C02DEE">
      <w:pPr>
        <w:ind w:left="3827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23CE4BBA" w14:textId="103CDCA0" w:rsidR="009E6344" w:rsidRPr="005429DB" w:rsidRDefault="00AB21EC" w:rsidP="00C02DEE">
      <w:pPr>
        <w:ind w:left="3827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9E6344" w:rsidRPr="005429DB">
        <w:rPr>
          <w:sz w:val="28"/>
          <w:szCs w:val="28"/>
        </w:rPr>
        <w:t>т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0A3DBCBA0BD9444C8D4986EF55BAD6E6"/>
          </w:placeholder>
        </w:sdtPr>
        <w:sdtEndPr/>
        <w:sdtContent>
          <w:r>
            <w:rPr>
              <w:sz w:val="28"/>
              <w:szCs w:val="28"/>
            </w:rPr>
            <w:t xml:space="preserve"> </w:t>
          </w:r>
          <w:r w:rsidR="004D534C">
            <w:rPr>
              <w:sz w:val="28"/>
              <w:szCs w:val="28"/>
            </w:rPr>
            <w:t xml:space="preserve">15 августа 2023 </w:t>
          </w:r>
          <w:r>
            <w:rPr>
              <w:sz w:val="28"/>
              <w:szCs w:val="28"/>
            </w:rPr>
            <w:t xml:space="preserve">года </w:t>
          </w:r>
        </w:sdtContent>
      </w:sdt>
      <w:r w:rsidR="009E6344" w:rsidRPr="005429DB">
        <w:rPr>
          <w:sz w:val="28"/>
          <w:szCs w:val="28"/>
        </w:rPr>
        <w:t>№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72C4F4ACC9C945CE9010FB290C5533DE"/>
          </w:placeholder>
        </w:sdtPr>
        <w:sdtEndPr/>
        <w:sdtContent>
          <w:r w:rsidR="004D534C">
            <w:rPr>
              <w:sz w:val="28"/>
              <w:szCs w:val="28"/>
            </w:rPr>
            <w:t xml:space="preserve"> 518</w:t>
          </w:r>
        </w:sdtContent>
      </w:sdt>
    </w:p>
    <w:p w14:paraId="601DCF33" w14:textId="77777777" w:rsidR="009E6344" w:rsidRPr="00725616" w:rsidRDefault="009E6344" w:rsidP="00467807">
      <w:pPr>
        <w:ind w:left="3828"/>
        <w:jc w:val="center"/>
        <w:rPr>
          <w:sz w:val="28"/>
          <w:szCs w:val="28"/>
          <w:u w:val="single"/>
        </w:rPr>
      </w:pPr>
    </w:p>
    <w:p w14:paraId="72A2BF4D" w14:textId="77777777" w:rsidR="009E6344" w:rsidRPr="00725616" w:rsidRDefault="009E6344" w:rsidP="009E6344">
      <w:pPr>
        <w:jc w:val="center"/>
        <w:rPr>
          <w:sz w:val="28"/>
          <w:szCs w:val="28"/>
          <w:u w:val="single"/>
        </w:rPr>
      </w:pPr>
    </w:p>
    <w:p w14:paraId="7D691D44" w14:textId="5F52FD46" w:rsidR="00021D74" w:rsidRPr="00364F7C" w:rsidRDefault="00AB21EC" w:rsidP="00021D74">
      <w:pPr>
        <w:jc w:val="center"/>
        <w:rPr>
          <w:bCs/>
          <w:sz w:val="28"/>
          <w:szCs w:val="28"/>
        </w:rPr>
      </w:pPr>
      <w:r w:rsidRPr="00364F7C">
        <w:rPr>
          <w:bCs/>
          <w:sz w:val="28"/>
          <w:szCs w:val="28"/>
        </w:rPr>
        <w:t xml:space="preserve">АДМИНИСТРАТИВНЫЙ РЕГЛАМЕНТ </w:t>
      </w:r>
    </w:p>
    <w:p w14:paraId="4E69ED1E" w14:textId="0E0A557F" w:rsidR="00467807" w:rsidRPr="00364F7C" w:rsidRDefault="004176DA" w:rsidP="00021D74">
      <w:pPr>
        <w:jc w:val="center"/>
        <w:rPr>
          <w:bCs/>
          <w:sz w:val="28"/>
          <w:szCs w:val="28"/>
        </w:rPr>
      </w:pPr>
      <w:r w:rsidRPr="00364F7C">
        <w:rPr>
          <w:bCs/>
          <w:sz w:val="28"/>
          <w:szCs w:val="28"/>
        </w:rPr>
        <w:t xml:space="preserve">предоставления муниципальной услуги </w:t>
      </w:r>
    </w:p>
    <w:p w14:paraId="7E6BCD9F" w14:textId="374AE49B" w:rsidR="009E6344" w:rsidRPr="00467807" w:rsidRDefault="00021D74" w:rsidP="00021D74">
      <w:pPr>
        <w:jc w:val="center"/>
        <w:rPr>
          <w:sz w:val="28"/>
          <w:szCs w:val="28"/>
        </w:rPr>
      </w:pPr>
      <w:r w:rsidRPr="00467807">
        <w:rPr>
          <w:bCs/>
          <w:sz w:val="28"/>
          <w:szCs w:val="28"/>
        </w:rPr>
        <w:t xml:space="preserve">«Выдача разрешений на выполнение авиационных работ, </w:t>
      </w:r>
      <w:r w:rsidR="00AB21EC">
        <w:rPr>
          <w:bCs/>
          <w:sz w:val="28"/>
          <w:szCs w:val="28"/>
        </w:rPr>
        <w:br/>
      </w:r>
      <w:r w:rsidRPr="00467807">
        <w:rPr>
          <w:bCs/>
          <w:sz w:val="28"/>
          <w:szCs w:val="28"/>
        </w:rPr>
        <w:t xml:space="preserve">парашютных прыжков, демонстрационных полетов воздушных судов, </w:t>
      </w:r>
      <w:r w:rsidR="00AB21EC">
        <w:rPr>
          <w:bCs/>
          <w:sz w:val="28"/>
          <w:szCs w:val="28"/>
        </w:rPr>
        <w:br/>
      </w:r>
      <w:r w:rsidRPr="00467807">
        <w:rPr>
          <w:bCs/>
          <w:sz w:val="28"/>
          <w:szCs w:val="28"/>
        </w:rPr>
        <w:t xml:space="preserve">полетов беспилотных воздушных судов </w:t>
      </w:r>
      <w:r w:rsidR="00AB21EC">
        <w:rPr>
          <w:bCs/>
          <w:sz w:val="28"/>
          <w:szCs w:val="28"/>
        </w:rPr>
        <w:br/>
      </w:r>
      <w:r w:rsidRPr="00467807">
        <w:rPr>
          <w:bCs/>
          <w:sz w:val="28"/>
          <w:szCs w:val="28"/>
        </w:rPr>
        <w:t xml:space="preserve">(за исключением полетов беспилотных воздушных судов с максимальной взлетной массой менее 0,25 кг), подъема привязных аэростатов </w:t>
      </w:r>
      <w:r w:rsidR="00AB21EC">
        <w:rPr>
          <w:bCs/>
          <w:sz w:val="28"/>
          <w:szCs w:val="28"/>
        </w:rPr>
        <w:br/>
      </w:r>
      <w:r w:rsidRPr="00467807">
        <w:rPr>
          <w:bCs/>
          <w:sz w:val="28"/>
          <w:szCs w:val="28"/>
        </w:rPr>
        <w:t xml:space="preserve">над населенными пунктами, а также посадку (взлет) на расположенные </w:t>
      </w:r>
      <w:r w:rsidR="00AB21EC">
        <w:rPr>
          <w:bCs/>
          <w:sz w:val="28"/>
          <w:szCs w:val="28"/>
        </w:rPr>
        <w:br/>
      </w:r>
      <w:r w:rsidRPr="00467807">
        <w:rPr>
          <w:bCs/>
          <w:sz w:val="28"/>
          <w:szCs w:val="28"/>
        </w:rPr>
        <w:t xml:space="preserve">в границах населенных пунктов площадки, сведения о которых </w:t>
      </w:r>
      <w:r w:rsidR="00AB21EC">
        <w:rPr>
          <w:bCs/>
          <w:sz w:val="28"/>
          <w:szCs w:val="28"/>
        </w:rPr>
        <w:br/>
      </w:r>
      <w:r w:rsidRPr="00467807">
        <w:rPr>
          <w:bCs/>
          <w:sz w:val="28"/>
          <w:szCs w:val="28"/>
        </w:rPr>
        <w:t>не опубликованы в документах аэронавигационной информации»</w:t>
      </w:r>
    </w:p>
    <w:p w14:paraId="02B3033E" w14:textId="77777777" w:rsidR="00021D74" w:rsidRPr="00021D74" w:rsidRDefault="00021D74" w:rsidP="00021D74">
      <w:pPr>
        <w:jc w:val="both"/>
        <w:rPr>
          <w:sz w:val="28"/>
          <w:szCs w:val="28"/>
        </w:rPr>
      </w:pPr>
    </w:p>
    <w:p w14:paraId="28900B56" w14:textId="77777777" w:rsidR="00021D74" w:rsidRPr="00D6684E" w:rsidRDefault="00021D74" w:rsidP="00021D74">
      <w:pPr>
        <w:jc w:val="center"/>
        <w:rPr>
          <w:bCs/>
          <w:sz w:val="28"/>
          <w:szCs w:val="28"/>
        </w:rPr>
      </w:pPr>
      <w:r w:rsidRPr="00D6684E">
        <w:rPr>
          <w:bCs/>
          <w:sz w:val="28"/>
          <w:szCs w:val="28"/>
        </w:rPr>
        <w:t>1. ОБЩИЕ ПОЛОЖЕНИЯ</w:t>
      </w:r>
    </w:p>
    <w:p w14:paraId="390FA35C" w14:textId="77777777" w:rsidR="00021D74" w:rsidRPr="00D6684E" w:rsidRDefault="00021D74" w:rsidP="00021D74">
      <w:pPr>
        <w:jc w:val="both"/>
        <w:rPr>
          <w:sz w:val="28"/>
          <w:szCs w:val="28"/>
        </w:rPr>
      </w:pPr>
    </w:p>
    <w:p w14:paraId="27FAC4FC" w14:textId="77777777" w:rsidR="00021D74" w:rsidRDefault="00021D74" w:rsidP="00021D74">
      <w:pPr>
        <w:jc w:val="center"/>
        <w:rPr>
          <w:sz w:val="28"/>
          <w:szCs w:val="28"/>
        </w:rPr>
      </w:pPr>
      <w:r w:rsidRPr="00021D74">
        <w:rPr>
          <w:sz w:val="28"/>
          <w:szCs w:val="28"/>
        </w:rPr>
        <w:t>1.1. Предмет регулирования административного регламента.</w:t>
      </w:r>
    </w:p>
    <w:p w14:paraId="707E050D" w14:textId="77777777" w:rsidR="00021D74" w:rsidRPr="00021D74" w:rsidRDefault="00021D74" w:rsidP="00021D74">
      <w:pPr>
        <w:jc w:val="center"/>
        <w:rPr>
          <w:sz w:val="28"/>
          <w:szCs w:val="28"/>
        </w:rPr>
      </w:pPr>
    </w:p>
    <w:p w14:paraId="5A63B2BD" w14:textId="6A678AF0" w:rsidR="00021D74" w:rsidRDefault="00021D74" w:rsidP="00C02DE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t xml:space="preserve"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</w:t>
      </w:r>
      <w:r>
        <w:rPr>
          <w:sz w:val="28"/>
          <w:szCs w:val="28"/>
        </w:rPr>
        <w:t>«</w:t>
      </w:r>
      <w:r w:rsidRPr="00021D74">
        <w:rPr>
          <w:bCs/>
          <w:sz w:val="28"/>
          <w:szCs w:val="28"/>
        </w:rPr>
        <w:t>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подъема привязных аэростатов над населенными пунктами, а также посадку (взлет) на расположенные в границах населенных пунктов площадки, сведения о которых не опубликованы в документах аэронавигационной информации</w:t>
      </w:r>
      <w:r>
        <w:rPr>
          <w:sz w:val="28"/>
          <w:szCs w:val="28"/>
        </w:rPr>
        <w:t>»</w:t>
      </w:r>
      <w:r w:rsidRPr="00021D74">
        <w:rPr>
          <w:sz w:val="28"/>
          <w:szCs w:val="28"/>
        </w:rPr>
        <w:t xml:space="preserve"> (далее - Регламент).</w:t>
      </w:r>
    </w:p>
    <w:p w14:paraId="52C0A3E4" w14:textId="77777777" w:rsidR="00021D74" w:rsidRPr="00021D74" w:rsidRDefault="00021D74" w:rsidP="00C02DEE">
      <w:pPr>
        <w:ind w:firstLine="709"/>
        <w:jc w:val="both"/>
        <w:rPr>
          <w:sz w:val="28"/>
          <w:szCs w:val="28"/>
        </w:rPr>
      </w:pPr>
    </w:p>
    <w:p w14:paraId="3DCCE988" w14:textId="77777777" w:rsidR="00021D74" w:rsidRPr="00021D74" w:rsidRDefault="00021D74" w:rsidP="00C02DEE">
      <w:pPr>
        <w:ind w:firstLine="709"/>
        <w:jc w:val="center"/>
        <w:rPr>
          <w:sz w:val="28"/>
          <w:szCs w:val="28"/>
        </w:rPr>
      </w:pPr>
      <w:r w:rsidRPr="00021D74">
        <w:rPr>
          <w:sz w:val="28"/>
          <w:szCs w:val="28"/>
        </w:rPr>
        <w:t>1.2. Круг заявителей.</w:t>
      </w:r>
    </w:p>
    <w:p w14:paraId="435C3F6A" w14:textId="77777777" w:rsidR="00021D74" w:rsidRDefault="00021D74" w:rsidP="00C02DEE">
      <w:pPr>
        <w:ind w:firstLine="709"/>
        <w:jc w:val="both"/>
        <w:rPr>
          <w:sz w:val="28"/>
          <w:szCs w:val="28"/>
        </w:rPr>
      </w:pPr>
    </w:p>
    <w:p w14:paraId="7927DD52" w14:textId="0DC88BA5" w:rsidR="00021D74" w:rsidRPr="00021D74" w:rsidRDefault="00021D74" w:rsidP="00C02DE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t>1.2.1. Заявителями являются физические или юридические лица, обратившиеся с запросом о предоставлении муниципальной услуги в письменной или электронной форме (далее - заявители).</w:t>
      </w:r>
    </w:p>
    <w:p w14:paraId="0962879B" w14:textId="2FA42293" w:rsidR="00021D74" w:rsidRDefault="00021D74" w:rsidP="00C02DE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t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обладают их законные представители или доверенные лица (далее - представители).</w:t>
      </w:r>
    </w:p>
    <w:p w14:paraId="3D79C57C" w14:textId="77777777" w:rsidR="00021D74" w:rsidRPr="00021D74" w:rsidRDefault="00021D74" w:rsidP="00C02DEE">
      <w:pPr>
        <w:ind w:firstLine="709"/>
        <w:jc w:val="both"/>
        <w:rPr>
          <w:sz w:val="28"/>
          <w:szCs w:val="28"/>
        </w:rPr>
      </w:pPr>
    </w:p>
    <w:p w14:paraId="23F8FFAE" w14:textId="4F30E6C3" w:rsidR="00021D74" w:rsidRPr="00021D74" w:rsidRDefault="00021D74" w:rsidP="00021D74">
      <w:pPr>
        <w:jc w:val="center"/>
        <w:rPr>
          <w:sz w:val="28"/>
          <w:szCs w:val="28"/>
        </w:rPr>
      </w:pPr>
      <w:r w:rsidRPr="00021D74">
        <w:rPr>
          <w:sz w:val="28"/>
          <w:szCs w:val="28"/>
        </w:rPr>
        <w:lastRenderedPageBreak/>
        <w:t xml:space="preserve">1.3. Требования к порядку информирования о предоставлении </w:t>
      </w:r>
      <w:r w:rsidR="00AB21EC">
        <w:rPr>
          <w:sz w:val="28"/>
          <w:szCs w:val="28"/>
        </w:rPr>
        <w:br/>
      </w:r>
      <w:r w:rsidRPr="00021D74">
        <w:rPr>
          <w:sz w:val="28"/>
          <w:szCs w:val="28"/>
        </w:rPr>
        <w:t>муниципальной услуги.</w:t>
      </w:r>
    </w:p>
    <w:p w14:paraId="0399FF84" w14:textId="77777777" w:rsidR="00021D74" w:rsidRDefault="00021D74" w:rsidP="00021D74">
      <w:pPr>
        <w:jc w:val="both"/>
        <w:rPr>
          <w:sz w:val="28"/>
          <w:szCs w:val="28"/>
        </w:rPr>
      </w:pPr>
    </w:p>
    <w:p w14:paraId="22757CCC" w14:textId="3EE8814B" w:rsidR="00021D74" w:rsidRPr="00021D74" w:rsidRDefault="00021D74" w:rsidP="00C02DE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t>1.3.1. Справочная информация:</w:t>
      </w:r>
    </w:p>
    <w:p w14:paraId="0D2D860C" w14:textId="7A7CF654" w:rsidR="00021D74" w:rsidRPr="00021D74" w:rsidRDefault="00021D74" w:rsidP="00C02DE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t xml:space="preserve">Предоставление муниципальной услуги осуществляется </w:t>
      </w:r>
      <w:r>
        <w:rPr>
          <w:sz w:val="28"/>
          <w:szCs w:val="28"/>
        </w:rPr>
        <w:t>а</w:t>
      </w:r>
      <w:r w:rsidRPr="00021D74">
        <w:rPr>
          <w:sz w:val="28"/>
          <w:szCs w:val="28"/>
        </w:rPr>
        <w:t xml:space="preserve">дминистрацией </w:t>
      </w:r>
      <w:r>
        <w:rPr>
          <w:sz w:val="28"/>
          <w:szCs w:val="28"/>
        </w:rPr>
        <w:t>муниципального образования «Городской округ Ногликский»</w:t>
      </w:r>
      <w:r w:rsidRPr="00021D74">
        <w:rPr>
          <w:sz w:val="28"/>
          <w:szCs w:val="28"/>
        </w:rPr>
        <w:t xml:space="preserve"> (далее - Администрация)</w:t>
      </w:r>
      <w:r>
        <w:rPr>
          <w:sz w:val="28"/>
          <w:szCs w:val="28"/>
        </w:rPr>
        <w:t>.</w:t>
      </w:r>
    </w:p>
    <w:p w14:paraId="14D01A24" w14:textId="7412DE02" w:rsidR="00021D74" w:rsidRPr="00021D74" w:rsidRDefault="00021D74" w:rsidP="00021D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1D74">
        <w:rPr>
          <w:sz w:val="28"/>
          <w:szCs w:val="28"/>
        </w:rPr>
        <w:t xml:space="preserve">Адрес места нахождения </w:t>
      </w:r>
      <w:r>
        <w:rPr>
          <w:sz w:val="28"/>
          <w:szCs w:val="28"/>
        </w:rPr>
        <w:t>Администрации</w:t>
      </w:r>
      <w:r w:rsidRPr="00021D74">
        <w:rPr>
          <w:sz w:val="28"/>
          <w:szCs w:val="28"/>
        </w:rPr>
        <w:t>: 694</w:t>
      </w:r>
      <w:r>
        <w:rPr>
          <w:sz w:val="28"/>
          <w:szCs w:val="28"/>
        </w:rPr>
        <w:t>450</w:t>
      </w:r>
      <w:r w:rsidRPr="00021D74">
        <w:rPr>
          <w:sz w:val="28"/>
          <w:szCs w:val="28"/>
        </w:rPr>
        <w:t>, Сахалинская область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>. Ноглики</w:t>
      </w:r>
      <w:r w:rsidRPr="00021D74">
        <w:rPr>
          <w:sz w:val="28"/>
          <w:szCs w:val="28"/>
        </w:rPr>
        <w:t xml:space="preserve">, ул. </w:t>
      </w:r>
      <w:r>
        <w:rPr>
          <w:sz w:val="28"/>
          <w:szCs w:val="28"/>
        </w:rPr>
        <w:t>Советская</w:t>
      </w:r>
      <w:r w:rsidRPr="00021D74">
        <w:rPr>
          <w:sz w:val="28"/>
          <w:szCs w:val="28"/>
        </w:rPr>
        <w:t xml:space="preserve">, </w:t>
      </w:r>
      <w:r>
        <w:rPr>
          <w:sz w:val="28"/>
          <w:szCs w:val="28"/>
        </w:rPr>
        <w:t>15</w:t>
      </w:r>
      <w:r w:rsidRPr="00021D74">
        <w:rPr>
          <w:sz w:val="28"/>
          <w:szCs w:val="28"/>
        </w:rPr>
        <w:t>.</w:t>
      </w:r>
    </w:p>
    <w:p w14:paraId="1074351C" w14:textId="5976E73D" w:rsidR="00021D74" w:rsidRDefault="00021D74" w:rsidP="00D6684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t xml:space="preserve">График работы </w:t>
      </w:r>
      <w:r>
        <w:rPr>
          <w:sz w:val="28"/>
          <w:szCs w:val="28"/>
        </w:rPr>
        <w:t>Администрации</w:t>
      </w:r>
      <w:r w:rsidRPr="00021D74">
        <w:rPr>
          <w:sz w:val="28"/>
          <w:szCs w:val="28"/>
        </w:rPr>
        <w:t xml:space="preserve">: </w:t>
      </w:r>
    </w:p>
    <w:p w14:paraId="45FA3E75" w14:textId="0627FCA0" w:rsidR="00021D74" w:rsidRPr="00021D74" w:rsidRDefault="00021D74" w:rsidP="00D6684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t>понедельник с 9:00 до 18:00;</w:t>
      </w:r>
    </w:p>
    <w:p w14:paraId="2C3AF90E" w14:textId="1DF47D6B" w:rsidR="00021D74" w:rsidRPr="00021D74" w:rsidRDefault="00021D74" w:rsidP="00D6684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t>вторник - пятница с 9:00 до 17:00;</w:t>
      </w:r>
    </w:p>
    <w:p w14:paraId="6D714CCC" w14:textId="72AC8ED8" w:rsidR="00021D74" w:rsidRPr="00021D74" w:rsidRDefault="00021D74" w:rsidP="00D6684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t>перерыв на обед с 13:00 до 14:00;</w:t>
      </w:r>
    </w:p>
    <w:p w14:paraId="1C9D52F3" w14:textId="6C06291E" w:rsidR="00780655" w:rsidRPr="00780655" w:rsidRDefault="00021D74" w:rsidP="00D6684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t xml:space="preserve">Справочный телефон </w:t>
      </w:r>
      <w:r w:rsidR="00780655">
        <w:rPr>
          <w:sz w:val="28"/>
          <w:szCs w:val="28"/>
        </w:rPr>
        <w:t>Администрации</w:t>
      </w:r>
      <w:r w:rsidRPr="00021D74">
        <w:rPr>
          <w:sz w:val="28"/>
          <w:szCs w:val="28"/>
        </w:rPr>
        <w:t xml:space="preserve">: </w:t>
      </w:r>
      <w:r w:rsidR="00780655" w:rsidRPr="00780655">
        <w:rPr>
          <w:sz w:val="28"/>
          <w:szCs w:val="28"/>
        </w:rPr>
        <w:t>8(42444) 96984</w:t>
      </w:r>
    </w:p>
    <w:p w14:paraId="42374E1A" w14:textId="28A9B4D9" w:rsidR="00021D74" w:rsidRPr="00021D74" w:rsidRDefault="00021D74" w:rsidP="00D6684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t xml:space="preserve">Адрес официального сайта </w:t>
      </w:r>
      <w:r w:rsidR="00780655">
        <w:rPr>
          <w:sz w:val="28"/>
          <w:szCs w:val="28"/>
        </w:rPr>
        <w:t>муниципального образования «Городской округ Ногликский»: http://www.nogliki-adm.ru;</w:t>
      </w:r>
    </w:p>
    <w:p w14:paraId="5EBC1848" w14:textId="13AF160C" w:rsidR="00021D74" w:rsidRPr="00021D74" w:rsidRDefault="00021D74" w:rsidP="00D6684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t xml:space="preserve">Адрес электронной почты Администрации: </w:t>
      </w:r>
      <w:proofErr w:type="spellStart"/>
      <w:r w:rsidR="00780655">
        <w:rPr>
          <w:sz w:val="28"/>
          <w:szCs w:val="28"/>
          <w:lang w:val="en-US"/>
        </w:rPr>
        <w:t>nogliki</w:t>
      </w:r>
      <w:proofErr w:type="spellEnd"/>
      <w:r w:rsidRPr="00021D74">
        <w:rPr>
          <w:sz w:val="28"/>
          <w:szCs w:val="28"/>
        </w:rPr>
        <w:t>@adm.sakhalin.ru.</w:t>
      </w:r>
    </w:p>
    <w:p w14:paraId="70FC697B" w14:textId="2702E775" w:rsidR="00021D74" w:rsidRPr="00021D74" w:rsidRDefault="00021D74" w:rsidP="00C02DE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1E678008" w14:textId="72E29D72" w:rsidR="00021D74" w:rsidRPr="00021D74" w:rsidRDefault="00021D74" w:rsidP="00021D74">
      <w:pPr>
        <w:jc w:val="both"/>
        <w:rPr>
          <w:sz w:val="28"/>
          <w:szCs w:val="28"/>
        </w:rPr>
      </w:pPr>
      <w:r w:rsidRPr="00021D74">
        <w:rPr>
          <w:sz w:val="28"/>
          <w:szCs w:val="28"/>
        </w:rPr>
        <w:t xml:space="preserve">- при личном обращении в </w:t>
      </w:r>
      <w:r w:rsidR="00780655">
        <w:rPr>
          <w:sz w:val="28"/>
          <w:szCs w:val="28"/>
        </w:rPr>
        <w:t>Администрацию (</w:t>
      </w:r>
      <w:proofErr w:type="spellStart"/>
      <w:r w:rsidR="00780655">
        <w:rPr>
          <w:sz w:val="28"/>
          <w:szCs w:val="28"/>
        </w:rPr>
        <w:t>каб</w:t>
      </w:r>
      <w:proofErr w:type="spellEnd"/>
      <w:r w:rsidR="00467807">
        <w:rPr>
          <w:sz w:val="28"/>
          <w:szCs w:val="28"/>
        </w:rPr>
        <w:t>. 204</w:t>
      </w:r>
      <w:r w:rsidR="00780655">
        <w:rPr>
          <w:sz w:val="28"/>
          <w:szCs w:val="28"/>
        </w:rPr>
        <w:t>)</w:t>
      </w:r>
      <w:r w:rsidRPr="00021D74">
        <w:rPr>
          <w:sz w:val="28"/>
          <w:szCs w:val="28"/>
        </w:rPr>
        <w:t>;</w:t>
      </w:r>
    </w:p>
    <w:p w14:paraId="03A77F90" w14:textId="4152E1FB" w:rsidR="00021D74" w:rsidRPr="00021D74" w:rsidRDefault="00021D74" w:rsidP="00D6684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t xml:space="preserve">- при обращении с использованием средств телефонной связи по номеру телефона </w:t>
      </w:r>
      <w:r w:rsidR="00780655" w:rsidRPr="00780655">
        <w:rPr>
          <w:sz w:val="28"/>
          <w:szCs w:val="28"/>
        </w:rPr>
        <w:t>8(42444) 96984</w:t>
      </w:r>
      <w:r w:rsidRPr="00021D74">
        <w:rPr>
          <w:sz w:val="28"/>
          <w:szCs w:val="28"/>
        </w:rPr>
        <w:t>;</w:t>
      </w:r>
    </w:p>
    <w:p w14:paraId="4BD563D2" w14:textId="6DB116BF" w:rsidR="00021D74" w:rsidRPr="00021D74" w:rsidRDefault="00021D74" w:rsidP="00D6684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t>- при письменном обращении в Администрацию по почте либо в электронном виде;</w:t>
      </w:r>
    </w:p>
    <w:p w14:paraId="54634515" w14:textId="6BE10C21" w:rsidR="00021D74" w:rsidRPr="00021D74" w:rsidRDefault="00021D74" w:rsidP="00D6684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t>- посредством размещения сведений:</w:t>
      </w:r>
    </w:p>
    <w:p w14:paraId="2E545154" w14:textId="3B4BD4F5" w:rsidR="00780655" w:rsidRDefault="00021D74" w:rsidP="00C02DE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t xml:space="preserve">1) на официальном Интернет-сайте </w:t>
      </w:r>
      <w:r w:rsidR="00780655" w:rsidRPr="00780655">
        <w:rPr>
          <w:sz w:val="28"/>
          <w:szCs w:val="28"/>
        </w:rPr>
        <w:t xml:space="preserve">муниципального образования «Городской округ Ногликский»: http://www.nogliki-adm.ru </w:t>
      </w:r>
    </w:p>
    <w:p w14:paraId="568AFEB0" w14:textId="4A6024C5" w:rsidR="00021D74" w:rsidRPr="00021D74" w:rsidRDefault="00021D74" w:rsidP="00C02DE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t>2) в региональной государственной информационной системе "Портал государственных и муниципальных услуг (функций) Сахалинской области" (далее - РПГУ) https://uslugi.admsakhalin.ru;</w:t>
      </w:r>
    </w:p>
    <w:p w14:paraId="2D59865F" w14:textId="08D357F7" w:rsidR="00021D74" w:rsidRPr="00021D74" w:rsidRDefault="00021D74" w:rsidP="00C02DE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t>3) в федеральной государственной информационной системе "Единый портал государственных и муниципальных услуг (функций)" (далее - ЕПГУ) www.gosuslugi.ru;</w:t>
      </w:r>
    </w:p>
    <w:p w14:paraId="5E84BB95" w14:textId="10861688" w:rsidR="00021D74" w:rsidRPr="00021D74" w:rsidRDefault="00021D74" w:rsidP="00C02DE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t>4) на информационном стенде, расположенном в Администрации.</w:t>
      </w:r>
    </w:p>
    <w:p w14:paraId="251D3180" w14:textId="3229DE6D" w:rsidR="00021D74" w:rsidRPr="00021D74" w:rsidRDefault="00021D74" w:rsidP="00C02DE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14:paraId="6C00C454" w14:textId="3B329C64" w:rsidR="00021D74" w:rsidRPr="00021D74" w:rsidRDefault="00021D74" w:rsidP="00D6684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t xml:space="preserve">- при личном обращении в </w:t>
      </w:r>
      <w:r w:rsidR="007C6FDE">
        <w:rPr>
          <w:sz w:val="28"/>
          <w:szCs w:val="28"/>
        </w:rPr>
        <w:t>Администрацию</w:t>
      </w:r>
      <w:r w:rsidRPr="00021D74">
        <w:rPr>
          <w:sz w:val="28"/>
          <w:szCs w:val="28"/>
        </w:rPr>
        <w:t>;</w:t>
      </w:r>
    </w:p>
    <w:p w14:paraId="7478B9A2" w14:textId="2108A4F1" w:rsidR="00021D74" w:rsidRPr="00021D74" w:rsidRDefault="00021D74" w:rsidP="00D6684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t xml:space="preserve">- при обращении в </w:t>
      </w:r>
      <w:r w:rsidR="007C6FDE">
        <w:rPr>
          <w:sz w:val="28"/>
          <w:szCs w:val="28"/>
        </w:rPr>
        <w:t>Администрацию</w:t>
      </w:r>
      <w:r w:rsidRPr="00021D74">
        <w:rPr>
          <w:sz w:val="28"/>
          <w:szCs w:val="28"/>
        </w:rPr>
        <w:t xml:space="preserve"> с использованием средств телефонной связи;</w:t>
      </w:r>
    </w:p>
    <w:p w14:paraId="56766413" w14:textId="3685D2C6" w:rsidR="00021D74" w:rsidRPr="00021D74" w:rsidRDefault="00021D74" w:rsidP="00D6684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t>- при письменном обращении в Администрацию по почте либо в электронном виде.</w:t>
      </w:r>
    </w:p>
    <w:p w14:paraId="16EA2038" w14:textId="63C292B7" w:rsidR="00021D74" w:rsidRPr="00021D74" w:rsidRDefault="00021D74" w:rsidP="00C02DE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t>1.3.4. Информирование проводится в форме:</w:t>
      </w:r>
    </w:p>
    <w:p w14:paraId="2EE2CCBA" w14:textId="2615AF7E" w:rsidR="00021D74" w:rsidRPr="00021D74" w:rsidRDefault="00021D74" w:rsidP="00D6684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t>- устного информирования;</w:t>
      </w:r>
    </w:p>
    <w:p w14:paraId="4DD4C0E1" w14:textId="74CF9908" w:rsidR="00021D74" w:rsidRPr="00021D74" w:rsidRDefault="00021D74" w:rsidP="00D6684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t>- письменного информирования.</w:t>
      </w:r>
    </w:p>
    <w:p w14:paraId="75F85240" w14:textId="1BB3D248" w:rsidR="00021D74" w:rsidRPr="00021D74" w:rsidRDefault="00021D74" w:rsidP="00C02DE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lastRenderedPageBreak/>
        <w:t>1.3.4.1. Устное информировани</w:t>
      </w:r>
      <w:r w:rsidR="007C6FDE">
        <w:rPr>
          <w:sz w:val="28"/>
          <w:szCs w:val="28"/>
        </w:rPr>
        <w:t>е осуществляется специалистами Администрации</w:t>
      </w:r>
      <w:r w:rsidRPr="00021D74">
        <w:rPr>
          <w:sz w:val="28"/>
          <w:szCs w:val="28"/>
        </w:rPr>
        <w:t xml:space="preserve"> при обращении заявителей за информацией лично или по телефону.</w:t>
      </w:r>
    </w:p>
    <w:p w14:paraId="52784B46" w14:textId="5088E5CA" w:rsidR="00021D74" w:rsidRPr="00021D74" w:rsidRDefault="00021D74" w:rsidP="00AB21EC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14:paraId="6BEC972A" w14:textId="62101D67" w:rsidR="00021D74" w:rsidRPr="00021D74" w:rsidRDefault="00021D74" w:rsidP="00AB21EC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6E70252F" w14:textId="54E0BFF4" w:rsidR="00021D74" w:rsidRPr="00021D74" w:rsidRDefault="00021D74" w:rsidP="00C02DE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t xml:space="preserve">1.3.4.2. При ответах на телефонные звонки специалисты </w:t>
      </w:r>
      <w:r w:rsidR="007C6FDE">
        <w:rPr>
          <w:sz w:val="28"/>
          <w:szCs w:val="28"/>
        </w:rPr>
        <w:t>Администрации</w:t>
      </w:r>
      <w:r w:rsidRPr="00021D74">
        <w:rPr>
          <w:sz w:val="28"/>
          <w:szCs w:val="28"/>
        </w:rPr>
        <w:t xml:space="preserve"> подробно, в корректной форме информируют обратившихся заявителей по интересующим их вопросам. Ответ должен начинаться с информации о фамилии, имени, отчестве и должности специалиста, принявшего телефонный звонок.</w:t>
      </w:r>
    </w:p>
    <w:p w14:paraId="5F4F70E3" w14:textId="60EC6EDA" w:rsidR="00021D74" w:rsidRPr="00021D74" w:rsidRDefault="007C6FDE" w:rsidP="00021D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21D74" w:rsidRPr="00021D74">
        <w:rPr>
          <w:sz w:val="28"/>
          <w:szCs w:val="28"/>
        </w:rPr>
        <w:t xml:space="preserve">При устном обращении заявителя (по телефону) специалисты </w:t>
      </w:r>
      <w:r>
        <w:rPr>
          <w:sz w:val="28"/>
          <w:szCs w:val="28"/>
        </w:rPr>
        <w:t xml:space="preserve">Администрации </w:t>
      </w:r>
      <w:r w:rsidR="00021D74" w:rsidRPr="00021D74">
        <w:rPr>
          <w:sz w:val="28"/>
          <w:szCs w:val="28"/>
        </w:rPr>
        <w:t>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может предложить заявителю обратиться письменно.</w:t>
      </w:r>
    </w:p>
    <w:p w14:paraId="05AA9533" w14:textId="7E0580F5" w:rsidR="00021D74" w:rsidRPr="00021D74" w:rsidRDefault="00021D74" w:rsidP="00C02DE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7C2A8C1B" w14:textId="677BB9D5" w:rsidR="00021D74" w:rsidRPr="00021D74" w:rsidRDefault="00021D74" w:rsidP="00D6684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t xml:space="preserve">Ответ на обращение заявителя предоставляется в простой, четкой и понятной форме с указанием фамилии, инициалов, номера телефона специалиста </w:t>
      </w:r>
      <w:r w:rsidR="00593AE5">
        <w:rPr>
          <w:sz w:val="28"/>
          <w:szCs w:val="28"/>
        </w:rPr>
        <w:t>Администрации</w:t>
      </w:r>
      <w:r w:rsidRPr="00021D74">
        <w:rPr>
          <w:sz w:val="28"/>
          <w:szCs w:val="28"/>
        </w:rPr>
        <w:t>.</w:t>
      </w:r>
    </w:p>
    <w:p w14:paraId="074DEC10" w14:textId="2B5F1F01" w:rsidR="00021D74" w:rsidRPr="00021D74" w:rsidRDefault="00021D74" w:rsidP="00C02DE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t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</w:t>
      </w:r>
      <w:r w:rsidRPr="00593AE5">
        <w:rPr>
          <w:sz w:val="28"/>
          <w:szCs w:val="28"/>
        </w:rPr>
        <w:t xml:space="preserve"> </w:t>
      </w:r>
      <w:hyperlink r:id="rId9" w:history="1">
        <w:r w:rsidRPr="00593AE5">
          <w:rPr>
            <w:rStyle w:val="ac"/>
            <w:color w:val="auto"/>
            <w:sz w:val="28"/>
            <w:szCs w:val="28"/>
            <w:u w:val="none"/>
          </w:rPr>
          <w:t>постановления</w:t>
        </w:r>
      </w:hyperlink>
      <w:r w:rsidRPr="00593AE5">
        <w:rPr>
          <w:sz w:val="28"/>
          <w:szCs w:val="28"/>
        </w:rPr>
        <w:t xml:space="preserve"> </w:t>
      </w:r>
      <w:r w:rsidRPr="00021D74">
        <w:rPr>
          <w:sz w:val="28"/>
          <w:szCs w:val="28"/>
        </w:rPr>
        <w:t xml:space="preserve">Правительства Российской Федерации от 22.12.2012 </w:t>
      </w:r>
      <w:r w:rsidR="00AB21EC">
        <w:rPr>
          <w:sz w:val="28"/>
          <w:szCs w:val="28"/>
        </w:rPr>
        <w:t>№</w:t>
      </w:r>
      <w:r w:rsidRPr="00021D74">
        <w:rPr>
          <w:sz w:val="28"/>
          <w:szCs w:val="28"/>
        </w:rPr>
        <w:t xml:space="preserve"> 1376 </w:t>
      </w:r>
      <w:r w:rsidR="00593AE5">
        <w:rPr>
          <w:sz w:val="28"/>
          <w:szCs w:val="28"/>
        </w:rPr>
        <w:t>«</w:t>
      </w:r>
      <w:r w:rsidRPr="00021D74">
        <w:rPr>
          <w:sz w:val="28"/>
          <w:szCs w:val="28"/>
        </w:rPr>
        <w:t>Об утверждении Правил организации деятельности многофункциональных центров предоставления государственных и муниципальных услуг</w:t>
      </w:r>
      <w:r w:rsidR="00593AE5">
        <w:rPr>
          <w:sz w:val="28"/>
          <w:szCs w:val="28"/>
        </w:rPr>
        <w:t>»</w:t>
      </w:r>
      <w:r w:rsidRPr="00021D74">
        <w:rPr>
          <w:sz w:val="28"/>
          <w:szCs w:val="28"/>
        </w:rPr>
        <w:t>.</w:t>
      </w:r>
    </w:p>
    <w:p w14:paraId="5365C5DA" w14:textId="19ECE990" w:rsidR="00021D74" w:rsidRPr="00021D74" w:rsidRDefault="00021D74" w:rsidP="00C02DE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t xml:space="preserve">1.3.6. </w:t>
      </w:r>
      <w:r w:rsidR="00593AE5">
        <w:rPr>
          <w:sz w:val="28"/>
          <w:szCs w:val="28"/>
        </w:rPr>
        <w:t>Администрация</w:t>
      </w:r>
      <w:r w:rsidRPr="00021D74">
        <w:rPr>
          <w:sz w:val="28"/>
          <w:szCs w:val="28"/>
        </w:rPr>
        <w:t xml:space="preserve"> обеспечивает размещение и актуализацию информации, указанной </w:t>
      </w:r>
      <w:r w:rsidRPr="00593AE5">
        <w:rPr>
          <w:sz w:val="28"/>
          <w:szCs w:val="28"/>
        </w:rPr>
        <w:t xml:space="preserve">в </w:t>
      </w:r>
      <w:hyperlink r:id="rId10" w:history="1">
        <w:r w:rsidRPr="00593AE5">
          <w:rPr>
            <w:rStyle w:val="ac"/>
            <w:color w:val="auto"/>
            <w:sz w:val="28"/>
            <w:szCs w:val="28"/>
            <w:u w:val="none"/>
          </w:rPr>
          <w:t>пункте 1.3.1</w:t>
        </w:r>
      </w:hyperlink>
      <w:r w:rsidRPr="00021D74">
        <w:rPr>
          <w:sz w:val="28"/>
          <w:szCs w:val="28"/>
        </w:rPr>
        <w:t xml:space="preserve"> настоящего раздела Регламента, на информационном стенде Администрации, официальном Интернет-сайте </w:t>
      </w:r>
      <w:r w:rsidR="00593AE5">
        <w:rPr>
          <w:sz w:val="28"/>
          <w:szCs w:val="28"/>
        </w:rPr>
        <w:t xml:space="preserve">муниципального образования «Городской округ Ногликский» </w:t>
      </w:r>
      <w:r w:rsidRPr="00021D74">
        <w:rPr>
          <w:sz w:val="28"/>
          <w:szCs w:val="28"/>
        </w:rPr>
        <w:t xml:space="preserve">и, в государственной информационной системе </w:t>
      </w:r>
      <w:r w:rsidR="00593AE5">
        <w:rPr>
          <w:sz w:val="28"/>
          <w:szCs w:val="28"/>
        </w:rPr>
        <w:t>«</w:t>
      </w:r>
      <w:r w:rsidRPr="00021D74">
        <w:rPr>
          <w:sz w:val="28"/>
          <w:szCs w:val="28"/>
        </w:rPr>
        <w:t>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</w:t>
      </w:r>
      <w:r w:rsidR="00593AE5">
        <w:rPr>
          <w:sz w:val="28"/>
          <w:szCs w:val="28"/>
        </w:rPr>
        <w:t>»</w:t>
      </w:r>
      <w:r w:rsidRPr="00021D74">
        <w:rPr>
          <w:sz w:val="28"/>
          <w:szCs w:val="28"/>
        </w:rPr>
        <w:t xml:space="preserve"> (далее - региональный реестр), РПГУ и ЕПГУ.</w:t>
      </w:r>
    </w:p>
    <w:p w14:paraId="02642433" w14:textId="1B2B641C" w:rsidR="00021D74" w:rsidRPr="00021D74" w:rsidRDefault="00021D74" w:rsidP="00D6684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lastRenderedPageBreak/>
        <w:t>На ЕПГУ и РПГУ размещается следующая информация:</w:t>
      </w:r>
    </w:p>
    <w:p w14:paraId="56CD707F" w14:textId="717BF438" w:rsidR="00021D74" w:rsidRPr="00021D74" w:rsidRDefault="00021D74" w:rsidP="00C02DE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2261AC48" w14:textId="3164D509" w:rsidR="00021D74" w:rsidRPr="00021D74" w:rsidRDefault="00021D74" w:rsidP="00C02DE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t>2) круг заявителей;</w:t>
      </w:r>
    </w:p>
    <w:p w14:paraId="181AFF1B" w14:textId="52C7BF5C" w:rsidR="00021D74" w:rsidRPr="00021D74" w:rsidRDefault="00021D74" w:rsidP="00C02DE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t>3) срок предоставления муниципальной услуги;</w:t>
      </w:r>
    </w:p>
    <w:p w14:paraId="5EB96415" w14:textId="25C2FFEF" w:rsidR="00021D74" w:rsidRPr="00021D74" w:rsidRDefault="00021D74" w:rsidP="00C02DE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09415917" w14:textId="4697B98D" w:rsidR="00021D74" w:rsidRPr="00021D74" w:rsidRDefault="00021D74" w:rsidP="00C02DE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14:paraId="2B038A91" w14:textId="05254391" w:rsidR="00021D74" w:rsidRPr="00021D74" w:rsidRDefault="00021D74" w:rsidP="00C02DE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41E7B3E4" w14:textId="4D61F215" w:rsidR="00021D74" w:rsidRPr="00021D74" w:rsidRDefault="00021D74" w:rsidP="00C02DE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14:paraId="70ED1C26" w14:textId="77777777" w:rsidR="00021D74" w:rsidRPr="00021D74" w:rsidRDefault="00021D74" w:rsidP="00021D74">
      <w:pPr>
        <w:jc w:val="both"/>
        <w:rPr>
          <w:sz w:val="28"/>
          <w:szCs w:val="28"/>
        </w:rPr>
      </w:pPr>
    </w:p>
    <w:p w14:paraId="535DD457" w14:textId="77777777" w:rsidR="00021D74" w:rsidRPr="00D6684E" w:rsidRDefault="00021D74" w:rsidP="00593AE5">
      <w:pPr>
        <w:jc w:val="center"/>
        <w:rPr>
          <w:bCs/>
          <w:sz w:val="28"/>
          <w:szCs w:val="28"/>
        </w:rPr>
      </w:pPr>
      <w:r w:rsidRPr="00D6684E">
        <w:rPr>
          <w:bCs/>
          <w:sz w:val="28"/>
          <w:szCs w:val="28"/>
        </w:rPr>
        <w:t>2. СТАНДАРТ ПРЕДОСТАВЛЕНИЯ МУНИЦИПАЛЬНОЙ УСЛУГИ</w:t>
      </w:r>
    </w:p>
    <w:p w14:paraId="51A7F53B" w14:textId="77777777" w:rsidR="00021D74" w:rsidRPr="00021D74" w:rsidRDefault="00021D74" w:rsidP="00021D74">
      <w:pPr>
        <w:jc w:val="both"/>
        <w:rPr>
          <w:sz w:val="28"/>
          <w:szCs w:val="28"/>
        </w:rPr>
      </w:pPr>
    </w:p>
    <w:p w14:paraId="3377BA4B" w14:textId="77777777" w:rsidR="00021D74" w:rsidRDefault="00021D74" w:rsidP="00593AE5">
      <w:pPr>
        <w:jc w:val="center"/>
        <w:rPr>
          <w:sz w:val="28"/>
          <w:szCs w:val="28"/>
        </w:rPr>
      </w:pPr>
      <w:r w:rsidRPr="00021D74">
        <w:rPr>
          <w:sz w:val="28"/>
          <w:szCs w:val="28"/>
        </w:rPr>
        <w:t>2.1. Наименование муниципальной услуги.</w:t>
      </w:r>
    </w:p>
    <w:p w14:paraId="3A2DDF9F" w14:textId="77777777" w:rsidR="00593AE5" w:rsidRPr="00021D74" w:rsidRDefault="00593AE5" w:rsidP="00593AE5">
      <w:pPr>
        <w:jc w:val="center"/>
        <w:rPr>
          <w:sz w:val="28"/>
          <w:szCs w:val="28"/>
        </w:rPr>
      </w:pPr>
    </w:p>
    <w:p w14:paraId="13328B44" w14:textId="74728E42" w:rsidR="00021D74" w:rsidRPr="00021D74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bCs/>
          <w:sz w:val="28"/>
          <w:szCs w:val="28"/>
        </w:rPr>
        <w:t>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подъема привязных аэростатов над населенными пунктами, а также посадку (взлет) на расположенные в границах населенных пунктов площадки, сведения о которых не опубликованы в документах аэронавигационной информации</w:t>
      </w:r>
      <w:r w:rsidR="00021D74" w:rsidRPr="00021D74">
        <w:rPr>
          <w:sz w:val="28"/>
          <w:szCs w:val="28"/>
        </w:rPr>
        <w:t>.</w:t>
      </w:r>
    </w:p>
    <w:p w14:paraId="0CE8AA4F" w14:textId="77777777" w:rsidR="00593AE5" w:rsidRDefault="00593AE5" w:rsidP="00C02DEE">
      <w:pPr>
        <w:ind w:firstLine="709"/>
        <w:jc w:val="both"/>
        <w:rPr>
          <w:sz w:val="28"/>
          <w:szCs w:val="28"/>
        </w:rPr>
      </w:pPr>
    </w:p>
    <w:p w14:paraId="15157623" w14:textId="18C5BD6B" w:rsidR="00021D74" w:rsidRDefault="00021D74" w:rsidP="00AB21EC">
      <w:pPr>
        <w:ind w:firstLine="709"/>
        <w:jc w:val="center"/>
        <w:rPr>
          <w:sz w:val="28"/>
          <w:szCs w:val="28"/>
        </w:rPr>
      </w:pPr>
      <w:r w:rsidRPr="00021D74">
        <w:rPr>
          <w:sz w:val="28"/>
          <w:szCs w:val="28"/>
        </w:rPr>
        <w:t xml:space="preserve">2.2. Наименование органа местного самоуправления </w:t>
      </w:r>
      <w:r w:rsidR="00AB21EC">
        <w:rPr>
          <w:sz w:val="28"/>
          <w:szCs w:val="28"/>
        </w:rPr>
        <w:br/>
      </w:r>
      <w:r w:rsidRPr="00021D74">
        <w:rPr>
          <w:sz w:val="28"/>
          <w:szCs w:val="28"/>
        </w:rPr>
        <w:t>Сахалинской области, предоставляющего муниципальную услугу.</w:t>
      </w:r>
    </w:p>
    <w:p w14:paraId="4981E461" w14:textId="77777777" w:rsidR="00593AE5" w:rsidRPr="00021D74" w:rsidRDefault="00593AE5" w:rsidP="00C02DEE">
      <w:pPr>
        <w:ind w:firstLine="709"/>
        <w:jc w:val="both"/>
        <w:rPr>
          <w:sz w:val="28"/>
          <w:szCs w:val="28"/>
        </w:rPr>
      </w:pPr>
    </w:p>
    <w:p w14:paraId="7361ECA9" w14:textId="0F29F6B8" w:rsidR="00021D74" w:rsidRPr="00021D74" w:rsidRDefault="00021D74" w:rsidP="00C02DE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t xml:space="preserve">Предоставление муниципальной услуги осуществляется </w:t>
      </w:r>
      <w:r w:rsidR="00593AE5">
        <w:rPr>
          <w:sz w:val="28"/>
          <w:szCs w:val="28"/>
        </w:rPr>
        <w:t>а</w:t>
      </w:r>
      <w:r w:rsidRPr="00021D74">
        <w:rPr>
          <w:sz w:val="28"/>
          <w:szCs w:val="28"/>
        </w:rPr>
        <w:t xml:space="preserve">дминистрацией </w:t>
      </w:r>
      <w:r w:rsidR="00593AE5">
        <w:rPr>
          <w:sz w:val="28"/>
          <w:szCs w:val="28"/>
        </w:rPr>
        <w:t>муниципального образования «Городской округ Ногликский»</w:t>
      </w:r>
      <w:r w:rsidRPr="00021D74">
        <w:rPr>
          <w:sz w:val="28"/>
          <w:szCs w:val="28"/>
        </w:rPr>
        <w:t>.</w:t>
      </w:r>
    </w:p>
    <w:p w14:paraId="0EC10855" w14:textId="2A400D51" w:rsidR="00021D74" w:rsidRDefault="00021D74" w:rsidP="00C02DE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t>Администрация,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Администрацию, за исключением получения услуг и получения документов и информации, предоставляемых в результате предоставления таких услуг, включенных в перечни, которые являются необходимыми и обязательными для предоставления государственных и муниципальных услуг.</w:t>
      </w:r>
    </w:p>
    <w:p w14:paraId="06E7EF3C" w14:textId="77777777" w:rsidR="00593AE5" w:rsidRPr="00021D74" w:rsidRDefault="00593AE5" w:rsidP="00021D74">
      <w:pPr>
        <w:jc w:val="both"/>
        <w:rPr>
          <w:sz w:val="28"/>
          <w:szCs w:val="28"/>
        </w:rPr>
      </w:pPr>
    </w:p>
    <w:p w14:paraId="1E695EF3" w14:textId="77777777" w:rsidR="00021D74" w:rsidRPr="00021D74" w:rsidRDefault="00021D74" w:rsidP="00593AE5">
      <w:pPr>
        <w:jc w:val="center"/>
        <w:rPr>
          <w:sz w:val="28"/>
          <w:szCs w:val="28"/>
        </w:rPr>
      </w:pPr>
      <w:r w:rsidRPr="00021D74">
        <w:rPr>
          <w:sz w:val="28"/>
          <w:szCs w:val="28"/>
        </w:rPr>
        <w:t>2.3. Результат предоставления муниципальной услуги.</w:t>
      </w:r>
    </w:p>
    <w:p w14:paraId="0AD193DC" w14:textId="77777777" w:rsidR="00593AE5" w:rsidRDefault="00593AE5" w:rsidP="00021D74">
      <w:pPr>
        <w:jc w:val="both"/>
        <w:rPr>
          <w:sz w:val="28"/>
          <w:szCs w:val="28"/>
        </w:rPr>
      </w:pPr>
    </w:p>
    <w:p w14:paraId="4B6C6159" w14:textId="695586C6" w:rsidR="00021D74" w:rsidRPr="00021D74" w:rsidRDefault="00021D74" w:rsidP="00C02DE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lastRenderedPageBreak/>
        <w:t>2.3.1. Результатом предоставления муниципальной услуги является:</w:t>
      </w:r>
    </w:p>
    <w:p w14:paraId="17DF81B4" w14:textId="4471CBA9" w:rsidR="00021D74" w:rsidRPr="00021D74" w:rsidRDefault="00021D74" w:rsidP="00C02DE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t>1) при положительном решении - разрешение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подъема привязных аэростатов над населенными пунктами, а также посадку (взлет) на расположенные в границах населенных пунктов площадки, сведения о которых не опубликованы в документах аэронавигационной информации (далее - разрешение);</w:t>
      </w:r>
    </w:p>
    <w:p w14:paraId="747F9F38" w14:textId="0AA9C282" w:rsidR="00021D74" w:rsidRPr="00021D74" w:rsidRDefault="00021D74" w:rsidP="00C02DE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t>2) при отрицательном решении - уведомление об отказе в выдаче разрешения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подъема привязных аэростатов над населенными пунктами, а также посадку (взлет) на расположенные в границах населенных пунктов площадки, сведения о которых не опубликованы в документах аэронавигационной информации (далее - уведомление об отказе в выдаче разрешения).</w:t>
      </w:r>
    </w:p>
    <w:p w14:paraId="5F0C1676" w14:textId="50B229BA" w:rsidR="00021D74" w:rsidRPr="00021D74" w:rsidRDefault="00021D74" w:rsidP="00C02DE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t>2.3.2. Результат предоставления муниципальной услуги направляется одним из следующих способов:</w:t>
      </w:r>
    </w:p>
    <w:p w14:paraId="7D6DF016" w14:textId="284636EF" w:rsidR="008F75DA" w:rsidRDefault="00021D74" w:rsidP="00C02DE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t>- в форме электронного документа через личный кабинет заявителя на РПГУ</w:t>
      </w:r>
      <w:r w:rsidR="008F75DA">
        <w:rPr>
          <w:sz w:val="28"/>
          <w:szCs w:val="28"/>
        </w:rPr>
        <w:t>;</w:t>
      </w:r>
    </w:p>
    <w:p w14:paraId="6DC69517" w14:textId="0189827D" w:rsidR="00021D74" w:rsidRPr="00021D74" w:rsidRDefault="00021D74" w:rsidP="00C02DE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t>- в случае подачи запроса на получение муниципальной услуги через РПГУ;</w:t>
      </w:r>
    </w:p>
    <w:p w14:paraId="76528698" w14:textId="7E7C83CA" w:rsidR="00021D74" w:rsidRPr="00021D74" w:rsidRDefault="00021D74" w:rsidP="00C02DE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t>- в форме документа на бумажном носителе - при личном обращении заявителя (представителя заявителя) либо почтовом направлении запроса на предоставление муниципальной услуги в Администрацию;</w:t>
      </w:r>
    </w:p>
    <w:p w14:paraId="57025D25" w14:textId="43A41519" w:rsidR="00021D74" w:rsidRDefault="00021D74" w:rsidP="00C02DE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t>- в соответствии с порядком, определенным соглашением, заключенным между Администрацией и МФЦ: в форме бумажного документа, поступившего из Администрации, либо документа, составленного и заверенного МФЦ, подтверждающего содержание электронного документа, поступившего из Администрации, - в случае подачи запроса на получение муниципальной услуги через МФЦ.</w:t>
      </w:r>
    </w:p>
    <w:p w14:paraId="790D9DBD" w14:textId="77777777" w:rsidR="00593AE5" w:rsidRPr="00021D74" w:rsidRDefault="00593AE5" w:rsidP="00C02DEE">
      <w:pPr>
        <w:ind w:firstLine="709"/>
        <w:jc w:val="both"/>
        <w:rPr>
          <w:sz w:val="28"/>
          <w:szCs w:val="28"/>
        </w:rPr>
      </w:pPr>
    </w:p>
    <w:p w14:paraId="10BC2BE3" w14:textId="77777777" w:rsidR="00021D74" w:rsidRDefault="00021D74" w:rsidP="00593AE5">
      <w:pPr>
        <w:jc w:val="center"/>
        <w:rPr>
          <w:sz w:val="28"/>
          <w:szCs w:val="28"/>
        </w:rPr>
      </w:pPr>
      <w:r w:rsidRPr="00021D74">
        <w:rPr>
          <w:sz w:val="28"/>
          <w:szCs w:val="28"/>
        </w:rPr>
        <w:t>2.4. Срок предоставления муниципальной услуги.</w:t>
      </w:r>
    </w:p>
    <w:p w14:paraId="1A694ED4" w14:textId="77777777" w:rsidR="00593AE5" w:rsidRPr="00021D74" w:rsidRDefault="00593AE5" w:rsidP="00021D74">
      <w:pPr>
        <w:jc w:val="both"/>
        <w:rPr>
          <w:sz w:val="28"/>
          <w:szCs w:val="28"/>
        </w:rPr>
      </w:pPr>
    </w:p>
    <w:p w14:paraId="1DEC55F8" w14:textId="230A7323" w:rsidR="00021D74" w:rsidRPr="00021D74" w:rsidRDefault="00021D74" w:rsidP="00C02DE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t>Срок предоставления муниципальной услуги - не более 10 рабочих дней со дня поступления запроса о предоставлении муниципальной услуги.</w:t>
      </w:r>
    </w:p>
    <w:p w14:paraId="0EAACEE8" w14:textId="0DFFF9B5" w:rsidR="00021D74" w:rsidRPr="00021D74" w:rsidRDefault="00021D74" w:rsidP="00C02DE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t>В случае представления запроса через МФЦ срок предоставления муниципальной услуги исчисляется со дня передачи МФЦ запроса о предоставлении муниципальной услуги и документов в Администрацию.</w:t>
      </w:r>
    </w:p>
    <w:p w14:paraId="23FBE11B" w14:textId="77777777" w:rsidR="008F75DA" w:rsidRDefault="008F75DA" w:rsidP="00C02DEE">
      <w:pPr>
        <w:ind w:firstLine="709"/>
        <w:jc w:val="center"/>
        <w:rPr>
          <w:sz w:val="28"/>
          <w:szCs w:val="28"/>
        </w:rPr>
      </w:pPr>
    </w:p>
    <w:p w14:paraId="49D05C85" w14:textId="77777777" w:rsidR="00021D74" w:rsidRDefault="00021D74" w:rsidP="00593AE5">
      <w:pPr>
        <w:jc w:val="center"/>
        <w:rPr>
          <w:sz w:val="28"/>
          <w:szCs w:val="28"/>
        </w:rPr>
      </w:pPr>
      <w:r w:rsidRPr="00021D74">
        <w:rPr>
          <w:sz w:val="28"/>
          <w:szCs w:val="28"/>
        </w:rPr>
        <w:t>2.5. Правовые основания для предоставления муниципальной услуги.</w:t>
      </w:r>
    </w:p>
    <w:p w14:paraId="3868271F" w14:textId="77777777" w:rsidR="00593AE5" w:rsidRPr="00021D74" w:rsidRDefault="00593AE5" w:rsidP="00021D74">
      <w:pPr>
        <w:jc w:val="both"/>
        <w:rPr>
          <w:sz w:val="28"/>
          <w:szCs w:val="28"/>
        </w:rPr>
      </w:pPr>
    </w:p>
    <w:p w14:paraId="597A23AC" w14:textId="373C14A4" w:rsidR="00021D74" w:rsidRPr="00021D74" w:rsidRDefault="00021D74" w:rsidP="00C02DE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lastRenderedPageBreak/>
        <w:t>2.5.1. Предоставление муниципальной услуги осуществляется в соответствии со следующими нормативными правовыми актами:</w:t>
      </w:r>
    </w:p>
    <w:p w14:paraId="3DB750A8" w14:textId="75FEC9B8" w:rsidR="00021D74" w:rsidRPr="00593AE5" w:rsidRDefault="00021D74" w:rsidP="00C02DEE">
      <w:pPr>
        <w:ind w:firstLine="709"/>
        <w:jc w:val="both"/>
        <w:rPr>
          <w:sz w:val="28"/>
          <w:szCs w:val="28"/>
        </w:rPr>
      </w:pPr>
      <w:r w:rsidRPr="00021D74">
        <w:rPr>
          <w:sz w:val="28"/>
          <w:szCs w:val="28"/>
        </w:rPr>
        <w:t xml:space="preserve">- Федеральным </w:t>
      </w:r>
      <w:hyperlink r:id="rId11" w:history="1">
        <w:r w:rsidRPr="00593AE5">
          <w:rPr>
            <w:rStyle w:val="ac"/>
            <w:color w:val="auto"/>
            <w:sz w:val="28"/>
            <w:szCs w:val="28"/>
            <w:u w:val="none"/>
          </w:rPr>
          <w:t>законом</w:t>
        </w:r>
      </w:hyperlink>
      <w:r w:rsidRPr="00593AE5">
        <w:rPr>
          <w:sz w:val="28"/>
          <w:szCs w:val="28"/>
        </w:rPr>
        <w:t xml:space="preserve"> от 19.03.1997 </w:t>
      </w:r>
      <w:r w:rsidR="00D6684E">
        <w:rPr>
          <w:sz w:val="28"/>
          <w:szCs w:val="28"/>
        </w:rPr>
        <w:t>№</w:t>
      </w:r>
      <w:r w:rsidRPr="00593AE5">
        <w:rPr>
          <w:sz w:val="28"/>
          <w:szCs w:val="28"/>
        </w:rPr>
        <w:t xml:space="preserve"> 60-ФЗ "Воздушный кодекс Российской Федерации" (Собрание законодательства Российской Федерации от 24.03.1997 </w:t>
      </w:r>
      <w:r w:rsidR="00C02DEE">
        <w:rPr>
          <w:sz w:val="28"/>
          <w:szCs w:val="28"/>
        </w:rPr>
        <w:t>№</w:t>
      </w:r>
      <w:r w:rsidRPr="00593AE5">
        <w:rPr>
          <w:sz w:val="28"/>
          <w:szCs w:val="28"/>
        </w:rPr>
        <w:t xml:space="preserve"> 12, ст. 1383; "Российская газета", </w:t>
      </w:r>
      <w:r w:rsidR="00D6684E">
        <w:rPr>
          <w:sz w:val="28"/>
          <w:szCs w:val="28"/>
        </w:rPr>
        <w:t>№</w:t>
      </w:r>
      <w:r w:rsidRPr="00593AE5">
        <w:rPr>
          <w:sz w:val="28"/>
          <w:szCs w:val="28"/>
        </w:rPr>
        <w:t xml:space="preserve"> 59-60, 26.03.1997);</w:t>
      </w:r>
    </w:p>
    <w:p w14:paraId="3C9E0856" w14:textId="2E1D048C" w:rsidR="00021D74" w:rsidRPr="00593AE5" w:rsidRDefault="00021D74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 xml:space="preserve">- Федеральным </w:t>
      </w:r>
      <w:hyperlink r:id="rId12" w:history="1">
        <w:r w:rsidRPr="00593AE5">
          <w:rPr>
            <w:rStyle w:val="ac"/>
            <w:color w:val="auto"/>
            <w:sz w:val="28"/>
            <w:szCs w:val="28"/>
            <w:u w:val="none"/>
          </w:rPr>
          <w:t>законом</w:t>
        </w:r>
      </w:hyperlink>
      <w:r w:rsidRPr="00593AE5">
        <w:rPr>
          <w:sz w:val="28"/>
          <w:szCs w:val="28"/>
        </w:rPr>
        <w:t xml:space="preserve"> от 06.10.2003 </w:t>
      </w:r>
      <w:r w:rsidR="00D6684E">
        <w:rPr>
          <w:sz w:val="28"/>
          <w:szCs w:val="28"/>
        </w:rPr>
        <w:t>№</w:t>
      </w:r>
      <w:r w:rsidRPr="00593AE5">
        <w:rPr>
          <w:sz w:val="28"/>
          <w:szCs w:val="28"/>
        </w:rPr>
        <w:t xml:space="preserve"> 131-ФЗ "Об общих принципах организации местного самоуправления в Российской Федерации" ("Собрание законодательства РФ", 06.10.2003, </w:t>
      </w:r>
      <w:r w:rsidR="00D6684E">
        <w:rPr>
          <w:sz w:val="28"/>
          <w:szCs w:val="28"/>
        </w:rPr>
        <w:t>№</w:t>
      </w:r>
      <w:r w:rsidRPr="00593AE5">
        <w:rPr>
          <w:sz w:val="28"/>
          <w:szCs w:val="28"/>
        </w:rPr>
        <w:t xml:space="preserve"> 40, ст. 38224; "Парламентская газета", </w:t>
      </w:r>
      <w:r w:rsidR="00D6684E">
        <w:rPr>
          <w:sz w:val="28"/>
          <w:szCs w:val="28"/>
        </w:rPr>
        <w:t>№</w:t>
      </w:r>
      <w:r w:rsidRPr="00593AE5">
        <w:rPr>
          <w:sz w:val="28"/>
          <w:szCs w:val="28"/>
        </w:rPr>
        <w:t xml:space="preserve"> 186, 08.10.2003; "Российская газета", </w:t>
      </w:r>
      <w:r w:rsidR="00D6684E">
        <w:rPr>
          <w:sz w:val="28"/>
          <w:szCs w:val="28"/>
        </w:rPr>
        <w:t>№</w:t>
      </w:r>
      <w:r w:rsidRPr="00593AE5">
        <w:rPr>
          <w:sz w:val="28"/>
          <w:szCs w:val="28"/>
        </w:rPr>
        <w:t xml:space="preserve"> 202, 08.10.2003);</w:t>
      </w:r>
    </w:p>
    <w:p w14:paraId="15B293C7" w14:textId="03C02E25" w:rsidR="00021D74" w:rsidRPr="00593AE5" w:rsidRDefault="00021D74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 xml:space="preserve">- Федеральным </w:t>
      </w:r>
      <w:hyperlink r:id="rId13" w:history="1">
        <w:r w:rsidRPr="00593AE5">
          <w:rPr>
            <w:rStyle w:val="ac"/>
            <w:color w:val="auto"/>
            <w:sz w:val="28"/>
            <w:szCs w:val="28"/>
            <w:u w:val="none"/>
          </w:rPr>
          <w:t>законом</w:t>
        </w:r>
      </w:hyperlink>
      <w:r w:rsidRPr="00593AE5">
        <w:rPr>
          <w:sz w:val="28"/>
          <w:szCs w:val="28"/>
        </w:rPr>
        <w:t xml:space="preserve"> от 27.07.2010 </w:t>
      </w:r>
      <w:r w:rsidR="00D6684E">
        <w:rPr>
          <w:sz w:val="28"/>
          <w:szCs w:val="28"/>
        </w:rPr>
        <w:t>№</w:t>
      </w:r>
      <w:r w:rsidRPr="00593AE5">
        <w:rPr>
          <w:sz w:val="28"/>
          <w:szCs w:val="28"/>
        </w:rPr>
        <w:t xml:space="preserve"> 210-ФЗ "Об организации предоставления государственных и муниципальных услуг" ("Российская газета", </w:t>
      </w:r>
      <w:r w:rsidR="00D6684E">
        <w:rPr>
          <w:sz w:val="28"/>
          <w:szCs w:val="28"/>
        </w:rPr>
        <w:t>№</w:t>
      </w:r>
      <w:r w:rsidRPr="00593AE5">
        <w:rPr>
          <w:sz w:val="28"/>
          <w:szCs w:val="28"/>
        </w:rPr>
        <w:t xml:space="preserve"> 168, 30.07.2010; "Собрание законодательства РФ", 02.08.2010, </w:t>
      </w:r>
      <w:r w:rsidR="00D6684E">
        <w:rPr>
          <w:sz w:val="28"/>
          <w:szCs w:val="28"/>
        </w:rPr>
        <w:t>№</w:t>
      </w:r>
      <w:r w:rsidRPr="00593AE5">
        <w:rPr>
          <w:sz w:val="28"/>
          <w:szCs w:val="28"/>
        </w:rPr>
        <w:t xml:space="preserve"> 31, ст. 4179);</w:t>
      </w:r>
    </w:p>
    <w:p w14:paraId="7EDBE62C" w14:textId="53FC7FEC" w:rsidR="00021D74" w:rsidRPr="00593AE5" w:rsidRDefault="00021D74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 xml:space="preserve">- </w:t>
      </w:r>
      <w:hyperlink r:id="rId14" w:history="1">
        <w:r w:rsidRPr="00593AE5">
          <w:rPr>
            <w:rStyle w:val="ac"/>
            <w:color w:val="auto"/>
            <w:sz w:val="28"/>
            <w:szCs w:val="28"/>
            <w:u w:val="none"/>
          </w:rPr>
          <w:t>постановлением</w:t>
        </w:r>
      </w:hyperlink>
      <w:r w:rsidRPr="00593AE5">
        <w:rPr>
          <w:sz w:val="28"/>
          <w:szCs w:val="28"/>
        </w:rPr>
        <w:t xml:space="preserve"> Правительства Российской Федерации от 11.03.2010 </w:t>
      </w:r>
      <w:r w:rsidR="00D6684E">
        <w:rPr>
          <w:sz w:val="28"/>
          <w:szCs w:val="28"/>
        </w:rPr>
        <w:t>№</w:t>
      </w:r>
      <w:r w:rsidRPr="00593AE5">
        <w:rPr>
          <w:sz w:val="28"/>
          <w:szCs w:val="28"/>
        </w:rPr>
        <w:t xml:space="preserve"> 138 "Об утверждении Федеральных правил использования воздушного пространства Российской Федерации" (Собрание законодательства Российской Федерации, 05.04.2010, </w:t>
      </w:r>
      <w:r w:rsidR="00D6684E">
        <w:rPr>
          <w:sz w:val="28"/>
          <w:szCs w:val="28"/>
        </w:rPr>
        <w:t>№</w:t>
      </w:r>
      <w:r w:rsidRPr="00593AE5">
        <w:rPr>
          <w:sz w:val="28"/>
          <w:szCs w:val="28"/>
        </w:rPr>
        <w:t xml:space="preserve"> 14, ст. 1649; "Российская Бизнес-газета", </w:t>
      </w:r>
      <w:r w:rsidR="00D6684E">
        <w:rPr>
          <w:sz w:val="28"/>
          <w:szCs w:val="28"/>
        </w:rPr>
        <w:t>№</w:t>
      </w:r>
      <w:r w:rsidRPr="00593AE5">
        <w:rPr>
          <w:sz w:val="28"/>
          <w:szCs w:val="28"/>
        </w:rPr>
        <w:t xml:space="preserve"> 12, 13.04.2010, </w:t>
      </w:r>
      <w:r w:rsidR="00D6684E">
        <w:rPr>
          <w:sz w:val="28"/>
          <w:szCs w:val="28"/>
        </w:rPr>
        <w:t>№</w:t>
      </w:r>
      <w:r w:rsidRPr="00593AE5">
        <w:rPr>
          <w:sz w:val="28"/>
          <w:szCs w:val="28"/>
        </w:rPr>
        <w:t xml:space="preserve"> 13, 20.04.2010);</w:t>
      </w:r>
    </w:p>
    <w:p w14:paraId="551A1E9E" w14:textId="040474CF" w:rsidR="00021D74" w:rsidRDefault="00021D74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 xml:space="preserve">- </w:t>
      </w:r>
      <w:hyperlink r:id="rId15" w:history="1">
        <w:r w:rsidRPr="00593AE5">
          <w:rPr>
            <w:rStyle w:val="ac"/>
            <w:color w:val="auto"/>
            <w:sz w:val="28"/>
            <w:szCs w:val="28"/>
            <w:u w:val="none"/>
          </w:rPr>
          <w:t>приказом</w:t>
        </w:r>
      </w:hyperlink>
      <w:r w:rsidRPr="00593AE5">
        <w:rPr>
          <w:sz w:val="28"/>
          <w:szCs w:val="28"/>
        </w:rPr>
        <w:t xml:space="preserve"> Министерства транспорта Российской Федерации от 16.01.2012 </w:t>
      </w:r>
      <w:r w:rsidR="00AB21EC">
        <w:rPr>
          <w:sz w:val="28"/>
          <w:szCs w:val="28"/>
        </w:rPr>
        <w:t>№</w:t>
      </w:r>
      <w:r w:rsidRPr="00593AE5">
        <w:rPr>
          <w:sz w:val="28"/>
          <w:szCs w:val="28"/>
        </w:rPr>
        <w:t xml:space="preserve"> 6 "Об утверждении Федеральных авиационных правил "Организация планирования и использования воздушного пространства Российской Федерации" (Российская газета, </w:t>
      </w:r>
      <w:r w:rsidR="00D6684E">
        <w:rPr>
          <w:sz w:val="28"/>
          <w:szCs w:val="28"/>
        </w:rPr>
        <w:t>№</w:t>
      </w:r>
      <w:r w:rsidRPr="00593AE5">
        <w:rPr>
          <w:sz w:val="28"/>
          <w:szCs w:val="28"/>
        </w:rPr>
        <w:t xml:space="preserve"> 73, 04.04.2012);</w:t>
      </w:r>
    </w:p>
    <w:p w14:paraId="669AD292" w14:textId="77777777" w:rsidR="004C0142" w:rsidRDefault="008F75DA" w:rsidP="004C01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16" w:history="1">
        <w:r w:rsidRPr="008F75DA">
          <w:rPr>
            <w:rStyle w:val="ac"/>
            <w:color w:val="auto"/>
            <w:sz w:val="28"/>
            <w:szCs w:val="28"/>
            <w:u w:val="none"/>
          </w:rPr>
          <w:t>приказом</w:t>
        </w:r>
      </w:hyperlink>
      <w:r w:rsidRPr="008F75DA">
        <w:rPr>
          <w:sz w:val="28"/>
          <w:szCs w:val="28"/>
        </w:rPr>
        <w:t xml:space="preserve"> Министерства транспорта Российской Федерации от 17.12.2018</w:t>
      </w:r>
      <w:r>
        <w:rPr>
          <w:sz w:val="28"/>
          <w:szCs w:val="28"/>
        </w:rPr>
        <w:t xml:space="preserve"> </w:t>
      </w:r>
      <w:r w:rsidRPr="008F75D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8F75DA">
        <w:rPr>
          <w:sz w:val="28"/>
          <w:szCs w:val="28"/>
        </w:rPr>
        <w:t>451</w:t>
      </w:r>
      <w:r w:rsidR="004C0142">
        <w:rPr>
          <w:sz w:val="28"/>
          <w:szCs w:val="28"/>
        </w:rPr>
        <w:t>«Об установлении запретных зон»;</w:t>
      </w:r>
    </w:p>
    <w:p w14:paraId="75DFDD68" w14:textId="798E929A" w:rsidR="004C0142" w:rsidRDefault="004C0142" w:rsidP="004C0142">
      <w:pPr>
        <w:ind w:firstLine="709"/>
        <w:jc w:val="both"/>
        <w:rPr>
          <w:sz w:val="28"/>
          <w:szCs w:val="28"/>
        </w:rPr>
      </w:pPr>
      <w:r w:rsidRPr="004D534C">
        <w:rPr>
          <w:sz w:val="28"/>
          <w:szCs w:val="28"/>
        </w:rPr>
        <w:t>- указом Губернатора Сахалинской области от 25.04.2023 № 18 «Об использовании беспилотных воздушных судов на территории Сахалинской области».</w:t>
      </w:r>
    </w:p>
    <w:p w14:paraId="17FA33E4" w14:textId="77777777" w:rsidR="004C0142" w:rsidRDefault="004C0142" w:rsidP="00C02DEE">
      <w:pPr>
        <w:ind w:firstLine="709"/>
        <w:jc w:val="both"/>
        <w:rPr>
          <w:sz w:val="28"/>
          <w:szCs w:val="28"/>
        </w:rPr>
      </w:pPr>
    </w:p>
    <w:p w14:paraId="7850EB34" w14:textId="3E4575A0" w:rsid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 официальном Интернет-сайте Администрации, ЕПГУ, РПГУ и в региональном реестре.</w:t>
      </w:r>
    </w:p>
    <w:p w14:paraId="7A69F29C" w14:textId="77777777" w:rsidR="00593AE5" w:rsidRPr="00593AE5" w:rsidRDefault="00593AE5" w:rsidP="00593AE5">
      <w:pPr>
        <w:jc w:val="both"/>
        <w:rPr>
          <w:sz w:val="28"/>
          <w:szCs w:val="28"/>
        </w:rPr>
      </w:pPr>
    </w:p>
    <w:p w14:paraId="535C2D04" w14:textId="4A49496D" w:rsidR="00593AE5" w:rsidRDefault="00593AE5" w:rsidP="00593AE5">
      <w:pPr>
        <w:jc w:val="center"/>
        <w:rPr>
          <w:sz w:val="28"/>
          <w:szCs w:val="28"/>
        </w:rPr>
      </w:pPr>
      <w:bookmarkStart w:id="0" w:name="Par1"/>
      <w:bookmarkEnd w:id="0"/>
      <w:r w:rsidRPr="00593AE5">
        <w:rPr>
          <w:sz w:val="28"/>
          <w:szCs w:val="28"/>
        </w:rPr>
        <w:t>2.6. Исчерпывающий перечень документов,</w:t>
      </w:r>
      <w:r w:rsidR="00AB21EC">
        <w:rPr>
          <w:sz w:val="28"/>
          <w:szCs w:val="28"/>
        </w:rPr>
        <w:br/>
      </w:r>
      <w:r w:rsidRPr="00593AE5">
        <w:rPr>
          <w:sz w:val="28"/>
          <w:szCs w:val="28"/>
        </w:rPr>
        <w:t xml:space="preserve"> необходимых в соответствии с законодательными или иными нормативными правовыми актами для предоставления муниципальной услуги, </w:t>
      </w:r>
      <w:r w:rsidR="00AB21EC">
        <w:rPr>
          <w:sz w:val="28"/>
          <w:szCs w:val="28"/>
        </w:rPr>
        <w:br/>
      </w:r>
      <w:r w:rsidRPr="00593AE5">
        <w:rPr>
          <w:sz w:val="28"/>
          <w:szCs w:val="28"/>
        </w:rPr>
        <w:t xml:space="preserve">с разделением на документы и информацию, которые заявитель должен </w:t>
      </w:r>
      <w:r w:rsidR="00AB21EC">
        <w:rPr>
          <w:sz w:val="28"/>
          <w:szCs w:val="28"/>
        </w:rPr>
        <w:br/>
      </w:r>
      <w:r w:rsidRPr="00593AE5">
        <w:rPr>
          <w:sz w:val="28"/>
          <w:szCs w:val="28"/>
        </w:rPr>
        <w:t xml:space="preserve">представить самостоятельно, и документы, которые заявитель вправе </w:t>
      </w:r>
      <w:r w:rsidR="00AB21EC">
        <w:rPr>
          <w:sz w:val="28"/>
          <w:szCs w:val="28"/>
        </w:rPr>
        <w:br/>
      </w:r>
      <w:r w:rsidRPr="00593AE5">
        <w:rPr>
          <w:sz w:val="28"/>
          <w:szCs w:val="28"/>
        </w:rPr>
        <w:t xml:space="preserve">представить по собственной инициативе, так как они подлежат </w:t>
      </w:r>
      <w:r w:rsidR="00AB21EC">
        <w:rPr>
          <w:sz w:val="28"/>
          <w:szCs w:val="28"/>
        </w:rPr>
        <w:br/>
      </w:r>
      <w:r w:rsidRPr="00593AE5">
        <w:rPr>
          <w:sz w:val="28"/>
          <w:szCs w:val="28"/>
        </w:rPr>
        <w:t xml:space="preserve">представлению в рамках межведомственного информационного </w:t>
      </w:r>
      <w:r w:rsidR="00AB21EC">
        <w:rPr>
          <w:sz w:val="28"/>
          <w:szCs w:val="28"/>
        </w:rPr>
        <w:br/>
      </w:r>
      <w:r w:rsidRPr="00593AE5">
        <w:rPr>
          <w:sz w:val="28"/>
          <w:szCs w:val="28"/>
        </w:rPr>
        <w:t>взаимодействия.</w:t>
      </w:r>
    </w:p>
    <w:p w14:paraId="4D8D5729" w14:textId="77777777" w:rsidR="00593AE5" w:rsidRPr="00593AE5" w:rsidRDefault="00593AE5" w:rsidP="00593AE5">
      <w:pPr>
        <w:jc w:val="center"/>
        <w:rPr>
          <w:sz w:val="28"/>
          <w:szCs w:val="28"/>
        </w:rPr>
      </w:pPr>
    </w:p>
    <w:p w14:paraId="1237C780" w14:textId="7B804B38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bookmarkStart w:id="1" w:name="Par2"/>
      <w:bookmarkEnd w:id="1"/>
      <w:r w:rsidRPr="00593AE5">
        <w:rPr>
          <w:sz w:val="28"/>
          <w:szCs w:val="28"/>
        </w:rPr>
        <w:t>2.6.1. Для получения муниципальной услуги заявите</w:t>
      </w:r>
      <w:r>
        <w:rPr>
          <w:sz w:val="28"/>
          <w:szCs w:val="28"/>
        </w:rPr>
        <w:t>ль предоставляет в Администрацию</w:t>
      </w:r>
      <w:r w:rsidRPr="00593AE5">
        <w:rPr>
          <w:sz w:val="28"/>
          <w:szCs w:val="28"/>
        </w:rPr>
        <w:t>:</w:t>
      </w:r>
    </w:p>
    <w:p w14:paraId="00ED3333" w14:textId="3F8807BC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lastRenderedPageBreak/>
        <w:t xml:space="preserve">1) </w:t>
      </w:r>
      <w:hyperlink r:id="rId17" w:history="1">
        <w:r w:rsidRPr="00593AE5">
          <w:rPr>
            <w:rStyle w:val="ac"/>
            <w:color w:val="auto"/>
            <w:sz w:val="28"/>
            <w:szCs w:val="28"/>
            <w:u w:val="none"/>
          </w:rPr>
          <w:t>запрос</w:t>
        </w:r>
      </w:hyperlink>
      <w:r w:rsidRPr="00593AE5">
        <w:rPr>
          <w:sz w:val="28"/>
          <w:szCs w:val="28"/>
        </w:rPr>
        <w:t xml:space="preserve"> о предоставлении муниципальной услуги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деятельности (по форме согласно приложению 1);</w:t>
      </w:r>
    </w:p>
    <w:p w14:paraId="26D1D9C3" w14:textId="34C3E1A4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2) документ, удостоверяющий личность заявителя/представителя заявителя (копия с предъявлением оригинала или заверенная в установленном законодательством порядке копия) для удостоверения личности и сверки данных, указанных в заявлении;</w:t>
      </w:r>
    </w:p>
    <w:p w14:paraId="5B9BC416" w14:textId="515F5B45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3) в случае представления заявления представителем заявителя дополнительно предъявляется документ, подтверждающий полномочия представителя заявителя (копия с предъявлением оригинала) (за исключением лиц, имеющих право действовать без доверенности от имени юридического лица), для сверки данных в заявлении;</w:t>
      </w:r>
    </w:p>
    <w:p w14:paraId="01BE78D1" w14:textId="1C7CC8EF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4) копии учредительных документов, если Заявителем является юридическое лицо;</w:t>
      </w:r>
    </w:p>
    <w:p w14:paraId="032DAC9E" w14:textId="1AE863C2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5) проект порядка выполнения (по виду деятельности):</w:t>
      </w:r>
    </w:p>
    <w:p w14:paraId="0A43CFD8" w14:textId="309FDA6F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- авиационных работ либо раздел руководства по производству полетов, включающий в себя особенности выполнения заявленных видов авиационных работ;</w:t>
      </w:r>
    </w:p>
    <w:p w14:paraId="66893C8C" w14:textId="6B37FEDF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- десантирования парашютистов с указанием времени, места (с указанием географических координат в системе WGS-84), высоты выброски и количества подъемов воздушного судна;</w:t>
      </w:r>
    </w:p>
    <w:p w14:paraId="39E4AA15" w14:textId="538B52C8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- подъемов привязных аэростатов с указанием времени, места (с указанием географических координат в системе WGS-84), высоты подъема привязных аэростатов;</w:t>
      </w:r>
    </w:p>
    <w:p w14:paraId="145DCC7C" w14:textId="62F4BD80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- летной программы при производстве демонстрационных полетов воздушных судов;</w:t>
      </w:r>
    </w:p>
    <w:p w14:paraId="6D7A7741" w14:textId="3B3A4675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- полетов беспилотных летательных аппаратов с указанием времени, места (с указанием географических координат в системе WGS-84), высоты;</w:t>
      </w:r>
    </w:p>
    <w:p w14:paraId="0E3DDA06" w14:textId="729C130C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 xml:space="preserve">- посадки (взлета) воздушных судов на площадки, расположенные в границах </w:t>
      </w:r>
      <w:r w:rsidR="00E26E09">
        <w:rPr>
          <w:sz w:val="28"/>
          <w:szCs w:val="28"/>
        </w:rPr>
        <w:t>муниципального образования «Городской округ Ногликский»</w:t>
      </w:r>
      <w:r w:rsidRPr="00593AE5">
        <w:rPr>
          <w:sz w:val="28"/>
          <w:szCs w:val="28"/>
        </w:rPr>
        <w:t>, сведения о которых не опубликованы в документах аэронавигационной информации, с указанием времени, места (с указанием географических координат в системе WGS-84) и количества подъемов (посадок);</w:t>
      </w:r>
    </w:p>
    <w:p w14:paraId="75E1D0BF" w14:textId="26CCA0D8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6) копии документов, удостоверяющих личность граждан, входящих в состав авиационного персонала, допущенного к летной и технической эксплуатации заявленных типов воздушных судов;</w:t>
      </w:r>
    </w:p>
    <w:p w14:paraId="731234E8" w14:textId="2E4C7AA7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7) копии документов, подтверждающих наличие сертификата летной годности (удостоверения о годности к полетам) и занесение воздушного судна в Государственный реестр гражданских воздушных судов Российской Федерации;</w:t>
      </w:r>
    </w:p>
    <w:p w14:paraId="1C849C7F" w14:textId="281089BA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8) договор с третьим лицом на выполнение заявленных авиационных работ (копия с предъявлением оригинала) (в случае выполнения авиационных работ);</w:t>
      </w:r>
    </w:p>
    <w:p w14:paraId="2674837D" w14:textId="5AC2650C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lastRenderedPageBreak/>
        <w:t>9) правоустанавливающий документ на воздушное судно (копия с предъявлением оригинала или заверенная в установленном порядке копия);</w:t>
      </w:r>
    </w:p>
    <w:p w14:paraId="5EE51399" w14:textId="652AD3B2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10) письменное согласие всех собственников на пользование заявителем воздушным судном (в случае, если воздушное судно находится в долевой собственности);</w:t>
      </w:r>
    </w:p>
    <w:p w14:paraId="152DAF79" w14:textId="6AEFAA78" w:rsidR="00593AE5" w:rsidRPr="00E26E09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11) копии документов, подтверждающих обязательное страхование ответственности воздушного судна перед третьими лицами в соответствии со</w:t>
      </w:r>
      <w:r w:rsidRPr="00E26E09">
        <w:rPr>
          <w:sz w:val="28"/>
          <w:szCs w:val="28"/>
        </w:rPr>
        <w:t xml:space="preserve"> </w:t>
      </w:r>
      <w:hyperlink r:id="rId18" w:history="1">
        <w:r w:rsidRPr="00E26E09">
          <w:rPr>
            <w:rStyle w:val="ac"/>
            <w:color w:val="auto"/>
            <w:sz w:val="28"/>
            <w:szCs w:val="28"/>
            <w:u w:val="none"/>
          </w:rPr>
          <w:t>статьей 133</w:t>
        </w:r>
      </w:hyperlink>
      <w:r w:rsidRPr="00E26E09">
        <w:rPr>
          <w:sz w:val="28"/>
          <w:szCs w:val="28"/>
        </w:rPr>
        <w:t xml:space="preserve"> Воздушного кодекса Российской Федерации;</w:t>
      </w:r>
    </w:p>
    <w:p w14:paraId="14B17519" w14:textId="290A9057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E26E09">
        <w:rPr>
          <w:sz w:val="28"/>
          <w:szCs w:val="28"/>
        </w:rPr>
        <w:t xml:space="preserve">12) копии документов, подтверждающих обязательное страхование ответственности </w:t>
      </w:r>
      <w:proofErr w:type="spellStart"/>
      <w:r w:rsidRPr="00E26E09">
        <w:rPr>
          <w:sz w:val="28"/>
          <w:szCs w:val="28"/>
        </w:rPr>
        <w:t>эксплуатанта</w:t>
      </w:r>
      <w:proofErr w:type="spellEnd"/>
      <w:r w:rsidRPr="00E26E09">
        <w:rPr>
          <w:sz w:val="28"/>
          <w:szCs w:val="28"/>
        </w:rPr>
        <w:t xml:space="preserve"> при авиационных работах в соответствии со </w:t>
      </w:r>
      <w:hyperlink r:id="rId19" w:history="1">
        <w:r w:rsidRPr="00E26E09">
          <w:rPr>
            <w:rStyle w:val="ac"/>
            <w:color w:val="auto"/>
            <w:sz w:val="28"/>
            <w:szCs w:val="28"/>
            <w:u w:val="none"/>
          </w:rPr>
          <w:t>статьей 135</w:t>
        </w:r>
      </w:hyperlink>
      <w:r w:rsidRPr="00593AE5">
        <w:rPr>
          <w:sz w:val="28"/>
          <w:szCs w:val="28"/>
        </w:rPr>
        <w:t xml:space="preserve"> Воздушного кодекса Российской Федерации в случае выполнения авиационных работ;</w:t>
      </w:r>
    </w:p>
    <w:p w14:paraId="7BF6F659" w14:textId="77777777" w:rsidR="0008339A" w:rsidRDefault="00593AE5" w:rsidP="0008339A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13) уведомление о постановке на уче</w:t>
      </w:r>
      <w:r w:rsidR="004C0142">
        <w:rPr>
          <w:sz w:val="28"/>
          <w:szCs w:val="28"/>
        </w:rPr>
        <w:t>т беспилотного воздушного судна;</w:t>
      </w:r>
    </w:p>
    <w:p w14:paraId="7CA64678" w14:textId="00F91E4C" w:rsidR="0008339A" w:rsidRDefault="004C0142" w:rsidP="0008339A">
      <w:pPr>
        <w:ind w:firstLine="709"/>
        <w:jc w:val="both"/>
        <w:rPr>
          <w:sz w:val="28"/>
          <w:szCs w:val="28"/>
        </w:rPr>
      </w:pPr>
      <w:r w:rsidRPr="004D534C">
        <w:rPr>
          <w:sz w:val="28"/>
          <w:szCs w:val="28"/>
        </w:rPr>
        <w:t xml:space="preserve">14) </w:t>
      </w:r>
      <w:r w:rsidR="0008339A" w:rsidRPr="004D534C">
        <w:rPr>
          <w:sz w:val="28"/>
          <w:szCs w:val="28"/>
        </w:rPr>
        <w:t xml:space="preserve">копии документов, подтверждающих соответствие Заявителя критериям, установленным </w:t>
      </w:r>
      <w:proofErr w:type="spellStart"/>
      <w:r w:rsidR="0008339A" w:rsidRPr="004D534C">
        <w:rPr>
          <w:sz w:val="28"/>
          <w:szCs w:val="28"/>
        </w:rPr>
        <w:t>пп</w:t>
      </w:r>
      <w:proofErr w:type="spellEnd"/>
      <w:r w:rsidR="0008339A" w:rsidRPr="004D534C">
        <w:rPr>
          <w:sz w:val="28"/>
          <w:szCs w:val="28"/>
        </w:rPr>
        <w:t>. 1.1 – 1.3 указ</w:t>
      </w:r>
      <w:r w:rsidR="00C767FE" w:rsidRPr="004D534C">
        <w:rPr>
          <w:sz w:val="28"/>
          <w:szCs w:val="28"/>
        </w:rPr>
        <w:t>а</w:t>
      </w:r>
      <w:r w:rsidR="0008339A" w:rsidRPr="004D534C">
        <w:rPr>
          <w:sz w:val="28"/>
          <w:szCs w:val="28"/>
        </w:rPr>
        <w:t xml:space="preserve"> Губернатора Сахалинской области от 25.04.2023 № 18 «Об использовании беспилотных воздушных судов на территории Сахалинской области».</w:t>
      </w:r>
    </w:p>
    <w:p w14:paraId="144AE961" w14:textId="6C44ED13" w:rsidR="004C0142" w:rsidRPr="00593AE5" w:rsidRDefault="004C0142" w:rsidP="00C02DEE">
      <w:pPr>
        <w:ind w:firstLine="709"/>
        <w:jc w:val="both"/>
        <w:rPr>
          <w:sz w:val="28"/>
          <w:szCs w:val="28"/>
        </w:rPr>
      </w:pPr>
    </w:p>
    <w:p w14:paraId="7186668C" w14:textId="2B4208A1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bookmarkStart w:id="2" w:name="Par22"/>
      <w:bookmarkEnd w:id="2"/>
      <w:r w:rsidRPr="00593AE5">
        <w:rPr>
          <w:sz w:val="28"/>
          <w:szCs w:val="28"/>
        </w:rPr>
        <w:t>2.6.2. Документы, необходимые для получения муниципальной услуги, которые находятся в распоряжении государственных органов, органов местного самоуправления и иных органов, подлежат получению в рамках межведомственного взаимодействия и которые заявитель вправе представить самостоятельно в целях получения муниципальной услуги, отсутствуют.</w:t>
      </w:r>
    </w:p>
    <w:p w14:paraId="4C18F02F" w14:textId="488E1E76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2.6.3. Запрос о предоставлении муниципальной услуги и документы, предусмотренные настоящим разделом Регламента, подаются заявителем (представителем заявителя):</w:t>
      </w:r>
    </w:p>
    <w:p w14:paraId="73C3277E" w14:textId="3658CD26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1) на бумажном носителе:</w:t>
      </w:r>
    </w:p>
    <w:p w14:paraId="20CF069C" w14:textId="76D09E29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- лично в Администрацию или МФЦ, с которым Администрацией заключено соглашение о взаимодействии;</w:t>
      </w:r>
    </w:p>
    <w:p w14:paraId="413D4FA3" w14:textId="729E38FD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- посредством почтового отправления в адрес Администрации с описью вложения и уведомлением о вручении;</w:t>
      </w:r>
    </w:p>
    <w:p w14:paraId="6824E632" w14:textId="2489E865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2) в форме электронного документа с использованием информационно-телекоммуникационных сетей общего пользования, в том числе через личный кабинет на РПГУ.</w:t>
      </w:r>
    </w:p>
    <w:p w14:paraId="6A9FFF07" w14:textId="2014EFFC" w:rsidR="00593AE5" w:rsidRPr="00593AE5" w:rsidRDefault="00E26E09" w:rsidP="00C02D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93AE5" w:rsidRPr="00593AE5">
        <w:rPr>
          <w:sz w:val="28"/>
          <w:szCs w:val="28"/>
        </w:rPr>
        <w:t>.6.4. Электронные документы должны соответствовать требованиям, установленным в</w:t>
      </w:r>
      <w:r w:rsidR="00593AE5" w:rsidRPr="00E26E09">
        <w:rPr>
          <w:sz w:val="28"/>
          <w:szCs w:val="28"/>
        </w:rPr>
        <w:t xml:space="preserve"> </w:t>
      </w:r>
      <w:hyperlink w:anchor="Par88" w:history="1">
        <w:r w:rsidR="00593AE5" w:rsidRPr="00E26E09">
          <w:rPr>
            <w:rStyle w:val="ac"/>
            <w:color w:val="auto"/>
            <w:sz w:val="28"/>
            <w:szCs w:val="28"/>
            <w:u w:val="none"/>
          </w:rPr>
          <w:t>подразделе 2.14</w:t>
        </w:r>
      </w:hyperlink>
      <w:r w:rsidR="00593AE5" w:rsidRPr="00593AE5">
        <w:rPr>
          <w:sz w:val="28"/>
          <w:szCs w:val="28"/>
        </w:rPr>
        <w:t xml:space="preserve"> настоящего Регламента.</w:t>
      </w:r>
    </w:p>
    <w:p w14:paraId="17079AD8" w14:textId="5590C243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Копии документов, прилагаемые к запросу о предоставлении муниципальной услуги, направленные заявителем по почте, должны быть удостоверены в установленном законодательством порядке.</w:t>
      </w:r>
    </w:p>
    <w:p w14:paraId="19CC0825" w14:textId="7BB0DB50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2.6.5. Запрещается требовать от заявителя:</w:t>
      </w:r>
    </w:p>
    <w:p w14:paraId="43612558" w14:textId="642E6CC6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lastRenderedPageBreak/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00E279C3" w14:textId="0E984917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Сахалинской области и муниципальными правовыми актами находятся в распоряжении Администрации, предоставляющей муниципальную услугу, государственных органов и (или) подведомственных государственным органам и Администрации, участвующих в предоставлении государственных или муниципальных услуг, за исключением документов, указанных в</w:t>
      </w:r>
      <w:r w:rsidRPr="00E26E09">
        <w:rPr>
          <w:sz w:val="28"/>
          <w:szCs w:val="28"/>
        </w:rPr>
        <w:t xml:space="preserve"> </w:t>
      </w:r>
      <w:hyperlink r:id="rId20" w:history="1">
        <w:r w:rsidRPr="00E26E09">
          <w:rPr>
            <w:rStyle w:val="ac"/>
            <w:color w:val="auto"/>
            <w:sz w:val="28"/>
            <w:szCs w:val="28"/>
            <w:u w:val="none"/>
          </w:rPr>
          <w:t>части 6 статьи 7</w:t>
        </w:r>
      </w:hyperlink>
      <w:r w:rsidRPr="00593AE5">
        <w:rPr>
          <w:sz w:val="28"/>
          <w:szCs w:val="28"/>
        </w:rPr>
        <w:t xml:space="preserve"> Федерального закона от 27 июля 2010 г. </w:t>
      </w:r>
      <w:r w:rsidR="00E26E09">
        <w:rPr>
          <w:sz w:val="28"/>
          <w:szCs w:val="28"/>
        </w:rPr>
        <w:t>№</w:t>
      </w:r>
      <w:r w:rsidRPr="00593AE5">
        <w:rPr>
          <w:sz w:val="28"/>
          <w:szCs w:val="28"/>
        </w:rPr>
        <w:t xml:space="preserve"> 210-ФЗ </w:t>
      </w:r>
      <w:r w:rsidR="00E26E09">
        <w:rPr>
          <w:sz w:val="28"/>
          <w:szCs w:val="28"/>
        </w:rPr>
        <w:t>«</w:t>
      </w:r>
      <w:r w:rsidRPr="00593AE5">
        <w:rPr>
          <w:sz w:val="28"/>
          <w:szCs w:val="28"/>
        </w:rPr>
        <w:t>Об организации предоставления государственных и муниципальных услуг</w:t>
      </w:r>
      <w:r w:rsidR="00E26E09">
        <w:rPr>
          <w:sz w:val="28"/>
          <w:szCs w:val="28"/>
        </w:rPr>
        <w:t>»</w:t>
      </w:r>
      <w:r w:rsidRPr="00593AE5">
        <w:rPr>
          <w:sz w:val="28"/>
          <w:szCs w:val="28"/>
        </w:rPr>
        <w:t>;</w:t>
      </w:r>
    </w:p>
    <w:p w14:paraId="0B65EAAF" w14:textId="08AECFB9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5FE901EE" w14:textId="038EFC28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08FC024F" w14:textId="4AB12F72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услуги, и не включенных в представленный ранее комплект документов;</w:t>
      </w:r>
    </w:p>
    <w:p w14:paraId="46F14FA4" w14:textId="33078EDF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3289103C" w14:textId="45E7BA86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Администрации, муниципальн</w:t>
      </w:r>
      <w:r w:rsidR="00E26E09">
        <w:rPr>
          <w:sz w:val="28"/>
          <w:szCs w:val="28"/>
        </w:rPr>
        <w:t>ого служащего Администрации</w:t>
      </w:r>
      <w:r w:rsidRPr="00593AE5">
        <w:rPr>
          <w:sz w:val="28"/>
          <w:szCs w:val="28"/>
        </w:rPr>
        <w:t>, работника МФЦ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Администрации,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14:paraId="4F40967A" w14:textId="6EB513A5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2.6.6. При предоставлении муниципальной услуги в электронной форме с использованием ЕПГУ и РПГУ запрещено:</w:t>
      </w:r>
    </w:p>
    <w:p w14:paraId="7BD9A780" w14:textId="2FB66157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 xml:space="preserve">- отказывать в приеме запроса и иных документов, необходимых для предоставления муниципальной услуги, в случае если запрос и документы, </w:t>
      </w:r>
      <w:r w:rsidRPr="00593AE5">
        <w:rPr>
          <w:sz w:val="28"/>
          <w:szCs w:val="28"/>
        </w:rPr>
        <w:lastRenderedPageBreak/>
        <w:t>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14:paraId="67FBC9E4" w14:textId="52B5C7B8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-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14:paraId="78001FD6" w14:textId="480A5C5E" w:rsidR="00E26E09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-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14:paraId="0585E8BF" w14:textId="77777777" w:rsidR="00467807" w:rsidRPr="00593AE5" w:rsidRDefault="00467807" w:rsidP="00593AE5">
      <w:pPr>
        <w:jc w:val="both"/>
        <w:rPr>
          <w:sz w:val="28"/>
          <w:szCs w:val="28"/>
        </w:rPr>
      </w:pPr>
    </w:p>
    <w:p w14:paraId="778F1845" w14:textId="2169EEF0" w:rsidR="00593AE5" w:rsidRDefault="00593AE5" w:rsidP="00E26E09">
      <w:pPr>
        <w:jc w:val="center"/>
        <w:rPr>
          <w:sz w:val="28"/>
          <w:szCs w:val="28"/>
        </w:rPr>
      </w:pPr>
      <w:r w:rsidRPr="00593AE5">
        <w:rPr>
          <w:sz w:val="28"/>
          <w:szCs w:val="28"/>
        </w:rPr>
        <w:t>2.7. Исчерпывающий перечень оснований для отказа в приеме документов, необходимых для предоставления муниципальной услуги.</w:t>
      </w:r>
    </w:p>
    <w:p w14:paraId="3A712374" w14:textId="77777777" w:rsidR="00E26E09" w:rsidRPr="00593AE5" w:rsidRDefault="00E26E09" w:rsidP="00593AE5">
      <w:pPr>
        <w:jc w:val="both"/>
        <w:rPr>
          <w:sz w:val="28"/>
          <w:szCs w:val="28"/>
        </w:rPr>
      </w:pPr>
    </w:p>
    <w:p w14:paraId="4968587D" w14:textId="3DDAB11A" w:rsidR="00DF5BD8" w:rsidRPr="00DF5BD8" w:rsidRDefault="00DF5BD8" w:rsidP="00C02DEE">
      <w:pPr>
        <w:ind w:firstLine="709"/>
        <w:jc w:val="both"/>
        <w:rPr>
          <w:sz w:val="28"/>
          <w:szCs w:val="28"/>
        </w:rPr>
      </w:pPr>
      <w:r w:rsidRPr="00DF5BD8">
        <w:rPr>
          <w:sz w:val="28"/>
          <w:szCs w:val="28"/>
        </w:rPr>
        <w:t>Основаниями для отказа в приеме документов, необходимых для предоставления муниципальной услуги являются:</w:t>
      </w:r>
    </w:p>
    <w:p w14:paraId="4317987D" w14:textId="3B77F449" w:rsidR="00DF5BD8" w:rsidRPr="00DF5BD8" w:rsidRDefault="00DF5BD8" w:rsidP="00C02DEE">
      <w:pPr>
        <w:ind w:firstLine="709"/>
        <w:jc w:val="both"/>
        <w:rPr>
          <w:sz w:val="28"/>
          <w:szCs w:val="28"/>
        </w:rPr>
      </w:pPr>
      <w:r w:rsidRPr="00DF5BD8">
        <w:rPr>
          <w:sz w:val="28"/>
          <w:szCs w:val="28"/>
        </w:rPr>
        <w:t>- несоответствие представленных документов перечню документов, указанных в подразделе 2.6. настоящего Регламента;</w:t>
      </w:r>
    </w:p>
    <w:p w14:paraId="7B41CE85" w14:textId="21D91FBD" w:rsidR="00DF5BD8" w:rsidRPr="00DF5BD8" w:rsidRDefault="00DF5BD8" w:rsidP="00C02DEE">
      <w:pPr>
        <w:ind w:firstLine="709"/>
        <w:jc w:val="both"/>
        <w:rPr>
          <w:sz w:val="28"/>
          <w:szCs w:val="28"/>
        </w:rPr>
      </w:pPr>
      <w:r w:rsidRPr="00DF5BD8">
        <w:rPr>
          <w:sz w:val="28"/>
          <w:szCs w:val="28"/>
        </w:rPr>
        <w:t>- отсутствие у представителя заявителя документально подтвержденных полномочий, оформленных в установленном законодательством Российской Федерации порядке.</w:t>
      </w:r>
    </w:p>
    <w:p w14:paraId="078C1C91" w14:textId="0F3A44A6" w:rsidR="00E26E09" w:rsidRPr="00593AE5" w:rsidRDefault="00E26E09" w:rsidP="00593AE5">
      <w:pPr>
        <w:jc w:val="both"/>
        <w:rPr>
          <w:sz w:val="28"/>
          <w:szCs w:val="28"/>
        </w:rPr>
      </w:pPr>
    </w:p>
    <w:p w14:paraId="5376F3DE" w14:textId="03391E31" w:rsidR="00593AE5" w:rsidRDefault="00593AE5" w:rsidP="00E26E09">
      <w:pPr>
        <w:jc w:val="center"/>
        <w:rPr>
          <w:sz w:val="28"/>
          <w:szCs w:val="28"/>
        </w:rPr>
      </w:pPr>
      <w:r w:rsidRPr="00593AE5">
        <w:rPr>
          <w:sz w:val="28"/>
          <w:szCs w:val="28"/>
        </w:rPr>
        <w:t xml:space="preserve">2.8. Исчерпывающий перечень оснований для приостановления </w:t>
      </w:r>
      <w:r w:rsidR="00D55F3A">
        <w:rPr>
          <w:sz w:val="28"/>
          <w:szCs w:val="28"/>
        </w:rPr>
        <w:br/>
      </w:r>
      <w:r w:rsidRPr="00593AE5">
        <w:rPr>
          <w:sz w:val="28"/>
          <w:szCs w:val="28"/>
        </w:rPr>
        <w:t xml:space="preserve">предоставления муниципальной услуги или отказа в предоставлении </w:t>
      </w:r>
      <w:r w:rsidR="00D55F3A">
        <w:rPr>
          <w:sz w:val="28"/>
          <w:szCs w:val="28"/>
        </w:rPr>
        <w:br/>
      </w:r>
      <w:r w:rsidRPr="00593AE5">
        <w:rPr>
          <w:sz w:val="28"/>
          <w:szCs w:val="28"/>
        </w:rPr>
        <w:t>муниципальной услуги.</w:t>
      </w:r>
    </w:p>
    <w:p w14:paraId="25308852" w14:textId="77777777" w:rsidR="00E26E09" w:rsidRPr="00593AE5" w:rsidRDefault="00E26E09" w:rsidP="00E26E09">
      <w:pPr>
        <w:jc w:val="center"/>
        <w:rPr>
          <w:sz w:val="28"/>
          <w:szCs w:val="28"/>
        </w:rPr>
      </w:pPr>
    </w:p>
    <w:p w14:paraId="15766B43" w14:textId="26CD2983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2.8.1. Основания для приостановления предоставления муниципальной услуги отсутствуют.</w:t>
      </w:r>
    </w:p>
    <w:p w14:paraId="7AFD941F" w14:textId="572FC4E8" w:rsid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2.8.2. Основания для отказа в предоставлении муниципальной услуги отсутствуют.</w:t>
      </w:r>
    </w:p>
    <w:p w14:paraId="7CD766CF" w14:textId="1641578A" w:rsidR="00DF5BD8" w:rsidRPr="00DF5BD8" w:rsidRDefault="00DF5BD8" w:rsidP="00C02DEE">
      <w:pPr>
        <w:ind w:firstLine="709"/>
        <w:jc w:val="both"/>
        <w:rPr>
          <w:sz w:val="28"/>
          <w:szCs w:val="28"/>
        </w:rPr>
      </w:pPr>
      <w:r w:rsidRPr="00DF5BD8">
        <w:rPr>
          <w:sz w:val="28"/>
          <w:szCs w:val="28"/>
        </w:rPr>
        <w:t>2.8.</w:t>
      </w:r>
      <w:r>
        <w:rPr>
          <w:sz w:val="28"/>
          <w:szCs w:val="28"/>
        </w:rPr>
        <w:t>3</w:t>
      </w:r>
      <w:r w:rsidRPr="00DF5BD8">
        <w:rPr>
          <w:sz w:val="28"/>
          <w:szCs w:val="28"/>
        </w:rPr>
        <w:t>. Основания для отказа в выдаче разрешения:</w:t>
      </w:r>
    </w:p>
    <w:p w14:paraId="6E9016B2" w14:textId="010404E1" w:rsidR="00DF5BD8" w:rsidRPr="00DF5BD8" w:rsidRDefault="00DF5BD8" w:rsidP="00C02DEE">
      <w:pPr>
        <w:ind w:firstLine="709"/>
        <w:jc w:val="both"/>
        <w:rPr>
          <w:sz w:val="28"/>
          <w:szCs w:val="28"/>
        </w:rPr>
      </w:pPr>
      <w:r w:rsidRPr="00DF5BD8">
        <w:rPr>
          <w:sz w:val="28"/>
          <w:szCs w:val="28"/>
        </w:rPr>
        <w:t xml:space="preserve">- авиационные работы, парашютные прыжки, демонстрационные полеты воздушных судов, полеты беспилотных воздушных судов (за исключением полетов беспилотных воздушных судов с максимальной взлетной массой менее 0,25 кг), подъем привязных аэростатов Заявитель планирует выполнять не над территорией </w:t>
      </w:r>
      <w:r>
        <w:rPr>
          <w:sz w:val="28"/>
          <w:szCs w:val="28"/>
        </w:rPr>
        <w:t>муниципального образования «Городской округ Ногликский»</w:t>
      </w:r>
      <w:r w:rsidRPr="00DF5BD8">
        <w:rPr>
          <w:sz w:val="28"/>
          <w:szCs w:val="28"/>
        </w:rPr>
        <w:t xml:space="preserve">, а также если площадки посадки (взлета) расположены вне границ </w:t>
      </w:r>
      <w:r>
        <w:rPr>
          <w:sz w:val="28"/>
          <w:szCs w:val="28"/>
        </w:rPr>
        <w:t>муниципального образования «Городской округ Ногликский»</w:t>
      </w:r>
      <w:r w:rsidRPr="00DF5BD8">
        <w:rPr>
          <w:sz w:val="28"/>
          <w:szCs w:val="28"/>
        </w:rPr>
        <w:t>;</w:t>
      </w:r>
    </w:p>
    <w:p w14:paraId="28C3A27A" w14:textId="2546FF4A" w:rsidR="00DF5BD8" w:rsidRDefault="00DF5BD8" w:rsidP="00C02DEE">
      <w:pPr>
        <w:ind w:firstLine="709"/>
        <w:jc w:val="both"/>
        <w:rPr>
          <w:sz w:val="28"/>
          <w:szCs w:val="28"/>
        </w:rPr>
      </w:pPr>
      <w:r w:rsidRPr="00DF5BD8">
        <w:rPr>
          <w:sz w:val="28"/>
          <w:szCs w:val="28"/>
        </w:rPr>
        <w:t>- заявленный вид деятельности не является авиационными работами, парашютными прыжками, подъемом привязных аэростатов, демонстрационными полетами, полетами беспилотных воздушных судов (за исключе</w:t>
      </w:r>
      <w:r w:rsidRPr="00DF5BD8">
        <w:rPr>
          <w:sz w:val="28"/>
          <w:szCs w:val="28"/>
        </w:rPr>
        <w:lastRenderedPageBreak/>
        <w:t>нием полетов беспилотных воздушных судов с максимальной взлетной массой менее 0,25 кг), а также если сведения о площадках посадки (взлета) опубликованы в документ</w:t>
      </w:r>
      <w:r w:rsidR="004C0142">
        <w:rPr>
          <w:sz w:val="28"/>
          <w:szCs w:val="28"/>
        </w:rPr>
        <w:t>ах аэронавигационной информации;</w:t>
      </w:r>
    </w:p>
    <w:p w14:paraId="2FBC89D5" w14:textId="05B69486" w:rsidR="004C0142" w:rsidRPr="00DF5BD8" w:rsidRDefault="004C0142" w:rsidP="00C02DEE">
      <w:pPr>
        <w:ind w:firstLine="709"/>
        <w:jc w:val="both"/>
        <w:rPr>
          <w:sz w:val="28"/>
          <w:szCs w:val="28"/>
        </w:rPr>
      </w:pPr>
      <w:r w:rsidRPr="004D534C">
        <w:rPr>
          <w:sz w:val="28"/>
          <w:szCs w:val="28"/>
        </w:rPr>
        <w:t>- несоответствие положениям, установленным Указом Губернатора Сахалинской области от 25.04.2023 № 18 «Об использовании беспилотных воздушных судов на территории Сахалинской области».</w:t>
      </w:r>
    </w:p>
    <w:p w14:paraId="028CF9BF" w14:textId="77777777" w:rsidR="00DF5BD8" w:rsidRPr="00593AE5" w:rsidRDefault="00DF5BD8" w:rsidP="00C02DEE">
      <w:pPr>
        <w:ind w:firstLine="709"/>
        <w:jc w:val="both"/>
        <w:rPr>
          <w:sz w:val="28"/>
          <w:szCs w:val="28"/>
        </w:rPr>
      </w:pPr>
    </w:p>
    <w:p w14:paraId="6D285E99" w14:textId="4820B6B2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Непредставление заявителем документов, которые он вправе представить по собственной инициативе, не является основанием для отказа в предоставлении услуги.</w:t>
      </w:r>
    </w:p>
    <w:p w14:paraId="61DF9FB7" w14:textId="77777777" w:rsidR="00E26E09" w:rsidRDefault="00E26E09" w:rsidP="00593AE5">
      <w:pPr>
        <w:jc w:val="both"/>
        <w:rPr>
          <w:sz w:val="28"/>
          <w:szCs w:val="28"/>
        </w:rPr>
      </w:pPr>
    </w:p>
    <w:p w14:paraId="40C1FECE" w14:textId="77777777" w:rsidR="00593AE5" w:rsidRDefault="00593AE5" w:rsidP="00E26E09">
      <w:pPr>
        <w:jc w:val="center"/>
        <w:rPr>
          <w:sz w:val="28"/>
          <w:szCs w:val="28"/>
        </w:rPr>
      </w:pPr>
      <w:r w:rsidRPr="00593AE5">
        <w:rPr>
          <w:sz w:val="28"/>
          <w:szCs w:val="28"/>
        </w:rPr>
        <w:t>2.9. Порядок, размер и основания взимания государственной пошлины или иной платы, взимаемой за предоставление муниципальной услуги.</w:t>
      </w:r>
    </w:p>
    <w:p w14:paraId="5AFF1B60" w14:textId="77777777" w:rsidR="00E26E09" w:rsidRPr="00593AE5" w:rsidRDefault="00E26E09" w:rsidP="00E26E09">
      <w:pPr>
        <w:jc w:val="center"/>
        <w:rPr>
          <w:sz w:val="28"/>
          <w:szCs w:val="28"/>
        </w:rPr>
      </w:pPr>
    </w:p>
    <w:p w14:paraId="6D58FBFA" w14:textId="4BDF6EA6" w:rsid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Предоставление муниципальной услуги осуществляется бесплатно.</w:t>
      </w:r>
    </w:p>
    <w:p w14:paraId="07CA214C" w14:textId="77777777" w:rsidR="00E26E09" w:rsidRPr="00593AE5" w:rsidRDefault="00E26E09" w:rsidP="00593AE5">
      <w:pPr>
        <w:jc w:val="both"/>
        <w:rPr>
          <w:sz w:val="28"/>
          <w:szCs w:val="28"/>
        </w:rPr>
      </w:pPr>
    </w:p>
    <w:p w14:paraId="09C7892E" w14:textId="6C1E5FE8" w:rsidR="00593AE5" w:rsidRDefault="00593AE5" w:rsidP="00E26E09">
      <w:pPr>
        <w:jc w:val="center"/>
        <w:rPr>
          <w:sz w:val="28"/>
          <w:szCs w:val="28"/>
        </w:rPr>
      </w:pPr>
      <w:r w:rsidRPr="00593AE5">
        <w:rPr>
          <w:sz w:val="28"/>
          <w:szCs w:val="28"/>
        </w:rPr>
        <w:t xml:space="preserve">2.10. Максимальный срок ожидания в очереди при подаче запроса о </w:t>
      </w:r>
      <w:r w:rsidR="00D55F3A">
        <w:rPr>
          <w:sz w:val="28"/>
          <w:szCs w:val="28"/>
        </w:rPr>
        <w:br/>
      </w:r>
      <w:r w:rsidRPr="00593AE5">
        <w:rPr>
          <w:sz w:val="28"/>
          <w:szCs w:val="28"/>
        </w:rPr>
        <w:t xml:space="preserve">предоставлении муниципальной услуги и при получении результата </w:t>
      </w:r>
      <w:r w:rsidR="00D55F3A">
        <w:rPr>
          <w:sz w:val="28"/>
          <w:szCs w:val="28"/>
        </w:rPr>
        <w:br/>
      </w:r>
      <w:r w:rsidRPr="00593AE5">
        <w:rPr>
          <w:sz w:val="28"/>
          <w:szCs w:val="28"/>
        </w:rPr>
        <w:t>предоставления муниципальной услуги.</w:t>
      </w:r>
    </w:p>
    <w:p w14:paraId="706C17E7" w14:textId="77777777" w:rsidR="00E26E09" w:rsidRPr="00593AE5" w:rsidRDefault="00E26E09" w:rsidP="00E26E09">
      <w:pPr>
        <w:jc w:val="center"/>
        <w:rPr>
          <w:sz w:val="28"/>
          <w:szCs w:val="28"/>
        </w:rPr>
      </w:pPr>
    </w:p>
    <w:p w14:paraId="46E657CB" w14:textId="7C3B3FE3" w:rsid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14:paraId="47F5A8A5" w14:textId="77777777" w:rsidR="00E26E09" w:rsidRPr="00593AE5" w:rsidRDefault="00E26E09" w:rsidP="00593AE5">
      <w:pPr>
        <w:jc w:val="both"/>
        <w:rPr>
          <w:sz w:val="28"/>
          <w:szCs w:val="28"/>
        </w:rPr>
      </w:pPr>
    </w:p>
    <w:p w14:paraId="0DC2D56D" w14:textId="6452381D" w:rsidR="00593AE5" w:rsidRDefault="00593AE5" w:rsidP="00E26E09">
      <w:pPr>
        <w:jc w:val="center"/>
        <w:rPr>
          <w:sz w:val="28"/>
          <w:szCs w:val="28"/>
        </w:rPr>
      </w:pPr>
      <w:r w:rsidRPr="00593AE5">
        <w:rPr>
          <w:sz w:val="28"/>
          <w:szCs w:val="28"/>
        </w:rPr>
        <w:t xml:space="preserve">2.11. Срок регистрации запроса заявителя о предоставлении </w:t>
      </w:r>
      <w:r w:rsidR="00D55F3A">
        <w:rPr>
          <w:sz w:val="28"/>
          <w:szCs w:val="28"/>
        </w:rPr>
        <w:br/>
      </w:r>
      <w:r w:rsidRPr="00593AE5">
        <w:rPr>
          <w:sz w:val="28"/>
          <w:szCs w:val="28"/>
        </w:rPr>
        <w:t>муниципальной услуги.</w:t>
      </w:r>
    </w:p>
    <w:p w14:paraId="3653AA51" w14:textId="77777777" w:rsidR="00E26E09" w:rsidRPr="00593AE5" w:rsidRDefault="00E26E09" w:rsidP="00E26E09">
      <w:pPr>
        <w:jc w:val="center"/>
        <w:rPr>
          <w:sz w:val="28"/>
          <w:szCs w:val="28"/>
        </w:rPr>
      </w:pPr>
    </w:p>
    <w:p w14:paraId="06825F70" w14:textId="6AD2472F" w:rsid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Регистрация запроса заявителя о предоставлении муниципальной услуги осуществляется в день поступления запроса о предоставлении муниципальной услуги в Администрацию или МФЦ.</w:t>
      </w:r>
    </w:p>
    <w:p w14:paraId="6B10C3B1" w14:textId="77777777" w:rsidR="00E26E09" w:rsidRPr="00593AE5" w:rsidRDefault="00E26E09" w:rsidP="00593AE5">
      <w:pPr>
        <w:jc w:val="both"/>
        <w:rPr>
          <w:sz w:val="28"/>
          <w:szCs w:val="28"/>
        </w:rPr>
      </w:pPr>
    </w:p>
    <w:p w14:paraId="5293FEF0" w14:textId="0D822981" w:rsidR="00593AE5" w:rsidRDefault="00593AE5" w:rsidP="00E26E09">
      <w:pPr>
        <w:jc w:val="center"/>
        <w:rPr>
          <w:sz w:val="28"/>
          <w:szCs w:val="28"/>
        </w:rPr>
      </w:pPr>
      <w:r w:rsidRPr="00593AE5">
        <w:rPr>
          <w:sz w:val="28"/>
          <w:szCs w:val="28"/>
        </w:rPr>
        <w:t xml:space="preserve">2.12. Требования к помещениям, в которых предоставляются </w:t>
      </w:r>
      <w:r w:rsidR="00D55F3A">
        <w:rPr>
          <w:sz w:val="28"/>
          <w:szCs w:val="28"/>
        </w:rPr>
        <w:br/>
      </w:r>
      <w:r w:rsidRPr="00593AE5">
        <w:rPr>
          <w:sz w:val="28"/>
          <w:szCs w:val="28"/>
        </w:rPr>
        <w:t>муниципальные услуги.</w:t>
      </w:r>
    </w:p>
    <w:p w14:paraId="41272AB7" w14:textId="77777777" w:rsidR="00E26E09" w:rsidRPr="00593AE5" w:rsidRDefault="00E26E09" w:rsidP="00E26E09">
      <w:pPr>
        <w:jc w:val="center"/>
        <w:rPr>
          <w:sz w:val="28"/>
          <w:szCs w:val="28"/>
        </w:rPr>
      </w:pPr>
    </w:p>
    <w:p w14:paraId="12A82052" w14:textId="6D08E4CA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56ECA92D" w14:textId="7605B2EC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502316D0" w14:textId="24096AE4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(туалеты).</w:t>
      </w:r>
    </w:p>
    <w:p w14:paraId="6D2EFFE1" w14:textId="61A5E0AE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lastRenderedPageBreak/>
        <w:t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3F1B3E2B" w14:textId="523A2ADA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информация.</w:t>
      </w:r>
    </w:p>
    <w:p w14:paraId="132CD2F6" w14:textId="06DCA808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39A5EAF4" w14:textId="2F10887B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14:paraId="2D336656" w14:textId="53CE8051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27E9C6F6" w14:textId="5400E364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4E829D6A" w14:textId="77E8181C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03DDC161" w14:textId="60697538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6D505FDB" w14:textId="5C68B680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3F7A488C" w14:textId="3C632CA0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 xml:space="preserve">- допуск </w:t>
      </w:r>
      <w:proofErr w:type="spellStart"/>
      <w:r w:rsidRPr="00593AE5">
        <w:rPr>
          <w:sz w:val="28"/>
          <w:szCs w:val="28"/>
        </w:rPr>
        <w:t>сурдопереводчика</w:t>
      </w:r>
      <w:proofErr w:type="spellEnd"/>
      <w:r w:rsidRPr="00593AE5">
        <w:rPr>
          <w:sz w:val="28"/>
          <w:szCs w:val="28"/>
        </w:rPr>
        <w:t xml:space="preserve"> и </w:t>
      </w:r>
      <w:proofErr w:type="spellStart"/>
      <w:r w:rsidRPr="00593AE5">
        <w:rPr>
          <w:sz w:val="28"/>
          <w:szCs w:val="28"/>
        </w:rPr>
        <w:t>тифлосурдопереводчика</w:t>
      </w:r>
      <w:proofErr w:type="spellEnd"/>
      <w:r w:rsidRPr="00593AE5">
        <w:rPr>
          <w:sz w:val="28"/>
          <w:szCs w:val="28"/>
        </w:rPr>
        <w:t>;</w:t>
      </w:r>
    </w:p>
    <w:p w14:paraId="513E0397" w14:textId="7BE7BFF1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531CA4CD" w14:textId="5DAB77F0" w:rsid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14:paraId="0B0B3E62" w14:textId="77777777" w:rsidR="00E26E09" w:rsidRPr="00593AE5" w:rsidRDefault="00E26E09" w:rsidP="00593AE5">
      <w:pPr>
        <w:jc w:val="both"/>
        <w:rPr>
          <w:sz w:val="28"/>
          <w:szCs w:val="28"/>
        </w:rPr>
      </w:pPr>
    </w:p>
    <w:p w14:paraId="0CEB2A5C" w14:textId="4E0987F7" w:rsid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2.13. Показатели доступности и качества муниципальных услуг.</w:t>
      </w:r>
    </w:p>
    <w:p w14:paraId="4964E2A2" w14:textId="77777777" w:rsidR="00E26E09" w:rsidRPr="00593AE5" w:rsidRDefault="00E26E09" w:rsidP="00C02DEE">
      <w:pPr>
        <w:ind w:firstLine="709"/>
        <w:jc w:val="both"/>
        <w:rPr>
          <w:sz w:val="28"/>
          <w:szCs w:val="28"/>
        </w:rPr>
      </w:pPr>
    </w:p>
    <w:p w14:paraId="34C4D5C0" w14:textId="11CD946A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2.13.1. Показатели доступности и качества муниципальных услуг:</w:t>
      </w:r>
    </w:p>
    <w:p w14:paraId="7E4907C7" w14:textId="624E1832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lastRenderedPageBreak/>
        <w:t>1) доступность информации о порядке предоставления муниципальной услуги;</w:t>
      </w:r>
    </w:p>
    <w:p w14:paraId="52BC661C" w14:textId="0610A6F6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14:paraId="20A63417" w14:textId="20987C7F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3) возможность получения муниципальной услуги в МФЦ, в том числе посредством запроса о предоставлении нескольких услуг (далее - комплексный запрос);</w:t>
      </w:r>
    </w:p>
    <w:p w14:paraId="232909C2" w14:textId="7BFD2343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4) количество взаимодействий заявителя с должностными лицами при предоставлении муниципальной услуги - не более 2;</w:t>
      </w:r>
    </w:p>
    <w:p w14:paraId="7868222D" w14:textId="604E4C60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5) продолжительность взаимодействия заявителя с должностными лицами при подаче запроса - не более 40 минут, при получении результата - не более 15 минут;</w:t>
      </w:r>
    </w:p>
    <w:p w14:paraId="4DF41C39" w14:textId="2A58F70A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6) соблюдение сроков предоставления муниципальной услуги;</w:t>
      </w:r>
    </w:p>
    <w:p w14:paraId="28EB848F" w14:textId="285C452D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7) достоверность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14:paraId="6E493139" w14:textId="4A944823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8) отсутствие обоснованных жалоб со стороны заявителей на решения и (или) действия (бездействие) Администрации, сотрудников Администрации при предоставлении муниципальной услуги;</w:t>
      </w:r>
    </w:p>
    <w:p w14:paraId="08F2384B" w14:textId="33B2832D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14:paraId="4F664DF7" w14:textId="3AAEFDD7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2.13.2. Действия, которые заявитель вправе совершить в электронной форме при получении муниципальной услуги:</w:t>
      </w:r>
    </w:p>
    <w:p w14:paraId="22C9E9D4" w14:textId="6A7CAEA0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1) получение информации о порядке и сроках предоставления услуги с использованием ЕПГУ, РПГУ;</w:t>
      </w:r>
    </w:p>
    <w:p w14:paraId="371C2F7A" w14:textId="63E05C84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2) запись на прием в орган для подачи запроса о предоставлении муниципальной услуги посредством РПГУ;</w:t>
      </w:r>
    </w:p>
    <w:p w14:paraId="4F561D68" w14:textId="6C9E5783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3) формирование запроса заявителем оп предоставлении муниципальной услуги на РПГУ;</w:t>
      </w:r>
    </w:p>
    <w:p w14:paraId="35B30090" w14:textId="6F700E9E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4) получение результата предоставления муниципальной услуги в форме электронного документа;</w:t>
      </w:r>
    </w:p>
    <w:p w14:paraId="2F296FBA" w14:textId="60618670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5) оценка доступности и качества муниципальной услуги;</w:t>
      </w:r>
    </w:p>
    <w:p w14:paraId="63AFFD1F" w14:textId="51387FC2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6) направление в электронной форме жалобы на решения и действия (бездействие) Администрации</w:t>
      </w:r>
      <w:r w:rsidR="00DF5BD8">
        <w:rPr>
          <w:sz w:val="28"/>
          <w:szCs w:val="28"/>
        </w:rPr>
        <w:t xml:space="preserve"> </w:t>
      </w:r>
      <w:r w:rsidRPr="00593AE5">
        <w:rPr>
          <w:sz w:val="28"/>
          <w:szCs w:val="28"/>
        </w:rPr>
        <w:t>предоставляюще</w:t>
      </w:r>
      <w:r w:rsidR="00DF5BD8">
        <w:rPr>
          <w:sz w:val="28"/>
          <w:szCs w:val="28"/>
        </w:rPr>
        <w:t>й</w:t>
      </w:r>
      <w:r w:rsidRPr="00593AE5">
        <w:rPr>
          <w:sz w:val="28"/>
          <w:szCs w:val="28"/>
        </w:rPr>
        <w:t xml:space="preserve"> муниципальную услугу, должностного лица Администрации в ходе предоставления услуги.</w:t>
      </w:r>
    </w:p>
    <w:p w14:paraId="77C46849" w14:textId="77777777" w:rsidR="00467807" w:rsidRDefault="00467807" w:rsidP="00C02DEE">
      <w:pPr>
        <w:ind w:firstLine="709"/>
        <w:jc w:val="center"/>
        <w:rPr>
          <w:sz w:val="28"/>
          <w:szCs w:val="28"/>
        </w:rPr>
      </w:pPr>
      <w:bookmarkStart w:id="3" w:name="Par88"/>
      <w:bookmarkEnd w:id="3"/>
    </w:p>
    <w:p w14:paraId="718E8432" w14:textId="6C2C7A7E" w:rsidR="00593AE5" w:rsidRDefault="00593AE5" w:rsidP="00D55F3A">
      <w:pPr>
        <w:jc w:val="center"/>
        <w:rPr>
          <w:sz w:val="28"/>
          <w:szCs w:val="28"/>
        </w:rPr>
      </w:pPr>
      <w:r w:rsidRPr="00593AE5">
        <w:rPr>
          <w:sz w:val="28"/>
          <w:szCs w:val="28"/>
        </w:rPr>
        <w:t xml:space="preserve">2.14. Иные требования, в том числе учитывающие особенности </w:t>
      </w:r>
      <w:r w:rsidR="00D55F3A">
        <w:rPr>
          <w:sz w:val="28"/>
          <w:szCs w:val="28"/>
        </w:rPr>
        <w:br/>
      </w:r>
      <w:r w:rsidRPr="00593AE5">
        <w:rPr>
          <w:sz w:val="28"/>
          <w:szCs w:val="28"/>
        </w:rPr>
        <w:t xml:space="preserve">предоставления муниципальной услуги в МФЦ, по экстерриториальному принципу и особенности предоставления муниципальной услуги </w:t>
      </w:r>
      <w:r w:rsidR="00D55F3A">
        <w:rPr>
          <w:sz w:val="28"/>
          <w:szCs w:val="28"/>
        </w:rPr>
        <w:br/>
      </w:r>
      <w:r w:rsidRPr="00593AE5">
        <w:rPr>
          <w:sz w:val="28"/>
          <w:szCs w:val="28"/>
        </w:rPr>
        <w:t>в электронной форме.</w:t>
      </w:r>
    </w:p>
    <w:p w14:paraId="3C0584FE" w14:textId="77777777" w:rsidR="004176DA" w:rsidRPr="00593AE5" w:rsidRDefault="004176DA" w:rsidP="00C02DEE">
      <w:pPr>
        <w:ind w:firstLine="709"/>
        <w:jc w:val="center"/>
        <w:rPr>
          <w:sz w:val="28"/>
          <w:szCs w:val="28"/>
        </w:rPr>
      </w:pPr>
    </w:p>
    <w:p w14:paraId="03726EA0" w14:textId="41BB22BA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lastRenderedPageBreak/>
        <w:t>2.14.1. Предоставление муниципальной услуги в МФЦ осуществляется в том числе посредством комплексного запроса в соответствии с соглашением о взаимодействии, заключенным между Администрацией и МФЦ, с момента вступления в силу указанного соглашения.</w:t>
      </w:r>
    </w:p>
    <w:p w14:paraId="580A985C" w14:textId="5DD56A06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ОМСУ и МФЦ, предусмотрена возможность направления документов в электронном формате.</w:t>
      </w:r>
    </w:p>
    <w:p w14:paraId="2983F005" w14:textId="7692B448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2.14.3. Предоставление муниципальной услуги осуществляется в электронной форме через "Личный кабинет" заявителя (представителя заявителя) на РПГУ с использованием единой системы идентификации и аутентификации.</w:t>
      </w:r>
    </w:p>
    <w:p w14:paraId="459BA730" w14:textId="7B798436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 xml:space="preserve">Для подписания заявления, предусмотренного </w:t>
      </w:r>
      <w:hyperlink w:anchor="Par2" w:history="1">
        <w:r w:rsidRPr="004176DA">
          <w:rPr>
            <w:rStyle w:val="ac"/>
            <w:color w:val="auto"/>
            <w:sz w:val="28"/>
            <w:szCs w:val="28"/>
            <w:u w:val="none"/>
          </w:rPr>
          <w:t>пунктом 2.6.1 подраздела 2.6 раздела 2</w:t>
        </w:r>
      </w:hyperlink>
      <w:r w:rsidRPr="004176DA">
        <w:rPr>
          <w:sz w:val="28"/>
          <w:szCs w:val="28"/>
        </w:rPr>
        <w:t xml:space="preserve"> </w:t>
      </w:r>
      <w:r w:rsidRPr="00593AE5">
        <w:rPr>
          <w:sz w:val="28"/>
          <w:szCs w:val="28"/>
        </w:rPr>
        <w:t>настоящего Регламента, используется простая электронная подпись.</w:t>
      </w:r>
    </w:p>
    <w:p w14:paraId="7F69BF30" w14:textId="6F9783DC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14:paraId="16D8A414" w14:textId="21B93208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 xml:space="preserve">Иные документы, указанные в </w:t>
      </w:r>
      <w:hyperlink w:anchor="Par2" w:history="1">
        <w:r w:rsidRPr="004176DA">
          <w:rPr>
            <w:rStyle w:val="ac"/>
            <w:color w:val="auto"/>
            <w:sz w:val="28"/>
            <w:szCs w:val="28"/>
            <w:u w:val="none"/>
          </w:rPr>
          <w:t>пунктах 2.6.1</w:t>
        </w:r>
      </w:hyperlink>
      <w:r w:rsidRPr="004176DA">
        <w:rPr>
          <w:sz w:val="28"/>
          <w:szCs w:val="28"/>
        </w:rPr>
        <w:t xml:space="preserve"> - </w:t>
      </w:r>
      <w:hyperlink w:anchor="Par22" w:history="1">
        <w:r w:rsidRPr="004176DA">
          <w:rPr>
            <w:rStyle w:val="ac"/>
            <w:color w:val="auto"/>
            <w:sz w:val="28"/>
            <w:szCs w:val="28"/>
            <w:u w:val="none"/>
          </w:rPr>
          <w:t>2.6.2 подраздела 2.6 раздела 2</w:t>
        </w:r>
      </w:hyperlink>
      <w:r w:rsidRPr="00593AE5">
        <w:rPr>
          <w:sz w:val="28"/>
          <w:szCs w:val="28"/>
        </w:rPr>
        <w:t xml:space="preserve"> настоящего Регламента, и представляемые в форме электронных документов, должны соответствовать требованиям, установленным законодательством Российской Федерации, и подписываться усиленной квалифицированной электронной подписью уполномоченных на то лиц,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случаях.</w:t>
      </w:r>
    </w:p>
    <w:p w14:paraId="101B4EB0" w14:textId="602D9553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Электронные документы и электронные образы документов, предоставляемые через "Личный кабинет" на РПГУ, должны соответствовать следующим требованиям:</w:t>
      </w:r>
    </w:p>
    <w:p w14:paraId="02A66AFE" w14:textId="5222FCF1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1) размер одного файла, содержащего электронный документ или электронный образ документа, не должен превышать 10 Мб. Максимальный объем всех файлов - 50 Мб;</w:t>
      </w:r>
    </w:p>
    <w:p w14:paraId="45633677" w14:textId="104AB73D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 xml:space="preserve">2) допускается предоставлять файлы следующих форматов: </w:t>
      </w:r>
      <w:proofErr w:type="spellStart"/>
      <w:r w:rsidRPr="00593AE5">
        <w:rPr>
          <w:sz w:val="28"/>
          <w:szCs w:val="28"/>
        </w:rPr>
        <w:t>txt</w:t>
      </w:r>
      <w:proofErr w:type="spellEnd"/>
      <w:r w:rsidRPr="00593AE5">
        <w:rPr>
          <w:sz w:val="28"/>
          <w:szCs w:val="28"/>
        </w:rPr>
        <w:t xml:space="preserve">, </w:t>
      </w:r>
      <w:proofErr w:type="spellStart"/>
      <w:r w:rsidRPr="00593AE5">
        <w:rPr>
          <w:sz w:val="28"/>
          <w:szCs w:val="28"/>
        </w:rPr>
        <w:t>rtf</w:t>
      </w:r>
      <w:proofErr w:type="spellEnd"/>
      <w:r w:rsidRPr="00593AE5">
        <w:rPr>
          <w:sz w:val="28"/>
          <w:szCs w:val="28"/>
        </w:rPr>
        <w:t xml:space="preserve">, </w:t>
      </w:r>
      <w:proofErr w:type="spellStart"/>
      <w:r w:rsidRPr="00593AE5">
        <w:rPr>
          <w:sz w:val="28"/>
          <w:szCs w:val="28"/>
        </w:rPr>
        <w:t>doc</w:t>
      </w:r>
      <w:proofErr w:type="spellEnd"/>
      <w:r w:rsidRPr="00593AE5">
        <w:rPr>
          <w:sz w:val="28"/>
          <w:szCs w:val="28"/>
        </w:rPr>
        <w:t xml:space="preserve">, </w:t>
      </w:r>
      <w:proofErr w:type="spellStart"/>
      <w:r w:rsidRPr="00593AE5">
        <w:rPr>
          <w:sz w:val="28"/>
          <w:szCs w:val="28"/>
        </w:rPr>
        <w:t>docx</w:t>
      </w:r>
      <w:proofErr w:type="spellEnd"/>
      <w:r w:rsidRPr="00593AE5">
        <w:rPr>
          <w:sz w:val="28"/>
          <w:szCs w:val="28"/>
        </w:rPr>
        <w:t xml:space="preserve">, </w:t>
      </w:r>
      <w:proofErr w:type="spellStart"/>
      <w:r w:rsidRPr="00593AE5">
        <w:rPr>
          <w:sz w:val="28"/>
          <w:szCs w:val="28"/>
        </w:rPr>
        <w:t>pdf</w:t>
      </w:r>
      <w:proofErr w:type="spellEnd"/>
      <w:r w:rsidRPr="00593AE5">
        <w:rPr>
          <w:sz w:val="28"/>
          <w:szCs w:val="28"/>
        </w:rPr>
        <w:t xml:space="preserve">, </w:t>
      </w:r>
      <w:proofErr w:type="spellStart"/>
      <w:r w:rsidRPr="00593AE5">
        <w:rPr>
          <w:sz w:val="28"/>
          <w:szCs w:val="28"/>
        </w:rPr>
        <w:t>xls</w:t>
      </w:r>
      <w:proofErr w:type="spellEnd"/>
      <w:r w:rsidRPr="00593AE5">
        <w:rPr>
          <w:sz w:val="28"/>
          <w:szCs w:val="28"/>
        </w:rPr>
        <w:t xml:space="preserve">, </w:t>
      </w:r>
      <w:proofErr w:type="spellStart"/>
      <w:r w:rsidRPr="00593AE5">
        <w:rPr>
          <w:sz w:val="28"/>
          <w:szCs w:val="28"/>
        </w:rPr>
        <w:t>xlsx</w:t>
      </w:r>
      <w:proofErr w:type="spellEnd"/>
      <w:r w:rsidRPr="00593AE5">
        <w:rPr>
          <w:sz w:val="28"/>
          <w:szCs w:val="28"/>
        </w:rPr>
        <w:t xml:space="preserve">, </w:t>
      </w:r>
      <w:proofErr w:type="spellStart"/>
      <w:r w:rsidRPr="00593AE5">
        <w:rPr>
          <w:sz w:val="28"/>
          <w:szCs w:val="28"/>
        </w:rPr>
        <w:t>jpg</w:t>
      </w:r>
      <w:proofErr w:type="spellEnd"/>
      <w:r w:rsidRPr="00593AE5">
        <w:rPr>
          <w:sz w:val="28"/>
          <w:szCs w:val="28"/>
        </w:rPr>
        <w:t xml:space="preserve">, </w:t>
      </w:r>
      <w:proofErr w:type="spellStart"/>
      <w:r w:rsidRPr="00593AE5">
        <w:rPr>
          <w:sz w:val="28"/>
          <w:szCs w:val="28"/>
        </w:rPr>
        <w:t>tiff</w:t>
      </w:r>
      <w:proofErr w:type="spellEnd"/>
      <w:r w:rsidRPr="00593AE5">
        <w:rPr>
          <w:sz w:val="28"/>
          <w:szCs w:val="28"/>
        </w:rPr>
        <w:t xml:space="preserve">, </w:t>
      </w:r>
      <w:proofErr w:type="spellStart"/>
      <w:r w:rsidRPr="00593AE5">
        <w:rPr>
          <w:sz w:val="28"/>
          <w:szCs w:val="28"/>
        </w:rPr>
        <w:t>gif</w:t>
      </w:r>
      <w:proofErr w:type="spellEnd"/>
      <w:r w:rsidRPr="00593AE5">
        <w:rPr>
          <w:sz w:val="28"/>
          <w:szCs w:val="28"/>
        </w:rPr>
        <w:t xml:space="preserve">, </w:t>
      </w:r>
      <w:proofErr w:type="spellStart"/>
      <w:r w:rsidRPr="00593AE5">
        <w:rPr>
          <w:sz w:val="28"/>
          <w:szCs w:val="28"/>
        </w:rPr>
        <w:t>rar</w:t>
      </w:r>
      <w:proofErr w:type="spellEnd"/>
      <w:r w:rsidRPr="00593AE5">
        <w:rPr>
          <w:sz w:val="28"/>
          <w:szCs w:val="28"/>
        </w:rPr>
        <w:t xml:space="preserve">, </w:t>
      </w:r>
      <w:proofErr w:type="spellStart"/>
      <w:r w:rsidRPr="00593AE5">
        <w:rPr>
          <w:sz w:val="28"/>
          <w:szCs w:val="28"/>
        </w:rPr>
        <w:t>zip</w:t>
      </w:r>
      <w:proofErr w:type="spellEnd"/>
      <w:r w:rsidRPr="00593AE5">
        <w:rPr>
          <w:sz w:val="28"/>
          <w:szCs w:val="28"/>
        </w:rPr>
        <w:t>. Предоставление файлов, имеющих форматы, отличные от указанных, не допускается;</w:t>
      </w:r>
    </w:p>
    <w:p w14:paraId="0A2D42CF" w14:textId="6EB90BAA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 xml:space="preserve">3) документы в формате </w:t>
      </w:r>
      <w:proofErr w:type="spellStart"/>
      <w:r w:rsidRPr="00593AE5">
        <w:rPr>
          <w:sz w:val="28"/>
          <w:szCs w:val="28"/>
        </w:rPr>
        <w:t>Adobe</w:t>
      </w:r>
      <w:proofErr w:type="spellEnd"/>
      <w:r w:rsidRPr="00593AE5">
        <w:rPr>
          <w:sz w:val="28"/>
          <w:szCs w:val="28"/>
        </w:rPr>
        <w:t xml:space="preserve"> PDF должны быть отсканированы в черно-белом либо сером цвете, обеспечивающем сохранение всех аутентичных признаков подлинности (качество - не менее 200 точек на дюйм), а именно: графической подписи лица, печати, углового штампа бланка (если приемлемо), а также реквизитов документа;</w:t>
      </w:r>
    </w:p>
    <w:p w14:paraId="0568C5EF" w14:textId="75B36408" w:rsidR="00593AE5" w:rsidRP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lastRenderedPageBreak/>
        <w:t>4) каждый отдельный документ должен быть загружен в систему подачи документов в виде отдельного файла. Количество файлов должно соответствовать количеству документов, а наименование файлов должно позволять идентифицировать документ и количество страниц в документе;</w:t>
      </w:r>
    </w:p>
    <w:p w14:paraId="1F7E2749" w14:textId="4B58EC9F" w:rsidR="00593AE5" w:rsidRDefault="00593AE5" w:rsidP="00C02DEE">
      <w:pPr>
        <w:ind w:firstLine="709"/>
        <w:jc w:val="both"/>
        <w:rPr>
          <w:sz w:val="28"/>
          <w:szCs w:val="28"/>
        </w:rPr>
      </w:pPr>
      <w:r w:rsidRPr="00593AE5">
        <w:rPr>
          <w:sz w:val="28"/>
          <w:szCs w:val="28"/>
        </w:rPr>
        <w:t>5) файлы не должны содержать вирусов и вредоносных программ.</w:t>
      </w:r>
    </w:p>
    <w:p w14:paraId="4402AE86" w14:textId="77777777" w:rsidR="004176DA" w:rsidRDefault="004176DA" w:rsidP="00593AE5">
      <w:pPr>
        <w:jc w:val="both"/>
        <w:rPr>
          <w:sz w:val="28"/>
          <w:szCs w:val="28"/>
        </w:rPr>
      </w:pPr>
    </w:p>
    <w:p w14:paraId="67474F6F" w14:textId="77777777" w:rsidR="004176DA" w:rsidRPr="00D55F3A" w:rsidRDefault="004176DA" w:rsidP="004176DA">
      <w:pPr>
        <w:jc w:val="center"/>
        <w:rPr>
          <w:bCs/>
          <w:sz w:val="28"/>
          <w:szCs w:val="28"/>
        </w:rPr>
      </w:pPr>
      <w:r w:rsidRPr="00D55F3A">
        <w:rPr>
          <w:bCs/>
          <w:sz w:val="28"/>
          <w:szCs w:val="28"/>
        </w:rPr>
        <w:t>3. СОСТАВ, ПОСЛЕДОВАТЕЛЬНОСТЬ И СРОКИ ВЫПОЛНЕНИЯ</w:t>
      </w:r>
    </w:p>
    <w:p w14:paraId="37144190" w14:textId="4077C71F" w:rsidR="004176DA" w:rsidRPr="00D55F3A" w:rsidRDefault="004176DA" w:rsidP="00467807">
      <w:pPr>
        <w:jc w:val="center"/>
        <w:rPr>
          <w:bCs/>
          <w:sz w:val="28"/>
          <w:szCs w:val="28"/>
        </w:rPr>
      </w:pPr>
      <w:r w:rsidRPr="00D55F3A">
        <w:rPr>
          <w:bCs/>
          <w:sz w:val="28"/>
          <w:szCs w:val="28"/>
        </w:rPr>
        <w:t>АДМИНИСТРАТИВНЫХ ПРОЦЕДУР (ДЕЙСТВИЙ), ТРЕБОВАНИЯ К ПОРЯДКУ</w:t>
      </w:r>
      <w:r w:rsidR="00467807" w:rsidRPr="00D55F3A">
        <w:rPr>
          <w:bCs/>
          <w:sz w:val="28"/>
          <w:szCs w:val="28"/>
        </w:rPr>
        <w:t xml:space="preserve"> </w:t>
      </w:r>
      <w:r w:rsidRPr="00D55F3A">
        <w:rPr>
          <w:bCs/>
          <w:sz w:val="28"/>
          <w:szCs w:val="28"/>
        </w:rPr>
        <w:t>ИХ ВЫПОЛНЕНИЯ, В ТОМ ЧИСЛЕ ОСОБЕННОСТИ ВЫПОЛНЕНИЯ</w:t>
      </w:r>
      <w:r w:rsidR="00467807" w:rsidRPr="00D55F3A">
        <w:rPr>
          <w:bCs/>
          <w:sz w:val="28"/>
          <w:szCs w:val="28"/>
        </w:rPr>
        <w:t xml:space="preserve"> </w:t>
      </w:r>
      <w:r w:rsidRPr="00D55F3A">
        <w:rPr>
          <w:bCs/>
          <w:sz w:val="28"/>
          <w:szCs w:val="28"/>
        </w:rPr>
        <w:t>АДМИНИСТРАТИВНЫХ ПРОЦЕДУР (ДЕЙСТВИЙ) В ЭЛЕКТРОННОЙ ФОРМЕ,</w:t>
      </w:r>
      <w:r w:rsidR="00467807" w:rsidRPr="00D55F3A">
        <w:rPr>
          <w:bCs/>
          <w:sz w:val="28"/>
          <w:szCs w:val="28"/>
        </w:rPr>
        <w:t xml:space="preserve"> </w:t>
      </w:r>
      <w:r w:rsidRPr="00D55F3A">
        <w:rPr>
          <w:bCs/>
          <w:sz w:val="28"/>
          <w:szCs w:val="28"/>
        </w:rPr>
        <w:t>А ТАКЖЕ ОСОБЕННОСТИ ВЫПОЛНЕНИЯ АДМИНИСТРАТИВНЫХ ПРОЦЕДУР</w:t>
      </w:r>
      <w:r w:rsidR="00467807" w:rsidRPr="00D55F3A">
        <w:rPr>
          <w:bCs/>
          <w:sz w:val="28"/>
          <w:szCs w:val="28"/>
        </w:rPr>
        <w:t xml:space="preserve"> </w:t>
      </w:r>
      <w:r w:rsidRPr="00D55F3A">
        <w:rPr>
          <w:bCs/>
          <w:sz w:val="28"/>
          <w:szCs w:val="28"/>
        </w:rPr>
        <w:t>(ДЕЙСТВИЙ) В МФЦ</w:t>
      </w:r>
    </w:p>
    <w:p w14:paraId="1F241305" w14:textId="77777777" w:rsidR="004176DA" w:rsidRPr="004176DA" w:rsidRDefault="004176DA" w:rsidP="004176DA">
      <w:pPr>
        <w:jc w:val="center"/>
        <w:rPr>
          <w:sz w:val="28"/>
          <w:szCs w:val="28"/>
        </w:rPr>
      </w:pPr>
    </w:p>
    <w:p w14:paraId="45FA7B43" w14:textId="77777777" w:rsidR="004176DA" w:rsidRDefault="004176DA" w:rsidP="004176DA">
      <w:pPr>
        <w:jc w:val="center"/>
        <w:rPr>
          <w:sz w:val="28"/>
          <w:szCs w:val="28"/>
        </w:rPr>
      </w:pPr>
      <w:r w:rsidRPr="004176DA">
        <w:rPr>
          <w:sz w:val="28"/>
          <w:szCs w:val="28"/>
        </w:rPr>
        <w:t>3.1. Исчерпывающий перечень административных процедур.</w:t>
      </w:r>
    </w:p>
    <w:p w14:paraId="19703781" w14:textId="77777777" w:rsidR="004176DA" w:rsidRPr="004176DA" w:rsidRDefault="004176DA" w:rsidP="004176DA">
      <w:pPr>
        <w:jc w:val="both"/>
        <w:rPr>
          <w:sz w:val="28"/>
          <w:szCs w:val="28"/>
        </w:rPr>
      </w:pPr>
    </w:p>
    <w:p w14:paraId="35578804" w14:textId="5A210BC1" w:rsidR="004176DA" w:rsidRPr="004176DA" w:rsidRDefault="004176DA" w:rsidP="00C02DE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7A09D0A6" w14:textId="25598FBB" w:rsidR="004176DA" w:rsidRPr="004176DA" w:rsidRDefault="004176DA" w:rsidP="00C02DE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1) прием и регистрацию запроса о предоставлении муниципальной услуги;</w:t>
      </w:r>
    </w:p>
    <w:p w14:paraId="65967048" w14:textId="05A8EB9C" w:rsidR="004176DA" w:rsidRPr="004176DA" w:rsidRDefault="004176DA" w:rsidP="00C02DE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2) рассмотрение запроса о предоставлении муниципальной услуги и прилагаемых к нему документов, подготовку результата предоставления муниципальной услуги;</w:t>
      </w:r>
    </w:p>
    <w:p w14:paraId="575E5D49" w14:textId="37CCBF11" w:rsidR="004176DA" w:rsidRDefault="004176DA" w:rsidP="00C02DE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3) выдачу (направление) заявителю результата предоставления муниципальной услуги.</w:t>
      </w:r>
    </w:p>
    <w:p w14:paraId="743CC0FF" w14:textId="77777777" w:rsidR="004176DA" w:rsidRPr="004176DA" w:rsidRDefault="004176DA" w:rsidP="004176DA">
      <w:pPr>
        <w:jc w:val="both"/>
        <w:rPr>
          <w:sz w:val="28"/>
          <w:szCs w:val="28"/>
        </w:rPr>
      </w:pPr>
    </w:p>
    <w:p w14:paraId="5A2D9F45" w14:textId="77777777" w:rsidR="004176DA" w:rsidRDefault="004176DA" w:rsidP="004176DA">
      <w:pPr>
        <w:jc w:val="center"/>
        <w:rPr>
          <w:sz w:val="28"/>
          <w:szCs w:val="28"/>
        </w:rPr>
      </w:pPr>
      <w:r w:rsidRPr="004176DA">
        <w:rPr>
          <w:sz w:val="28"/>
          <w:szCs w:val="28"/>
        </w:rPr>
        <w:t>3.2. Прием и регистрация запроса о предоставлении муниципальной услуги.</w:t>
      </w:r>
    </w:p>
    <w:p w14:paraId="59C4F993" w14:textId="77777777" w:rsidR="004176DA" w:rsidRPr="004176DA" w:rsidRDefault="004176DA" w:rsidP="004176DA">
      <w:pPr>
        <w:jc w:val="both"/>
        <w:rPr>
          <w:sz w:val="28"/>
          <w:szCs w:val="28"/>
        </w:rPr>
      </w:pPr>
    </w:p>
    <w:p w14:paraId="23440D88" w14:textId="72D9A6D5" w:rsidR="004176DA" w:rsidRPr="004176DA" w:rsidRDefault="004176DA" w:rsidP="00C02DE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 xml:space="preserve">3.2.1. Основанием для начала административной процедуры является поступление запроса и документов, установленных </w:t>
      </w:r>
      <w:hyperlink r:id="rId21" w:history="1">
        <w:r w:rsidRPr="004176DA">
          <w:rPr>
            <w:rStyle w:val="ac"/>
            <w:color w:val="auto"/>
            <w:sz w:val="28"/>
            <w:szCs w:val="28"/>
            <w:u w:val="none"/>
          </w:rPr>
          <w:t>пунктами 2.6.1</w:t>
        </w:r>
      </w:hyperlink>
      <w:r w:rsidRPr="004176DA">
        <w:rPr>
          <w:sz w:val="28"/>
          <w:szCs w:val="28"/>
        </w:rPr>
        <w:t xml:space="preserve"> и </w:t>
      </w:r>
      <w:hyperlink r:id="rId22" w:history="1">
        <w:r w:rsidRPr="004176DA">
          <w:rPr>
            <w:rStyle w:val="ac"/>
            <w:color w:val="auto"/>
            <w:sz w:val="28"/>
            <w:szCs w:val="28"/>
            <w:u w:val="none"/>
          </w:rPr>
          <w:t>2.6.2 подраздела 2.6 раздела 2</w:t>
        </w:r>
      </w:hyperlink>
      <w:r w:rsidRPr="004176DA">
        <w:rPr>
          <w:sz w:val="28"/>
          <w:szCs w:val="28"/>
        </w:rPr>
        <w:t xml:space="preserve"> настоящего Регламента.</w:t>
      </w:r>
    </w:p>
    <w:p w14:paraId="04C7F0BA" w14:textId="5E564FFA" w:rsidR="004176DA" w:rsidRPr="004176DA" w:rsidRDefault="004176DA" w:rsidP="00C02DE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 xml:space="preserve">3.2.2. Должностным лицом, ответственным за выполнение административной процедуры, является специалист </w:t>
      </w:r>
      <w:r>
        <w:rPr>
          <w:sz w:val="28"/>
          <w:szCs w:val="28"/>
        </w:rPr>
        <w:t>Администрации</w:t>
      </w:r>
      <w:r w:rsidRPr="004176DA">
        <w:rPr>
          <w:sz w:val="28"/>
          <w:szCs w:val="28"/>
        </w:rPr>
        <w:t>, ответственный за прием запроса и документов для предоставления муниципальной услуги (далее - специалист, ответственный за прием документов).</w:t>
      </w:r>
    </w:p>
    <w:p w14:paraId="056ACCA4" w14:textId="13FCBF80" w:rsidR="004176DA" w:rsidRPr="004176DA" w:rsidRDefault="004176DA" w:rsidP="00C02DE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6D39647A" w14:textId="1D3E41CC" w:rsidR="004176DA" w:rsidRPr="004176DA" w:rsidRDefault="004176DA" w:rsidP="00C02DE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1) при личном обращении заявителя (представителя заявителя) проверяет наличие документов, подтверждающих личность заявителя (представителя заявителя);</w:t>
      </w:r>
    </w:p>
    <w:p w14:paraId="4DD07F4D" w14:textId="711ED6C5" w:rsidR="004176DA" w:rsidRPr="004176DA" w:rsidRDefault="004176DA" w:rsidP="00C02DE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 xml:space="preserve">2) при поступлении заявления и документов в электронном виде проверяет соответствие их требованиям, установленным </w:t>
      </w:r>
      <w:hyperlink r:id="rId23" w:history="1">
        <w:r w:rsidRPr="004176DA">
          <w:rPr>
            <w:rStyle w:val="ac"/>
            <w:color w:val="auto"/>
            <w:sz w:val="28"/>
            <w:szCs w:val="28"/>
            <w:u w:val="none"/>
          </w:rPr>
          <w:t>подразделом 2.14</w:t>
        </w:r>
      </w:hyperlink>
      <w:r w:rsidRPr="004176DA">
        <w:rPr>
          <w:sz w:val="28"/>
          <w:szCs w:val="28"/>
        </w:rPr>
        <w:t xml:space="preserve"> настоящего Регламента;</w:t>
      </w:r>
    </w:p>
    <w:p w14:paraId="52B084DD" w14:textId="2203FA90" w:rsidR="004176DA" w:rsidRPr="004176DA" w:rsidRDefault="004176DA" w:rsidP="00C02DE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lastRenderedPageBreak/>
        <w:t xml:space="preserve">3) при наличии оснований для отказа в приеме документов, необходимых для предоставления муниципальной услуги, установленных </w:t>
      </w:r>
      <w:hyperlink r:id="rId24" w:history="1">
        <w:r w:rsidRPr="004176DA">
          <w:rPr>
            <w:rStyle w:val="ac"/>
            <w:color w:val="auto"/>
            <w:sz w:val="28"/>
            <w:szCs w:val="28"/>
            <w:u w:val="none"/>
          </w:rPr>
          <w:t>подразделом 2.7</w:t>
        </w:r>
      </w:hyperlink>
      <w:r w:rsidRPr="004176DA">
        <w:rPr>
          <w:sz w:val="28"/>
          <w:szCs w:val="28"/>
        </w:rPr>
        <w:t xml:space="preserve"> настоящего Регламента:</w:t>
      </w:r>
    </w:p>
    <w:p w14:paraId="58E5EE98" w14:textId="4F364484" w:rsidR="004176DA" w:rsidRPr="004176DA" w:rsidRDefault="004176DA" w:rsidP="00C02DE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- при личном обращении заявителя (представителя заявителя) отказывает в приеме с разъяснением причин;</w:t>
      </w:r>
    </w:p>
    <w:p w14:paraId="07FF3508" w14:textId="2B13C974" w:rsidR="004176DA" w:rsidRPr="004176DA" w:rsidRDefault="004176DA" w:rsidP="00C02DE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- при поступлении запроса о предоставлении муниципальной услуги и документов посредством почтового отправления либо в электронном виде передает их должностному лицу, ответственному за рассмотрение запроса о предоставлении муниципальной услуги и прилагаемых к нему документов для подготовки и направления заявителю, в течение пяти календарных дней со дня регистрации запроса о предоставлении муниципальной услуги, решения об отказе в приеме;</w:t>
      </w:r>
    </w:p>
    <w:p w14:paraId="64A23864" w14:textId="2381B146" w:rsidR="004176DA" w:rsidRPr="004176DA" w:rsidRDefault="004176DA" w:rsidP="00C02DE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 xml:space="preserve">4) при отсутствии оснований для отказа в приеме документов, необходимых для предоставления муниципальной услуги, установленных </w:t>
      </w:r>
      <w:hyperlink r:id="rId25" w:history="1">
        <w:r w:rsidRPr="004176DA">
          <w:rPr>
            <w:rStyle w:val="ac"/>
            <w:color w:val="auto"/>
            <w:sz w:val="28"/>
            <w:szCs w:val="28"/>
            <w:u w:val="none"/>
          </w:rPr>
          <w:t>подразделом 2.7</w:t>
        </w:r>
      </w:hyperlink>
      <w:r w:rsidRPr="004176DA">
        <w:rPr>
          <w:sz w:val="28"/>
          <w:szCs w:val="28"/>
        </w:rPr>
        <w:t xml:space="preserve"> настоящего Регламента, осуществляет проверку представленного запроса о предоставлении муниципальной услуги и документов, сверяет копии представленных документов с их оригиналами (при наличии), регистрирует запрос о предоставлении муниципальной услуги (в случае, если его фамилия и (или) почтовый адрес заявителя поддаются прочтению);</w:t>
      </w:r>
    </w:p>
    <w:p w14:paraId="3E5A2EEB" w14:textId="54EA34A2" w:rsidR="004176DA" w:rsidRPr="004176DA" w:rsidRDefault="004176DA" w:rsidP="00C02DE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5) при личном обращении выдает заявителю или его представителю расписку в получении документов с указанием их перечня и даты получения;</w:t>
      </w:r>
    </w:p>
    <w:p w14:paraId="24C6B800" w14:textId="7164D2C3" w:rsidR="004176DA" w:rsidRPr="004176DA" w:rsidRDefault="004176DA" w:rsidP="00C02DE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6) при поступлении заявления и документов посредством почтового отправления направляет расписку в их получении по указанному в заявлении почтовому адресу;</w:t>
      </w:r>
    </w:p>
    <w:p w14:paraId="768DAE8A" w14:textId="7EEB688E" w:rsidR="004176DA" w:rsidRPr="004176DA" w:rsidRDefault="004176DA" w:rsidP="00C02DE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7) при поступлении заявления и документов в форме электронных документов направляет заявителю (представителю заявителя) сообщение об их получении с указанием входящего регистрационного номера, даты получения в личный кабинет заявителя (представителя заявителя) на РПГУ;</w:t>
      </w:r>
    </w:p>
    <w:p w14:paraId="346DDC78" w14:textId="10151279" w:rsidR="004176DA" w:rsidRPr="004176DA" w:rsidRDefault="004176DA" w:rsidP="00C02DE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8) при представлении заявителем документов, необходимых для предоставления услуги, которые он вправе представить самостоятельно, передает запрос и документы должностному лицу, ответственному за рассмотрение запроса о предоставлении муниципальной услуги.</w:t>
      </w:r>
    </w:p>
    <w:p w14:paraId="75AFB6A4" w14:textId="5E3FDB6D" w:rsidR="004176DA" w:rsidRPr="004176DA" w:rsidRDefault="004176DA" w:rsidP="00C02DE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3.2.3. Прием запроса о предоставлении муниципальной услуги и прилагаемых к нему документов осуществляется в день их поступления в Администрацию.</w:t>
      </w:r>
    </w:p>
    <w:p w14:paraId="70FEA39E" w14:textId="166B58D1" w:rsidR="004176DA" w:rsidRPr="004176DA" w:rsidRDefault="004176DA" w:rsidP="00C02DE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3.2.4. Критерием принятия решения в рамках настоящей административной процедуры является поступление запроса о предоставлении муниципальной услуги и прилагаемых к нему документов.</w:t>
      </w:r>
    </w:p>
    <w:p w14:paraId="73D7CFEB" w14:textId="18E03E9F" w:rsidR="004176DA" w:rsidRPr="004176DA" w:rsidRDefault="004176DA" w:rsidP="00C02DE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3.2.5. Результатом выполнения административной процедуры является прием и регистрация запроса о предоставлении муниципальной услуги и прилагаемых документов.</w:t>
      </w:r>
    </w:p>
    <w:p w14:paraId="39505D63" w14:textId="08E01A30" w:rsidR="004176DA" w:rsidRDefault="004176DA" w:rsidP="00C02DE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3.2.6. Способом фиксации результата выполнения административной процедуры является выдача (направление) заявителю (представителю заявителя) расписки (сообщения) о получении документов.</w:t>
      </w:r>
    </w:p>
    <w:p w14:paraId="4E1ECF0C" w14:textId="77777777" w:rsidR="00467807" w:rsidRPr="004176DA" w:rsidRDefault="00467807" w:rsidP="00D55F3A">
      <w:pPr>
        <w:jc w:val="both"/>
        <w:rPr>
          <w:sz w:val="28"/>
          <w:szCs w:val="28"/>
        </w:rPr>
      </w:pPr>
    </w:p>
    <w:p w14:paraId="5B1B71E9" w14:textId="2AC017F3" w:rsidR="004176DA" w:rsidRDefault="004176DA" w:rsidP="00D55F3A">
      <w:pPr>
        <w:jc w:val="center"/>
        <w:rPr>
          <w:sz w:val="28"/>
          <w:szCs w:val="28"/>
        </w:rPr>
      </w:pPr>
      <w:r w:rsidRPr="004176DA">
        <w:rPr>
          <w:sz w:val="28"/>
          <w:szCs w:val="28"/>
        </w:rPr>
        <w:t xml:space="preserve">3.3. Рассмотрение запроса о предоставлении муниципальной услуги </w:t>
      </w:r>
      <w:r w:rsidR="00D55F3A">
        <w:rPr>
          <w:sz w:val="28"/>
          <w:szCs w:val="28"/>
        </w:rPr>
        <w:br/>
      </w:r>
      <w:r w:rsidRPr="004176DA">
        <w:rPr>
          <w:sz w:val="28"/>
          <w:szCs w:val="28"/>
        </w:rPr>
        <w:t>и прилагаемых к нему документов, подготовка результата предоставления муниципальной услуги.</w:t>
      </w:r>
    </w:p>
    <w:p w14:paraId="0FC62B7E" w14:textId="77777777" w:rsidR="00467807" w:rsidRPr="004176DA" w:rsidRDefault="00467807" w:rsidP="00C02DEE">
      <w:pPr>
        <w:ind w:firstLine="709"/>
        <w:jc w:val="both"/>
        <w:rPr>
          <w:sz w:val="28"/>
          <w:szCs w:val="28"/>
        </w:rPr>
      </w:pPr>
    </w:p>
    <w:p w14:paraId="46EDD468" w14:textId="4AB5F645" w:rsidR="004176DA" w:rsidRPr="004176DA" w:rsidRDefault="004176DA" w:rsidP="00C02DE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3.3.1. Основанием для начала административной процедуры является поступление запроса о предоставлении муниципальной услуги и прилагаемых к нему документов.</w:t>
      </w:r>
    </w:p>
    <w:p w14:paraId="2CFA6EAD" w14:textId="44B270A2" w:rsidR="004176DA" w:rsidRPr="004176DA" w:rsidRDefault="004176DA" w:rsidP="00C02DE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3.3.2. Должностными лицами, ответственными за рассмотрение заявления о предоставлении муниципальной услуги и прилагаемых к нему документов, подготовку результата, являются:</w:t>
      </w:r>
    </w:p>
    <w:p w14:paraId="1E74B4F9" w14:textId="08C38DDA" w:rsidR="004176DA" w:rsidRPr="004176DA" w:rsidRDefault="004176DA" w:rsidP="00C02DE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 xml:space="preserve">1) специалист </w:t>
      </w:r>
      <w:r>
        <w:rPr>
          <w:sz w:val="28"/>
          <w:szCs w:val="28"/>
        </w:rPr>
        <w:t>Администрации</w:t>
      </w:r>
      <w:r w:rsidRPr="004176DA">
        <w:rPr>
          <w:sz w:val="28"/>
          <w:szCs w:val="28"/>
        </w:rPr>
        <w:t>, в должностные обязанности которого входит выполнение настоящей административной процедуры в соответствии с должностной инструкцией (далее - специалист, ответственный за проверку);</w:t>
      </w:r>
    </w:p>
    <w:p w14:paraId="7E4F6AED" w14:textId="6608DEE1" w:rsidR="004176DA" w:rsidRPr="004176DA" w:rsidRDefault="004176DA" w:rsidP="00C02DE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 xml:space="preserve">2) </w:t>
      </w:r>
      <w:r w:rsidR="00643F46">
        <w:rPr>
          <w:sz w:val="28"/>
          <w:szCs w:val="28"/>
        </w:rPr>
        <w:t>мэр муниципального образования «Городской округ Ногликский» (далее - руководитель)</w:t>
      </w:r>
      <w:r w:rsidR="00DF5BD8">
        <w:rPr>
          <w:sz w:val="28"/>
          <w:szCs w:val="28"/>
        </w:rPr>
        <w:t>.</w:t>
      </w:r>
    </w:p>
    <w:p w14:paraId="47C60853" w14:textId="055CCECE" w:rsidR="004176DA" w:rsidRPr="004176DA" w:rsidRDefault="004176DA" w:rsidP="00C02DEE">
      <w:pPr>
        <w:ind w:firstLine="709"/>
        <w:jc w:val="both"/>
        <w:rPr>
          <w:sz w:val="28"/>
          <w:szCs w:val="28"/>
        </w:rPr>
      </w:pPr>
      <w:bookmarkStart w:id="4" w:name="Par35"/>
      <w:bookmarkEnd w:id="4"/>
      <w:r w:rsidRPr="004176DA">
        <w:rPr>
          <w:sz w:val="28"/>
          <w:szCs w:val="28"/>
        </w:rPr>
        <w:t xml:space="preserve">3.3.3. На основании представленных заявителем документов специалист </w:t>
      </w:r>
      <w:r>
        <w:rPr>
          <w:sz w:val="28"/>
          <w:szCs w:val="28"/>
        </w:rPr>
        <w:t>Администрации</w:t>
      </w:r>
      <w:r w:rsidRPr="004176DA">
        <w:rPr>
          <w:sz w:val="28"/>
          <w:szCs w:val="28"/>
        </w:rPr>
        <w:t xml:space="preserve"> выполняет следующие административные действия:</w:t>
      </w:r>
    </w:p>
    <w:p w14:paraId="133A264E" w14:textId="7154643C" w:rsidR="004176DA" w:rsidRPr="004176DA" w:rsidRDefault="004176DA" w:rsidP="00C02DE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 xml:space="preserve">1) подготовку проекта решения об отказе в приеме при наличии оснований для отказа в приеме документов, необходимых для предоставления муниципальной услуги, установленных </w:t>
      </w:r>
      <w:hyperlink r:id="rId26" w:history="1">
        <w:r w:rsidRPr="004176DA">
          <w:rPr>
            <w:rStyle w:val="ac"/>
            <w:color w:val="auto"/>
            <w:sz w:val="28"/>
            <w:szCs w:val="28"/>
            <w:u w:val="none"/>
          </w:rPr>
          <w:t>подразделом 2.7</w:t>
        </w:r>
      </w:hyperlink>
      <w:r w:rsidRPr="004176DA">
        <w:rPr>
          <w:sz w:val="28"/>
          <w:szCs w:val="28"/>
        </w:rPr>
        <w:t xml:space="preserve"> настоящего Регламента;</w:t>
      </w:r>
    </w:p>
    <w:p w14:paraId="38DC431F" w14:textId="031A4C6F" w:rsidR="004176DA" w:rsidRPr="004176DA" w:rsidRDefault="004176DA" w:rsidP="00C02DE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 xml:space="preserve">2) при отсутствии оснований для отказа в приеме документов, необходимых для предоставления муниципальной услуги, установленных </w:t>
      </w:r>
      <w:hyperlink r:id="rId27" w:history="1">
        <w:r w:rsidRPr="00D61195">
          <w:rPr>
            <w:rStyle w:val="ac"/>
            <w:color w:val="auto"/>
            <w:sz w:val="28"/>
            <w:szCs w:val="28"/>
            <w:u w:val="none"/>
          </w:rPr>
          <w:t>подразделом 2.7</w:t>
        </w:r>
      </w:hyperlink>
      <w:r w:rsidRPr="004176DA">
        <w:rPr>
          <w:sz w:val="28"/>
          <w:szCs w:val="28"/>
        </w:rPr>
        <w:t xml:space="preserve"> настоящего Регламента, осуществляет проверку представленного запроса о предоставлении муниципальной услуги и документов и подготовку проекта:</w:t>
      </w:r>
    </w:p>
    <w:p w14:paraId="7507CC5B" w14:textId="6AF7FECD" w:rsidR="004176DA" w:rsidRPr="004176DA" w:rsidRDefault="004176DA" w:rsidP="004176DA">
      <w:pPr>
        <w:jc w:val="both"/>
        <w:rPr>
          <w:sz w:val="28"/>
          <w:szCs w:val="28"/>
        </w:rPr>
      </w:pPr>
      <w:r w:rsidRPr="004176DA">
        <w:rPr>
          <w:sz w:val="28"/>
          <w:szCs w:val="28"/>
        </w:rPr>
        <w:t xml:space="preserve">- </w:t>
      </w:r>
      <w:hyperlink r:id="rId28" w:history="1">
        <w:r w:rsidRPr="00D61195">
          <w:rPr>
            <w:rStyle w:val="ac"/>
            <w:color w:val="auto"/>
            <w:sz w:val="28"/>
            <w:szCs w:val="28"/>
            <w:u w:val="none"/>
          </w:rPr>
          <w:t>разрешения</w:t>
        </w:r>
      </w:hyperlink>
      <w:r w:rsidRPr="004176DA">
        <w:rPr>
          <w:sz w:val="28"/>
          <w:szCs w:val="28"/>
        </w:rPr>
        <w:t xml:space="preserve"> о предоставлении муниципальной услуги (по форме согласно приложению 2);</w:t>
      </w:r>
    </w:p>
    <w:p w14:paraId="4737C5EE" w14:textId="1AFE75AD" w:rsidR="004176DA" w:rsidRPr="004176DA" w:rsidRDefault="004176DA" w:rsidP="004176DA">
      <w:pPr>
        <w:jc w:val="both"/>
        <w:rPr>
          <w:sz w:val="28"/>
          <w:szCs w:val="28"/>
        </w:rPr>
      </w:pPr>
      <w:r w:rsidRPr="004176DA">
        <w:rPr>
          <w:sz w:val="28"/>
          <w:szCs w:val="28"/>
        </w:rPr>
        <w:t xml:space="preserve">- </w:t>
      </w:r>
      <w:hyperlink r:id="rId29" w:history="1">
        <w:r w:rsidRPr="00D61195">
          <w:rPr>
            <w:rStyle w:val="ac"/>
            <w:color w:val="auto"/>
            <w:sz w:val="28"/>
            <w:szCs w:val="28"/>
            <w:u w:val="none"/>
          </w:rPr>
          <w:t>уведомление</w:t>
        </w:r>
      </w:hyperlink>
      <w:r w:rsidRPr="004176DA">
        <w:rPr>
          <w:sz w:val="28"/>
          <w:szCs w:val="28"/>
        </w:rPr>
        <w:t xml:space="preserve"> об отказе в предоставлении муниципальной услуги (по форме согласно приложению 3);</w:t>
      </w:r>
    </w:p>
    <w:p w14:paraId="41B11380" w14:textId="34FE1C36" w:rsidR="004176DA" w:rsidRPr="004176DA" w:rsidRDefault="004176DA" w:rsidP="00D6684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3) передает проекты решений руководителю для рассмотрения.</w:t>
      </w:r>
    </w:p>
    <w:p w14:paraId="4145FFC0" w14:textId="6E653078" w:rsidR="004176DA" w:rsidRPr="004176DA" w:rsidRDefault="004176DA" w:rsidP="00D6684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3.3.4. Руководитель выполняет следующие административные действия:</w:t>
      </w:r>
    </w:p>
    <w:p w14:paraId="357131F5" w14:textId="5ABF378B" w:rsidR="004176DA" w:rsidRPr="004176DA" w:rsidRDefault="004176DA" w:rsidP="00D6684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1) проверяет данные, указанные в проекте разрешения о предоставлении муниципальной услуги, уведомление об отказе в предоставлении муниципальной услуги;</w:t>
      </w:r>
    </w:p>
    <w:p w14:paraId="5296493D" w14:textId="7019DC7D" w:rsidR="004176DA" w:rsidRPr="004176DA" w:rsidRDefault="004176DA" w:rsidP="00D6684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2) при отсутствии замечаний принимает решение путем подписания проекта, проставления подписи и передает его должностному лицу, ответственному за направление результата предоставления муниципальной услуги;</w:t>
      </w:r>
    </w:p>
    <w:p w14:paraId="6A847CB4" w14:textId="72AC8E51" w:rsidR="004176DA" w:rsidRPr="004176DA" w:rsidRDefault="004176DA" w:rsidP="00D6684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 xml:space="preserve">3) при наличии замечаний возвращает документы специалисту, ответственному за проверку, для повторного осуществления административных действий, указанных в </w:t>
      </w:r>
      <w:hyperlink w:anchor="Par35" w:history="1">
        <w:r w:rsidRPr="00D61195">
          <w:rPr>
            <w:rStyle w:val="ac"/>
            <w:color w:val="auto"/>
            <w:sz w:val="28"/>
            <w:szCs w:val="28"/>
            <w:u w:val="none"/>
          </w:rPr>
          <w:t>пункте 3.3.3</w:t>
        </w:r>
      </w:hyperlink>
      <w:r w:rsidRPr="00D61195">
        <w:rPr>
          <w:sz w:val="28"/>
          <w:szCs w:val="28"/>
        </w:rPr>
        <w:t xml:space="preserve"> </w:t>
      </w:r>
      <w:r w:rsidRPr="004176DA">
        <w:rPr>
          <w:sz w:val="28"/>
          <w:szCs w:val="28"/>
        </w:rPr>
        <w:t>настоящего Регламента.</w:t>
      </w:r>
    </w:p>
    <w:p w14:paraId="77B0F388" w14:textId="3FA6D3AE" w:rsidR="004176DA" w:rsidRPr="004176DA" w:rsidRDefault="004176DA" w:rsidP="00D6684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lastRenderedPageBreak/>
        <w:t>3.3.5. Срок рассмотрения запроса о предоставлении муниципальной услуги и прилагаемых к нему документов и подготовки результата предоставления муниципальной услуги - 10 рабочих дней со дня поступления запроса о предоставлении муниципальной услуги и прилагаемых к нему документов.</w:t>
      </w:r>
    </w:p>
    <w:p w14:paraId="5A7BA90F" w14:textId="72CB0BD8" w:rsidR="004176DA" w:rsidRPr="004176DA" w:rsidRDefault="004176DA" w:rsidP="00D6684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3.3.6. Критерием принятия решения в рамках настоящей административной процедуры является наличие или отсутствие оснований для отказа в приеме, оснований для принятия отрицательного решения.</w:t>
      </w:r>
    </w:p>
    <w:p w14:paraId="551179A4" w14:textId="54617D78" w:rsidR="004176DA" w:rsidRPr="004176DA" w:rsidRDefault="004176DA" w:rsidP="00D6684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3.3.7. Результатом выполнения административной процедуры является решение об отказе в приеме либо документ, являющийся результатом муниципальной услуги.</w:t>
      </w:r>
    </w:p>
    <w:p w14:paraId="1A747693" w14:textId="2F66DD69" w:rsidR="004176DA" w:rsidRDefault="004176DA" w:rsidP="00D6684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3.3.8. Способом фиксации результата выполнения административной процедуры является регистрация разрешения либо уведомления об отказе в предоставлении муниципальной услуги.</w:t>
      </w:r>
    </w:p>
    <w:p w14:paraId="16B0DB32" w14:textId="77777777" w:rsidR="00D61195" w:rsidRPr="004176DA" w:rsidRDefault="00D61195" w:rsidP="00D6684E">
      <w:pPr>
        <w:ind w:firstLine="709"/>
        <w:jc w:val="both"/>
        <w:rPr>
          <w:sz w:val="28"/>
          <w:szCs w:val="28"/>
        </w:rPr>
      </w:pPr>
    </w:p>
    <w:p w14:paraId="00F5B1C2" w14:textId="7B66CFFC" w:rsidR="004176DA" w:rsidRDefault="004176DA" w:rsidP="00D61195">
      <w:pPr>
        <w:jc w:val="center"/>
        <w:rPr>
          <w:sz w:val="28"/>
          <w:szCs w:val="28"/>
        </w:rPr>
      </w:pPr>
      <w:r w:rsidRPr="004176DA">
        <w:rPr>
          <w:sz w:val="28"/>
          <w:szCs w:val="28"/>
        </w:rPr>
        <w:t xml:space="preserve">3.4. Выдача (направление) заявителю результата предоставления </w:t>
      </w:r>
      <w:r w:rsidR="00D55F3A">
        <w:rPr>
          <w:sz w:val="28"/>
          <w:szCs w:val="28"/>
        </w:rPr>
        <w:br/>
      </w:r>
      <w:r w:rsidRPr="004176DA">
        <w:rPr>
          <w:sz w:val="28"/>
          <w:szCs w:val="28"/>
        </w:rPr>
        <w:t>муниципальной услуги.</w:t>
      </w:r>
    </w:p>
    <w:p w14:paraId="19D5D686" w14:textId="77777777" w:rsidR="00D61195" w:rsidRPr="004176DA" w:rsidRDefault="00D61195" w:rsidP="00D61195">
      <w:pPr>
        <w:jc w:val="center"/>
        <w:rPr>
          <w:sz w:val="28"/>
          <w:szCs w:val="28"/>
        </w:rPr>
      </w:pPr>
    </w:p>
    <w:p w14:paraId="6CB11679" w14:textId="1162B1C9" w:rsidR="004176DA" w:rsidRPr="004176DA" w:rsidRDefault="004176DA" w:rsidP="00D6684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3.4.1. Основанием для начала административной процедуры является регистрация разрешения о предоставлении муниципальной услуги в журнале учета выданных разрешений либо уведомления об отказе в предоставлении муниципальной услуги.</w:t>
      </w:r>
    </w:p>
    <w:p w14:paraId="60B8063C" w14:textId="1256AEB2" w:rsidR="004176DA" w:rsidRPr="004176DA" w:rsidRDefault="004176DA" w:rsidP="00D6684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 xml:space="preserve">3.4.2. Специалист </w:t>
      </w:r>
      <w:r w:rsidR="00D61195">
        <w:rPr>
          <w:sz w:val="28"/>
          <w:szCs w:val="28"/>
        </w:rPr>
        <w:t>Администрации</w:t>
      </w:r>
      <w:r w:rsidRPr="004176DA">
        <w:rPr>
          <w:sz w:val="28"/>
          <w:szCs w:val="28"/>
        </w:rPr>
        <w:t>, в должностные обязанности которого входит выполнение настоящей административной процедуры в соответствии с должностной инструкцией (далее - специалист), извещает заявителя о готовности результата предоставления муниципальной услуги.</w:t>
      </w:r>
    </w:p>
    <w:p w14:paraId="0ED40EEE" w14:textId="47173D5D" w:rsidR="004176DA" w:rsidRPr="004176DA" w:rsidRDefault="004176DA" w:rsidP="00D6684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3.4.3. Результат предоставления муниципальной услуги выдается лично заявителю (представителю) либо направляется одним из способов, указанных в запросе о предоставлении муниципальной услуги.</w:t>
      </w:r>
    </w:p>
    <w:p w14:paraId="784D7FD9" w14:textId="1FDA1C38" w:rsidR="004176DA" w:rsidRPr="004176DA" w:rsidRDefault="004176DA" w:rsidP="00D6684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3.4.4. Критерием принятия решения является готовность результата предоставления муниципальной услуги.</w:t>
      </w:r>
    </w:p>
    <w:p w14:paraId="502E9B4C" w14:textId="323A3050" w:rsidR="004176DA" w:rsidRPr="004176DA" w:rsidRDefault="004176DA" w:rsidP="00D6684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3.4.5. Результатом выполнения административной процедуры является выдача (направление) заявителю результата предоставления муниципальной услуги.</w:t>
      </w:r>
    </w:p>
    <w:p w14:paraId="27088901" w14:textId="354F4E4C" w:rsidR="004176DA" w:rsidRDefault="004176DA" w:rsidP="00D6684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3.4.6. Способом фиксации результата выполнения административной процедуры является отметка в журнале регистрации выданных разрешений или отметка в документообороте (реестре почтовых отправлений, журнале исходящей корреспонденции).</w:t>
      </w:r>
    </w:p>
    <w:p w14:paraId="43E56EFB" w14:textId="77777777" w:rsidR="00467807" w:rsidRPr="004176DA" w:rsidRDefault="00467807" w:rsidP="00D6684E">
      <w:pPr>
        <w:ind w:firstLine="709"/>
        <w:jc w:val="both"/>
        <w:rPr>
          <w:sz w:val="28"/>
          <w:szCs w:val="28"/>
        </w:rPr>
      </w:pPr>
    </w:p>
    <w:p w14:paraId="0D7CAF67" w14:textId="3CFCB45D" w:rsidR="004176DA" w:rsidRDefault="004176DA" w:rsidP="009B5EAD">
      <w:pPr>
        <w:jc w:val="center"/>
        <w:rPr>
          <w:sz w:val="28"/>
          <w:szCs w:val="28"/>
        </w:rPr>
      </w:pPr>
      <w:r w:rsidRPr="004176DA">
        <w:rPr>
          <w:sz w:val="28"/>
          <w:szCs w:val="28"/>
        </w:rPr>
        <w:t>3.5. Порядок осуществления административных процедур в электронной форме, в том числе с использованием ЕПГУ и РПГУ.</w:t>
      </w:r>
    </w:p>
    <w:p w14:paraId="3EC59548" w14:textId="77777777" w:rsidR="009B5EAD" w:rsidRPr="004176DA" w:rsidRDefault="009B5EAD" w:rsidP="004176DA">
      <w:pPr>
        <w:jc w:val="both"/>
        <w:rPr>
          <w:sz w:val="28"/>
          <w:szCs w:val="28"/>
        </w:rPr>
      </w:pPr>
    </w:p>
    <w:p w14:paraId="0361B333" w14:textId="4EE274B0" w:rsidR="004176DA" w:rsidRPr="004176DA" w:rsidRDefault="004176DA" w:rsidP="00D6684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lastRenderedPageBreak/>
        <w:t xml:space="preserve">3.5.1.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</w:t>
      </w:r>
      <w:r w:rsidR="009B5EAD">
        <w:rPr>
          <w:sz w:val="28"/>
          <w:szCs w:val="28"/>
        </w:rPr>
        <w:t>муниципального образования «Городской округ Ногликский»</w:t>
      </w:r>
      <w:r w:rsidRPr="004176DA">
        <w:rPr>
          <w:sz w:val="28"/>
          <w:szCs w:val="28"/>
        </w:rPr>
        <w:t>, ЕПГУ, РПГУ.</w:t>
      </w:r>
    </w:p>
    <w:p w14:paraId="56246885" w14:textId="30BAFE5B" w:rsidR="004176DA" w:rsidRPr="004176DA" w:rsidRDefault="004176DA" w:rsidP="00D6684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3.5.2. Запись в электронной форме на прием в Администраци</w:t>
      </w:r>
      <w:r w:rsidR="009B5EAD">
        <w:rPr>
          <w:sz w:val="28"/>
          <w:szCs w:val="28"/>
        </w:rPr>
        <w:t>ю</w:t>
      </w:r>
      <w:r w:rsidRPr="004176DA">
        <w:rPr>
          <w:sz w:val="28"/>
          <w:szCs w:val="28"/>
        </w:rPr>
        <w:t xml:space="preserve"> для подачи запроса о предоставлении муниципальной услуги производится через официальный сайт </w:t>
      </w:r>
      <w:r w:rsidR="00643F46">
        <w:rPr>
          <w:sz w:val="28"/>
          <w:szCs w:val="28"/>
        </w:rPr>
        <w:t>муниципального образования</w:t>
      </w:r>
      <w:r w:rsidRPr="004176DA">
        <w:rPr>
          <w:sz w:val="28"/>
          <w:szCs w:val="28"/>
        </w:rPr>
        <w:t>, РПГУ.</w:t>
      </w:r>
    </w:p>
    <w:p w14:paraId="4DCA8A9C" w14:textId="0C85BE95" w:rsidR="004176DA" w:rsidRPr="004176DA" w:rsidRDefault="004176DA" w:rsidP="00D6684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заявителей.</w:t>
      </w:r>
    </w:p>
    <w:p w14:paraId="6E3469C5" w14:textId="69A1EF29" w:rsidR="004176DA" w:rsidRPr="004176DA" w:rsidRDefault="004176DA" w:rsidP="00D6684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Запись в электронной форме на прием в МФЦ для подачи запроса о предоставлении муниципальной услуги производится через официальный сайт МФЦ, РПГУ.</w:t>
      </w:r>
    </w:p>
    <w:p w14:paraId="6BCAA85E" w14:textId="1F71EEF6" w:rsidR="004176DA" w:rsidRPr="004176DA" w:rsidRDefault="004176DA" w:rsidP="00D6684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3.5.3. Формирование запроса заявителем осуществляется посредством заполнения электронной формы запроса на РПГУ.</w:t>
      </w:r>
    </w:p>
    <w:p w14:paraId="58AA1D73" w14:textId="37D88ADB" w:rsidR="004176DA" w:rsidRPr="004176DA" w:rsidRDefault="004176DA" w:rsidP="00D6684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3.5.4. При подаче заявителем запроса в электронной форме не требуется предоставление заявителем документов на бумажном носителе.</w:t>
      </w:r>
    </w:p>
    <w:p w14:paraId="1138B5FF" w14:textId="313B1A37" w:rsidR="004176DA" w:rsidRPr="004176DA" w:rsidRDefault="004176DA" w:rsidP="00D6684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3.5.5. При направлении запроса на предоставление муниципальной услуги через РПГУ направление сообщения о приеме запроса (отказ в приеме) осуществляется в личный кабинет заявителя (представителя заявителя).</w:t>
      </w:r>
    </w:p>
    <w:p w14:paraId="47AABCB8" w14:textId="7AD1BED0" w:rsidR="004176DA" w:rsidRPr="004176DA" w:rsidRDefault="004176DA" w:rsidP="00D6684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3.5.6.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заявителя.</w:t>
      </w:r>
    </w:p>
    <w:p w14:paraId="7C16CAD0" w14:textId="4142B907" w:rsidR="004176DA" w:rsidRDefault="004176DA" w:rsidP="00D6684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3.5.7. При поступлении запроса на предоставление муниципальной услуги в Администрацию в электронном виде уведомление о принятии решения с приложением электронной копии документа, являющегося результатом предоставления муниципальной услуги, либо отказа в приеме направляется через личный кабинет заявителя.</w:t>
      </w:r>
    </w:p>
    <w:p w14:paraId="75BC7303" w14:textId="77777777" w:rsidR="009B5EAD" w:rsidRPr="004176DA" w:rsidRDefault="009B5EAD" w:rsidP="00D6684E">
      <w:pPr>
        <w:ind w:firstLine="709"/>
        <w:jc w:val="both"/>
        <w:rPr>
          <w:sz w:val="28"/>
          <w:szCs w:val="28"/>
        </w:rPr>
      </w:pPr>
    </w:p>
    <w:p w14:paraId="116F83F4" w14:textId="5E04E8C7" w:rsidR="004176DA" w:rsidRDefault="004176DA" w:rsidP="00D55F3A">
      <w:pPr>
        <w:ind w:firstLine="709"/>
        <w:jc w:val="center"/>
        <w:rPr>
          <w:sz w:val="28"/>
          <w:szCs w:val="28"/>
        </w:rPr>
      </w:pPr>
      <w:r w:rsidRPr="004176DA">
        <w:rPr>
          <w:sz w:val="28"/>
          <w:szCs w:val="28"/>
        </w:rPr>
        <w:t>3.6. Особенности предоставления муниципальной услуги в МФЦ.</w:t>
      </w:r>
    </w:p>
    <w:p w14:paraId="599537F8" w14:textId="77777777" w:rsidR="009B5EAD" w:rsidRPr="004176DA" w:rsidRDefault="009B5EAD" w:rsidP="00D6684E">
      <w:pPr>
        <w:ind w:firstLine="709"/>
        <w:jc w:val="both"/>
        <w:rPr>
          <w:sz w:val="28"/>
          <w:szCs w:val="28"/>
        </w:rPr>
      </w:pPr>
    </w:p>
    <w:p w14:paraId="7E25DAD0" w14:textId="53744D80" w:rsidR="004176DA" w:rsidRPr="004176DA" w:rsidRDefault="004176DA" w:rsidP="00D6684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3.6.1. Предоставление муниципальной услуги в МФЦ осуществляется при наличии соглашения о взаимодействии, заключенного между Администрацией и МФЦ.</w:t>
      </w:r>
    </w:p>
    <w:p w14:paraId="0D486017" w14:textId="62DECF46" w:rsidR="004176DA" w:rsidRPr="004176DA" w:rsidRDefault="004176DA" w:rsidP="00D6684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3.6.2. Состав административных процедур (действий), выполняемых МФЦ:</w:t>
      </w:r>
    </w:p>
    <w:p w14:paraId="2C9B1604" w14:textId="21FE7B67" w:rsidR="004176DA" w:rsidRPr="004176DA" w:rsidRDefault="004176DA" w:rsidP="00D6684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3.6.2.1. Прием заявления о предоставлении муниципальной услуги и прилагаемых к нему документов.</w:t>
      </w:r>
    </w:p>
    <w:p w14:paraId="54A8721E" w14:textId="7AB4123C" w:rsidR="004176DA" w:rsidRPr="004176DA" w:rsidRDefault="004176DA" w:rsidP="00D6684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Основанием для начала административной процедуры является личное обращение заявителя либо его представителя в МФЦ.</w:t>
      </w:r>
    </w:p>
    <w:p w14:paraId="5D2EBA7E" w14:textId="095AC766" w:rsidR="004176DA" w:rsidRPr="004176DA" w:rsidRDefault="004176DA" w:rsidP="00D6684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Работник МФЦ:</w:t>
      </w:r>
    </w:p>
    <w:p w14:paraId="64B56C8E" w14:textId="008FAF11" w:rsidR="004176DA" w:rsidRPr="004176DA" w:rsidRDefault="004176DA" w:rsidP="00D6684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1) проверяет наличие документов, подтверждающих личность заявителя (представителя заявителя);</w:t>
      </w:r>
    </w:p>
    <w:p w14:paraId="1F127C4C" w14:textId="6D1AC63C" w:rsidR="004176DA" w:rsidRPr="009B5EAD" w:rsidRDefault="004176DA" w:rsidP="00D6684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lastRenderedPageBreak/>
        <w:t xml:space="preserve">2) при наличии оснований для отказа в приеме документов, необходимых для предоставления муниципальной услуги, установленных </w:t>
      </w:r>
      <w:hyperlink r:id="rId30" w:history="1">
        <w:r w:rsidRPr="009B5EAD">
          <w:rPr>
            <w:rStyle w:val="ac"/>
            <w:color w:val="auto"/>
            <w:sz w:val="28"/>
            <w:szCs w:val="28"/>
            <w:u w:val="none"/>
          </w:rPr>
          <w:t>подразделом 2.7</w:t>
        </w:r>
      </w:hyperlink>
      <w:r w:rsidRPr="009B5EAD">
        <w:rPr>
          <w:sz w:val="28"/>
          <w:szCs w:val="28"/>
        </w:rPr>
        <w:t xml:space="preserve"> настоящего Регламента, отказывает в приеме с разъяснением причин;</w:t>
      </w:r>
    </w:p>
    <w:p w14:paraId="23373AFD" w14:textId="03B0D322" w:rsidR="004176DA" w:rsidRPr="009B5EAD" w:rsidRDefault="004176DA" w:rsidP="00D6684E">
      <w:pPr>
        <w:ind w:firstLine="709"/>
        <w:jc w:val="both"/>
        <w:rPr>
          <w:sz w:val="28"/>
          <w:szCs w:val="28"/>
        </w:rPr>
      </w:pPr>
      <w:r w:rsidRPr="009B5EAD">
        <w:rPr>
          <w:sz w:val="28"/>
          <w:szCs w:val="28"/>
        </w:rPr>
        <w:t xml:space="preserve">3) при отсутствии оснований для отказа в приеме документов, необходимых для предоставления муниципальной услуги, установленных </w:t>
      </w:r>
      <w:hyperlink r:id="rId31" w:history="1">
        <w:r w:rsidRPr="009B5EAD">
          <w:rPr>
            <w:rStyle w:val="ac"/>
            <w:color w:val="auto"/>
            <w:sz w:val="28"/>
            <w:szCs w:val="28"/>
            <w:u w:val="none"/>
          </w:rPr>
          <w:t>подразделом 2.7</w:t>
        </w:r>
      </w:hyperlink>
      <w:r w:rsidRPr="009B5EAD">
        <w:rPr>
          <w:sz w:val="28"/>
          <w:szCs w:val="28"/>
        </w:rPr>
        <w:t xml:space="preserve"> настоящего Регламента, осуществляет прием заявления либо в случае выбора заявителя (представителя заявителя) при обращении за двумя и более услугами, комплексного запроса и документов;</w:t>
      </w:r>
    </w:p>
    <w:p w14:paraId="18DECB69" w14:textId="13E6579C" w:rsidR="004176DA" w:rsidRPr="004176DA" w:rsidRDefault="004176DA" w:rsidP="00D6684E">
      <w:pPr>
        <w:ind w:firstLine="709"/>
        <w:jc w:val="both"/>
        <w:rPr>
          <w:sz w:val="28"/>
          <w:szCs w:val="28"/>
        </w:rPr>
      </w:pPr>
      <w:r w:rsidRPr="009B5EAD">
        <w:rPr>
          <w:sz w:val="28"/>
          <w:szCs w:val="28"/>
        </w:rPr>
        <w:t>4) при отсутствии электронного документооборота с Администрацией при необходимости осуществляет снятие копии с оригиналов документов</w:t>
      </w:r>
      <w:r w:rsidRPr="004176DA">
        <w:rPr>
          <w:sz w:val="28"/>
          <w:szCs w:val="28"/>
        </w:rPr>
        <w:t xml:space="preserve"> и их заверение;</w:t>
      </w:r>
    </w:p>
    <w:p w14:paraId="362E4A45" w14:textId="5C0BCBF4" w:rsidR="004176DA" w:rsidRPr="004176DA" w:rsidRDefault="004176DA" w:rsidP="00D6684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5) при наличии электронного документооборота с Администрацией осуществляет подготовку электронных образов заявления (комплексного запроса) и документов (при наличии), оригиналы возвращает заявителю;</w:t>
      </w:r>
    </w:p>
    <w:p w14:paraId="28E40BB7" w14:textId="72D3BDA9" w:rsidR="004176DA" w:rsidRPr="004176DA" w:rsidRDefault="004176DA" w:rsidP="00D6684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6) выдает заявителю или его представителю расписку в получении документов с указанием их перечня и даты получения (далее - расписка) либо в случае получения услуги в составе комплексного запроса, - второй экземпляр комплексного запроса.</w:t>
      </w:r>
    </w:p>
    <w:p w14:paraId="4FA22C5E" w14:textId="77777777" w:rsidR="004176DA" w:rsidRPr="004176DA" w:rsidRDefault="004176DA" w:rsidP="00D6684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Прием заявления о предоставлении муниципальной услуги и прилагаемых к нему документов в МФЦ осуществляется в день обращения заявителя (представителя заявителя).</w:t>
      </w:r>
    </w:p>
    <w:p w14:paraId="1B8CF787" w14:textId="5B7051D6" w:rsidR="004176DA" w:rsidRPr="004176DA" w:rsidRDefault="004176DA" w:rsidP="00D6684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3.6.2.2. Выдача результата муниципальной услуги.</w:t>
      </w:r>
    </w:p>
    <w:p w14:paraId="0A00C6AB" w14:textId="7DC5D9D3" w:rsidR="004176DA" w:rsidRPr="004176DA" w:rsidRDefault="004176DA" w:rsidP="00D6684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Основанием для начала административной процедуры является поступление в МФЦ из Администрации документа, являющегося результатом муниципальной услуги.</w:t>
      </w:r>
    </w:p>
    <w:p w14:paraId="5AD252AE" w14:textId="042DB73D" w:rsidR="004176DA" w:rsidRPr="004176DA" w:rsidRDefault="004176DA" w:rsidP="00D6684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Работник МФЦ:</w:t>
      </w:r>
    </w:p>
    <w:p w14:paraId="51BABEC4" w14:textId="70B3C831" w:rsidR="004176DA" w:rsidRPr="004176DA" w:rsidRDefault="004176DA" w:rsidP="00D6684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1) в случае поступления в соответствии с соглашением о взаимодействии документа, являющегося результатом муниципальной услуги в электронном формате, подписанного электронной подписью должностного лица Администрации, осуществляет подготовку и заверение документов на бумажном носителе, подтверждающих содержание электронных документов;</w:t>
      </w:r>
    </w:p>
    <w:p w14:paraId="04355214" w14:textId="11D4B995" w:rsidR="004176DA" w:rsidRPr="004176DA" w:rsidRDefault="004176DA" w:rsidP="00D6684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2) информирует заявителя о поступлении документа, являющегося результатом муниципальной услуги, способом, указанным заявителем при подаче запроса на предоставление муниципальной услуги;</w:t>
      </w:r>
    </w:p>
    <w:p w14:paraId="0C9A79D3" w14:textId="3B2E75A3" w:rsidR="004176DA" w:rsidRPr="004176DA" w:rsidRDefault="004176DA" w:rsidP="00D6684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3) при обращении в МФЦ заявителя (представителя заявителя) с документом, удостоверяющим личность (полномочия) и распиской (комплексным запросом) осуществляет выдачу документа, являющегося результатом муниципальной услуги.</w:t>
      </w:r>
    </w:p>
    <w:p w14:paraId="1D403BBE" w14:textId="1C314D23" w:rsidR="004176DA" w:rsidRDefault="004176DA" w:rsidP="00D6684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Информирование заявителя о поступлении документа, являющегося результатом муниципальной услуги, осуществляется не позднее 1 рабочего дня, следующего за днем его поступления в МФЦ.</w:t>
      </w:r>
    </w:p>
    <w:p w14:paraId="54B594A3" w14:textId="77777777" w:rsidR="00467807" w:rsidRPr="004176DA" w:rsidRDefault="00467807" w:rsidP="004176DA">
      <w:pPr>
        <w:jc w:val="both"/>
        <w:rPr>
          <w:sz w:val="28"/>
          <w:szCs w:val="28"/>
        </w:rPr>
      </w:pPr>
    </w:p>
    <w:p w14:paraId="4440A251" w14:textId="0682E9CE" w:rsidR="004176DA" w:rsidRDefault="004176DA" w:rsidP="009B5EAD">
      <w:pPr>
        <w:jc w:val="center"/>
        <w:rPr>
          <w:sz w:val="28"/>
          <w:szCs w:val="28"/>
        </w:rPr>
      </w:pPr>
      <w:r w:rsidRPr="004176DA">
        <w:rPr>
          <w:sz w:val="28"/>
          <w:szCs w:val="28"/>
        </w:rPr>
        <w:t xml:space="preserve">3.7. Порядок исправления допущенных опечаток и ошибок в выданных </w:t>
      </w:r>
      <w:r w:rsidR="00895E9A">
        <w:rPr>
          <w:sz w:val="28"/>
          <w:szCs w:val="28"/>
        </w:rPr>
        <w:br/>
      </w:r>
      <w:r w:rsidRPr="004176DA">
        <w:rPr>
          <w:sz w:val="28"/>
          <w:szCs w:val="28"/>
        </w:rPr>
        <w:t>в результате предоставления муниципальной услуги документах.</w:t>
      </w:r>
    </w:p>
    <w:p w14:paraId="64B43DC1" w14:textId="77777777" w:rsidR="009B5EAD" w:rsidRPr="004176DA" w:rsidRDefault="009B5EAD" w:rsidP="00D6684E">
      <w:pPr>
        <w:ind w:firstLine="709"/>
        <w:jc w:val="center"/>
        <w:rPr>
          <w:sz w:val="28"/>
          <w:szCs w:val="28"/>
        </w:rPr>
      </w:pPr>
    </w:p>
    <w:p w14:paraId="7E9FE366" w14:textId="465DCEBE" w:rsidR="004176DA" w:rsidRPr="004176DA" w:rsidRDefault="004176DA" w:rsidP="00D6684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3.7.1. В случае выявления заявителем опечаток и (или) ошибок в выданном в результате предоставления муниципальной услуги документе, заявитель представляет в Администрацию,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56E3C86C" w14:textId="1E6A64F7" w:rsidR="004176DA" w:rsidRPr="004176DA" w:rsidRDefault="004176DA" w:rsidP="00D6684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 xml:space="preserve">3.7.2. 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</w:t>
      </w:r>
      <w:r w:rsidR="009B5EAD" w:rsidRPr="004176DA">
        <w:rPr>
          <w:sz w:val="28"/>
          <w:szCs w:val="28"/>
        </w:rPr>
        <w:t>Администрации</w:t>
      </w:r>
      <w:r w:rsidR="009B5EAD">
        <w:rPr>
          <w:sz w:val="28"/>
          <w:szCs w:val="28"/>
        </w:rPr>
        <w:t xml:space="preserve"> </w:t>
      </w:r>
      <w:r w:rsidR="009B5EAD" w:rsidRPr="004176DA">
        <w:rPr>
          <w:sz w:val="28"/>
          <w:szCs w:val="28"/>
        </w:rPr>
        <w:t>в</w:t>
      </w:r>
      <w:r w:rsidRPr="004176DA">
        <w:rPr>
          <w:sz w:val="28"/>
          <w:szCs w:val="28"/>
        </w:rPr>
        <w:t xml:space="preserve"> срок, не превышающий 5 рабочих дней с момента поступления соответствующего заявления.</w:t>
      </w:r>
    </w:p>
    <w:p w14:paraId="7B8CC78C" w14:textId="77777777" w:rsidR="004176DA" w:rsidRPr="004176DA" w:rsidRDefault="004176DA" w:rsidP="004176DA">
      <w:pPr>
        <w:jc w:val="both"/>
        <w:rPr>
          <w:sz w:val="28"/>
          <w:szCs w:val="28"/>
        </w:rPr>
      </w:pPr>
    </w:p>
    <w:p w14:paraId="62D050C6" w14:textId="77777777" w:rsidR="004176DA" w:rsidRPr="00573ED5" w:rsidRDefault="004176DA" w:rsidP="009B5EAD">
      <w:pPr>
        <w:jc w:val="center"/>
        <w:rPr>
          <w:bCs/>
          <w:sz w:val="28"/>
          <w:szCs w:val="28"/>
        </w:rPr>
      </w:pPr>
      <w:r w:rsidRPr="00573ED5">
        <w:rPr>
          <w:bCs/>
          <w:sz w:val="28"/>
          <w:szCs w:val="28"/>
        </w:rPr>
        <w:t>4. ФОРМЫ КОНТРОЛЯ ЗА ИСПОЛНЕНИЕМ РЕГЛАМЕНТА</w:t>
      </w:r>
    </w:p>
    <w:p w14:paraId="6CB7B323" w14:textId="77777777" w:rsidR="004176DA" w:rsidRPr="004176DA" w:rsidRDefault="004176DA" w:rsidP="004176DA">
      <w:pPr>
        <w:jc w:val="both"/>
        <w:rPr>
          <w:sz w:val="28"/>
          <w:szCs w:val="28"/>
        </w:rPr>
      </w:pPr>
    </w:p>
    <w:p w14:paraId="5E60458A" w14:textId="4619AA7A" w:rsidR="004176DA" w:rsidRDefault="004176DA" w:rsidP="009B5EAD">
      <w:pPr>
        <w:jc w:val="center"/>
        <w:rPr>
          <w:sz w:val="28"/>
          <w:szCs w:val="28"/>
        </w:rPr>
      </w:pPr>
      <w:r w:rsidRPr="004176DA">
        <w:rPr>
          <w:sz w:val="28"/>
          <w:szCs w:val="28"/>
        </w:rPr>
        <w:t xml:space="preserve">4.1. Порядок осуществления текущего контроля за соблюдением и </w:t>
      </w:r>
      <w:r w:rsidR="00895E9A">
        <w:rPr>
          <w:sz w:val="28"/>
          <w:szCs w:val="28"/>
        </w:rPr>
        <w:br/>
      </w:r>
      <w:r w:rsidRPr="004176DA">
        <w:rPr>
          <w:sz w:val="28"/>
          <w:szCs w:val="28"/>
        </w:rPr>
        <w:t xml:space="preserve">исполнением ответственными должностными лицами положений Регламента и иных нормативных правовых актов, устанавливающих требования </w:t>
      </w:r>
      <w:r w:rsidR="00895E9A">
        <w:rPr>
          <w:sz w:val="28"/>
          <w:szCs w:val="28"/>
        </w:rPr>
        <w:br/>
      </w:r>
      <w:r w:rsidRPr="004176DA">
        <w:rPr>
          <w:sz w:val="28"/>
          <w:szCs w:val="28"/>
        </w:rPr>
        <w:t>к предоставлению муниципальной услуги, а также принятием ими решений.</w:t>
      </w:r>
    </w:p>
    <w:p w14:paraId="1E010596" w14:textId="77777777" w:rsidR="009B5EAD" w:rsidRPr="004176DA" w:rsidRDefault="009B5EAD" w:rsidP="009B5EAD">
      <w:pPr>
        <w:jc w:val="center"/>
        <w:rPr>
          <w:sz w:val="28"/>
          <w:szCs w:val="28"/>
        </w:rPr>
      </w:pPr>
    </w:p>
    <w:p w14:paraId="2E58BAD7" w14:textId="1B77350E" w:rsidR="004176DA" w:rsidRPr="004176DA" w:rsidRDefault="004176DA" w:rsidP="00D6684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 xml:space="preserve">Текущий контроль за соблюдением и исполнением должностными лицами положений настоящего Регламента и иных нормативных правовых актов, устанавливающих требования к предоставлению муниципальной услуги, осуществляется </w:t>
      </w:r>
      <w:r w:rsidR="00A11422">
        <w:rPr>
          <w:sz w:val="28"/>
          <w:szCs w:val="28"/>
        </w:rPr>
        <w:t>управляющим делами</w:t>
      </w:r>
      <w:r w:rsidRPr="004176DA">
        <w:rPr>
          <w:sz w:val="28"/>
          <w:szCs w:val="28"/>
        </w:rPr>
        <w:t xml:space="preserve"> </w:t>
      </w:r>
      <w:r w:rsidR="00A11422">
        <w:rPr>
          <w:sz w:val="28"/>
          <w:szCs w:val="28"/>
        </w:rPr>
        <w:t>а</w:t>
      </w:r>
      <w:r w:rsidRPr="004176DA">
        <w:rPr>
          <w:sz w:val="28"/>
          <w:szCs w:val="28"/>
        </w:rPr>
        <w:t>дминистрации.</w:t>
      </w:r>
    </w:p>
    <w:p w14:paraId="1D049FAD" w14:textId="3C1E236C" w:rsidR="004176DA" w:rsidRPr="004176DA" w:rsidRDefault="004176DA" w:rsidP="00D6684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556E73F5" w14:textId="080EB730" w:rsidR="004176DA" w:rsidRPr="004176DA" w:rsidRDefault="004176DA" w:rsidP="00D6684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 xml:space="preserve">При выявлении в ходе текущего контроля нарушений положений настоящего Регламента и иных нормативных правовых актов, устанавливающих требования к предоставлению муниципальной услуги, руководители структурных подразделений, ответственные за организацию работы по предоставлению муниципальной услуги, принимают меры по устранению таких нарушений и направляют </w:t>
      </w:r>
      <w:r w:rsidR="00A11422">
        <w:rPr>
          <w:sz w:val="28"/>
          <w:szCs w:val="28"/>
        </w:rPr>
        <w:t>управляющему делами администрации</w:t>
      </w:r>
      <w:r w:rsidRPr="004176DA">
        <w:rPr>
          <w:sz w:val="28"/>
          <w:szCs w:val="28"/>
        </w:rPr>
        <w:t xml:space="preserve"> предложения о применении или неприменении мер ответственности в отношении должностных лиц, допустивших нарушения.</w:t>
      </w:r>
    </w:p>
    <w:p w14:paraId="09635C1E" w14:textId="40B2C77A" w:rsidR="004176DA" w:rsidRPr="004176DA" w:rsidRDefault="004176DA" w:rsidP="00D6684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услуги.</w:t>
      </w:r>
    </w:p>
    <w:p w14:paraId="43D1A3C5" w14:textId="336D3B66" w:rsidR="004176DA" w:rsidRPr="004176DA" w:rsidRDefault="004176DA" w:rsidP="00D6684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lastRenderedPageBreak/>
        <w:t>Проверки проводятся в целях контроля за полнотой и качеством предоставления муниципальной услуги, соблюдением и исполнением должностными лицами положений настоящего Регламента, иных нормативных правовых актов Российской Федерации, Сахалинской области устанавливающих требования к предоставлению муниципальной услуги.</w:t>
      </w:r>
    </w:p>
    <w:p w14:paraId="5C84913C" w14:textId="0FBFABF9" w:rsidR="004176DA" w:rsidRPr="004176DA" w:rsidRDefault="004176DA" w:rsidP="00D6684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Проверки могут быть плановыми и внеплановыми.</w:t>
      </w:r>
    </w:p>
    <w:p w14:paraId="64C48E60" w14:textId="7D75AA06" w:rsidR="004176DA" w:rsidRPr="004176DA" w:rsidRDefault="004176DA" w:rsidP="00D6684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 xml:space="preserve">Периодичность проведения плановых проверок устанавливается </w:t>
      </w:r>
      <w:r w:rsidR="009B5EAD">
        <w:rPr>
          <w:sz w:val="28"/>
          <w:szCs w:val="28"/>
        </w:rPr>
        <w:t>мэром муниципального образования «Городской округ Ногликский»</w:t>
      </w:r>
      <w:r w:rsidRPr="004176DA">
        <w:rPr>
          <w:sz w:val="28"/>
          <w:szCs w:val="28"/>
        </w:rPr>
        <w:t>.</w:t>
      </w:r>
    </w:p>
    <w:p w14:paraId="6396E213" w14:textId="6E1996FD" w:rsidR="004176DA" w:rsidRPr="004176DA" w:rsidRDefault="004176DA" w:rsidP="00D6684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 xml:space="preserve">Внеплановые проверки осуществляются в случае получения жалоб на решения или действия (бездействие) должностных лиц Администрации, принятые или осуществленные в ходе предоставления муниципальной услуги, по решению </w:t>
      </w:r>
      <w:r w:rsidR="009B5EAD">
        <w:rPr>
          <w:sz w:val="28"/>
          <w:szCs w:val="28"/>
        </w:rPr>
        <w:t>мэра муниципального образования «Городской округ Ногликский»</w:t>
      </w:r>
      <w:r w:rsidRPr="004176DA">
        <w:rPr>
          <w:sz w:val="28"/>
          <w:szCs w:val="28"/>
        </w:rPr>
        <w:t>.</w:t>
      </w:r>
    </w:p>
    <w:p w14:paraId="2E6BCDA4" w14:textId="6BC616E1" w:rsidR="004176DA" w:rsidRPr="004176DA" w:rsidRDefault="004176DA" w:rsidP="00D6684E">
      <w:pPr>
        <w:ind w:firstLine="709"/>
        <w:jc w:val="both"/>
        <w:rPr>
          <w:sz w:val="28"/>
          <w:szCs w:val="28"/>
        </w:rPr>
      </w:pPr>
      <w:r w:rsidRPr="004176DA">
        <w:rPr>
          <w:sz w:val="28"/>
          <w:szCs w:val="28"/>
        </w:rPr>
        <w:t>Результаты проверки полноты и качества предоставления муниципальной услуги оформляются актом, в котором отмечаются выявленные недостатки и предложения по их устранению.</w:t>
      </w:r>
    </w:p>
    <w:p w14:paraId="35EE17DB" w14:textId="77777777" w:rsidR="004176DA" w:rsidRDefault="004176DA" w:rsidP="00593AE5">
      <w:pPr>
        <w:jc w:val="both"/>
        <w:rPr>
          <w:sz w:val="28"/>
          <w:szCs w:val="28"/>
        </w:rPr>
      </w:pPr>
    </w:p>
    <w:p w14:paraId="4AC98E6E" w14:textId="7694FCF0" w:rsidR="009B5EAD" w:rsidRPr="00573ED5" w:rsidRDefault="009B5EAD" w:rsidP="00467807">
      <w:pPr>
        <w:jc w:val="center"/>
        <w:rPr>
          <w:bCs/>
          <w:sz w:val="28"/>
          <w:szCs w:val="28"/>
        </w:rPr>
      </w:pPr>
      <w:r w:rsidRPr="00573ED5">
        <w:rPr>
          <w:bCs/>
          <w:sz w:val="28"/>
          <w:szCs w:val="28"/>
        </w:rPr>
        <w:t>5. ДОСУДЕБНЫЙ (ВНЕСУДЕБНЫЙ) ПОРЯДОК</w:t>
      </w:r>
      <w:r w:rsidR="00467807" w:rsidRPr="00573ED5">
        <w:rPr>
          <w:bCs/>
          <w:sz w:val="28"/>
          <w:szCs w:val="28"/>
        </w:rPr>
        <w:t xml:space="preserve"> </w:t>
      </w:r>
      <w:r w:rsidRPr="00573ED5">
        <w:rPr>
          <w:bCs/>
          <w:sz w:val="28"/>
          <w:szCs w:val="28"/>
        </w:rPr>
        <w:t xml:space="preserve">ОБЖАЛОВАНИЯ РЕШЕНИЙ И ДЕЙСТВИЙ (БЕЗДЕЙСТВИЯ) ОМСУ, </w:t>
      </w:r>
      <w:r w:rsidR="00467807" w:rsidRPr="00573ED5">
        <w:rPr>
          <w:bCs/>
          <w:sz w:val="28"/>
          <w:szCs w:val="28"/>
        </w:rPr>
        <w:t xml:space="preserve">МФЦ, А </w:t>
      </w:r>
      <w:r w:rsidRPr="00573ED5">
        <w:rPr>
          <w:bCs/>
          <w:sz w:val="28"/>
          <w:szCs w:val="28"/>
        </w:rPr>
        <w:t>ТАКЖЕ ИХ ДОЛЖНОСТНЫХ ЛИЦ,</w:t>
      </w:r>
      <w:r w:rsidR="00467807" w:rsidRPr="00573ED5">
        <w:rPr>
          <w:bCs/>
          <w:sz w:val="28"/>
          <w:szCs w:val="28"/>
        </w:rPr>
        <w:t xml:space="preserve"> </w:t>
      </w:r>
      <w:r w:rsidRPr="00573ED5">
        <w:rPr>
          <w:bCs/>
          <w:sz w:val="28"/>
          <w:szCs w:val="28"/>
        </w:rPr>
        <w:t>МУНИЦИПАЛЬНЫХ СЛУЖАЩИХ, РАБОТНИКОВ</w:t>
      </w:r>
    </w:p>
    <w:p w14:paraId="3169F4F2" w14:textId="77777777" w:rsidR="009B5EAD" w:rsidRPr="009B5EAD" w:rsidRDefault="009B5EAD" w:rsidP="009B5EAD">
      <w:pPr>
        <w:jc w:val="both"/>
        <w:rPr>
          <w:sz w:val="28"/>
          <w:szCs w:val="28"/>
        </w:rPr>
      </w:pPr>
    </w:p>
    <w:p w14:paraId="48E6A701" w14:textId="61ADD745" w:rsidR="009B5EAD" w:rsidRDefault="009B5EAD" w:rsidP="009B5EAD">
      <w:pPr>
        <w:jc w:val="center"/>
        <w:rPr>
          <w:sz w:val="28"/>
          <w:szCs w:val="28"/>
        </w:rPr>
      </w:pPr>
      <w:r w:rsidRPr="009B5EAD">
        <w:rPr>
          <w:sz w:val="28"/>
          <w:szCs w:val="28"/>
        </w:rPr>
        <w:t xml:space="preserve">5.1. Информация для заявителя о его праве подать жалобу на решение </w:t>
      </w:r>
      <w:r w:rsidR="00895E9A">
        <w:rPr>
          <w:sz w:val="28"/>
          <w:szCs w:val="28"/>
        </w:rPr>
        <w:br/>
      </w:r>
      <w:r w:rsidRPr="009B5EAD">
        <w:rPr>
          <w:sz w:val="28"/>
          <w:szCs w:val="28"/>
        </w:rPr>
        <w:t>и (или) действие (бездействие) Администрации, Отдела, МФЦ, а также их должностных лиц, муниципальных служащих, работников.</w:t>
      </w:r>
    </w:p>
    <w:p w14:paraId="579C6A89" w14:textId="77777777" w:rsidR="009B5EAD" w:rsidRPr="009B5EAD" w:rsidRDefault="009B5EAD" w:rsidP="009B5EAD">
      <w:pPr>
        <w:jc w:val="center"/>
        <w:rPr>
          <w:sz w:val="28"/>
          <w:szCs w:val="28"/>
        </w:rPr>
      </w:pPr>
    </w:p>
    <w:p w14:paraId="53A1A8F4" w14:textId="16FA41DE" w:rsidR="009B5EAD" w:rsidRDefault="009B5EAD" w:rsidP="00D6684E">
      <w:pPr>
        <w:ind w:firstLine="709"/>
        <w:jc w:val="both"/>
        <w:rPr>
          <w:sz w:val="28"/>
          <w:szCs w:val="28"/>
        </w:rPr>
      </w:pPr>
      <w:r w:rsidRPr="009B5EAD">
        <w:rPr>
          <w:sz w:val="28"/>
          <w:szCs w:val="28"/>
        </w:rPr>
        <w:t>Заявитель имеет право подать жалобу на решение и (или) действие (бездействие) Администрации, МФЦ, а также их должностных лиц, муниципальных служащих, работников.</w:t>
      </w:r>
    </w:p>
    <w:p w14:paraId="4CEF434F" w14:textId="77777777" w:rsidR="009B5EAD" w:rsidRPr="009B5EAD" w:rsidRDefault="009B5EAD" w:rsidP="00D6684E">
      <w:pPr>
        <w:ind w:firstLine="709"/>
        <w:jc w:val="both"/>
        <w:rPr>
          <w:sz w:val="28"/>
          <w:szCs w:val="28"/>
        </w:rPr>
      </w:pPr>
    </w:p>
    <w:p w14:paraId="7BDB7F70" w14:textId="77777777" w:rsidR="009B5EAD" w:rsidRDefault="009B5EAD" w:rsidP="009B5EAD">
      <w:pPr>
        <w:jc w:val="center"/>
        <w:rPr>
          <w:sz w:val="28"/>
          <w:szCs w:val="28"/>
        </w:rPr>
      </w:pPr>
      <w:r w:rsidRPr="009B5EAD">
        <w:rPr>
          <w:sz w:val="28"/>
          <w:szCs w:val="28"/>
        </w:rPr>
        <w:t>5.2. Предмет жалобы.</w:t>
      </w:r>
    </w:p>
    <w:p w14:paraId="11F6182D" w14:textId="77777777" w:rsidR="009B5EAD" w:rsidRPr="009B5EAD" w:rsidRDefault="009B5EAD" w:rsidP="009B5EAD">
      <w:pPr>
        <w:jc w:val="center"/>
        <w:rPr>
          <w:sz w:val="28"/>
          <w:szCs w:val="28"/>
        </w:rPr>
      </w:pPr>
    </w:p>
    <w:p w14:paraId="7F95A2D2" w14:textId="1162EF30" w:rsidR="00A11422" w:rsidRPr="00A11422" w:rsidRDefault="00A11422" w:rsidP="00D6684E">
      <w:pPr>
        <w:ind w:firstLine="709"/>
        <w:jc w:val="both"/>
        <w:rPr>
          <w:sz w:val="28"/>
          <w:szCs w:val="28"/>
        </w:rPr>
      </w:pPr>
      <w:r w:rsidRPr="00A11422">
        <w:rPr>
          <w:sz w:val="28"/>
          <w:szCs w:val="28"/>
        </w:rPr>
        <w:t>Заявитель может обратиться с жалобой в том числе в следующих случаях:</w:t>
      </w:r>
    </w:p>
    <w:p w14:paraId="2A945DA8" w14:textId="3C326F66" w:rsidR="00A11422" w:rsidRPr="00A11422" w:rsidRDefault="00A11422" w:rsidP="00D6684E">
      <w:pPr>
        <w:ind w:firstLine="709"/>
        <w:jc w:val="both"/>
        <w:rPr>
          <w:sz w:val="28"/>
          <w:szCs w:val="28"/>
        </w:rPr>
      </w:pPr>
      <w:r w:rsidRPr="00A11422">
        <w:rPr>
          <w:sz w:val="28"/>
          <w:szCs w:val="28"/>
        </w:rPr>
        <w:t>1) нарушение срока регистрации запроса о предоставлении муниципальной услуги, комплексного запроса;</w:t>
      </w:r>
    </w:p>
    <w:p w14:paraId="18D9CA2E" w14:textId="461D6EC3" w:rsidR="00A11422" w:rsidRPr="00A11422" w:rsidRDefault="00A11422" w:rsidP="00D6684E">
      <w:pPr>
        <w:ind w:firstLine="709"/>
        <w:jc w:val="both"/>
        <w:rPr>
          <w:sz w:val="28"/>
          <w:szCs w:val="28"/>
        </w:rPr>
      </w:pPr>
      <w:r w:rsidRPr="00A11422">
        <w:rPr>
          <w:sz w:val="28"/>
          <w:szCs w:val="28"/>
        </w:rPr>
        <w:t xml:space="preserve">2) нарушение срока предоставления муниципальной услуги (в отношении действия (бездействия) </w:t>
      </w:r>
      <w:r>
        <w:rPr>
          <w:sz w:val="28"/>
          <w:szCs w:val="28"/>
        </w:rPr>
        <w:t>Администрации</w:t>
      </w:r>
      <w:r w:rsidRPr="00A11422">
        <w:rPr>
          <w:sz w:val="28"/>
          <w:szCs w:val="28"/>
        </w:rPr>
        <w:t>, а также его должностных лиц, муниципальных служащих);</w:t>
      </w:r>
    </w:p>
    <w:p w14:paraId="762DF982" w14:textId="5B57D586" w:rsidR="00A11422" w:rsidRPr="00A11422" w:rsidRDefault="00A11422" w:rsidP="00D6684E">
      <w:pPr>
        <w:ind w:firstLine="709"/>
        <w:jc w:val="both"/>
        <w:rPr>
          <w:sz w:val="28"/>
          <w:szCs w:val="28"/>
        </w:rPr>
      </w:pPr>
      <w:r w:rsidRPr="00A11422">
        <w:rPr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2.5 раздела 2 настоящег</w:t>
      </w:r>
      <w:r w:rsidR="00573ED5">
        <w:rPr>
          <w:sz w:val="28"/>
          <w:szCs w:val="28"/>
        </w:rPr>
        <w:t>о административного регламента;</w:t>
      </w:r>
    </w:p>
    <w:p w14:paraId="5CC9F646" w14:textId="028B85B0" w:rsidR="00A11422" w:rsidRPr="00A11422" w:rsidRDefault="00A11422" w:rsidP="00D6684E">
      <w:pPr>
        <w:ind w:firstLine="709"/>
        <w:jc w:val="both"/>
        <w:rPr>
          <w:sz w:val="28"/>
          <w:szCs w:val="28"/>
        </w:rPr>
      </w:pPr>
      <w:r w:rsidRPr="00A11422">
        <w:rPr>
          <w:sz w:val="28"/>
          <w:szCs w:val="28"/>
        </w:rPr>
        <w:lastRenderedPageBreak/>
        <w:t>4) отказ в приеме документов, предоставление которых предусмотрено нормативными правовыми актами, указанными в подразделе 2.5 раздела 2 настоящего административного регламента, у заявителя;</w:t>
      </w:r>
    </w:p>
    <w:p w14:paraId="4AF9B39F" w14:textId="478F5066" w:rsidR="00A11422" w:rsidRPr="00A11422" w:rsidRDefault="00A11422" w:rsidP="00D6684E">
      <w:pPr>
        <w:ind w:firstLine="709"/>
        <w:jc w:val="both"/>
        <w:rPr>
          <w:sz w:val="28"/>
          <w:szCs w:val="28"/>
        </w:rPr>
      </w:pPr>
      <w:r w:rsidRPr="00A11422">
        <w:rPr>
          <w:sz w:val="28"/>
          <w:szCs w:val="28"/>
        </w:rPr>
        <w:t xml:space="preserve">5) отказ в предоставлении муниципальной услуги (в отношении действия (бездействия) </w:t>
      </w:r>
      <w:r>
        <w:rPr>
          <w:sz w:val="28"/>
          <w:szCs w:val="28"/>
        </w:rPr>
        <w:t>Администрации</w:t>
      </w:r>
      <w:r w:rsidRPr="00A11422">
        <w:rPr>
          <w:sz w:val="28"/>
          <w:szCs w:val="28"/>
        </w:rPr>
        <w:t>, а также его должност</w:t>
      </w:r>
      <w:r>
        <w:rPr>
          <w:sz w:val="28"/>
          <w:szCs w:val="28"/>
        </w:rPr>
        <w:t>ных лиц, муниципальных служащих</w:t>
      </w:r>
      <w:r w:rsidRPr="00A11422">
        <w:rPr>
          <w:sz w:val="28"/>
          <w:szCs w:val="28"/>
        </w:rPr>
        <w:t>),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686CAC95" w14:textId="118885BD" w:rsidR="00A11422" w:rsidRPr="00A11422" w:rsidRDefault="00A11422" w:rsidP="00D6684E">
      <w:pPr>
        <w:ind w:firstLine="709"/>
        <w:jc w:val="both"/>
        <w:rPr>
          <w:sz w:val="28"/>
          <w:szCs w:val="28"/>
        </w:rPr>
      </w:pPr>
      <w:r w:rsidRPr="00A11422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2C25B775" w14:textId="75ED339D" w:rsidR="00A11422" w:rsidRPr="00A11422" w:rsidRDefault="00A11422" w:rsidP="00D6684E">
      <w:pPr>
        <w:ind w:firstLine="709"/>
        <w:jc w:val="both"/>
        <w:rPr>
          <w:sz w:val="28"/>
          <w:szCs w:val="28"/>
        </w:rPr>
      </w:pPr>
      <w:r w:rsidRPr="00A11422">
        <w:rPr>
          <w:sz w:val="28"/>
          <w:szCs w:val="28"/>
        </w:rPr>
        <w:t>7) отказ органа, предоставляющего муниципальную услугу, должностного лица органа,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14:paraId="3DFBC97D" w14:textId="4BE548EA" w:rsidR="00A11422" w:rsidRPr="00A11422" w:rsidRDefault="00A11422" w:rsidP="00D6684E">
      <w:pPr>
        <w:ind w:firstLine="709"/>
        <w:jc w:val="both"/>
        <w:rPr>
          <w:sz w:val="28"/>
          <w:szCs w:val="28"/>
        </w:rPr>
      </w:pPr>
      <w:r w:rsidRPr="00A11422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7F6D8CE9" w14:textId="4E117BA1" w:rsidR="00A11422" w:rsidRPr="00A11422" w:rsidRDefault="00A11422" w:rsidP="00D6684E">
      <w:pPr>
        <w:ind w:firstLine="709"/>
        <w:jc w:val="both"/>
        <w:rPr>
          <w:sz w:val="28"/>
          <w:szCs w:val="28"/>
        </w:rPr>
      </w:pPr>
      <w:r w:rsidRPr="00A11422">
        <w:rPr>
          <w:sz w:val="28"/>
          <w:szCs w:val="28"/>
        </w:rPr>
        <w:t xml:space="preserve">9) приостановление предоставления муниципальной услуги (в отношении действия (бездействия) </w:t>
      </w:r>
      <w:r>
        <w:rPr>
          <w:sz w:val="28"/>
          <w:szCs w:val="28"/>
        </w:rPr>
        <w:t>Администрации</w:t>
      </w:r>
      <w:r w:rsidRPr="00A11422">
        <w:rPr>
          <w:sz w:val="28"/>
          <w:szCs w:val="28"/>
        </w:rPr>
        <w:t>, а также его должностных лиц, муниципальных служащих),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28C3B1F2" w14:textId="572809A7" w:rsidR="00A11422" w:rsidRPr="00A11422" w:rsidRDefault="00A11422" w:rsidP="00D6684E">
      <w:pPr>
        <w:ind w:firstLine="709"/>
        <w:jc w:val="both"/>
        <w:rPr>
          <w:sz w:val="28"/>
          <w:szCs w:val="28"/>
        </w:rPr>
      </w:pPr>
      <w:r w:rsidRPr="00A11422">
        <w:rPr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ФЗ № 210-ФЗ (в отношении действия (бездействия) </w:t>
      </w:r>
      <w:r>
        <w:rPr>
          <w:sz w:val="28"/>
          <w:szCs w:val="28"/>
        </w:rPr>
        <w:t>Администрации</w:t>
      </w:r>
      <w:r w:rsidRPr="00A11422">
        <w:rPr>
          <w:sz w:val="28"/>
          <w:szCs w:val="28"/>
        </w:rPr>
        <w:t>, а также его должностных лиц, муниципальных служащих).</w:t>
      </w:r>
    </w:p>
    <w:p w14:paraId="11A56933" w14:textId="162AB605" w:rsidR="009B5EAD" w:rsidRPr="009B5EAD" w:rsidRDefault="009B5EAD" w:rsidP="00D6684E">
      <w:pPr>
        <w:ind w:firstLine="709"/>
        <w:jc w:val="both"/>
        <w:rPr>
          <w:sz w:val="28"/>
          <w:szCs w:val="28"/>
        </w:rPr>
      </w:pPr>
    </w:p>
    <w:p w14:paraId="40530A2C" w14:textId="30D7F508" w:rsidR="009B5EAD" w:rsidRDefault="009B5EAD" w:rsidP="00895E9A">
      <w:pPr>
        <w:jc w:val="center"/>
        <w:rPr>
          <w:sz w:val="28"/>
          <w:szCs w:val="28"/>
        </w:rPr>
      </w:pPr>
      <w:r w:rsidRPr="009B5EAD">
        <w:rPr>
          <w:sz w:val="28"/>
          <w:szCs w:val="28"/>
        </w:rPr>
        <w:t xml:space="preserve">5.3. Органы местного самоуправления и уполномоченные </w:t>
      </w:r>
      <w:r w:rsidR="00895E9A">
        <w:rPr>
          <w:sz w:val="28"/>
          <w:szCs w:val="28"/>
        </w:rPr>
        <w:br/>
      </w:r>
      <w:r w:rsidRPr="009B5EAD">
        <w:rPr>
          <w:sz w:val="28"/>
          <w:szCs w:val="28"/>
        </w:rPr>
        <w:t xml:space="preserve">на рассмотрение жалобы должностные лица, которым может быть </w:t>
      </w:r>
      <w:r w:rsidR="00895E9A">
        <w:rPr>
          <w:sz w:val="28"/>
          <w:szCs w:val="28"/>
        </w:rPr>
        <w:br/>
      </w:r>
      <w:r w:rsidRPr="009B5EAD">
        <w:rPr>
          <w:sz w:val="28"/>
          <w:szCs w:val="28"/>
        </w:rPr>
        <w:t>направлена жалоба.</w:t>
      </w:r>
    </w:p>
    <w:p w14:paraId="49946DA1" w14:textId="77777777" w:rsidR="009B5EAD" w:rsidRPr="009B5EAD" w:rsidRDefault="009B5EAD" w:rsidP="00D6684E">
      <w:pPr>
        <w:ind w:firstLine="709"/>
        <w:jc w:val="center"/>
        <w:rPr>
          <w:sz w:val="28"/>
          <w:szCs w:val="28"/>
        </w:rPr>
      </w:pPr>
    </w:p>
    <w:p w14:paraId="4CBA0729" w14:textId="0C2F58EC" w:rsidR="009B5EAD" w:rsidRPr="009B5EAD" w:rsidRDefault="009B5EAD" w:rsidP="00D6684E">
      <w:pPr>
        <w:ind w:firstLine="709"/>
        <w:jc w:val="both"/>
        <w:rPr>
          <w:sz w:val="28"/>
          <w:szCs w:val="28"/>
        </w:rPr>
      </w:pPr>
      <w:r w:rsidRPr="009B5EAD">
        <w:rPr>
          <w:sz w:val="28"/>
          <w:szCs w:val="28"/>
        </w:rPr>
        <w:t>5.3.1. Жалоба на решения и действ</w:t>
      </w:r>
      <w:r>
        <w:rPr>
          <w:sz w:val="28"/>
          <w:szCs w:val="28"/>
        </w:rPr>
        <w:t>ия (бездействие) Администрации</w:t>
      </w:r>
      <w:r w:rsidRPr="009B5EAD">
        <w:rPr>
          <w:sz w:val="28"/>
          <w:szCs w:val="28"/>
        </w:rPr>
        <w:t xml:space="preserve"> предоставляющ</w:t>
      </w:r>
      <w:r>
        <w:rPr>
          <w:sz w:val="28"/>
          <w:szCs w:val="28"/>
        </w:rPr>
        <w:t>ей</w:t>
      </w:r>
      <w:r w:rsidRPr="009B5EAD">
        <w:rPr>
          <w:sz w:val="28"/>
          <w:szCs w:val="28"/>
        </w:rPr>
        <w:t xml:space="preserve"> муниципальную услугу, е</w:t>
      </w:r>
      <w:r>
        <w:rPr>
          <w:sz w:val="28"/>
          <w:szCs w:val="28"/>
        </w:rPr>
        <w:t>е</w:t>
      </w:r>
      <w:r w:rsidRPr="009B5EAD">
        <w:rPr>
          <w:sz w:val="28"/>
          <w:szCs w:val="28"/>
        </w:rPr>
        <w:t xml:space="preserve"> должностных лиц, муниципальных служащих, работников участвующих организаций рассматривается </w:t>
      </w:r>
      <w:r>
        <w:rPr>
          <w:sz w:val="28"/>
          <w:szCs w:val="28"/>
        </w:rPr>
        <w:t>мэром муниципального образования «Городской округ Ногликский»</w:t>
      </w:r>
      <w:r w:rsidRPr="009B5EAD">
        <w:rPr>
          <w:sz w:val="28"/>
          <w:szCs w:val="28"/>
        </w:rPr>
        <w:t>.</w:t>
      </w:r>
    </w:p>
    <w:p w14:paraId="17B18D2F" w14:textId="5481E1A8" w:rsidR="009B5EAD" w:rsidRPr="009B5EAD" w:rsidRDefault="009B5EAD" w:rsidP="00D6684E">
      <w:pPr>
        <w:ind w:firstLine="709"/>
        <w:jc w:val="both"/>
        <w:rPr>
          <w:sz w:val="28"/>
          <w:szCs w:val="28"/>
        </w:rPr>
      </w:pPr>
      <w:r w:rsidRPr="009B5EAD">
        <w:rPr>
          <w:sz w:val="28"/>
          <w:szCs w:val="28"/>
        </w:rPr>
        <w:lastRenderedPageBreak/>
        <w:t xml:space="preserve">Жалобы на решения и действия (бездействие) </w:t>
      </w:r>
      <w:r w:rsidR="009B206E">
        <w:rPr>
          <w:sz w:val="28"/>
          <w:szCs w:val="28"/>
        </w:rPr>
        <w:t>мэра муниципального образования «Городской округ Ногликский»</w:t>
      </w:r>
      <w:r w:rsidRPr="009B5EAD">
        <w:rPr>
          <w:sz w:val="28"/>
          <w:szCs w:val="28"/>
        </w:rPr>
        <w:t xml:space="preserve"> подаются в вышестоящий орган (при его наличии) либо в случае его отсутствия рассматриваются непосредственно </w:t>
      </w:r>
      <w:r w:rsidR="009B206E">
        <w:rPr>
          <w:sz w:val="28"/>
          <w:szCs w:val="28"/>
        </w:rPr>
        <w:t>мэром муниципального образования «Городской округ Ногликский»</w:t>
      </w:r>
      <w:r w:rsidRPr="009B5EAD">
        <w:rPr>
          <w:sz w:val="28"/>
          <w:szCs w:val="28"/>
        </w:rPr>
        <w:t>.</w:t>
      </w:r>
    </w:p>
    <w:p w14:paraId="1181FD06" w14:textId="26CF95E0" w:rsidR="009B5EAD" w:rsidRPr="009B5EAD" w:rsidRDefault="009B5EAD" w:rsidP="00D6684E">
      <w:pPr>
        <w:ind w:firstLine="709"/>
        <w:jc w:val="both"/>
        <w:rPr>
          <w:sz w:val="28"/>
          <w:szCs w:val="28"/>
        </w:rPr>
      </w:pPr>
      <w:r w:rsidRPr="009B5EAD">
        <w:rPr>
          <w:sz w:val="28"/>
          <w:szCs w:val="28"/>
        </w:rPr>
        <w:t>5.3.2. Жалоба на решения и действия (бездействие) работников МФЦ рассматривается руководителем МФЦ.</w:t>
      </w:r>
    </w:p>
    <w:p w14:paraId="42D48474" w14:textId="513C6588" w:rsidR="009B5EAD" w:rsidRDefault="009B5EAD" w:rsidP="00D6684E">
      <w:pPr>
        <w:ind w:firstLine="709"/>
        <w:jc w:val="both"/>
        <w:rPr>
          <w:sz w:val="28"/>
          <w:szCs w:val="28"/>
        </w:rPr>
      </w:pPr>
      <w:r w:rsidRPr="009B5EAD">
        <w:rPr>
          <w:sz w:val="28"/>
          <w:szCs w:val="28"/>
        </w:rPr>
        <w:t>Жалоба на решения и действия (бездействие) МФЦ, руководителя МФЦ рассматривается учредителем МФЦ.</w:t>
      </w:r>
    </w:p>
    <w:p w14:paraId="758E25F0" w14:textId="77777777" w:rsidR="009B206E" w:rsidRPr="009B5EAD" w:rsidRDefault="009B206E" w:rsidP="00D6684E">
      <w:pPr>
        <w:ind w:firstLine="709"/>
        <w:jc w:val="both"/>
        <w:rPr>
          <w:sz w:val="28"/>
          <w:szCs w:val="28"/>
        </w:rPr>
      </w:pPr>
    </w:p>
    <w:p w14:paraId="6DEA3599" w14:textId="77777777" w:rsidR="009B5EAD" w:rsidRDefault="009B5EAD" w:rsidP="009B206E">
      <w:pPr>
        <w:jc w:val="center"/>
        <w:rPr>
          <w:sz w:val="28"/>
          <w:szCs w:val="28"/>
        </w:rPr>
      </w:pPr>
      <w:r w:rsidRPr="009B5EAD">
        <w:rPr>
          <w:sz w:val="28"/>
          <w:szCs w:val="28"/>
        </w:rPr>
        <w:t>5.4. Порядок подачи и рассмотрения жалобы.</w:t>
      </w:r>
    </w:p>
    <w:p w14:paraId="16063DE9" w14:textId="77777777" w:rsidR="009B206E" w:rsidRPr="009B5EAD" w:rsidRDefault="009B206E" w:rsidP="009B206E">
      <w:pPr>
        <w:jc w:val="center"/>
        <w:rPr>
          <w:sz w:val="28"/>
          <w:szCs w:val="28"/>
        </w:rPr>
      </w:pPr>
    </w:p>
    <w:p w14:paraId="4D171828" w14:textId="0F835726" w:rsidR="009B5EAD" w:rsidRDefault="009B5EAD" w:rsidP="00D6684E">
      <w:pPr>
        <w:ind w:firstLine="709"/>
        <w:jc w:val="both"/>
        <w:rPr>
          <w:sz w:val="28"/>
          <w:szCs w:val="28"/>
        </w:rPr>
      </w:pPr>
      <w:r w:rsidRPr="009B5EAD">
        <w:rPr>
          <w:sz w:val="28"/>
          <w:szCs w:val="28"/>
        </w:rPr>
        <w:t xml:space="preserve">5.4.1. Подача и рассмотрение жалобы осуществляется в порядке, установленном </w:t>
      </w:r>
      <w:hyperlink r:id="rId32" w:history="1">
        <w:r w:rsidRPr="009B206E">
          <w:rPr>
            <w:rStyle w:val="ac"/>
            <w:color w:val="auto"/>
            <w:sz w:val="28"/>
            <w:szCs w:val="28"/>
            <w:u w:val="none"/>
          </w:rPr>
          <w:t>статьей 11.2</w:t>
        </w:r>
      </w:hyperlink>
      <w:r w:rsidRPr="009B5EAD">
        <w:rPr>
          <w:sz w:val="28"/>
          <w:szCs w:val="28"/>
        </w:rPr>
        <w:t xml:space="preserve"> Федерального закона от 27.07.2010 </w:t>
      </w:r>
      <w:r w:rsidR="00895E9A">
        <w:rPr>
          <w:sz w:val="28"/>
          <w:szCs w:val="28"/>
        </w:rPr>
        <w:t>№</w:t>
      </w:r>
      <w:r w:rsidRPr="009B5EAD">
        <w:rPr>
          <w:sz w:val="28"/>
          <w:szCs w:val="28"/>
        </w:rPr>
        <w:t xml:space="preserve"> 210-ФЗ "Об организации предоставления государственных и муниципальных услуг" и Положением об особенностях подачи и рассмотрения жалоб на решения и действия (бездействие) </w:t>
      </w:r>
      <w:r w:rsidR="009B206E">
        <w:rPr>
          <w:sz w:val="28"/>
          <w:szCs w:val="28"/>
        </w:rPr>
        <w:t xml:space="preserve">ОМСУ </w:t>
      </w:r>
      <w:r w:rsidRPr="009B5EAD">
        <w:rPr>
          <w:sz w:val="28"/>
          <w:szCs w:val="28"/>
        </w:rPr>
        <w:t xml:space="preserve">и его должностных лиц, муниципальных служащих, а также на решения и действия (бездействие) МФЦ, работников МФЦ, утвержденным постановлением </w:t>
      </w:r>
      <w:r w:rsidR="009B206E">
        <w:rPr>
          <w:sz w:val="28"/>
          <w:szCs w:val="28"/>
        </w:rPr>
        <w:t>мэра</w:t>
      </w:r>
      <w:r w:rsidRPr="009B5EAD">
        <w:rPr>
          <w:sz w:val="28"/>
          <w:szCs w:val="28"/>
        </w:rPr>
        <w:t xml:space="preserve"> муниципального образования </w:t>
      </w:r>
      <w:r w:rsidR="009B206E">
        <w:rPr>
          <w:sz w:val="28"/>
          <w:szCs w:val="28"/>
        </w:rPr>
        <w:t>«Городской округ Ногликский»</w:t>
      </w:r>
      <w:r w:rsidRPr="009B5EAD">
        <w:rPr>
          <w:sz w:val="28"/>
          <w:szCs w:val="28"/>
        </w:rPr>
        <w:t xml:space="preserve"> от </w:t>
      </w:r>
      <w:r w:rsidR="009B206E">
        <w:rPr>
          <w:sz w:val="28"/>
          <w:szCs w:val="28"/>
        </w:rPr>
        <w:t>17.12.2013 № 502</w:t>
      </w:r>
      <w:r w:rsidR="00895E9A">
        <w:rPr>
          <w:sz w:val="28"/>
          <w:szCs w:val="28"/>
        </w:rPr>
        <w:t xml:space="preserve"> </w:t>
      </w:r>
      <w:r w:rsidR="00DF153D">
        <w:rPr>
          <w:sz w:val="28"/>
          <w:szCs w:val="28"/>
        </w:rPr>
        <w:t>«</w:t>
      </w:r>
      <w:r w:rsidR="00DF153D" w:rsidRPr="00DF153D">
        <w:rPr>
          <w:sz w:val="28"/>
          <w:szCs w:val="28"/>
        </w:rPr>
        <w:t xml:space="preserve">Об утверждении Положения об особенностях подачи и рассмотрения жалоб на решения и действия (бездействие) органов местного самоуправления, должностных лиц и муниципальных служащих муниципального образования </w:t>
      </w:r>
      <w:r w:rsidR="00DF153D">
        <w:rPr>
          <w:sz w:val="28"/>
          <w:szCs w:val="28"/>
        </w:rPr>
        <w:t>«</w:t>
      </w:r>
      <w:r w:rsidR="00DF153D" w:rsidRPr="00DF153D">
        <w:rPr>
          <w:sz w:val="28"/>
          <w:szCs w:val="28"/>
        </w:rPr>
        <w:t>Городской округ Ногликский</w:t>
      </w:r>
      <w:r w:rsidR="00DF153D">
        <w:rPr>
          <w:sz w:val="28"/>
          <w:szCs w:val="28"/>
        </w:rPr>
        <w:t>»,</w:t>
      </w:r>
      <w:r w:rsidR="00DF153D" w:rsidRPr="00DF153D">
        <w:rPr>
          <w:rFonts w:ascii="Arial" w:hAnsi="Arial" w:cs="Arial"/>
          <w:color w:val="332E2D"/>
          <w:spacing w:val="2"/>
          <w:sz w:val="20"/>
          <w:szCs w:val="20"/>
          <w:shd w:val="clear" w:color="auto" w:fill="FFFFFF"/>
        </w:rPr>
        <w:t xml:space="preserve"> </w:t>
      </w:r>
      <w:r w:rsidR="00DF153D" w:rsidRPr="00DF153D">
        <w:rPr>
          <w:sz w:val="28"/>
          <w:szCs w:val="28"/>
        </w:rPr>
        <w:t>а также на решения и действия (бездействие) многофункционального центра, работников многофункционального центра</w:t>
      </w:r>
      <w:r w:rsidR="00DF153D">
        <w:rPr>
          <w:sz w:val="28"/>
          <w:szCs w:val="28"/>
        </w:rPr>
        <w:t>»</w:t>
      </w:r>
      <w:r w:rsidRPr="009B5EAD">
        <w:rPr>
          <w:sz w:val="28"/>
          <w:szCs w:val="28"/>
        </w:rPr>
        <w:t>.</w:t>
      </w:r>
    </w:p>
    <w:p w14:paraId="0A068DD4" w14:textId="68F1E5DF" w:rsidR="009B5EAD" w:rsidRDefault="009B5EAD" w:rsidP="00D6684E">
      <w:pPr>
        <w:ind w:firstLine="709"/>
        <w:jc w:val="both"/>
        <w:rPr>
          <w:sz w:val="28"/>
          <w:szCs w:val="28"/>
        </w:rPr>
      </w:pPr>
      <w:r w:rsidRPr="009B5EAD">
        <w:rPr>
          <w:sz w:val="28"/>
          <w:szCs w:val="28"/>
        </w:rPr>
        <w:t xml:space="preserve">5.4.2. В электронном виде жалоба на нарушение порядка предоставления муниципальной услуги и досудебного (внесудебного) обжалования решений и действий (бездействия) ОМСУ в процессе получения муниципальной услуги может быть подана заявителем посредством официального сайта </w:t>
      </w:r>
      <w:r w:rsidR="00DF153D">
        <w:rPr>
          <w:sz w:val="28"/>
          <w:szCs w:val="28"/>
        </w:rPr>
        <w:t>муниципального образования</w:t>
      </w:r>
      <w:r w:rsidRPr="009B5EAD">
        <w:rPr>
          <w:sz w:val="28"/>
          <w:szCs w:val="28"/>
        </w:rPr>
        <w:t>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7EA72F67" w14:textId="77777777" w:rsidR="009B206E" w:rsidRPr="009B5EAD" w:rsidRDefault="009B206E" w:rsidP="009B5EAD">
      <w:pPr>
        <w:jc w:val="both"/>
        <w:rPr>
          <w:sz w:val="28"/>
          <w:szCs w:val="28"/>
        </w:rPr>
      </w:pPr>
    </w:p>
    <w:p w14:paraId="387BA295" w14:textId="198B864F" w:rsidR="009B5EAD" w:rsidRDefault="009B5EAD" w:rsidP="009B206E">
      <w:pPr>
        <w:jc w:val="center"/>
        <w:rPr>
          <w:sz w:val="28"/>
          <w:szCs w:val="28"/>
        </w:rPr>
      </w:pPr>
      <w:r w:rsidRPr="009B5EAD">
        <w:rPr>
          <w:sz w:val="28"/>
          <w:szCs w:val="28"/>
        </w:rPr>
        <w:t>5.5. Срок рассмотрения жалобы.</w:t>
      </w:r>
    </w:p>
    <w:p w14:paraId="6ED26C24" w14:textId="77777777" w:rsidR="009B206E" w:rsidRPr="009B5EAD" w:rsidRDefault="009B206E" w:rsidP="009B5EAD">
      <w:pPr>
        <w:jc w:val="both"/>
        <w:rPr>
          <w:sz w:val="28"/>
          <w:szCs w:val="28"/>
        </w:rPr>
      </w:pPr>
    </w:p>
    <w:p w14:paraId="7A18FA2E" w14:textId="4512736B" w:rsidR="009B5EAD" w:rsidRDefault="009B5EAD" w:rsidP="00D6684E">
      <w:pPr>
        <w:ind w:firstLine="709"/>
        <w:jc w:val="both"/>
        <w:rPr>
          <w:sz w:val="28"/>
          <w:szCs w:val="28"/>
        </w:rPr>
      </w:pPr>
      <w:r w:rsidRPr="009B5EAD">
        <w:rPr>
          <w:sz w:val="28"/>
          <w:szCs w:val="28"/>
        </w:rPr>
        <w:t>Жалоба, поступившая в Администрацию, МФЦ, учредителю МФЦ либо в вышестоящий орган (при его наличии), подлежит рассмотрению в течение пятнадцати рабочих дней со дня ее регистрации, а в случае обжалования отказа Администрации,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2BD3E5B6" w14:textId="77777777" w:rsidR="009B206E" w:rsidRPr="009B5EAD" w:rsidRDefault="009B206E" w:rsidP="009B5EAD">
      <w:pPr>
        <w:jc w:val="both"/>
        <w:rPr>
          <w:sz w:val="28"/>
          <w:szCs w:val="28"/>
        </w:rPr>
      </w:pPr>
    </w:p>
    <w:p w14:paraId="2B429E90" w14:textId="0EE705F3" w:rsidR="009B5EAD" w:rsidRDefault="009B5EAD" w:rsidP="009B206E">
      <w:pPr>
        <w:jc w:val="center"/>
        <w:rPr>
          <w:sz w:val="28"/>
          <w:szCs w:val="28"/>
        </w:rPr>
      </w:pPr>
      <w:r w:rsidRPr="009B5EAD">
        <w:rPr>
          <w:sz w:val="28"/>
          <w:szCs w:val="28"/>
        </w:rPr>
        <w:lastRenderedPageBreak/>
        <w:t xml:space="preserve">5.6. Перечень оснований для приостановления рассмотрения жалобы </w:t>
      </w:r>
      <w:r w:rsidR="00895E9A">
        <w:rPr>
          <w:sz w:val="28"/>
          <w:szCs w:val="28"/>
        </w:rPr>
        <w:br/>
      </w:r>
      <w:r w:rsidRPr="009B5EAD">
        <w:rPr>
          <w:sz w:val="28"/>
          <w:szCs w:val="28"/>
        </w:rPr>
        <w:t xml:space="preserve">в случае, если возможность приостановления предусмотрена </w:t>
      </w:r>
      <w:r w:rsidR="00895E9A">
        <w:rPr>
          <w:sz w:val="28"/>
          <w:szCs w:val="28"/>
        </w:rPr>
        <w:br/>
      </w:r>
      <w:r w:rsidRPr="009B5EAD">
        <w:rPr>
          <w:sz w:val="28"/>
          <w:szCs w:val="28"/>
        </w:rPr>
        <w:t>законодательством Российской Федерации.</w:t>
      </w:r>
    </w:p>
    <w:p w14:paraId="22333427" w14:textId="77777777" w:rsidR="009B206E" w:rsidRPr="009B5EAD" w:rsidRDefault="009B206E" w:rsidP="009B206E">
      <w:pPr>
        <w:jc w:val="center"/>
        <w:rPr>
          <w:sz w:val="28"/>
          <w:szCs w:val="28"/>
        </w:rPr>
      </w:pPr>
    </w:p>
    <w:p w14:paraId="35C9CADD" w14:textId="0D3A7196" w:rsidR="009B5EAD" w:rsidRDefault="009B5EAD" w:rsidP="00895E9A">
      <w:pPr>
        <w:ind w:firstLine="709"/>
        <w:jc w:val="both"/>
        <w:rPr>
          <w:sz w:val="28"/>
          <w:szCs w:val="28"/>
        </w:rPr>
      </w:pPr>
      <w:r w:rsidRPr="009B5EAD">
        <w:rPr>
          <w:sz w:val="28"/>
          <w:szCs w:val="28"/>
        </w:rPr>
        <w:t>Приостановление рассмотрения жалобы не допускается.</w:t>
      </w:r>
    </w:p>
    <w:p w14:paraId="266F0F5B" w14:textId="77777777" w:rsidR="009B206E" w:rsidRPr="009B5EAD" w:rsidRDefault="009B206E" w:rsidP="009B5EAD">
      <w:pPr>
        <w:jc w:val="both"/>
        <w:rPr>
          <w:sz w:val="28"/>
          <w:szCs w:val="28"/>
        </w:rPr>
      </w:pPr>
    </w:p>
    <w:p w14:paraId="19783DE1" w14:textId="77777777" w:rsidR="009B5EAD" w:rsidRDefault="009B5EAD" w:rsidP="009B206E">
      <w:pPr>
        <w:jc w:val="center"/>
        <w:rPr>
          <w:sz w:val="28"/>
          <w:szCs w:val="28"/>
        </w:rPr>
      </w:pPr>
      <w:r w:rsidRPr="009B5EAD">
        <w:rPr>
          <w:sz w:val="28"/>
          <w:szCs w:val="28"/>
        </w:rPr>
        <w:t>5.7. Результат рассмотрения жалобы.</w:t>
      </w:r>
    </w:p>
    <w:p w14:paraId="2164787D" w14:textId="77777777" w:rsidR="009B206E" w:rsidRPr="009B5EAD" w:rsidRDefault="009B206E" w:rsidP="009B5EAD">
      <w:pPr>
        <w:jc w:val="both"/>
        <w:rPr>
          <w:sz w:val="28"/>
          <w:szCs w:val="28"/>
        </w:rPr>
      </w:pPr>
    </w:p>
    <w:p w14:paraId="34EAA00E" w14:textId="67EEDDBE" w:rsidR="009B5EAD" w:rsidRPr="009B5EAD" w:rsidRDefault="009B5EAD" w:rsidP="00D6684E">
      <w:pPr>
        <w:ind w:firstLine="709"/>
        <w:jc w:val="both"/>
        <w:rPr>
          <w:sz w:val="28"/>
          <w:szCs w:val="28"/>
        </w:rPr>
      </w:pPr>
      <w:r w:rsidRPr="009B5EAD">
        <w:rPr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18F522FE" w14:textId="39D2060F" w:rsidR="002309C2" w:rsidRPr="002309C2" w:rsidRDefault="002309C2" w:rsidP="00D6684E">
      <w:pPr>
        <w:ind w:firstLine="709"/>
        <w:jc w:val="both"/>
        <w:rPr>
          <w:sz w:val="28"/>
          <w:szCs w:val="28"/>
        </w:rPr>
      </w:pPr>
      <w:r w:rsidRPr="002309C2">
        <w:rPr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48EDE1C8" w14:textId="5E249317" w:rsidR="009B5EAD" w:rsidRDefault="009B5EAD" w:rsidP="00D6684E">
      <w:pPr>
        <w:ind w:firstLine="709"/>
        <w:jc w:val="both"/>
        <w:rPr>
          <w:sz w:val="28"/>
          <w:szCs w:val="28"/>
        </w:rPr>
      </w:pPr>
      <w:r w:rsidRPr="009B5EAD">
        <w:rPr>
          <w:sz w:val="28"/>
          <w:szCs w:val="28"/>
        </w:rPr>
        <w:t>- в удовлетворении жалобы отказывается.</w:t>
      </w:r>
    </w:p>
    <w:p w14:paraId="2F9D53B8" w14:textId="77777777" w:rsidR="009B206E" w:rsidRPr="009B5EAD" w:rsidRDefault="009B206E" w:rsidP="009B5EAD">
      <w:pPr>
        <w:jc w:val="both"/>
        <w:rPr>
          <w:sz w:val="28"/>
          <w:szCs w:val="28"/>
        </w:rPr>
      </w:pPr>
    </w:p>
    <w:p w14:paraId="41A19196" w14:textId="77777777" w:rsidR="009B206E" w:rsidRDefault="009B5EAD" w:rsidP="009B206E">
      <w:pPr>
        <w:jc w:val="center"/>
        <w:rPr>
          <w:sz w:val="28"/>
          <w:szCs w:val="28"/>
        </w:rPr>
      </w:pPr>
      <w:r w:rsidRPr="009B5EAD">
        <w:rPr>
          <w:sz w:val="28"/>
          <w:szCs w:val="28"/>
        </w:rPr>
        <w:t xml:space="preserve">5.8. Порядок информирования заявителя о результатах рассмотрения </w:t>
      </w:r>
    </w:p>
    <w:p w14:paraId="68FB98B6" w14:textId="6E5AF5DD" w:rsidR="009B5EAD" w:rsidRDefault="009B5EAD" w:rsidP="009B206E">
      <w:pPr>
        <w:jc w:val="center"/>
        <w:rPr>
          <w:sz w:val="28"/>
          <w:szCs w:val="28"/>
        </w:rPr>
      </w:pPr>
      <w:r w:rsidRPr="009B5EAD">
        <w:rPr>
          <w:sz w:val="28"/>
          <w:szCs w:val="28"/>
        </w:rPr>
        <w:t>жалобы.</w:t>
      </w:r>
    </w:p>
    <w:p w14:paraId="4CB87FF1" w14:textId="77777777" w:rsidR="00467807" w:rsidRPr="009B5EAD" w:rsidRDefault="00467807" w:rsidP="009B206E">
      <w:pPr>
        <w:jc w:val="center"/>
        <w:rPr>
          <w:sz w:val="28"/>
          <w:szCs w:val="28"/>
        </w:rPr>
      </w:pPr>
    </w:p>
    <w:p w14:paraId="171E5CE8" w14:textId="117DD558" w:rsidR="009B5EAD" w:rsidRPr="009B5EAD" w:rsidRDefault="009B5EAD" w:rsidP="00D6684E">
      <w:pPr>
        <w:ind w:firstLine="709"/>
        <w:jc w:val="both"/>
        <w:rPr>
          <w:sz w:val="28"/>
          <w:szCs w:val="28"/>
        </w:rPr>
      </w:pPr>
      <w:r w:rsidRPr="009B5EAD">
        <w:rPr>
          <w:sz w:val="28"/>
          <w:szCs w:val="28"/>
        </w:rPr>
        <w:t>5.8.1. Не позднее дня, следующего за днем принятия решения, являющегося результатом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02DEDB25" w14:textId="3D3FF45B" w:rsidR="009B5EAD" w:rsidRPr="009B5EAD" w:rsidRDefault="009B5EAD" w:rsidP="00D6684E">
      <w:pPr>
        <w:ind w:firstLine="709"/>
        <w:jc w:val="both"/>
        <w:rPr>
          <w:sz w:val="28"/>
          <w:szCs w:val="28"/>
        </w:rPr>
      </w:pPr>
      <w:r w:rsidRPr="009B5EAD">
        <w:rPr>
          <w:sz w:val="28"/>
          <w:szCs w:val="28"/>
        </w:rPr>
        <w:t>5.8.2. В случае признания жалобы подлежащей удовлетворению в ответе заявителю дается информация о действиях, осуществляемых Администрацией,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3A89CA06" w14:textId="20C1B94E" w:rsidR="009B5EAD" w:rsidRDefault="009B5EAD" w:rsidP="00D6684E">
      <w:pPr>
        <w:ind w:firstLine="709"/>
        <w:jc w:val="both"/>
        <w:rPr>
          <w:sz w:val="28"/>
          <w:szCs w:val="28"/>
        </w:rPr>
      </w:pPr>
      <w:r w:rsidRPr="009B5EAD">
        <w:rPr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4046008C" w14:textId="77777777" w:rsidR="002309C2" w:rsidRDefault="002309C2" w:rsidP="009B206E">
      <w:pPr>
        <w:jc w:val="center"/>
        <w:rPr>
          <w:sz w:val="28"/>
          <w:szCs w:val="28"/>
        </w:rPr>
      </w:pPr>
    </w:p>
    <w:p w14:paraId="531808C5" w14:textId="77777777" w:rsidR="009B5EAD" w:rsidRDefault="009B5EAD" w:rsidP="009B206E">
      <w:pPr>
        <w:jc w:val="center"/>
        <w:rPr>
          <w:sz w:val="28"/>
          <w:szCs w:val="28"/>
        </w:rPr>
      </w:pPr>
      <w:r w:rsidRPr="009B5EAD">
        <w:rPr>
          <w:sz w:val="28"/>
          <w:szCs w:val="28"/>
        </w:rPr>
        <w:t>5.9. Порядок обжалования решения по жалобе.</w:t>
      </w:r>
    </w:p>
    <w:p w14:paraId="482E3949" w14:textId="77777777" w:rsidR="009B206E" w:rsidRPr="009B5EAD" w:rsidRDefault="009B206E" w:rsidP="009B5EAD">
      <w:pPr>
        <w:jc w:val="both"/>
        <w:rPr>
          <w:sz w:val="28"/>
          <w:szCs w:val="28"/>
        </w:rPr>
      </w:pPr>
    </w:p>
    <w:p w14:paraId="5C154E13" w14:textId="02A73464" w:rsidR="009B5EAD" w:rsidRDefault="009B5EAD" w:rsidP="00D6684E">
      <w:pPr>
        <w:ind w:firstLine="709"/>
        <w:jc w:val="both"/>
        <w:rPr>
          <w:sz w:val="28"/>
          <w:szCs w:val="28"/>
        </w:rPr>
      </w:pPr>
      <w:r w:rsidRPr="009B5EAD">
        <w:rPr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4B82BBF8" w14:textId="77777777" w:rsidR="009B206E" w:rsidRPr="009B5EAD" w:rsidRDefault="009B206E" w:rsidP="009B5EAD">
      <w:pPr>
        <w:jc w:val="both"/>
        <w:rPr>
          <w:sz w:val="28"/>
          <w:szCs w:val="28"/>
        </w:rPr>
      </w:pPr>
    </w:p>
    <w:p w14:paraId="386106F2" w14:textId="3126B620" w:rsidR="009B5EAD" w:rsidRDefault="009B5EAD" w:rsidP="009B206E">
      <w:pPr>
        <w:jc w:val="center"/>
        <w:rPr>
          <w:sz w:val="28"/>
          <w:szCs w:val="28"/>
        </w:rPr>
      </w:pPr>
      <w:r w:rsidRPr="009B5EAD">
        <w:rPr>
          <w:sz w:val="28"/>
          <w:szCs w:val="28"/>
        </w:rPr>
        <w:t xml:space="preserve">5.10. Право заявителя на получение информации и документов, </w:t>
      </w:r>
      <w:r w:rsidR="00895E9A">
        <w:rPr>
          <w:sz w:val="28"/>
          <w:szCs w:val="28"/>
        </w:rPr>
        <w:br/>
      </w:r>
      <w:r w:rsidRPr="009B5EAD">
        <w:rPr>
          <w:sz w:val="28"/>
          <w:szCs w:val="28"/>
        </w:rPr>
        <w:t>необходимых для обоснования и рассмотрения жалобы.</w:t>
      </w:r>
    </w:p>
    <w:p w14:paraId="7171EB5D" w14:textId="77777777" w:rsidR="009B206E" w:rsidRPr="009B5EAD" w:rsidRDefault="009B206E" w:rsidP="009B206E">
      <w:pPr>
        <w:jc w:val="center"/>
        <w:rPr>
          <w:sz w:val="28"/>
          <w:szCs w:val="28"/>
        </w:rPr>
      </w:pPr>
    </w:p>
    <w:p w14:paraId="7D5435CC" w14:textId="124FBCBE" w:rsidR="009B5EAD" w:rsidRDefault="009B5EAD" w:rsidP="00D6684E">
      <w:pPr>
        <w:ind w:firstLine="709"/>
        <w:jc w:val="both"/>
        <w:rPr>
          <w:sz w:val="28"/>
          <w:szCs w:val="28"/>
        </w:rPr>
      </w:pPr>
      <w:r w:rsidRPr="009B5EAD">
        <w:rPr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722FF6A4" w14:textId="77777777" w:rsidR="009B206E" w:rsidRPr="009B5EAD" w:rsidRDefault="009B206E" w:rsidP="009B5EAD">
      <w:pPr>
        <w:jc w:val="both"/>
        <w:rPr>
          <w:sz w:val="28"/>
          <w:szCs w:val="28"/>
        </w:rPr>
      </w:pPr>
    </w:p>
    <w:p w14:paraId="22A0C2AE" w14:textId="0587F680" w:rsidR="009B5EAD" w:rsidRDefault="009B5EAD" w:rsidP="009B206E">
      <w:pPr>
        <w:jc w:val="center"/>
        <w:rPr>
          <w:sz w:val="28"/>
          <w:szCs w:val="28"/>
        </w:rPr>
      </w:pPr>
      <w:r w:rsidRPr="009B5EAD">
        <w:rPr>
          <w:sz w:val="28"/>
          <w:szCs w:val="28"/>
        </w:rPr>
        <w:t xml:space="preserve">5.11. Способы информирования заявителей о порядке подачи и </w:t>
      </w:r>
      <w:r w:rsidR="00895E9A">
        <w:rPr>
          <w:sz w:val="28"/>
          <w:szCs w:val="28"/>
        </w:rPr>
        <w:br/>
      </w:r>
      <w:r w:rsidRPr="009B5EAD">
        <w:rPr>
          <w:sz w:val="28"/>
          <w:szCs w:val="28"/>
        </w:rPr>
        <w:t>рассмотрения жалобы.</w:t>
      </w:r>
    </w:p>
    <w:p w14:paraId="3515EDA9" w14:textId="77777777" w:rsidR="009B206E" w:rsidRPr="009B5EAD" w:rsidRDefault="009B206E" w:rsidP="009B206E">
      <w:pPr>
        <w:jc w:val="center"/>
        <w:rPr>
          <w:sz w:val="28"/>
          <w:szCs w:val="28"/>
        </w:rPr>
      </w:pPr>
    </w:p>
    <w:p w14:paraId="0C595286" w14:textId="4633889D" w:rsidR="009B5EAD" w:rsidRPr="009B5EAD" w:rsidRDefault="009B5EAD" w:rsidP="00D6684E">
      <w:pPr>
        <w:ind w:firstLine="709"/>
        <w:jc w:val="both"/>
        <w:rPr>
          <w:sz w:val="28"/>
          <w:szCs w:val="28"/>
        </w:rPr>
      </w:pPr>
      <w:r w:rsidRPr="009B5EAD">
        <w:rPr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59BF92D4" w14:textId="616AC1DB" w:rsidR="009B5EAD" w:rsidRPr="009B5EAD" w:rsidRDefault="009B5EAD" w:rsidP="00D6684E">
      <w:pPr>
        <w:ind w:firstLine="709"/>
        <w:jc w:val="both"/>
        <w:rPr>
          <w:sz w:val="28"/>
          <w:szCs w:val="28"/>
        </w:rPr>
      </w:pPr>
      <w:r w:rsidRPr="009B5EAD">
        <w:rPr>
          <w:sz w:val="28"/>
          <w:szCs w:val="28"/>
        </w:rPr>
        <w:t xml:space="preserve">- посредством размещения информации на стендах в местах предоставления муниципальной услуги, на официальных сайтах </w:t>
      </w:r>
      <w:r w:rsidR="00BC5F90">
        <w:rPr>
          <w:sz w:val="28"/>
          <w:szCs w:val="28"/>
        </w:rPr>
        <w:t>муниципального образования «Городской округ Ногликский»</w:t>
      </w:r>
      <w:r w:rsidRPr="009B5EAD">
        <w:rPr>
          <w:sz w:val="28"/>
          <w:szCs w:val="28"/>
        </w:rPr>
        <w:t>, МФЦ, в сети Интернет, на ЕПГУ и РПГУ;</w:t>
      </w:r>
    </w:p>
    <w:p w14:paraId="2570B90B" w14:textId="62D2A0CD" w:rsidR="009B5EAD" w:rsidRPr="009B5EAD" w:rsidRDefault="009B5EAD" w:rsidP="00D6684E">
      <w:pPr>
        <w:ind w:firstLine="709"/>
        <w:jc w:val="both"/>
        <w:rPr>
          <w:sz w:val="28"/>
          <w:szCs w:val="28"/>
        </w:rPr>
      </w:pPr>
      <w:r w:rsidRPr="009B5EAD">
        <w:rPr>
          <w:sz w:val="28"/>
          <w:szCs w:val="28"/>
        </w:rPr>
        <w:t>- в устной форме по телефону или на личном приеме;</w:t>
      </w:r>
    </w:p>
    <w:p w14:paraId="70778F4B" w14:textId="36ACF8EE" w:rsidR="009B5EAD" w:rsidRDefault="009B5EAD" w:rsidP="00D6684E">
      <w:pPr>
        <w:ind w:firstLine="709"/>
        <w:jc w:val="both"/>
        <w:rPr>
          <w:sz w:val="28"/>
          <w:szCs w:val="28"/>
        </w:rPr>
      </w:pPr>
      <w:r w:rsidRPr="009B5EAD">
        <w:rPr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6BA9D404" w14:textId="77777777" w:rsidR="00BC5F90" w:rsidRDefault="00BC5F90" w:rsidP="00D6684E">
      <w:pPr>
        <w:ind w:firstLine="709"/>
        <w:jc w:val="both"/>
        <w:rPr>
          <w:sz w:val="28"/>
          <w:szCs w:val="28"/>
        </w:rPr>
      </w:pPr>
    </w:p>
    <w:p w14:paraId="6D37A140" w14:textId="77777777" w:rsidR="00BC5F90" w:rsidRDefault="00BC5F90" w:rsidP="009B5EAD">
      <w:pPr>
        <w:jc w:val="both"/>
        <w:rPr>
          <w:sz w:val="28"/>
          <w:szCs w:val="28"/>
        </w:rPr>
      </w:pPr>
    </w:p>
    <w:p w14:paraId="0A320193" w14:textId="77777777" w:rsidR="00BC5F90" w:rsidRDefault="00BC5F90" w:rsidP="009B5EAD">
      <w:pPr>
        <w:jc w:val="both"/>
        <w:rPr>
          <w:sz w:val="28"/>
          <w:szCs w:val="28"/>
        </w:rPr>
      </w:pPr>
    </w:p>
    <w:p w14:paraId="3B73187A" w14:textId="77777777" w:rsidR="00BC5F90" w:rsidRDefault="00BC5F90" w:rsidP="009B5EAD">
      <w:pPr>
        <w:jc w:val="both"/>
        <w:rPr>
          <w:sz w:val="28"/>
          <w:szCs w:val="28"/>
        </w:rPr>
      </w:pPr>
    </w:p>
    <w:p w14:paraId="497EE360" w14:textId="77777777" w:rsidR="00BC5F90" w:rsidRDefault="00BC5F90" w:rsidP="009B5EAD">
      <w:pPr>
        <w:jc w:val="both"/>
        <w:rPr>
          <w:sz w:val="28"/>
          <w:szCs w:val="28"/>
        </w:rPr>
      </w:pPr>
    </w:p>
    <w:p w14:paraId="69AE504F" w14:textId="77777777" w:rsidR="00DF153D" w:rsidRDefault="00BC5F90" w:rsidP="00BC5F9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4E67070" w14:textId="77777777" w:rsidR="00DF153D" w:rsidRDefault="00DF153D" w:rsidP="00BC5F90">
      <w:pPr>
        <w:jc w:val="both"/>
      </w:pPr>
    </w:p>
    <w:p w14:paraId="6FC1E8F6" w14:textId="77777777" w:rsidR="00CF0665" w:rsidRDefault="00CF0665" w:rsidP="00BC5F90">
      <w:pPr>
        <w:jc w:val="both"/>
      </w:pPr>
    </w:p>
    <w:p w14:paraId="7D1311EF" w14:textId="77777777" w:rsidR="00CF0665" w:rsidRDefault="00CF0665" w:rsidP="00BC5F90">
      <w:pPr>
        <w:jc w:val="both"/>
      </w:pPr>
    </w:p>
    <w:p w14:paraId="5FA405AB" w14:textId="77777777" w:rsidR="00CF0665" w:rsidRDefault="00CF0665" w:rsidP="00BC5F90">
      <w:pPr>
        <w:jc w:val="both"/>
      </w:pPr>
    </w:p>
    <w:p w14:paraId="327A571A" w14:textId="77777777" w:rsidR="00CF0665" w:rsidRDefault="00CF0665" w:rsidP="00BC5F90">
      <w:pPr>
        <w:jc w:val="both"/>
      </w:pPr>
    </w:p>
    <w:p w14:paraId="1A6C3C17" w14:textId="77777777" w:rsidR="00CF0665" w:rsidRDefault="00CF0665" w:rsidP="00BC5F90">
      <w:pPr>
        <w:jc w:val="both"/>
      </w:pPr>
    </w:p>
    <w:p w14:paraId="454A084F" w14:textId="77777777" w:rsidR="00CF0665" w:rsidRDefault="00CF0665" w:rsidP="00BC5F90">
      <w:pPr>
        <w:jc w:val="both"/>
      </w:pPr>
    </w:p>
    <w:p w14:paraId="442DA341" w14:textId="77777777" w:rsidR="00CF0665" w:rsidRDefault="00CF0665" w:rsidP="00BC5F90">
      <w:pPr>
        <w:jc w:val="both"/>
      </w:pPr>
    </w:p>
    <w:p w14:paraId="25DCC550" w14:textId="77777777" w:rsidR="00CF0665" w:rsidRDefault="00CF0665" w:rsidP="00BC5F90">
      <w:pPr>
        <w:jc w:val="both"/>
      </w:pPr>
    </w:p>
    <w:p w14:paraId="218A5998" w14:textId="77777777" w:rsidR="00CF0665" w:rsidRDefault="00CF0665" w:rsidP="00BC5F90">
      <w:pPr>
        <w:jc w:val="both"/>
      </w:pPr>
    </w:p>
    <w:p w14:paraId="539BD34A" w14:textId="77777777" w:rsidR="00CF0665" w:rsidRDefault="00CF0665" w:rsidP="00BC5F90">
      <w:pPr>
        <w:jc w:val="both"/>
      </w:pPr>
    </w:p>
    <w:p w14:paraId="1C05AB21" w14:textId="77777777" w:rsidR="00CF0665" w:rsidRDefault="00CF0665" w:rsidP="00BC5F90">
      <w:pPr>
        <w:jc w:val="both"/>
      </w:pPr>
    </w:p>
    <w:p w14:paraId="2082E463" w14:textId="77777777" w:rsidR="00CF0665" w:rsidRDefault="00CF0665" w:rsidP="00BC5F90">
      <w:pPr>
        <w:jc w:val="both"/>
      </w:pPr>
    </w:p>
    <w:p w14:paraId="588063CF" w14:textId="77777777" w:rsidR="00CF0665" w:rsidRDefault="00CF0665" w:rsidP="00BC5F90">
      <w:pPr>
        <w:jc w:val="both"/>
      </w:pPr>
    </w:p>
    <w:p w14:paraId="5081DEBB" w14:textId="77777777" w:rsidR="00CF0665" w:rsidRDefault="00CF0665" w:rsidP="00BC5F90">
      <w:pPr>
        <w:jc w:val="both"/>
      </w:pPr>
    </w:p>
    <w:p w14:paraId="214A804E" w14:textId="77777777" w:rsidR="00CF0665" w:rsidRDefault="00CF0665" w:rsidP="00BC5F90">
      <w:pPr>
        <w:jc w:val="both"/>
      </w:pPr>
    </w:p>
    <w:p w14:paraId="4228F80B" w14:textId="77777777" w:rsidR="00CF0665" w:rsidRDefault="00CF0665" w:rsidP="00BC5F90">
      <w:pPr>
        <w:jc w:val="both"/>
      </w:pPr>
    </w:p>
    <w:p w14:paraId="38C09151" w14:textId="77777777" w:rsidR="00CF0665" w:rsidRDefault="00CF0665" w:rsidP="00BC5F90">
      <w:pPr>
        <w:jc w:val="both"/>
      </w:pPr>
    </w:p>
    <w:p w14:paraId="4E93A9AA" w14:textId="77777777" w:rsidR="00CF0665" w:rsidRDefault="00CF0665" w:rsidP="00BC5F90">
      <w:pPr>
        <w:jc w:val="both"/>
      </w:pPr>
    </w:p>
    <w:p w14:paraId="11E0C56A" w14:textId="77777777" w:rsidR="00CF0665" w:rsidRDefault="00CF0665" w:rsidP="00BC5F90">
      <w:pPr>
        <w:jc w:val="both"/>
      </w:pPr>
    </w:p>
    <w:p w14:paraId="77022123" w14:textId="77777777" w:rsidR="00CF0665" w:rsidRDefault="00CF0665" w:rsidP="00BC5F90">
      <w:pPr>
        <w:jc w:val="both"/>
      </w:pPr>
    </w:p>
    <w:p w14:paraId="27BE2D4F" w14:textId="77777777" w:rsidR="00CF0665" w:rsidRDefault="00CF0665" w:rsidP="00BC5F90">
      <w:pPr>
        <w:jc w:val="both"/>
      </w:pPr>
    </w:p>
    <w:p w14:paraId="45DCF143" w14:textId="77777777" w:rsidR="00CF0665" w:rsidRDefault="00CF0665" w:rsidP="00BC5F90">
      <w:pPr>
        <w:jc w:val="both"/>
      </w:pPr>
    </w:p>
    <w:p w14:paraId="48206EB5" w14:textId="77777777" w:rsidR="00CF0665" w:rsidRDefault="00CF0665" w:rsidP="00BC5F90">
      <w:pPr>
        <w:jc w:val="both"/>
      </w:pPr>
    </w:p>
    <w:p w14:paraId="1F43E7A7" w14:textId="77777777" w:rsidR="00CF0665" w:rsidRDefault="00CF0665" w:rsidP="00BC5F90">
      <w:pPr>
        <w:jc w:val="both"/>
      </w:pPr>
    </w:p>
    <w:p w14:paraId="07743B3A" w14:textId="77777777" w:rsidR="00DF153D" w:rsidRDefault="00DF153D" w:rsidP="00BC5F90">
      <w:pPr>
        <w:jc w:val="both"/>
      </w:pPr>
    </w:p>
    <w:p w14:paraId="1110DEF0" w14:textId="77777777" w:rsidR="00DF153D" w:rsidRDefault="00DF153D" w:rsidP="00BC5F90">
      <w:pPr>
        <w:jc w:val="both"/>
      </w:pPr>
    </w:p>
    <w:p w14:paraId="31A4BECE" w14:textId="5C68D19B" w:rsidR="00BC5F90" w:rsidRPr="00895E9A" w:rsidRDefault="00A84D63" w:rsidP="00573ED5">
      <w:pPr>
        <w:jc w:val="right"/>
        <w:rPr>
          <w:sz w:val="28"/>
          <w:szCs w:val="28"/>
        </w:rPr>
      </w:pPr>
      <w:r w:rsidRPr="00895E9A">
        <w:rPr>
          <w:sz w:val="28"/>
          <w:szCs w:val="28"/>
        </w:rPr>
        <w:lastRenderedPageBreak/>
        <w:t>ПРИЛОЖЕНИЕ</w:t>
      </w:r>
      <w:r w:rsidR="00BC5F90" w:rsidRPr="00895E9A">
        <w:rPr>
          <w:sz w:val="28"/>
          <w:szCs w:val="28"/>
        </w:rPr>
        <w:t xml:space="preserve"> № 1</w:t>
      </w:r>
    </w:p>
    <w:p w14:paraId="1838A7C1" w14:textId="71F14FBE" w:rsidR="00BC5F90" w:rsidRPr="00BC5F90" w:rsidRDefault="00BC5F90" w:rsidP="00573ED5">
      <w:pPr>
        <w:jc w:val="right"/>
        <w:rPr>
          <w:rFonts w:ascii="Courier New" w:hAnsi="Courier New" w:cs="Courier New"/>
          <w:sz w:val="20"/>
          <w:szCs w:val="20"/>
        </w:rPr>
      </w:pPr>
      <w:r w:rsidRPr="00895E9A">
        <w:rPr>
          <w:sz w:val="28"/>
          <w:szCs w:val="28"/>
        </w:rPr>
        <w:t>к регламенту</w:t>
      </w:r>
    </w:p>
    <w:p w14:paraId="38F259E2" w14:textId="77777777" w:rsidR="00895E9A" w:rsidRDefault="00895E9A" w:rsidP="00895E9A">
      <w:pPr>
        <w:jc w:val="right"/>
        <w:rPr>
          <w:rFonts w:ascii="Courier New" w:hAnsi="Courier New" w:cs="Courier New"/>
          <w:sz w:val="20"/>
          <w:szCs w:val="20"/>
        </w:rPr>
      </w:pPr>
    </w:p>
    <w:p w14:paraId="646FBCB0" w14:textId="77777777" w:rsidR="00895E9A" w:rsidRDefault="00895E9A" w:rsidP="00895E9A">
      <w:pPr>
        <w:jc w:val="right"/>
        <w:rPr>
          <w:rFonts w:ascii="Courier New" w:hAnsi="Courier New" w:cs="Courier New"/>
          <w:sz w:val="20"/>
          <w:szCs w:val="20"/>
        </w:rPr>
      </w:pPr>
    </w:p>
    <w:p w14:paraId="3A94F1D1" w14:textId="50D6832F" w:rsidR="00BC5F90" w:rsidRPr="00BC5F90" w:rsidRDefault="00BC5F90" w:rsidP="00895E9A">
      <w:pPr>
        <w:jc w:val="right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В администрацию</w:t>
      </w:r>
    </w:p>
    <w:p w14:paraId="7F0DA894" w14:textId="2F680482" w:rsidR="00BC5F90" w:rsidRPr="00BC5F90" w:rsidRDefault="00BC5F90" w:rsidP="00895E9A">
      <w:pPr>
        <w:jc w:val="right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муниципального образования</w:t>
      </w:r>
    </w:p>
    <w:p w14:paraId="4A0924CF" w14:textId="16713778" w:rsidR="00BC5F90" w:rsidRDefault="00BC5F90" w:rsidP="00895E9A">
      <w:pPr>
        <w:jc w:val="righ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«Городской округ Ногликский»</w:t>
      </w:r>
    </w:p>
    <w:p w14:paraId="02C9E560" w14:textId="77777777" w:rsidR="00573ED5" w:rsidRDefault="00573ED5" w:rsidP="00D6684E">
      <w:pPr>
        <w:jc w:val="center"/>
        <w:rPr>
          <w:rFonts w:ascii="Courier New" w:hAnsi="Courier New" w:cs="Courier New"/>
          <w:sz w:val="20"/>
          <w:szCs w:val="20"/>
        </w:rPr>
      </w:pPr>
    </w:p>
    <w:p w14:paraId="50CB383C" w14:textId="77777777" w:rsidR="00A84D63" w:rsidRPr="00BC5F90" w:rsidRDefault="00A84D63" w:rsidP="00D6684E">
      <w:pPr>
        <w:jc w:val="center"/>
        <w:rPr>
          <w:rFonts w:ascii="Courier New" w:hAnsi="Courier New" w:cs="Courier New"/>
          <w:sz w:val="20"/>
          <w:szCs w:val="20"/>
        </w:rPr>
      </w:pPr>
    </w:p>
    <w:p w14:paraId="5ED9B942" w14:textId="55F0A63A" w:rsidR="00573ED5" w:rsidRDefault="00573ED5" w:rsidP="00573ED5">
      <w:pPr>
        <w:jc w:val="righ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</w:t>
      </w:r>
      <w:r w:rsidR="00BC5F90" w:rsidRPr="00BC5F90">
        <w:rPr>
          <w:rFonts w:ascii="Courier New" w:hAnsi="Courier New" w:cs="Courier New"/>
          <w:sz w:val="20"/>
          <w:szCs w:val="20"/>
        </w:rPr>
        <w:t>т</w:t>
      </w:r>
      <w:r>
        <w:rPr>
          <w:rFonts w:ascii="Courier New" w:hAnsi="Courier New" w:cs="Courier New"/>
          <w:sz w:val="20"/>
          <w:szCs w:val="20"/>
        </w:rPr>
        <w:t>__</w:t>
      </w:r>
      <w:r w:rsidR="00BC5F90" w:rsidRPr="00BC5F90">
        <w:rPr>
          <w:rFonts w:ascii="Courier New" w:hAnsi="Courier New" w:cs="Courier New"/>
          <w:sz w:val="20"/>
          <w:szCs w:val="20"/>
        </w:rPr>
        <w:t>__________________________________</w:t>
      </w:r>
    </w:p>
    <w:p w14:paraId="0F745411" w14:textId="77777777" w:rsidR="00573ED5" w:rsidRDefault="00573ED5" w:rsidP="00573ED5">
      <w:pPr>
        <w:jc w:val="right"/>
        <w:rPr>
          <w:rFonts w:ascii="Courier New" w:hAnsi="Courier New" w:cs="Courier New"/>
          <w:sz w:val="20"/>
          <w:szCs w:val="20"/>
        </w:rPr>
      </w:pPr>
    </w:p>
    <w:p w14:paraId="3AF90B5F" w14:textId="61A4EF11" w:rsidR="00BC5F90" w:rsidRPr="00BC5F90" w:rsidRDefault="00BC5F90" w:rsidP="00573ED5">
      <w:pPr>
        <w:jc w:val="right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____________________________________</w:t>
      </w:r>
    </w:p>
    <w:p w14:paraId="7F361ECA" w14:textId="3E13E65E" w:rsidR="00BC5F90" w:rsidRPr="00BC5F90" w:rsidRDefault="00BC5F90" w:rsidP="00573ED5">
      <w:pPr>
        <w:ind w:firstLine="4678"/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(фамилия, имя, отчество заявителя)</w:t>
      </w:r>
    </w:p>
    <w:p w14:paraId="5A481F12" w14:textId="0C25DB63" w:rsidR="00BC5F90" w:rsidRPr="00BC5F90" w:rsidRDefault="00BC5F90" w:rsidP="00573ED5">
      <w:pPr>
        <w:jc w:val="right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____________________________________</w:t>
      </w:r>
    </w:p>
    <w:p w14:paraId="1BDCE0C4" w14:textId="4E2806D3" w:rsidR="00BC5F90" w:rsidRPr="00BC5F90" w:rsidRDefault="00BC5F90" w:rsidP="00573ED5">
      <w:pPr>
        <w:jc w:val="right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(данные документа, удостоверяющего</w:t>
      </w:r>
    </w:p>
    <w:p w14:paraId="03A76FE9" w14:textId="16D5D6FB" w:rsidR="00BC5F90" w:rsidRPr="00BC5F90" w:rsidRDefault="00BC5F90" w:rsidP="00573ED5">
      <w:pPr>
        <w:jc w:val="right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личность физического лица)</w:t>
      </w:r>
    </w:p>
    <w:p w14:paraId="497CF3AB" w14:textId="7069266C" w:rsidR="00BC5F90" w:rsidRPr="00BC5F90" w:rsidRDefault="00BC5F90" w:rsidP="00573ED5">
      <w:pPr>
        <w:jc w:val="right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____________________________________</w:t>
      </w:r>
    </w:p>
    <w:p w14:paraId="599CBF89" w14:textId="709A9E65" w:rsidR="00BC5F90" w:rsidRPr="00BC5F90" w:rsidRDefault="00BC5F90" w:rsidP="00573ED5">
      <w:pPr>
        <w:jc w:val="right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(полное наименование с указанием</w:t>
      </w:r>
    </w:p>
    <w:p w14:paraId="6D6CD17E" w14:textId="402B700E" w:rsidR="00BC5F90" w:rsidRPr="00BC5F90" w:rsidRDefault="00BC5F90" w:rsidP="00573ED5">
      <w:pPr>
        <w:jc w:val="right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____________________________________</w:t>
      </w:r>
    </w:p>
    <w:p w14:paraId="02ADD01B" w14:textId="63660F36" w:rsidR="00BC5F90" w:rsidRPr="00BC5F90" w:rsidRDefault="00BC5F90" w:rsidP="00573ED5">
      <w:pPr>
        <w:jc w:val="right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организационно-правовой формы</w:t>
      </w:r>
    </w:p>
    <w:p w14:paraId="61153CB3" w14:textId="0A5294B3" w:rsidR="00BC5F90" w:rsidRPr="00BC5F90" w:rsidRDefault="00BC5F90" w:rsidP="00573ED5">
      <w:pPr>
        <w:jc w:val="right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юридического лица, наименование</w:t>
      </w:r>
    </w:p>
    <w:p w14:paraId="06C69545" w14:textId="1D218D07" w:rsidR="00BC5F90" w:rsidRPr="00BC5F90" w:rsidRDefault="00BC5F90" w:rsidP="00573ED5">
      <w:pPr>
        <w:jc w:val="right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индивидуального предпринимателя)</w:t>
      </w:r>
    </w:p>
    <w:p w14:paraId="0B593450" w14:textId="65513ED7" w:rsidR="00BC5F90" w:rsidRPr="00BC5F90" w:rsidRDefault="00BC5F90" w:rsidP="00573ED5">
      <w:pPr>
        <w:jc w:val="right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____________________________________</w:t>
      </w:r>
    </w:p>
    <w:p w14:paraId="78389609" w14:textId="78E4B53D" w:rsidR="00BC5F90" w:rsidRPr="00BC5F90" w:rsidRDefault="00BC5F90" w:rsidP="00573ED5">
      <w:pPr>
        <w:jc w:val="right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(адрес места жительства/нахождения)</w:t>
      </w:r>
    </w:p>
    <w:p w14:paraId="2DE0C138" w14:textId="0148F450" w:rsidR="00BC5F90" w:rsidRPr="00BC5F90" w:rsidRDefault="00BC5F90" w:rsidP="00573ED5">
      <w:pPr>
        <w:jc w:val="right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____________________________________</w:t>
      </w:r>
    </w:p>
    <w:p w14:paraId="22615531" w14:textId="723A4DD8" w:rsidR="00BC5F90" w:rsidRPr="00BC5F90" w:rsidRDefault="00BC5F90" w:rsidP="00573ED5">
      <w:pPr>
        <w:jc w:val="right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____________________________________</w:t>
      </w:r>
    </w:p>
    <w:p w14:paraId="0B0DF618" w14:textId="19314BF7" w:rsidR="00BC5F90" w:rsidRPr="00BC5F90" w:rsidRDefault="00BC5F90" w:rsidP="00573ED5">
      <w:pPr>
        <w:jc w:val="right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____________________________________</w:t>
      </w:r>
    </w:p>
    <w:p w14:paraId="31A6C086" w14:textId="133BEEF1" w:rsidR="00BC5F90" w:rsidRPr="00BC5F90" w:rsidRDefault="00BC5F90" w:rsidP="00A84D63">
      <w:pPr>
        <w:jc w:val="right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телефон: ____________, факс ________</w:t>
      </w:r>
    </w:p>
    <w:p w14:paraId="6534AB4B" w14:textId="38770EF8" w:rsidR="00BC5F90" w:rsidRPr="00BC5F90" w:rsidRDefault="00BC5F90" w:rsidP="00A84D63">
      <w:pPr>
        <w:jc w:val="right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эл. адрес/почта: ___________________</w:t>
      </w:r>
    </w:p>
    <w:p w14:paraId="309C5B8D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7970FAFF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                               Запрос</w:t>
      </w:r>
    </w:p>
    <w:p w14:paraId="7E5A137A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      о предоставлении муниципальной услуги "Выдача разрешений</w:t>
      </w:r>
    </w:p>
    <w:p w14:paraId="60AA1F7C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        на выполнение авиационных работ, парашютных прыжков,</w:t>
      </w:r>
    </w:p>
    <w:p w14:paraId="7986D519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          демонстрационных полетов воздушных судов, полетов</w:t>
      </w:r>
    </w:p>
    <w:p w14:paraId="44AA265B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         беспилотных воздушных судов (за исключением полетов</w:t>
      </w:r>
    </w:p>
    <w:p w14:paraId="4E8E37B7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     беспилотных воздушных судов с максимальной взлетной массой</w:t>
      </w:r>
    </w:p>
    <w:p w14:paraId="40FC4C56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    менее 0,25 кг), подъема привязных аэростатов над населенными</w:t>
      </w:r>
    </w:p>
    <w:p w14:paraId="2A094574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         пунктами, а также посадку (взлет) на расположенные</w:t>
      </w:r>
    </w:p>
    <w:p w14:paraId="40BA2E2F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     в границах населенных пунктов площадки, сведения о которых</w:t>
      </w:r>
    </w:p>
    <w:p w14:paraId="418AA002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     не опубликованы в документах аэронавигационной информации"</w:t>
      </w:r>
    </w:p>
    <w:p w14:paraId="7E294BE2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1151112B" w14:textId="71B27F22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 Прошу выдать разрешение на использование воздушного пространства над</w:t>
      </w:r>
    </w:p>
    <w:p w14:paraId="6E0C6008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территорией _______________________________________________________________</w:t>
      </w:r>
    </w:p>
    <w:p w14:paraId="6BCD02B2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для _______________________________________________________________________</w:t>
      </w:r>
    </w:p>
    <w:p w14:paraId="32ED672B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        (вид деятельности по использованию воздушного пространства)</w:t>
      </w:r>
    </w:p>
    <w:p w14:paraId="589BA3E0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на воздушном судне:</w:t>
      </w:r>
    </w:p>
    <w:p w14:paraId="65EABE9C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тип _______________________________________________________________________</w:t>
      </w:r>
    </w:p>
    <w:p w14:paraId="799F58A2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государственный (регистрационный) опознавательный знак ____________________</w:t>
      </w:r>
    </w:p>
    <w:p w14:paraId="7118499E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заводской номер (при наличии) _____________________________________________</w:t>
      </w:r>
    </w:p>
    <w:p w14:paraId="4BCD1B86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 Срок использования воздушного пространства над территорией ____________</w:t>
      </w:r>
    </w:p>
    <w:p w14:paraId="16A5B787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6E7E7355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_______________________________________ начало ____________________________</w:t>
      </w:r>
    </w:p>
    <w:p w14:paraId="041B740D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окончание _________________________________________________________________</w:t>
      </w:r>
    </w:p>
    <w:p w14:paraId="2C3FC70E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 Место использования воздушного пространства над территорией ___________</w:t>
      </w:r>
    </w:p>
    <w:p w14:paraId="25C41DA2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6FB19682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     (посадочные площадки (с указанием географических координат</w:t>
      </w:r>
    </w:p>
    <w:p w14:paraId="0AE7DE15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           в системе WGS-84), планируемые к использованию)</w:t>
      </w:r>
    </w:p>
    <w:p w14:paraId="7C3F91FC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2DD05FE4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 Время использования воздушного пространства:</w:t>
      </w:r>
    </w:p>
    <w:p w14:paraId="2DFB84AC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251D81F8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                          (дневное/ночное)</w:t>
      </w:r>
    </w:p>
    <w:p w14:paraId="780FC582" w14:textId="40457B6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 Прилагаю   документы, необходимые для предоставления муниципальной</w:t>
      </w:r>
    </w:p>
    <w:p w14:paraId="1018F1D5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услуги:</w:t>
      </w:r>
    </w:p>
    <w:p w14:paraId="2802378C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___________________________________________________________________________</w:t>
      </w:r>
    </w:p>
    <w:p w14:paraId="7819AE0D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0C3731C5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3C7D0E96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016EF1CB" w14:textId="77777777" w:rsidR="00DF153D" w:rsidRPr="00DF153D" w:rsidRDefault="00BC5F90" w:rsidP="00DF153D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</w:t>
      </w:r>
      <w:r w:rsidR="00DF153D" w:rsidRPr="00DF153D">
        <w:rPr>
          <w:rFonts w:ascii="Courier New" w:hAnsi="Courier New" w:cs="Courier New"/>
          <w:sz w:val="20"/>
          <w:szCs w:val="20"/>
        </w:rPr>
        <w:t>Уведомление о готовности результата предоставления муниципальной услуги прошу (нужное укажите):</w:t>
      </w:r>
    </w:p>
    <w:p w14:paraId="183EAAF3" w14:textId="77777777" w:rsidR="00DF153D" w:rsidRPr="00DF153D" w:rsidRDefault="00DF153D" w:rsidP="00DF153D">
      <w:pPr>
        <w:jc w:val="both"/>
        <w:rPr>
          <w:rFonts w:ascii="Courier New" w:hAnsi="Courier New" w:cs="Courier New"/>
          <w:sz w:val="20"/>
          <w:szCs w:val="20"/>
        </w:rPr>
      </w:pPr>
      <w:r w:rsidRPr="00DF153D">
        <w:rPr>
          <w:rFonts w:ascii="Courier New" w:hAnsi="Courier New" w:cs="Courier New"/>
          <w:sz w:val="20"/>
          <w:szCs w:val="20"/>
        </w:rPr>
        <w:t>- направить на электронную почту ______________;</w:t>
      </w:r>
    </w:p>
    <w:p w14:paraId="3730FA94" w14:textId="77777777" w:rsidR="00DF153D" w:rsidRPr="00DF153D" w:rsidRDefault="00DF153D" w:rsidP="00DF153D">
      <w:pPr>
        <w:jc w:val="both"/>
        <w:rPr>
          <w:rFonts w:ascii="Courier New" w:hAnsi="Courier New" w:cs="Courier New"/>
          <w:sz w:val="20"/>
          <w:szCs w:val="20"/>
        </w:rPr>
      </w:pPr>
      <w:r w:rsidRPr="00DF153D">
        <w:rPr>
          <w:rFonts w:ascii="Courier New" w:hAnsi="Courier New" w:cs="Courier New"/>
          <w:sz w:val="20"/>
          <w:szCs w:val="20"/>
        </w:rPr>
        <w:t>- направить почтовым отправлением на адрес_________________;</w:t>
      </w:r>
    </w:p>
    <w:p w14:paraId="6D09DDFC" w14:textId="77777777" w:rsidR="00DF153D" w:rsidRPr="00DF153D" w:rsidRDefault="00DF153D" w:rsidP="00DF153D">
      <w:pPr>
        <w:jc w:val="both"/>
        <w:rPr>
          <w:rFonts w:ascii="Courier New" w:hAnsi="Courier New" w:cs="Courier New"/>
          <w:sz w:val="20"/>
          <w:szCs w:val="20"/>
        </w:rPr>
      </w:pPr>
      <w:r w:rsidRPr="00DF153D">
        <w:rPr>
          <w:rFonts w:ascii="Courier New" w:hAnsi="Courier New" w:cs="Courier New"/>
          <w:sz w:val="20"/>
          <w:szCs w:val="20"/>
        </w:rPr>
        <w:t>- сообщить по телефону ______________;</w:t>
      </w:r>
    </w:p>
    <w:p w14:paraId="6E62151B" w14:textId="77777777" w:rsidR="00DF153D" w:rsidRDefault="00DF153D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24A556ED" w14:textId="3B0E769E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Разрешение прошу направить ____________________________________________</w:t>
      </w:r>
    </w:p>
    <w:p w14:paraId="7604920B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                                     (указывается способ получения</w:t>
      </w:r>
    </w:p>
    <w:p w14:paraId="2863A8EF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                                    на бумажном носителе (по почте,</w:t>
      </w:r>
    </w:p>
    <w:p w14:paraId="125492E6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                                     электронной почте либо лично)</w:t>
      </w:r>
    </w:p>
    <w:p w14:paraId="51942C43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3C72F4B6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 </w:t>
      </w:r>
      <w:r w:rsidRPr="00BC5F90">
        <w:rPr>
          <w:rFonts w:ascii="Courier New" w:hAnsi="Courier New" w:cs="Courier New"/>
          <w:b/>
          <w:bCs/>
          <w:sz w:val="20"/>
          <w:szCs w:val="20"/>
        </w:rPr>
        <w:t xml:space="preserve">Я,  в  соответствии  с  Федеральным </w:t>
      </w:r>
      <w:hyperlink r:id="rId33" w:history="1">
        <w:r w:rsidRPr="00BC5F90">
          <w:rPr>
            <w:rStyle w:val="ac"/>
            <w:rFonts w:ascii="Courier New" w:hAnsi="Courier New" w:cs="Courier New"/>
            <w:b/>
            <w:bCs/>
            <w:color w:val="auto"/>
            <w:sz w:val="20"/>
            <w:szCs w:val="20"/>
            <w:u w:val="none"/>
          </w:rPr>
          <w:t>законом</w:t>
        </w:r>
      </w:hyperlink>
      <w:r w:rsidRPr="00BC5F90">
        <w:rPr>
          <w:rFonts w:ascii="Courier New" w:hAnsi="Courier New" w:cs="Courier New"/>
          <w:b/>
          <w:bCs/>
          <w:sz w:val="20"/>
          <w:szCs w:val="20"/>
        </w:rPr>
        <w:t xml:space="preserve"> "О персональных данных" даю</w:t>
      </w:r>
    </w:p>
    <w:p w14:paraId="2122B2F3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BC5F90">
        <w:rPr>
          <w:rFonts w:ascii="Courier New" w:hAnsi="Courier New" w:cs="Courier New"/>
          <w:b/>
          <w:bCs/>
          <w:sz w:val="20"/>
          <w:szCs w:val="20"/>
        </w:rPr>
        <w:t>согласие  на</w:t>
      </w:r>
      <w:proofErr w:type="gramEnd"/>
      <w:r w:rsidRPr="00BC5F90">
        <w:rPr>
          <w:rFonts w:ascii="Courier New" w:hAnsi="Courier New" w:cs="Courier New"/>
          <w:b/>
          <w:bCs/>
          <w:sz w:val="20"/>
          <w:szCs w:val="20"/>
        </w:rPr>
        <w:t xml:space="preserve">  обработку  моих персональных данных, содержащихся в настоящем</w:t>
      </w:r>
    </w:p>
    <w:p w14:paraId="4B37DD08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b/>
          <w:bCs/>
          <w:sz w:val="20"/>
          <w:szCs w:val="20"/>
        </w:rPr>
        <w:t>запросе, в пределах, необходимых для предоставления настоящей муниципальной</w:t>
      </w:r>
    </w:p>
    <w:p w14:paraId="3927640F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b/>
          <w:bCs/>
          <w:sz w:val="20"/>
          <w:szCs w:val="20"/>
        </w:rPr>
        <w:t xml:space="preserve">услуги  в соответствии с Федеральным </w:t>
      </w:r>
      <w:hyperlink r:id="rId34" w:history="1">
        <w:r w:rsidRPr="00BC5F90">
          <w:rPr>
            <w:rStyle w:val="ac"/>
            <w:rFonts w:ascii="Courier New" w:hAnsi="Courier New" w:cs="Courier New"/>
            <w:b/>
            <w:bCs/>
            <w:color w:val="auto"/>
            <w:sz w:val="20"/>
            <w:szCs w:val="20"/>
            <w:u w:val="none"/>
          </w:rPr>
          <w:t>законом</w:t>
        </w:r>
      </w:hyperlink>
      <w:r w:rsidRPr="00BC5F90">
        <w:rPr>
          <w:rFonts w:ascii="Courier New" w:hAnsi="Courier New" w:cs="Courier New"/>
          <w:b/>
          <w:bCs/>
          <w:sz w:val="20"/>
          <w:szCs w:val="20"/>
        </w:rPr>
        <w:t xml:space="preserve"> "Об организации предоставления</w:t>
      </w:r>
    </w:p>
    <w:p w14:paraId="3736595C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b/>
          <w:bCs/>
          <w:sz w:val="20"/>
          <w:szCs w:val="20"/>
        </w:rPr>
        <w:t>государственных и муниципальных услуг" администрацией _____________________</w:t>
      </w:r>
    </w:p>
    <w:p w14:paraId="3B0EE3F5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b/>
          <w:bCs/>
          <w:sz w:val="20"/>
          <w:szCs w:val="20"/>
        </w:rPr>
        <w:t>___________________________________________________________________________</w:t>
      </w:r>
    </w:p>
    <w:p w14:paraId="454BF70F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                         </w:t>
      </w:r>
      <w:r w:rsidRPr="00BC5F90">
        <w:rPr>
          <w:rFonts w:ascii="Courier New" w:hAnsi="Courier New" w:cs="Courier New"/>
          <w:b/>
          <w:bCs/>
          <w:sz w:val="20"/>
          <w:szCs w:val="20"/>
        </w:rPr>
        <w:t>(наименование ОМСУ)</w:t>
      </w:r>
    </w:p>
    <w:p w14:paraId="0E51D81D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BC5F90">
        <w:rPr>
          <w:rFonts w:ascii="Courier New" w:hAnsi="Courier New" w:cs="Courier New"/>
          <w:b/>
          <w:bCs/>
          <w:sz w:val="20"/>
          <w:szCs w:val="20"/>
        </w:rPr>
        <w:t>и  ее</w:t>
      </w:r>
      <w:proofErr w:type="gramEnd"/>
      <w:r w:rsidRPr="00BC5F90">
        <w:rPr>
          <w:rFonts w:ascii="Courier New" w:hAnsi="Courier New" w:cs="Courier New"/>
          <w:b/>
          <w:bCs/>
          <w:sz w:val="20"/>
          <w:szCs w:val="20"/>
        </w:rPr>
        <w:t xml:space="preserve">  структурными  подразделениями.  </w:t>
      </w:r>
      <w:proofErr w:type="gramStart"/>
      <w:r w:rsidRPr="00BC5F90">
        <w:rPr>
          <w:rFonts w:ascii="Courier New" w:hAnsi="Courier New" w:cs="Courier New"/>
          <w:b/>
          <w:bCs/>
          <w:sz w:val="20"/>
          <w:szCs w:val="20"/>
        </w:rPr>
        <w:t>Настоящее  согласие</w:t>
      </w:r>
      <w:proofErr w:type="gramEnd"/>
      <w:r w:rsidRPr="00BC5F90">
        <w:rPr>
          <w:rFonts w:ascii="Courier New" w:hAnsi="Courier New" w:cs="Courier New"/>
          <w:b/>
          <w:bCs/>
          <w:sz w:val="20"/>
          <w:szCs w:val="20"/>
        </w:rPr>
        <w:t xml:space="preserve"> действует со дня</w:t>
      </w:r>
    </w:p>
    <w:p w14:paraId="74DC85F5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b/>
          <w:bCs/>
          <w:sz w:val="20"/>
          <w:szCs w:val="20"/>
        </w:rPr>
        <w:t>подписания настоящего запроса до дня отзыва в письменном виде.</w:t>
      </w:r>
    </w:p>
    <w:p w14:paraId="4B0BF566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24D22B63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___________________    _______________    _________________________________</w:t>
      </w:r>
    </w:p>
    <w:p w14:paraId="2DD74CEF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(число, месяц, </w:t>
      </w:r>
      <w:proofErr w:type="gramStart"/>
      <w:r w:rsidRPr="00BC5F90">
        <w:rPr>
          <w:rFonts w:ascii="Courier New" w:hAnsi="Courier New" w:cs="Courier New"/>
          <w:sz w:val="20"/>
          <w:szCs w:val="20"/>
        </w:rPr>
        <w:t xml:space="preserve">год)   </w:t>
      </w:r>
      <w:proofErr w:type="gramEnd"/>
      <w:r w:rsidRPr="00BC5F90">
        <w:rPr>
          <w:rFonts w:ascii="Courier New" w:hAnsi="Courier New" w:cs="Courier New"/>
          <w:sz w:val="20"/>
          <w:szCs w:val="20"/>
        </w:rPr>
        <w:t xml:space="preserve">     (подпись)                (расшифровка)</w:t>
      </w:r>
    </w:p>
    <w:p w14:paraId="37AF29BE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55E12B59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3A48E08E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18DB7EA8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3796A90E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796B17BE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1C7AD0EE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2EAE0C82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6622AD18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5B5751B3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3FE63404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7D665E2F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5B381E05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12E483DB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63A31A76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033AF9A9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0888853D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786C3B84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6B343D4A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4E2024A9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422B4D13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1238980A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202D6BB6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0989E1D0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09A8A0FD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2534B4C5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7207BF82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2E4AC52E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057B3F5F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643AC1D4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3D2AC333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2C8F458F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0B1AB99A" w14:textId="77777777" w:rsidR="00CF0665" w:rsidRDefault="00CF0665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1B4F0ACF" w14:textId="77777777" w:rsidR="00CF0665" w:rsidRDefault="00CF0665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0F6C441C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477DB2C0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29E05681" w14:textId="3DA2BE8B" w:rsidR="00BC5F90" w:rsidRPr="00895E9A" w:rsidRDefault="00A84D63" w:rsidP="00A84D63">
      <w:pPr>
        <w:jc w:val="right"/>
        <w:rPr>
          <w:sz w:val="28"/>
          <w:szCs w:val="28"/>
        </w:rPr>
      </w:pPr>
      <w:r w:rsidRPr="00895E9A">
        <w:rPr>
          <w:sz w:val="28"/>
          <w:szCs w:val="28"/>
        </w:rPr>
        <w:lastRenderedPageBreak/>
        <w:t>ПРИЛОЖЕНИЕ</w:t>
      </w:r>
      <w:r w:rsidR="004D534C">
        <w:rPr>
          <w:sz w:val="28"/>
          <w:szCs w:val="28"/>
        </w:rPr>
        <w:t xml:space="preserve"> № </w:t>
      </w:r>
      <w:r w:rsidR="00BC5F90" w:rsidRPr="00895E9A">
        <w:rPr>
          <w:sz w:val="28"/>
          <w:szCs w:val="28"/>
        </w:rPr>
        <w:t>2</w:t>
      </w:r>
    </w:p>
    <w:p w14:paraId="1E63533B" w14:textId="10BE625B" w:rsidR="00BC5F90" w:rsidRPr="00895E9A" w:rsidRDefault="00BC5F90" w:rsidP="00A84D63">
      <w:pPr>
        <w:jc w:val="right"/>
        <w:rPr>
          <w:sz w:val="28"/>
          <w:szCs w:val="28"/>
        </w:rPr>
      </w:pPr>
      <w:r w:rsidRPr="00895E9A">
        <w:rPr>
          <w:sz w:val="28"/>
          <w:szCs w:val="28"/>
        </w:rPr>
        <w:t>к регламенту</w:t>
      </w:r>
    </w:p>
    <w:p w14:paraId="71C2EB74" w14:textId="77777777" w:rsidR="00BC5F90" w:rsidRPr="00895E9A" w:rsidRDefault="00BC5F90" w:rsidP="00BC5F90">
      <w:pPr>
        <w:jc w:val="both"/>
        <w:rPr>
          <w:sz w:val="28"/>
          <w:szCs w:val="28"/>
        </w:rPr>
      </w:pPr>
    </w:p>
    <w:p w14:paraId="03D7BA23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060C8206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                             РАЗРЕШЕНИЕ</w:t>
      </w:r>
    </w:p>
    <w:p w14:paraId="28E4C13A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            о предоставлении муниципальной услуги "Выдача</w:t>
      </w:r>
    </w:p>
    <w:p w14:paraId="6AD58584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       разрешений на выполнение авиационных работ, парашютных</w:t>
      </w:r>
    </w:p>
    <w:p w14:paraId="1C7002AE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     прыжков, демонстрационных полетов воздушных судов, полетов</w:t>
      </w:r>
    </w:p>
    <w:p w14:paraId="10238C14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         беспилотных воздушных судов (за исключением полетов</w:t>
      </w:r>
    </w:p>
    <w:p w14:paraId="3EC19DF4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     беспилотных воздушных судов с максимальной взлетной массой</w:t>
      </w:r>
    </w:p>
    <w:p w14:paraId="24D56672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    менее 0,25 кг), подъема привязных аэростатов над населенными</w:t>
      </w:r>
    </w:p>
    <w:p w14:paraId="29C7DDDC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         пунктами, а также посадку (взлет) на расположенные</w:t>
      </w:r>
    </w:p>
    <w:p w14:paraId="73970E78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     в границах населенных пунктов площадки, сведения о которых</w:t>
      </w:r>
    </w:p>
    <w:p w14:paraId="051311BA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     не опубликованы в документах аэронавигационной информации"</w:t>
      </w:r>
    </w:p>
    <w:p w14:paraId="479BB10F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3AE477E6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"____" __________ 20___ г.                                      N _________</w:t>
      </w:r>
    </w:p>
    <w:p w14:paraId="69D87829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3086B348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Выдано ____________________________________________________________________</w:t>
      </w:r>
    </w:p>
    <w:p w14:paraId="3A98AAB2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   (ФИО лица, индивидуального предпринимателя, наименование организации)</w:t>
      </w:r>
    </w:p>
    <w:p w14:paraId="0DD94AD4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адрес места нахождения (жительства): ______________________________________</w:t>
      </w:r>
    </w:p>
    <w:p w14:paraId="64186A86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свидетельство о государственной регистрации: ______________________________</w:t>
      </w:r>
    </w:p>
    <w:p w14:paraId="17BB89C6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                                                  (серия, номер)</w:t>
      </w:r>
    </w:p>
    <w:p w14:paraId="10A12469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данные документа, удостоверяющего личность: _______________________________</w:t>
      </w:r>
    </w:p>
    <w:p w14:paraId="10FE7B75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                                                  (серия, номер)</w:t>
      </w:r>
    </w:p>
    <w:p w14:paraId="0DD2EA89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На выполнение _____________________________________________________________</w:t>
      </w:r>
    </w:p>
    <w:p w14:paraId="6F7C31A1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(указывается вид деятельности - Выдача разрешений на выполнение авиационных</w:t>
      </w:r>
    </w:p>
    <w:p w14:paraId="0A88DF9C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BC5F90">
        <w:rPr>
          <w:rFonts w:ascii="Courier New" w:hAnsi="Courier New" w:cs="Courier New"/>
          <w:sz w:val="20"/>
          <w:szCs w:val="20"/>
        </w:rPr>
        <w:t xml:space="preserve">работ,   </w:t>
      </w:r>
      <w:proofErr w:type="gramEnd"/>
      <w:r w:rsidRPr="00BC5F90">
        <w:rPr>
          <w:rFonts w:ascii="Courier New" w:hAnsi="Courier New" w:cs="Courier New"/>
          <w:sz w:val="20"/>
          <w:szCs w:val="20"/>
        </w:rPr>
        <w:t>парашютных  прыжков,  демонстрационных  полетов  воздушных  судов,</w:t>
      </w:r>
    </w:p>
    <w:p w14:paraId="3FF7095C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BC5F90">
        <w:rPr>
          <w:rFonts w:ascii="Courier New" w:hAnsi="Courier New" w:cs="Courier New"/>
          <w:sz w:val="20"/>
          <w:szCs w:val="20"/>
        </w:rPr>
        <w:t>полетов  беспилотных</w:t>
      </w:r>
      <w:proofErr w:type="gramEnd"/>
      <w:r w:rsidRPr="00BC5F90">
        <w:rPr>
          <w:rFonts w:ascii="Courier New" w:hAnsi="Courier New" w:cs="Courier New"/>
          <w:sz w:val="20"/>
          <w:szCs w:val="20"/>
        </w:rPr>
        <w:t xml:space="preserve">  воздушных  судов  (за исключением полетов беспилотных</w:t>
      </w:r>
    </w:p>
    <w:p w14:paraId="032EF647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BC5F90">
        <w:rPr>
          <w:rFonts w:ascii="Courier New" w:hAnsi="Courier New" w:cs="Courier New"/>
          <w:sz w:val="20"/>
          <w:szCs w:val="20"/>
        </w:rPr>
        <w:t>воздушных  судов</w:t>
      </w:r>
      <w:proofErr w:type="gramEnd"/>
      <w:r w:rsidRPr="00BC5F90">
        <w:rPr>
          <w:rFonts w:ascii="Courier New" w:hAnsi="Courier New" w:cs="Courier New"/>
          <w:sz w:val="20"/>
          <w:szCs w:val="20"/>
        </w:rPr>
        <w:t xml:space="preserve">  с  максимальной  взлетной  массой менее 0,25 кг), подъема</w:t>
      </w:r>
    </w:p>
    <w:p w14:paraId="3BAAABD4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BC5F90">
        <w:rPr>
          <w:rFonts w:ascii="Courier New" w:hAnsi="Courier New" w:cs="Courier New"/>
          <w:sz w:val="20"/>
          <w:szCs w:val="20"/>
        </w:rPr>
        <w:t>привязных  аэростатов</w:t>
      </w:r>
      <w:proofErr w:type="gramEnd"/>
      <w:r w:rsidRPr="00BC5F90">
        <w:rPr>
          <w:rFonts w:ascii="Courier New" w:hAnsi="Courier New" w:cs="Courier New"/>
          <w:sz w:val="20"/>
          <w:szCs w:val="20"/>
        </w:rPr>
        <w:t xml:space="preserve">  над населенными пунктами, а также посадку (взлет) на</w:t>
      </w:r>
    </w:p>
    <w:p w14:paraId="1D8EBA0A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расположенные в границах населенных пунктов площадки, сведения о которых не</w:t>
      </w:r>
    </w:p>
    <w:p w14:paraId="0783C9D5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опубликованы   в   документах   аэронавигационной   </w:t>
      </w:r>
      <w:proofErr w:type="gramStart"/>
      <w:r w:rsidRPr="00BC5F90">
        <w:rPr>
          <w:rFonts w:ascii="Courier New" w:hAnsi="Courier New" w:cs="Courier New"/>
          <w:sz w:val="20"/>
          <w:szCs w:val="20"/>
        </w:rPr>
        <w:t xml:space="preserve">информации,   </w:t>
      </w:r>
      <w:proofErr w:type="gramEnd"/>
      <w:r w:rsidRPr="00BC5F90">
        <w:rPr>
          <w:rFonts w:ascii="Courier New" w:hAnsi="Courier New" w:cs="Courier New"/>
          <w:sz w:val="20"/>
          <w:szCs w:val="20"/>
        </w:rPr>
        <w:t>вид,  тип</w:t>
      </w:r>
    </w:p>
    <w:p w14:paraId="65E2ACB2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(наименование), номер воздушного судна)</w:t>
      </w:r>
    </w:p>
    <w:p w14:paraId="44080AF8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на воздушном судне: тип____________________________________________________</w:t>
      </w:r>
    </w:p>
    <w:p w14:paraId="0399B1ED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государственный   </w:t>
      </w:r>
      <w:proofErr w:type="gramStart"/>
      <w:r w:rsidRPr="00BC5F90">
        <w:rPr>
          <w:rFonts w:ascii="Courier New" w:hAnsi="Courier New" w:cs="Courier New"/>
          <w:sz w:val="20"/>
          <w:szCs w:val="20"/>
        </w:rPr>
        <w:t>регистрационный  (</w:t>
      </w:r>
      <w:proofErr w:type="gramEnd"/>
      <w:r w:rsidRPr="00BC5F90">
        <w:rPr>
          <w:rFonts w:ascii="Courier New" w:hAnsi="Courier New" w:cs="Courier New"/>
          <w:sz w:val="20"/>
          <w:szCs w:val="20"/>
        </w:rPr>
        <w:t>опознавательный/учетно-опознавательный)</w:t>
      </w:r>
    </w:p>
    <w:p w14:paraId="3A4B7ECE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знак ______________________________________________________________________</w:t>
      </w:r>
    </w:p>
    <w:p w14:paraId="7D4C7707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заводской номер (при наличии) _____________________________________________</w:t>
      </w:r>
    </w:p>
    <w:p w14:paraId="797F51B5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Сроки использования воздушного пространства:</w:t>
      </w:r>
    </w:p>
    <w:p w14:paraId="246E8ADC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3FD1E85F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Место взлета и посадки:</w:t>
      </w:r>
    </w:p>
    <w:p w14:paraId="72CC652B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2652089A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Срок действия разрешения: _________________________________________________</w:t>
      </w:r>
    </w:p>
    <w:p w14:paraId="3420B7AA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6632C5AE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______________________    ________________    _____________________________</w:t>
      </w:r>
    </w:p>
    <w:p w14:paraId="44D684A5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   (</w:t>
      </w:r>
      <w:proofErr w:type="gramStart"/>
      <w:r w:rsidRPr="00BC5F90">
        <w:rPr>
          <w:rFonts w:ascii="Courier New" w:hAnsi="Courier New" w:cs="Courier New"/>
          <w:sz w:val="20"/>
          <w:szCs w:val="20"/>
        </w:rPr>
        <w:t xml:space="preserve">должность)   </w:t>
      </w:r>
      <w:proofErr w:type="gramEnd"/>
      <w:r w:rsidRPr="00BC5F90">
        <w:rPr>
          <w:rFonts w:ascii="Courier New" w:hAnsi="Courier New" w:cs="Courier New"/>
          <w:sz w:val="20"/>
          <w:szCs w:val="20"/>
        </w:rPr>
        <w:t xml:space="preserve">          (подпись)               (расшифровка)</w:t>
      </w:r>
    </w:p>
    <w:p w14:paraId="74AB7F03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72348475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               М.П.</w:t>
      </w:r>
    </w:p>
    <w:p w14:paraId="63CA6BC5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67955ABA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67C67C91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44A5AF33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233F2047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22BC1EB8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25F34280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004AF12F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561352E4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3E5FE539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7FE98F40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3E297865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425E7413" w14:textId="77777777" w:rsidR="00CF0665" w:rsidRDefault="00CF0665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57FC9521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40AA119B" w14:textId="69701AB4" w:rsidR="00467807" w:rsidRDefault="00467807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47C61B16" w14:textId="4000FDE7" w:rsidR="00BC5F90" w:rsidRPr="00895E9A" w:rsidRDefault="00A84D63" w:rsidP="00A84D63">
      <w:pPr>
        <w:jc w:val="right"/>
        <w:rPr>
          <w:sz w:val="28"/>
          <w:szCs w:val="28"/>
        </w:rPr>
      </w:pPr>
      <w:r w:rsidRPr="00895E9A">
        <w:rPr>
          <w:sz w:val="28"/>
          <w:szCs w:val="28"/>
        </w:rPr>
        <w:lastRenderedPageBreak/>
        <w:t xml:space="preserve">ПРИЛОЖЕНИЕ </w:t>
      </w:r>
      <w:r w:rsidR="004D534C">
        <w:rPr>
          <w:sz w:val="28"/>
          <w:szCs w:val="28"/>
        </w:rPr>
        <w:t xml:space="preserve">№ </w:t>
      </w:r>
      <w:r w:rsidRPr="00895E9A">
        <w:rPr>
          <w:sz w:val="28"/>
          <w:szCs w:val="28"/>
        </w:rPr>
        <w:t>3</w:t>
      </w:r>
    </w:p>
    <w:p w14:paraId="1609E5EC" w14:textId="24B185B4" w:rsidR="00BC5F90" w:rsidRPr="00895E9A" w:rsidRDefault="00BC5F90" w:rsidP="00A84D63">
      <w:pPr>
        <w:jc w:val="right"/>
        <w:rPr>
          <w:sz w:val="28"/>
          <w:szCs w:val="28"/>
        </w:rPr>
      </w:pPr>
      <w:r w:rsidRPr="00895E9A">
        <w:rPr>
          <w:sz w:val="28"/>
          <w:szCs w:val="28"/>
        </w:rPr>
        <w:t>к регламенту</w:t>
      </w:r>
    </w:p>
    <w:p w14:paraId="4AA807D0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69A2720D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17FE3E82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                             УВЕДОМЛЕНИЕ</w:t>
      </w:r>
    </w:p>
    <w:p w14:paraId="0FB0B647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       об отказе в предоставлении муниципальной услуги "Выдача</w:t>
      </w:r>
    </w:p>
    <w:p w14:paraId="094D8C5A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       разрешений на выполнение авиационных работ, парашютных</w:t>
      </w:r>
    </w:p>
    <w:p w14:paraId="7F0E01E7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     прыжков, демонстрационных полетов воздушных судов, полетов</w:t>
      </w:r>
    </w:p>
    <w:p w14:paraId="576BF75F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         беспилотных воздушных судов (за исключением полетов</w:t>
      </w:r>
    </w:p>
    <w:p w14:paraId="63FDEC79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     беспилотных воздушных судов с максимальной взлетной массой</w:t>
      </w:r>
    </w:p>
    <w:p w14:paraId="1F65CC8E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    менее 0,25 кг), подъема привязных аэростатов над населенными</w:t>
      </w:r>
    </w:p>
    <w:p w14:paraId="1F651AF6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         пунктами, а также посадку (взлет) на расположенные</w:t>
      </w:r>
    </w:p>
    <w:p w14:paraId="04C80BC3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     в границах населенных пунктов площадки, сведения о которых</w:t>
      </w:r>
    </w:p>
    <w:p w14:paraId="0977FAC1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     не опубликованы в документах аэронавигационной информации"</w:t>
      </w:r>
    </w:p>
    <w:p w14:paraId="5ADB7975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30CF51F3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"___" _____________ 20___ г.                                      N _______</w:t>
      </w:r>
    </w:p>
    <w:p w14:paraId="1C87A5F4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1AF650D8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Выдано</w:t>
      </w:r>
    </w:p>
    <w:p w14:paraId="768821B7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5F8272F9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(ФИО лица, индивидуального предпринимателя, наименование организации)</w:t>
      </w:r>
    </w:p>
    <w:p w14:paraId="2A81A049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адрес места нахождения (жительства): ______________________________________</w:t>
      </w:r>
    </w:p>
    <w:p w14:paraId="49EEE497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6CC4470D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         (указываются основания отказа в выдаче разрешения)</w:t>
      </w:r>
    </w:p>
    <w:p w14:paraId="40E6A187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6ACF8FC8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______________________    ________________    _____________________________</w:t>
      </w:r>
    </w:p>
    <w:p w14:paraId="37CBE065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   (</w:t>
      </w:r>
      <w:proofErr w:type="gramStart"/>
      <w:r w:rsidRPr="00BC5F90">
        <w:rPr>
          <w:rFonts w:ascii="Courier New" w:hAnsi="Courier New" w:cs="Courier New"/>
          <w:sz w:val="20"/>
          <w:szCs w:val="20"/>
        </w:rPr>
        <w:t xml:space="preserve">должность)   </w:t>
      </w:r>
      <w:proofErr w:type="gramEnd"/>
      <w:r w:rsidRPr="00BC5F90">
        <w:rPr>
          <w:rFonts w:ascii="Courier New" w:hAnsi="Courier New" w:cs="Courier New"/>
          <w:sz w:val="20"/>
          <w:szCs w:val="20"/>
        </w:rPr>
        <w:t xml:space="preserve">          (подпись)               (расшифровка)</w:t>
      </w:r>
    </w:p>
    <w:p w14:paraId="236C5C88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 xml:space="preserve">                    М.П.</w:t>
      </w:r>
    </w:p>
    <w:p w14:paraId="0F269F15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57B19BA7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53AD4A41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50A9CF78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1D8909A2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2D4359EE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0BDDBD48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54B32103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77065038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48407645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6C060DB4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3F48AE06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6248EAED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226982A1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44C52FFB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5BCE93B0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1F04A92C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10DAB57C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317107E0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5A89DB7D" w14:textId="77777777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3AB63070" w14:textId="15355089" w:rsidR="0055034B" w:rsidRDefault="0055034B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56264516" w14:textId="77777777" w:rsidR="0055034B" w:rsidRDefault="0055034B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78765528" w14:textId="77777777" w:rsidR="0055034B" w:rsidRDefault="0055034B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13E2F2BB" w14:textId="77777777" w:rsidR="0055034B" w:rsidRDefault="0055034B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2A95AD63" w14:textId="77777777" w:rsidR="0055034B" w:rsidRDefault="0055034B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125407C9" w14:textId="77777777" w:rsidR="0055034B" w:rsidRDefault="0055034B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011F1E60" w14:textId="77777777" w:rsidR="0055034B" w:rsidRDefault="0055034B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2F04347B" w14:textId="77777777" w:rsidR="0055034B" w:rsidRDefault="0055034B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49D31C31" w14:textId="77777777" w:rsidR="0055034B" w:rsidRDefault="0055034B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59CE2BBA" w14:textId="77777777" w:rsidR="0055034B" w:rsidRDefault="0055034B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0D189149" w14:textId="77777777" w:rsidR="0055034B" w:rsidRDefault="0055034B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028A4D07" w14:textId="77777777" w:rsidR="0055034B" w:rsidRDefault="0055034B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0EB9BF2B" w14:textId="77777777" w:rsidR="0055034B" w:rsidRDefault="0055034B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19DD001B" w14:textId="5E45DC69" w:rsidR="00895E9A" w:rsidRDefault="00895E9A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0F7D8AE3" w14:textId="77777777" w:rsidR="00895E9A" w:rsidRDefault="00895E9A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06E77BE4" w14:textId="77777777" w:rsidR="0055034B" w:rsidRDefault="0055034B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798884D5" w14:textId="77777777" w:rsidR="0055034B" w:rsidRDefault="0055034B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1F3E9187" w14:textId="43F8574A" w:rsidR="00BC5F90" w:rsidRPr="00895E9A" w:rsidRDefault="00A84D63" w:rsidP="00A84D63">
      <w:pPr>
        <w:jc w:val="right"/>
        <w:rPr>
          <w:sz w:val="28"/>
          <w:szCs w:val="28"/>
        </w:rPr>
      </w:pPr>
      <w:r w:rsidRPr="00895E9A">
        <w:rPr>
          <w:sz w:val="28"/>
          <w:szCs w:val="28"/>
        </w:rPr>
        <w:t xml:space="preserve">ПРИЛОЖЕНИЕ </w:t>
      </w:r>
      <w:r w:rsidR="004D534C">
        <w:rPr>
          <w:sz w:val="28"/>
          <w:szCs w:val="28"/>
        </w:rPr>
        <w:t xml:space="preserve">№ </w:t>
      </w:r>
      <w:bookmarkStart w:id="5" w:name="_GoBack"/>
      <w:bookmarkEnd w:id="5"/>
      <w:r w:rsidR="00BC5F90" w:rsidRPr="00895E9A">
        <w:rPr>
          <w:sz w:val="28"/>
          <w:szCs w:val="28"/>
        </w:rPr>
        <w:t>4</w:t>
      </w:r>
    </w:p>
    <w:p w14:paraId="3E61BC90" w14:textId="1CE1804F" w:rsidR="00BC5F90" w:rsidRPr="00895E9A" w:rsidRDefault="00BC5F90" w:rsidP="00A84D63">
      <w:pPr>
        <w:jc w:val="right"/>
        <w:rPr>
          <w:sz w:val="28"/>
          <w:szCs w:val="28"/>
        </w:rPr>
      </w:pPr>
      <w:r w:rsidRPr="00895E9A">
        <w:rPr>
          <w:sz w:val="28"/>
          <w:szCs w:val="28"/>
        </w:rPr>
        <w:t>к регламенту</w:t>
      </w:r>
    </w:p>
    <w:p w14:paraId="7D80BCBE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4ED5B63D" w14:textId="77777777" w:rsidR="00BC5F90" w:rsidRPr="00BC5F90" w:rsidRDefault="00BC5F90" w:rsidP="00BC5F90">
      <w:pPr>
        <w:jc w:val="center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Журнал N __________</w:t>
      </w:r>
    </w:p>
    <w:p w14:paraId="77BD2DAE" w14:textId="77777777" w:rsidR="00BC5F90" w:rsidRPr="00BC5F90" w:rsidRDefault="00BC5F90" w:rsidP="00BC5F90">
      <w:pPr>
        <w:jc w:val="center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учета выданных разрешений на выполнение авиационных работ,</w:t>
      </w:r>
    </w:p>
    <w:p w14:paraId="2F8E5F27" w14:textId="77777777" w:rsidR="00BC5F90" w:rsidRPr="00BC5F90" w:rsidRDefault="00BC5F90" w:rsidP="00BC5F90">
      <w:pPr>
        <w:jc w:val="center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парашютных прыжков, демонстрационных полетов воздушных</w:t>
      </w:r>
    </w:p>
    <w:p w14:paraId="03E52739" w14:textId="77777777" w:rsidR="00BC5F90" w:rsidRPr="00BC5F90" w:rsidRDefault="00BC5F90" w:rsidP="00BC5F90">
      <w:pPr>
        <w:jc w:val="center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судов, полетов беспилотных воздушных судов (за исключением</w:t>
      </w:r>
    </w:p>
    <w:p w14:paraId="091E7733" w14:textId="77777777" w:rsidR="00BC5F90" w:rsidRPr="00BC5F90" w:rsidRDefault="00BC5F90" w:rsidP="00BC5F90">
      <w:pPr>
        <w:jc w:val="center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полетов беспилотных воздушных судов с максимальной взлетной</w:t>
      </w:r>
    </w:p>
    <w:p w14:paraId="70CF898F" w14:textId="77777777" w:rsidR="00BC5F90" w:rsidRPr="00BC5F90" w:rsidRDefault="00BC5F90" w:rsidP="00BC5F90">
      <w:pPr>
        <w:jc w:val="center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массой менее 0,25 кг), подъема привязных аэростатов</w:t>
      </w:r>
    </w:p>
    <w:p w14:paraId="64DD2F54" w14:textId="77777777" w:rsidR="00BC5F90" w:rsidRPr="00BC5F90" w:rsidRDefault="00BC5F90" w:rsidP="00BC5F90">
      <w:pPr>
        <w:jc w:val="center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над населенными пунктами, а также посадку (взлет)</w:t>
      </w:r>
    </w:p>
    <w:p w14:paraId="146D9770" w14:textId="77777777" w:rsidR="00BC5F90" w:rsidRPr="00BC5F90" w:rsidRDefault="00BC5F90" w:rsidP="00BC5F90">
      <w:pPr>
        <w:jc w:val="center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на расположенные в границах населенных пунктов площадки,</w:t>
      </w:r>
    </w:p>
    <w:p w14:paraId="4B576912" w14:textId="77777777" w:rsidR="00BC5F90" w:rsidRPr="00BC5F90" w:rsidRDefault="00BC5F90" w:rsidP="00BC5F90">
      <w:pPr>
        <w:jc w:val="center"/>
        <w:rPr>
          <w:rFonts w:ascii="Courier New" w:hAnsi="Courier New" w:cs="Courier New"/>
          <w:sz w:val="20"/>
          <w:szCs w:val="20"/>
        </w:rPr>
      </w:pPr>
      <w:proofErr w:type="gramStart"/>
      <w:r w:rsidRPr="00BC5F90">
        <w:rPr>
          <w:rFonts w:ascii="Courier New" w:hAnsi="Courier New" w:cs="Courier New"/>
          <w:sz w:val="20"/>
          <w:szCs w:val="20"/>
        </w:rPr>
        <w:t>сведения</w:t>
      </w:r>
      <w:proofErr w:type="gramEnd"/>
      <w:r w:rsidRPr="00BC5F90">
        <w:rPr>
          <w:rFonts w:ascii="Courier New" w:hAnsi="Courier New" w:cs="Courier New"/>
          <w:sz w:val="20"/>
          <w:szCs w:val="20"/>
        </w:rPr>
        <w:t xml:space="preserve"> о которых не опубликованы в документах</w:t>
      </w:r>
    </w:p>
    <w:p w14:paraId="7366B905" w14:textId="77777777" w:rsidR="00BC5F90" w:rsidRPr="00BC5F90" w:rsidRDefault="00BC5F90" w:rsidP="00BC5F90">
      <w:pPr>
        <w:jc w:val="center"/>
        <w:rPr>
          <w:rFonts w:ascii="Courier New" w:hAnsi="Courier New" w:cs="Courier New"/>
          <w:sz w:val="20"/>
          <w:szCs w:val="20"/>
        </w:rPr>
      </w:pPr>
      <w:r w:rsidRPr="00BC5F90">
        <w:rPr>
          <w:rFonts w:ascii="Courier New" w:hAnsi="Courier New" w:cs="Courier New"/>
          <w:sz w:val="20"/>
          <w:szCs w:val="20"/>
        </w:rPr>
        <w:t>аэронавигационной информации</w:t>
      </w:r>
    </w:p>
    <w:p w14:paraId="46D4DAB8" w14:textId="77777777" w:rsidR="00BC5F90" w:rsidRP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tbl>
      <w:tblPr>
        <w:tblStyle w:val="a3"/>
        <w:tblW w:w="0" w:type="auto"/>
        <w:tblInd w:w="-289" w:type="dxa"/>
        <w:tblLook w:val="04A0" w:firstRow="1" w:lastRow="0" w:firstColumn="1" w:lastColumn="0" w:noHBand="0" w:noVBand="1"/>
      </w:tblPr>
      <w:tblGrid>
        <w:gridCol w:w="1069"/>
        <w:gridCol w:w="1110"/>
        <w:gridCol w:w="1124"/>
        <w:gridCol w:w="1097"/>
        <w:gridCol w:w="1111"/>
        <w:gridCol w:w="1657"/>
        <w:gridCol w:w="1098"/>
        <w:gridCol w:w="1084"/>
      </w:tblGrid>
      <w:tr w:rsidR="00BC5F90" w14:paraId="7B071D14" w14:textId="77777777" w:rsidTr="00BC5F90">
        <w:tc>
          <w:tcPr>
            <w:tcW w:w="1132" w:type="dxa"/>
          </w:tcPr>
          <w:p w14:paraId="1AD8D142" w14:textId="729C083B" w:rsidR="00BC5F90" w:rsidRDefault="00BC5F90" w:rsidP="00BC5F9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C5F90">
              <w:rPr>
                <w:rFonts w:ascii="Courier New" w:hAnsi="Courier New" w:cs="Courier New"/>
                <w:sz w:val="20"/>
                <w:szCs w:val="20"/>
              </w:rPr>
              <w:t>N п/п</w:t>
            </w:r>
          </w:p>
        </w:tc>
        <w:tc>
          <w:tcPr>
            <w:tcW w:w="1132" w:type="dxa"/>
          </w:tcPr>
          <w:p w14:paraId="0AE097CA" w14:textId="188EB51D" w:rsidR="00BC5F90" w:rsidRDefault="00BC5F90" w:rsidP="00BC5F9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C5F90">
              <w:rPr>
                <w:rFonts w:ascii="Courier New" w:hAnsi="Courier New" w:cs="Courier New"/>
                <w:sz w:val="20"/>
                <w:szCs w:val="20"/>
              </w:rPr>
              <w:t>N/дата разрешения</w:t>
            </w:r>
          </w:p>
        </w:tc>
        <w:tc>
          <w:tcPr>
            <w:tcW w:w="1132" w:type="dxa"/>
          </w:tcPr>
          <w:p w14:paraId="652BC672" w14:textId="391B1D37" w:rsidR="00BC5F90" w:rsidRDefault="00BC5F90" w:rsidP="00BC5F9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C5F90">
              <w:rPr>
                <w:rFonts w:ascii="Courier New" w:hAnsi="Courier New" w:cs="Courier New"/>
                <w:sz w:val="20"/>
                <w:szCs w:val="20"/>
              </w:rPr>
              <w:t>ФИО (наименование) заявителя</w:t>
            </w:r>
          </w:p>
        </w:tc>
        <w:tc>
          <w:tcPr>
            <w:tcW w:w="1132" w:type="dxa"/>
          </w:tcPr>
          <w:p w14:paraId="5B68E7BE" w14:textId="6E4C733C" w:rsidR="00BC5F90" w:rsidRDefault="00BC5F90" w:rsidP="00BC5F9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C5F90">
              <w:rPr>
                <w:rFonts w:ascii="Courier New" w:hAnsi="Courier New" w:cs="Courier New"/>
                <w:sz w:val="20"/>
                <w:szCs w:val="20"/>
              </w:rPr>
              <w:t>Срок действия разрешения</w:t>
            </w:r>
          </w:p>
        </w:tc>
        <w:tc>
          <w:tcPr>
            <w:tcW w:w="1133" w:type="dxa"/>
          </w:tcPr>
          <w:p w14:paraId="628F462D" w14:textId="309B9FE5" w:rsidR="00BC5F90" w:rsidRDefault="00BC5F90" w:rsidP="00BC5F9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C5F90">
              <w:rPr>
                <w:rFonts w:ascii="Courier New" w:hAnsi="Courier New" w:cs="Courier New"/>
                <w:sz w:val="20"/>
                <w:szCs w:val="20"/>
              </w:rPr>
              <w:t>Вид деятельности по использованию воздушного пространства над территорией муниципального образования</w:t>
            </w:r>
          </w:p>
        </w:tc>
        <w:tc>
          <w:tcPr>
            <w:tcW w:w="1133" w:type="dxa"/>
          </w:tcPr>
          <w:p w14:paraId="2D842A9A" w14:textId="3BBC9340" w:rsidR="00BC5F90" w:rsidRDefault="00BC5F90" w:rsidP="00BC5F9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C5F90">
              <w:rPr>
                <w:rFonts w:ascii="Courier New" w:hAnsi="Courier New" w:cs="Courier New"/>
                <w:sz w:val="20"/>
                <w:szCs w:val="20"/>
              </w:rPr>
              <w:t>Тип воздушного судна, государственный (регистрационный) опознавательный знак/учетно-опознавательный знак, заводской номер (при наличии)</w:t>
            </w:r>
          </w:p>
        </w:tc>
        <w:tc>
          <w:tcPr>
            <w:tcW w:w="1133" w:type="dxa"/>
          </w:tcPr>
          <w:p w14:paraId="42633242" w14:textId="6E4DD88B" w:rsidR="00BC5F90" w:rsidRDefault="00BC5F90" w:rsidP="00BC5F9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C5F90">
              <w:rPr>
                <w:rFonts w:ascii="Courier New" w:hAnsi="Courier New" w:cs="Courier New"/>
                <w:sz w:val="20"/>
                <w:szCs w:val="20"/>
              </w:rPr>
              <w:t>Ограничения</w:t>
            </w:r>
          </w:p>
        </w:tc>
        <w:tc>
          <w:tcPr>
            <w:tcW w:w="1133" w:type="dxa"/>
          </w:tcPr>
          <w:p w14:paraId="728BDF6C" w14:textId="0B0E6272" w:rsidR="00BC5F90" w:rsidRDefault="00BC5F90" w:rsidP="00BC5F9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C5F90">
              <w:rPr>
                <w:rFonts w:ascii="Courier New" w:hAnsi="Courier New" w:cs="Courier New"/>
                <w:sz w:val="20"/>
                <w:szCs w:val="20"/>
              </w:rPr>
              <w:t>Примечания</w:t>
            </w:r>
          </w:p>
        </w:tc>
      </w:tr>
    </w:tbl>
    <w:p w14:paraId="6ED79FE1" w14:textId="6618B906" w:rsidR="00BC5F90" w:rsidRDefault="00BC5F90" w:rsidP="00BC5F90">
      <w:pPr>
        <w:jc w:val="both"/>
        <w:rPr>
          <w:rFonts w:ascii="Courier New" w:hAnsi="Courier New" w:cs="Courier New"/>
          <w:sz w:val="20"/>
          <w:szCs w:val="20"/>
        </w:rPr>
      </w:pPr>
    </w:p>
    <w:p w14:paraId="1DEAF163" w14:textId="77777777" w:rsidR="00BC5F90" w:rsidRPr="00BC5F90" w:rsidRDefault="00BC5F90" w:rsidP="00BC5F90">
      <w:pPr>
        <w:rPr>
          <w:rFonts w:ascii="Courier New" w:hAnsi="Courier New" w:cs="Courier New"/>
          <w:sz w:val="20"/>
          <w:szCs w:val="20"/>
        </w:rPr>
      </w:pPr>
    </w:p>
    <w:p w14:paraId="4B4BB98D" w14:textId="77777777" w:rsidR="00BC5F90" w:rsidRPr="00BC5F90" w:rsidRDefault="00BC5F90" w:rsidP="00BC5F90">
      <w:pPr>
        <w:rPr>
          <w:rFonts w:ascii="Courier New" w:hAnsi="Courier New" w:cs="Courier New"/>
          <w:sz w:val="20"/>
          <w:szCs w:val="20"/>
        </w:rPr>
      </w:pPr>
    </w:p>
    <w:p w14:paraId="0CEC7BEC" w14:textId="77777777" w:rsidR="00BC5F90" w:rsidRPr="00BC5F90" w:rsidRDefault="00BC5F90" w:rsidP="00BC5F90">
      <w:pPr>
        <w:rPr>
          <w:rFonts w:ascii="Courier New" w:hAnsi="Courier New" w:cs="Courier New"/>
          <w:sz w:val="20"/>
          <w:szCs w:val="20"/>
        </w:rPr>
      </w:pPr>
    </w:p>
    <w:p w14:paraId="5D7EFF95" w14:textId="5912BDCA" w:rsidR="00BC5F90" w:rsidRDefault="002309C2" w:rsidP="00BC5F9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Хранить: _________</w:t>
      </w:r>
    </w:p>
    <w:p w14:paraId="1F532BE1" w14:textId="7D7D3773" w:rsidR="00BC5F90" w:rsidRDefault="00BC5F90" w:rsidP="00BC5F90">
      <w:pPr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Начат:_</w:t>
      </w:r>
      <w:proofErr w:type="gramEnd"/>
      <w:r>
        <w:rPr>
          <w:rFonts w:ascii="Courier New" w:hAnsi="Courier New" w:cs="Courier New"/>
          <w:sz w:val="20"/>
          <w:szCs w:val="20"/>
        </w:rPr>
        <w:t>____________</w:t>
      </w:r>
    </w:p>
    <w:p w14:paraId="47C52A04" w14:textId="7B3F1C84" w:rsidR="00BC5F90" w:rsidRDefault="00BC5F90" w:rsidP="00BC5F9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Окончен: __________</w:t>
      </w:r>
    </w:p>
    <w:sectPr w:rsidR="00BC5F90" w:rsidSect="00AB21EC">
      <w:headerReference w:type="default" r:id="rId35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713F19" w14:textId="77777777" w:rsidR="005149F1" w:rsidRDefault="005149F1">
      <w:r>
        <w:separator/>
      </w:r>
    </w:p>
  </w:endnote>
  <w:endnote w:type="continuationSeparator" w:id="0">
    <w:p w14:paraId="31436945" w14:textId="77777777" w:rsidR="005149F1" w:rsidRDefault="00514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7F710A" w14:textId="77777777" w:rsidR="005149F1" w:rsidRDefault="005149F1">
      <w:r>
        <w:separator/>
      </w:r>
    </w:p>
  </w:footnote>
  <w:footnote w:type="continuationSeparator" w:id="0">
    <w:p w14:paraId="3AC304BC" w14:textId="77777777" w:rsidR="005149F1" w:rsidRDefault="005149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1036FB31" w:rsidR="004C0142" w:rsidRPr="003E33E2" w:rsidRDefault="004C0142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</w:p>
  <w:p w14:paraId="7B71B0A9" w14:textId="77777777" w:rsidR="004C0142" w:rsidRDefault="004C014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1D74"/>
    <w:rsid w:val="00027E97"/>
    <w:rsid w:val="0008339A"/>
    <w:rsid w:val="00091B8A"/>
    <w:rsid w:val="000D175D"/>
    <w:rsid w:val="001067F4"/>
    <w:rsid w:val="00115A57"/>
    <w:rsid w:val="001348EB"/>
    <w:rsid w:val="00134EA8"/>
    <w:rsid w:val="00166028"/>
    <w:rsid w:val="00184800"/>
    <w:rsid w:val="001C0012"/>
    <w:rsid w:val="00202A45"/>
    <w:rsid w:val="002058EC"/>
    <w:rsid w:val="00230323"/>
    <w:rsid w:val="002309C2"/>
    <w:rsid w:val="002369D3"/>
    <w:rsid w:val="00256C0E"/>
    <w:rsid w:val="002646EC"/>
    <w:rsid w:val="00297250"/>
    <w:rsid w:val="0033332F"/>
    <w:rsid w:val="00347415"/>
    <w:rsid w:val="00363FC9"/>
    <w:rsid w:val="00364F7C"/>
    <w:rsid w:val="00386434"/>
    <w:rsid w:val="003C60EC"/>
    <w:rsid w:val="003E33E2"/>
    <w:rsid w:val="003E62A0"/>
    <w:rsid w:val="003E74EC"/>
    <w:rsid w:val="00416224"/>
    <w:rsid w:val="004176DA"/>
    <w:rsid w:val="00467807"/>
    <w:rsid w:val="00487309"/>
    <w:rsid w:val="00494C94"/>
    <w:rsid w:val="004C0142"/>
    <w:rsid w:val="004C77AA"/>
    <w:rsid w:val="004D534C"/>
    <w:rsid w:val="005149F1"/>
    <w:rsid w:val="0055034B"/>
    <w:rsid w:val="00573ED5"/>
    <w:rsid w:val="00593AE5"/>
    <w:rsid w:val="005D62D2"/>
    <w:rsid w:val="00643F46"/>
    <w:rsid w:val="00651800"/>
    <w:rsid w:val="006D374C"/>
    <w:rsid w:val="00725C1B"/>
    <w:rsid w:val="00775F5A"/>
    <w:rsid w:val="0078048B"/>
    <w:rsid w:val="00780655"/>
    <w:rsid w:val="00783EFF"/>
    <w:rsid w:val="007853E2"/>
    <w:rsid w:val="007C6FDE"/>
    <w:rsid w:val="007E72E3"/>
    <w:rsid w:val="00860414"/>
    <w:rsid w:val="008872B8"/>
    <w:rsid w:val="00895E9A"/>
    <w:rsid w:val="008D7012"/>
    <w:rsid w:val="008F75DA"/>
    <w:rsid w:val="00900CA3"/>
    <w:rsid w:val="00901976"/>
    <w:rsid w:val="009535CE"/>
    <w:rsid w:val="00974CA6"/>
    <w:rsid w:val="009B206E"/>
    <w:rsid w:val="009B5EAD"/>
    <w:rsid w:val="009C6A25"/>
    <w:rsid w:val="009C6BB8"/>
    <w:rsid w:val="009E6344"/>
    <w:rsid w:val="00A0116A"/>
    <w:rsid w:val="00A11422"/>
    <w:rsid w:val="00A55B69"/>
    <w:rsid w:val="00A84D63"/>
    <w:rsid w:val="00AB21EC"/>
    <w:rsid w:val="00AC6445"/>
    <w:rsid w:val="00AE276F"/>
    <w:rsid w:val="00AF3037"/>
    <w:rsid w:val="00B20901"/>
    <w:rsid w:val="00B234E8"/>
    <w:rsid w:val="00B971B4"/>
    <w:rsid w:val="00BC5F90"/>
    <w:rsid w:val="00BD2585"/>
    <w:rsid w:val="00C02DEE"/>
    <w:rsid w:val="00C2376A"/>
    <w:rsid w:val="00C50A3F"/>
    <w:rsid w:val="00C767FE"/>
    <w:rsid w:val="00CF0665"/>
    <w:rsid w:val="00D02B8E"/>
    <w:rsid w:val="00D1338F"/>
    <w:rsid w:val="00D30DE6"/>
    <w:rsid w:val="00D51A28"/>
    <w:rsid w:val="00D55F3A"/>
    <w:rsid w:val="00D61195"/>
    <w:rsid w:val="00D6684E"/>
    <w:rsid w:val="00DA6A55"/>
    <w:rsid w:val="00DF153D"/>
    <w:rsid w:val="00DF5BD8"/>
    <w:rsid w:val="00E26E09"/>
    <w:rsid w:val="00EB73FA"/>
    <w:rsid w:val="00F23526"/>
    <w:rsid w:val="00F25A44"/>
    <w:rsid w:val="00F44452"/>
    <w:rsid w:val="00F50A86"/>
    <w:rsid w:val="00F735B4"/>
    <w:rsid w:val="00F929F5"/>
    <w:rsid w:val="00FE2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unhideWhenUsed/>
    <w:rsid w:val="00021D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4F62E5739DAD647830DA03F4283D71DB8EF97D82F1C4DDA3A29530A8A74BD8979A87A2C20A519BC33E73E2149FBD9677C8498E7A8173E593E0CA" TargetMode="External"/><Relationship Id="rId18" Type="http://schemas.openxmlformats.org/officeDocument/2006/relationships/hyperlink" Target="consultantplus://offline/ref=3157F57131435C0CD16933BF71B8E5EB820DC388E50932C9CF5AE4DBA3CDB48D2C857C3E1414EE80042B0BB954C8CE59C89DC33399H2a4B" TargetMode="External"/><Relationship Id="rId26" Type="http://schemas.openxmlformats.org/officeDocument/2006/relationships/hyperlink" Target="consultantplus://offline/ref=B37E9CDFDD5E3881BC574F7AA37479ADF16C5CEF6D945F61D91757E350D2C08F2F5A5099498C43A5EACD7D9B81EE165599CB06F178DF05CFD2F658F0i1p1B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consultantplus://offline/ref=B37E9CDFDD5E3881BC574F7AA37479ADF16C5CEF6D945F61D91757E350D2C08F2F5A5099498C43A5EACD7C9181EE165599CB06F178DF05CFD2F658F0i1p1B" TargetMode="External"/><Relationship Id="rId34" Type="http://schemas.openxmlformats.org/officeDocument/2006/relationships/hyperlink" Target="consultantplus://offline/ref=F5A711FB451FFBCD119EC850B29C6ED316E0D3FF59E295A011641C75EA1F119D43E4EA7DA7402FE8226C300C50A5s5D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4F62E5739DAD647830DA03F4283D71DB8EF9AD0221D4DDA3A29530A8A74BD896BA8222021A507B535F268700F3A0FA" TargetMode="External"/><Relationship Id="rId17" Type="http://schemas.openxmlformats.org/officeDocument/2006/relationships/hyperlink" Target="consultantplus://offline/ref=3157F57131435C0CD1692DB267D4B9E781039B85E30F3C9D9007E28CFC9DB2D86CC57A6B5159E8D5556F5DB652C384088ED6CC329B3B748AFF54B717HBa0B" TargetMode="External"/><Relationship Id="rId25" Type="http://schemas.openxmlformats.org/officeDocument/2006/relationships/hyperlink" Target="consultantplus://offline/ref=B37E9CDFDD5E3881BC574F7AA37479ADF16C5CEF6D945F61D91757E350D2C08F2F5A5099498C43A5EACD7D9B81EE165599CB06F178DF05CFD2F658F0i1p1B" TargetMode="External"/><Relationship Id="rId33" Type="http://schemas.openxmlformats.org/officeDocument/2006/relationships/hyperlink" Target="consultantplus://offline/ref=F5A711FB451FFBCD119EC850B29C6ED316E2D4FF52EA95A011641C75EA1F119D43E4EA7DA7402FE8226C300C50A5s5D" TargetMode="Externa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6D7CF082C69F00E1C328EF9A23D00682155CF11C0ABC2BA54B4E81933E20D8E4AC259EE6EA739C3BEAABE3C3FEV7y5V" TargetMode="External"/><Relationship Id="rId20" Type="http://schemas.openxmlformats.org/officeDocument/2006/relationships/hyperlink" Target="consultantplus://offline/ref=3157F57131435C0CD16933BF71B8E5EB820DC080EA0F32C9CF5AE4DBA3CDB48D2C857C3B1116B185113A53B555D6D05BD481C131H9aAB" TargetMode="External"/><Relationship Id="rId29" Type="http://schemas.openxmlformats.org/officeDocument/2006/relationships/hyperlink" Target="consultantplus://offline/ref=B37E9CDFDD5E3881BC574F7AA37479ADF16C5CEF6D945F61D91757E350D2C08F2F5A5099498C43A5EACD7F9D8EEE165599CB06F178DF05CFD2F658F0i1p1B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4F62E5739DAD647830DA03F4283D71DB8EF94D0201A4DDA3A29530A8A74BD896BA8222021A507B535F268700F3A0FA" TargetMode="External"/><Relationship Id="rId24" Type="http://schemas.openxmlformats.org/officeDocument/2006/relationships/hyperlink" Target="consultantplus://offline/ref=B37E9CDFDD5E3881BC574F7AA37479ADF16C5CEF6D945F61D91757E350D2C08F2F5A5099498C43A5EACD7D9B81EE165599CB06F178DF05CFD2F658F0i1p1B" TargetMode="External"/><Relationship Id="rId32" Type="http://schemas.openxmlformats.org/officeDocument/2006/relationships/hyperlink" Target="consultantplus://offline/ref=1269A354AD993D905247AB8B05F01C277D710277168F762CD5F3CB673D1991BCEA580B4C80B9EF3B8D7574690E22059CFC44D3F71EB2Z2D" TargetMode="External"/><Relationship Id="rId37" Type="http://schemas.openxmlformats.org/officeDocument/2006/relationships/glossaryDocument" Target="glossary/document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4F62E5739DAD647830DA03F4283D71DB8EB94D721184DDA3A29530A8A74BD8979A87A2C20A518BC35E73E2149FBD9677C8498E7A8173E593E0CA" TargetMode="External"/><Relationship Id="rId23" Type="http://schemas.openxmlformats.org/officeDocument/2006/relationships/hyperlink" Target="consultantplus://offline/ref=B37E9CDFDD5E3881BC574F7AA37479ADF16C5CEF6D945F61D91757E350D2C08F2F5A5099498C43A5EACD7D9E85EE165599CB06F178DF05CFD2F658F0i1p1B" TargetMode="External"/><Relationship Id="rId28" Type="http://schemas.openxmlformats.org/officeDocument/2006/relationships/hyperlink" Target="consultantplus://offline/ref=B37E9CDFDD5E3881BC574F7AA37479ADF16C5CEF6D945F61D91757E350D2C08F2F5A5099498C43A5EACD7F9A8EEE165599CB06F178DF05CFD2F658F0i1p1B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34F62E5739DAD647830DBE3254EF8B11BBE1CCDD261C438E6574555DD524BBDC39E87C7963E114B437EC6A720DA5803738CF95E4B60B3E59F3D215A63204A" TargetMode="External"/><Relationship Id="rId19" Type="http://schemas.openxmlformats.org/officeDocument/2006/relationships/hyperlink" Target="consultantplus://offline/ref=3157F57131435C0CD16933BF71B8E5EB820DC388E50932C9CF5AE4DBA3CDB48D2C857C3E121DE0DD54640AE5119DDD58CA9DC1318527748AHEa0B" TargetMode="External"/><Relationship Id="rId31" Type="http://schemas.openxmlformats.org/officeDocument/2006/relationships/hyperlink" Target="consultantplus://offline/ref=B37E9CDFDD5E3881BC574F7AA37479ADF16C5CEF6D945F61D91757E350D2C08F2F5A5099498C43A5EACD7D9B81EE165599CB06F178DF05CFD2F658F0i1p1B" TargetMode="External"/><Relationship Id="rId4" Type="http://schemas.openxmlformats.org/officeDocument/2006/relationships/styles" Target="styles.xml"/><Relationship Id="rId9" Type="http://schemas.openxmlformats.org/officeDocument/2006/relationships/hyperlink" Target="consultantplus://offline/ref=34F62E5739DAD647830DA03F4283D71DB8EC9BD526154DDA3A29530A8A74BD896BA8222021A507B535F268700F3A0FA" TargetMode="External"/><Relationship Id="rId14" Type="http://schemas.openxmlformats.org/officeDocument/2006/relationships/hyperlink" Target="consultantplus://offline/ref=34F62E5739DAD647830DA03F4283D71DB8ED92D5271A4DDA3A29530A8A74BD8979A87A2C24AC12E166A83F7D0CAECA667E849AE5B43104A" TargetMode="External"/><Relationship Id="rId22" Type="http://schemas.openxmlformats.org/officeDocument/2006/relationships/hyperlink" Target="consultantplus://offline/ref=B37E9CDFDD5E3881BC574F7AA37479ADF16C5CEF6D945F61D91757E350D2C08F2F5A5099498C43A5EACD7D9981EE165599CB06F178DF05CFD2F658F0i1p1B" TargetMode="External"/><Relationship Id="rId27" Type="http://schemas.openxmlformats.org/officeDocument/2006/relationships/hyperlink" Target="consultantplus://offline/ref=B37E9CDFDD5E3881BC574F7AA37479ADF16C5CEF6D945F61D91757E350D2C08F2F5A5099498C43A5EACD7D9B81EE165599CB06F178DF05CFD2F658F0i1p1B" TargetMode="External"/><Relationship Id="rId30" Type="http://schemas.openxmlformats.org/officeDocument/2006/relationships/hyperlink" Target="consultantplus://offline/ref=B37E9CDFDD5E3881BC574F7AA37479ADF16C5CEF6D945F61D91757E350D2C08F2F5A5099498C43A5EACD7D9B81EE165599CB06F178DF05CFD2F658F0i1p1B" TargetMode="External"/><Relationship Id="rId35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A3DBCBA0BD9444C8D4986EF55BAD6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9F13C9-338D-4D47-8EB6-C6ECDBCCAD26}"/>
      </w:docPartPr>
      <w:docPartBody>
        <w:p w:rsidR="00AA7FF5" w:rsidRDefault="00B9493B" w:rsidP="00B9493B">
          <w:pPr>
            <w:pStyle w:val="0A3DBCBA0BD9444C8D4986EF55BAD6E6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72C4F4ACC9C945CE9010FB290C5533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B08370-B77E-4DF3-9283-40A452A5375E}"/>
      </w:docPartPr>
      <w:docPartBody>
        <w:p w:rsidR="00AA7FF5" w:rsidRDefault="00B9493B" w:rsidP="00B9493B">
          <w:pPr>
            <w:pStyle w:val="72C4F4ACC9C945CE9010FB290C5533DE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2A2D3F"/>
    <w:rsid w:val="00334FE7"/>
    <w:rsid w:val="00393B75"/>
    <w:rsid w:val="004C1D77"/>
    <w:rsid w:val="005A7E87"/>
    <w:rsid w:val="005F6646"/>
    <w:rsid w:val="006360AA"/>
    <w:rsid w:val="007410FF"/>
    <w:rsid w:val="008D5C56"/>
    <w:rsid w:val="00AA7FF5"/>
    <w:rsid w:val="00B35223"/>
    <w:rsid w:val="00B9493B"/>
    <w:rsid w:val="00DB168E"/>
    <w:rsid w:val="00E3160A"/>
    <w:rsid w:val="00EA3274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B9493B"/>
    <w:rPr>
      <w:color w:val="808080"/>
    </w:rPr>
  </w:style>
  <w:style w:type="paragraph" w:customStyle="1" w:styleId="19D8952A8F8B41E9BF2303ACB0FCBC54">
    <w:name w:val="19D8952A8F8B41E9BF2303ACB0FCBC54"/>
    <w:rsid w:val="00334FE7"/>
  </w:style>
  <w:style w:type="paragraph" w:customStyle="1" w:styleId="5F6EE52FD52E4E4DAE80C507B2D6728C">
    <w:name w:val="5F6EE52FD52E4E4DAE80C507B2D6728C"/>
    <w:rsid w:val="00B9493B"/>
  </w:style>
  <w:style w:type="paragraph" w:customStyle="1" w:styleId="FF67056E5CB04D02BA1235AD04627A3C">
    <w:name w:val="FF67056E5CB04D02BA1235AD04627A3C"/>
    <w:rsid w:val="00B9493B"/>
  </w:style>
  <w:style w:type="paragraph" w:customStyle="1" w:styleId="1A3915F4AF0948A2953E10F5FF0CA973">
    <w:name w:val="1A3915F4AF0948A2953E10F5FF0CA973"/>
    <w:rsid w:val="00B9493B"/>
  </w:style>
  <w:style w:type="paragraph" w:customStyle="1" w:styleId="0A3DBCBA0BD9444C8D4986EF55BAD6E6">
    <w:name w:val="0A3DBCBA0BD9444C8D4986EF55BAD6E6"/>
    <w:rsid w:val="00B9493B"/>
  </w:style>
  <w:style w:type="paragraph" w:customStyle="1" w:styleId="72C4F4ACC9C945CE9010FB290C5533DE">
    <w:name w:val="72C4F4ACC9C945CE9010FB290C5533DE"/>
    <w:rsid w:val="00B9493B"/>
  </w:style>
  <w:style w:type="paragraph" w:customStyle="1" w:styleId="AB748AC5D761437994B1FAD71925543A">
    <w:name w:val="AB748AC5D761437994B1FAD71925543A"/>
    <w:rsid w:val="00B9493B"/>
  </w:style>
  <w:style w:type="paragraph" w:customStyle="1" w:styleId="0A3DBCBA0BD9444C8D4986EF55BAD6E61">
    <w:name w:val="0A3DBCBA0BD9444C8D4986EF55BAD6E6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C4F4ACC9C945CE9010FB290C5533DE1">
    <w:name w:val="72C4F4ACC9C945CE9010FB290C5533DE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31</Pages>
  <Words>10740</Words>
  <Characters>61221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71818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4</cp:revision>
  <cp:lastPrinted>2021-03-16T04:24:00Z</cp:lastPrinted>
  <dcterms:created xsi:type="dcterms:W3CDTF">2023-07-31T03:41:00Z</dcterms:created>
  <dcterms:modified xsi:type="dcterms:W3CDTF">2023-08-15T00:50:00Z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