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50C7828" w14:textId="77777777" w:rsidTr="00987DB5">
        <w:tc>
          <w:tcPr>
            <w:tcW w:w="9498" w:type="dxa"/>
          </w:tcPr>
          <w:p w14:paraId="050C782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50C783F" wp14:editId="050C784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0C782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50C782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50C782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50C7829" w14:textId="299B2805" w:rsidR="0033636C" w:rsidRPr="00A033E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33E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033E6" w:rsidRPr="00A033E6">
            <w:rPr>
              <w:rFonts w:ascii="Times New Roman" w:hAnsi="Times New Roman"/>
              <w:sz w:val="28"/>
              <w:szCs w:val="28"/>
            </w:rPr>
            <w:t>20 сентября 2022 года</w:t>
          </w:r>
        </w:sdtContent>
      </w:sdt>
      <w:r w:rsidRPr="00A033E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A033E6" w:rsidRPr="00A033E6">
            <w:rPr>
              <w:rFonts w:ascii="Times New Roman" w:hAnsi="Times New Roman"/>
              <w:sz w:val="28"/>
              <w:szCs w:val="28"/>
            </w:rPr>
            <w:t>519</w:t>
          </w:r>
        </w:sdtContent>
      </w:sdt>
    </w:p>
    <w:p w14:paraId="050C782A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277A75A" w14:textId="77777777" w:rsidR="005411AD" w:rsidRPr="001D10EA" w:rsidRDefault="005411AD" w:rsidP="006556A5">
      <w:pPr>
        <w:spacing w:after="24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52F11">
        <w:rPr>
          <w:rFonts w:ascii="Times New Roman" w:hAnsi="Times New Roman"/>
          <w:b/>
          <w:sz w:val="28"/>
          <w:szCs w:val="28"/>
        </w:rPr>
        <w:t>О внесении измен</w:t>
      </w:r>
      <w:r>
        <w:rPr>
          <w:rFonts w:ascii="Times New Roman" w:hAnsi="Times New Roman"/>
          <w:b/>
          <w:sz w:val="28"/>
          <w:szCs w:val="28"/>
        </w:rPr>
        <w:t>ений в муниципальную программу «</w:t>
      </w:r>
      <w:r w:rsidRPr="00F52F11">
        <w:rPr>
          <w:rFonts w:ascii="Times New Roman" w:hAnsi="Times New Roman"/>
          <w:b/>
          <w:sz w:val="28"/>
          <w:szCs w:val="28"/>
        </w:rPr>
        <w:t>Совершенствование системы управления муниципальным имуществом муниципального образова</w:t>
      </w:r>
      <w:r>
        <w:rPr>
          <w:rFonts w:ascii="Times New Roman" w:hAnsi="Times New Roman"/>
          <w:b/>
          <w:sz w:val="28"/>
          <w:szCs w:val="28"/>
        </w:rPr>
        <w:t>ния «Городской округ Ногликский»</w:t>
      </w:r>
      <w:r w:rsidRPr="00F52F11">
        <w:rPr>
          <w:rFonts w:ascii="Times New Roman" w:hAnsi="Times New Roman"/>
          <w:b/>
          <w:sz w:val="28"/>
          <w:szCs w:val="28"/>
        </w:rPr>
        <w:t>, утвержденную постановлением администра</w:t>
      </w:r>
      <w:r>
        <w:rPr>
          <w:rFonts w:ascii="Times New Roman" w:hAnsi="Times New Roman"/>
          <w:b/>
          <w:sz w:val="28"/>
          <w:szCs w:val="28"/>
        </w:rPr>
        <w:t xml:space="preserve">ции </w:t>
      </w:r>
      <w:r>
        <w:rPr>
          <w:rFonts w:ascii="Times New Roman" w:hAnsi="Times New Roman"/>
          <w:b/>
          <w:sz w:val="28"/>
          <w:szCs w:val="28"/>
        </w:rPr>
        <w:br/>
        <w:t>муниципального образования «</w:t>
      </w:r>
      <w:r w:rsidRPr="00F52F11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>
        <w:rPr>
          <w:rFonts w:ascii="Times New Roman" w:hAnsi="Times New Roman"/>
          <w:b/>
          <w:sz w:val="28"/>
          <w:szCs w:val="28"/>
        </w:rPr>
        <w:t>»</w:t>
      </w:r>
      <w:r w:rsidRPr="00F52F1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br/>
      </w:r>
      <w:r w:rsidRPr="00F52F11">
        <w:rPr>
          <w:rFonts w:ascii="Times New Roman" w:hAnsi="Times New Roman"/>
          <w:b/>
          <w:sz w:val="28"/>
          <w:szCs w:val="28"/>
        </w:rPr>
        <w:t>от 15.12.2017 № 1075</w:t>
      </w:r>
    </w:p>
    <w:p w14:paraId="535C0D60" w14:textId="4BBC7DCD" w:rsidR="005411AD" w:rsidRPr="002F3844" w:rsidRDefault="005411AD" w:rsidP="006556A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82C31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«Совершенствование системы управл</w:t>
      </w:r>
      <w:bookmarkStart w:id="0" w:name="_GoBack"/>
      <w:bookmarkEnd w:id="0"/>
      <w:r w:rsidRPr="00082C31">
        <w:rPr>
          <w:rFonts w:ascii="Times New Roman" w:hAnsi="Times New Roman"/>
          <w:sz w:val="28"/>
          <w:szCs w:val="28"/>
        </w:rPr>
        <w:t>ения муниципальным имуществом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br/>
        <w:t xml:space="preserve">в связи с перераспределением бюджетных ассигнований </w:t>
      </w:r>
      <w:r w:rsidRPr="00821127">
        <w:rPr>
          <w:rFonts w:ascii="Times New Roman" w:hAnsi="Times New Roman"/>
          <w:sz w:val="28"/>
          <w:szCs w:val="28"/>
        </w:rPr>
        <w:t xml:space="preserve">для оплаты взносов </w:t>
      </w:r>
      <w:r w:rsidR="00E540DC">
        <w:rPr>
          <w:rFonts w:ascii="Times New Roman" w:hAnsi="Times New Roman"/>
          <w:sz w:val="28"/>
          <w:szCs w:val="28"/>
        </w:rPr>
        <w:br/>
      </w:r>
      <w:r w:rsidRPr="00821127">
        <w:rPr>
          <w:rFonts w:ascii="Times New Roman" w:hAnsi="Times New Roman"/>
          <w:sz w:val="28"/>
          <w:szCs w:val="28"/>
        </w:rPr>
        <w:t>в фонд капитального ремонта</w:t>
      </w:r>
      <w:r w:rsidRPr="00082C3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3844">
        <w:rPr>
          <w:rFonts w:ascii="Times New Roman" w:hAnsi="Times New Roman"/>
          <w:sz w:val="28"/>
          <w:szCs w:val="28"/>
        </w:rPr>
        <w:t xml:space="preserve">руководствуясь п. 5.3 Порядка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2F3844">
        <w:rPr>
          <w:rFonts w:ascii="Times New Roman" w:hAnsi="Times New Roman"/>
          <w:b/>
          <w:sz w:val="28"/>
          <w:szCs w:val="28"/>
        </w:rPr>
        <w:t>ПОСТАНОВЛЯЕТ:</w:t>
      </w:r>
    </w:p>
    <w:p w14:paraId="0D79F904" w14:textId="19A9DC05" w:rsidR="005411AD" w:rsidRPr="00082C31" w:rsidRDefault="005411AD" w:rsidP="006556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«Совершенствование системы управления муниципальным имуществом муниципального образования «Городской округ Ногликский», утвержденную постановлением администрации муниципального образования «Городской округ 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гликский» от 15.12.2017 № 1075 </w:t>
      </w:r>
      <w:r w:rsidRPr="002708B5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от 14.06.2018 № 554, от 07.08.2018 № 754, от 26.12.2018 № 1271, от 29.01.2019 № 47, от 02.09.2019 № 668, от 19.11.2019 № 848, от 30.12.2019 № 928, от 15.01.2020 № 8, от 10.02.2020 № 71,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708B5">
        <w:rPr>
          <w:rFonts w:ascii="Times New Roman" w:eastAsia="Times New Roman" w:hAnsi="Times New Roman"/>
          <w:sz w:val="28"/>
          <w:szCs w:val="28"/>
          <w:lang w:eastAsia="ru-RU"/>
        </w:rPr>
        <w:t>от 30.09.2020 № 475, от 10.02.2021 № 61, от 14.03.2022 № 91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от 01.06.2022 </w:t>
      </w:r>
      <w:r w:rsidR="006556A5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№ 276</w:t>
      </w:r>
      <w:r w:rsidRPr="002708B5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, (далее – Программа) следующие изменения:</w:t>
      </w:r>
    </w:p>
    <w:p w14:paraId="1B52B977" w14:textId="77777777" w:rsidR="005411AD" w:rsidRPr="00082C31" w:rsidRDefault="005411AD" w:rsidP="006556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1.1. В Паспорте муниципальной Программы:</w:t>
      </w:r>
    </w:p>
    <w:p w14:paraId="4FA1C7BF" w14:textId="579B1742" w:rsidR="005411AD" w:rsidRPr="00082C31" w:rsidRDefault="005411AD" w:rsidP="006556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- пункт «Объемы и источники финансирования Программы» изложить </w:t>
      </w:r>
      <w:r w:rsidR="006556A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в следующей редакции:</w:t>
      </w:r>
    </w:p>
    <w:p w14:paraId="0C78C919" w14:textId="77777777" w:rsidR="005411AD" w:rsidRPr="00082C31" w:rsidRDefault="005411AD" w:rsidP="006556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«Общий объем финансирования муниципальной программы составит:</w:t>
      </w:r>
    </w:p>
    <w:p w14:paraId="10C78E57" w14:textId="77777777" w:rsidR="005411AD" w:rsidRPr="00082C31" w:rsidRDefault="005411AD" w:rsidP="006556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за счет всех источников финансирования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207 792,4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 по годам:</w:t>
      </w:r>
    </w:p>
    <w:p w14:paraId="52AC534E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2017 год – 0,0 тыс. рублей;</w:t>
      </w:r>
    </w:p>
    <w:p w14:paraId="3804BDEA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2018 год – 20 428,8 тыс. рублей;</w:t>
      </w:r>
    </w:p>
    <w:p w14:paraId="28F68709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2019 год – 23 345,1 тыс. рублей;</w:t>
      </w:r>
    </w:p>
    <w:p w14:paraId="14A7339F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2020 год – 24 001,4 тыс. рублей;</w:t>
      </w:r>
    </w:p>
    <w:p w14:paraId="6D741BF2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2021 год – 26 540,6 тыс. рублей;</w:t>
      </w:r>
    </w:p>
    <w:p w14:paraId="1A61142B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sz w:val="28"/>
          <w:szCs w:val="28"/>
        </w:rPr>
        <w:t>28 359,9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194F75D6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2023 год – 28 341,4 тыс. рублей;</w:t>
      </w:r>
    </w:p>
    <w:p w14:paraId="18685FC5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2024 год – 29 150,1 тыс. рублей;</w:t>
      </w:r>
    </w:p>
    <w:p w14:paraId="772ED7EA" w14:textId="28404BE2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2025 год – 27 625,1 тыс. рублей</w:t>
      </w:r>
      <w:r w:rsidR="00DF6EF0">
        <w:rPr>
          <w:rFonts w:ascii="Times New Roman" w:hAnsi="Times New Roman"/>
          <w:sz w:val="28"/>
          <w:szCs w:val="28"/>
        </w:rPr>
        <w:t>.</w:t>
      </w:r>
    </w:p>
    <w:p w14:paraId="5B1E138F" w14:textId="77777777" w:rsidR="005411AD" w:rsidRPr="00082C31" w:rsidRDefault="005411AD" w:rsidP="006556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В том числе по источникам финансирования:</w:t>
      </w:r>
    </w:p>
    <w:p w14:paraId="2BE12FFD" w14:textId="77777777" w:rsidR="005411AD" w:rsidRPr="00082C31" w:rsidRDefault="005411AD" w:rsidP="006556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средств местного бюджета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207 792,4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</w:t>
      </w:r>
    </w:p>
    <w:p w14:paraId="78FACAFB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2017 год – 0,0 тыс. рублей;</w:t>
      </w:r>
    </w:p>
    <w:p w14:paraId="484A09BA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2018 год – 20 428,8 тыс. рублей;</w:t>
      </w:r>
    </w:p>
    <w:p w14:paraId="5B63F8DD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2019 год – 23 345,1 тыс. рублей;</w:t>
      </w:r>
    </w:p>
    <w:p w14:paraId="254F1D63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2020 год – 24 001,4 тыс. рублей;</w:t>
      </w:r>
    </w:p>
    <w:p w14:paraId="67273667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2021 год – 26 540,6 тыс. рублей;</w:t>
      </w:r>
    </w:p>
    <w:p w14:paraId="665F0CA5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sz w:val="28"/>
          <w:szCs w:val="28"/>
        </w:rPr>
        <w:t>28 359,9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6775001D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2023 год – 28 341,4 тыс. рублей;</w:t>
      </w:r>
    </w:p>
    <w:p w14:paraId="0E924123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2024 год – 29 150,1 тыс. рублей;</w:t>
      </w:r>
    </w:p>
    <w:p w14:paraId="1BD9A512" w14:textId="53E5E2CC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2025 год – 27 625,1 тыс. рублей</w:t>
      </w:r>
      <w:r w:rsidR="00DF6EF0">
        <w:rPr>
          <w:rFonts w:ascii="Times New Roman" w:hAnsi="Times New Roman"/>
          <w:sz w:val="28"/>
          <w:szCs w:val="28"/>
        </w:rPr>
        <w:t>.</w:t>
      </w:r>
    </w:p>
    <w:p w14:paraId="079E76B7" w14:textId="77777777" w:rsidR="005411AD" w:rsidRPr="00082C31" w:rsidRDefault="005411AD" w:rsidP="006556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средств областного бюджета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0,0</w:t>
      </w:r>
      <w:r w:rsidRPr="00082C31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тыс. рублей, в том числе:</w:t>
      </w:r>
    </w:p>
    <w:p w14:paraId="653CEF6B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2017 год – 0,0 тыс. рублей;</w:t>
      </w:r>
    </w:p>
    <w:p w14:paraId="6DB9CAC3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2018 год – 0,0 тыс. рублей;</w:t>
      </w:r>
    </w:p>
    <w:p w14:paraId="0BA49474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2019 год – 0,0 тыс. рублей;</w:t>
      </w:r>
    </w:p>
    <w:p w14:paraId="43DFD220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2020 год – 0,0 тыс. рублей;</w:t>
      </w:r>
    </w:p>
    <w:p w14:paraId="7C8CE100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2021 год – 0,0 тыс. рублей;</w:t>
      </w:r>
    </w:p>
    <w:p w14:paraId="43A0B2DD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2022 год – 0,0 тыс. рублей</w:t>
      </w:r>
    </w:p>
    <w:p w14:paraId="06FA977D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2023 год – 0,0 тыс. рублей;</w:t>
      </w:r>
    </w:p>
    <w:p w14:paraId="569249A9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2024 год – 0,0 тыс. рублей;</w:t>
      </w:r>
    </w:p>
    <w:p w14:paraId="4520BB86" w14:textId="77777777" w:rsidR="005411AD" w:rsidRPr="009E164D" w:rsidRDefault="005411AD" w:rsidP="006556A5">
      <w:pPr>
        <w:widowControl w:val="0"/>
        <w:suppressAutoHyphens/>
        <w:spacing w:after="0" w:line="240" w:lineRule="auto"/>
        <w:ind w:firstLine="635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 2025 год – 0,0 тыс. рублей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13C6E96F" w14:textId="77777777" w:rsidR="005411AD" w:rsidRPr="00082C31" w:rsidRDefault="005411AD" w:rsidP="006556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. В разделе 6 «Ресурсное обеспечение муниципальной программы» абзац первый изложить в следующей редакции:</w:t>
      </w:r>
    </w:p>
    <w:p w14:paraId="50F6146D" w14:textId="77777777" w:rsidR="005411AD" w:rsidRPr="00082C31" w:rsidRDefault="005411AD" w:rsidP="006556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«Общий объем финансирования муниципальной программы составит:</w:t>
      </w:r>
    </w:p>
    <w:p w14:paraId="0B7A6FEB" w14:textId="77777777" w:rsidR="005411AD" w:rsidRPr="00082C31" w:rsidRDefault="005411AD" w:rsidP="006556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всех источников финансирования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207 792,4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 по годам:</w:t>
      </w:r>
    </w:p>
    <w:p w14:paraId="7324476F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2017 год – 0,0 тыс. рублей;</w:t>
      </w:r>
    </w:p>
    <w:p w14:paraId="51D56EF3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2018 год – 20 428,8 тыс. рублей;</w:t>
      </w:r>
    </w:p>
    <w:p w14:paraId="040E4369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2019 год – 23 345,1 тыс. рублей;</w:t>
      </w:r>
    </w:p>
    <w:p w14:paraId="323CD289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2020 год – 24 001,4 тыс. рублей;</w:t>
      </w:r>
    </w:p>
    <w:p w14:paraId="62659EDE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2021 год – 26 540,6 тыс. рублей;</w:t>
      </w:r>
    </w:p>
    <w:p w14:paraId="6F8CA754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sz w:val="28"/>
          <w:szCs w:val="28"/>
        </w:rPr>
        <w:t>28 359,9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01FC24F3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2023 год – 28 341,4 тыс. рублей;</w:t>
      </w:r>
    </w:p>
    <w:p w14:paraId="41223340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2024 год – 29 150,1 тыс. рублей;</w:t>
      </w:r>
    </w:p>
    <w:p w14:paraId="58150833" w14:textId="08A7CAB1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lastRenderedPageBreak/>
        <w:t>2025 год – 27 625,1 тыс. рублей</w:t>
      </w:r>
      <w:r w:rsidR="00DF6EF0">
        <w:rPr>
          <w:rFonts w:ascii="Times New Roman" w:hAnsi="Times New Roman"/>
          <w:sz w:val="28"/>
          <w:szCs w:val="28"/>
        </w:rPr>
        <w:t>.</w:t>
      </w:r>
    </w:p>
    <w:p w14:paraId="39E8773A" w14:textId="77777777" w:rsidR="005411AD" w:rsidRPr="00082C31" w:rsidRDefault="005411AD" w:rsidP="006556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В том числе по источникам финансирования:</w:t>
      </w:r>
    </w:p>
    <w:p w14:paraId="2632B8B9" w14:textId="77777777" w:rsidR="005411AD" w:rsidRPr="00082C31" w:rsidRDefault="005411AD" w:rsidP="006556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средств местного бюджета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207 792,4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</w:t>
      </w:r>
    </w:p>
    <w:p w14:paraId="02E56415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2017 год – 0,0 тыс. рублей;</w:t>
      </w:r>
    </w:p>
    <w:p w14:paraId="353D290F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2018 год – 20 428,8 тыс. рублей;</w:t>
      </w:r>
    </w:p>
    <w:p w14:paraId="065CFD78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2019 год – 23 345,1 тыс. рублей;</w:t>
      </w:r>
    </w:p>
    <w:p w14:paraId="3874A6FB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2020 год – 24 001,4 тыс. рублей;</w:t>
      </w:r>
    </w:p>
    <w:p w14:paraId="6E36C279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2021 год – 26 540,6 тыс. рублей;</w:t>
      </w:r>
    </w:p>
    <w:p w14:paraId="45CF8D40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sz w:val="28"/>
          <w:szCs w:val="28"/>
        </w:rPr>
        <w:t>28 359,9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466A9C4D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2023 год – 28 341,4 тыс. рублей;</w:t>
      </w:r>
    </w:p>
    <w:p w14:paraId="02FB1DD4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2024 год – 29 150,1 тыс. рублей;</w:t>
      </w:r>
    </w:p>
    <w:p w14:paraId="76B3F80C" w14:textId="1BCC3928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2025 год – 27 625,1 тыс. рублей</w:t>
      </w:r>
      <w:r w:rsidR="00DF6EF0">
        <w:rPr>
          <w:rFonts w:ascii="Times New Roman" w:hAnsi="Times New Roman"/>
          <w:sz w:val="28"/>
          <w:szCs w:val="28"/>
        </w:rPr>
        <w:t>.</w:t>
      </w:r>
    </w:p>
    <w:p w14:paraId="713FE0BD" w14:textId="77777777" w:rsidR="005411AD" w:rsidRPr="00082C31" w:rsidRDefault="005411AD" w:rsidP="006556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средств областного бюджета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0,0</w:t>
      </w:r>
      <w:r w:rsidRPr="00082C31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тыс. рублей, в том числе:</w:t>
      </w:r>
    </w:p>
    <w:p w14:paraId="3A9DB7A9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2017 год – 0,0 тыс. рублей;</w:t>
      </w:r>
    </w:p>
    <w:p w14:paraId="4F9B91C1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2018 год – 0,0 тыс. рублей;</w:t>
      </w:r>
    </w:p>
    <w:p w14:paraId="1E337E45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2019 год – 0,0 тыс. рублей;</w:t>
      </w:r>
    </w:p>
    <w:p w14:paraId="387FD8C9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2020 год – 0,0 тыс. рублей;</w:t>
      </w:r>
    </w:p>
    <w:p w14:paraId="1BAC67F2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2021 год – 0,0 тыс. рублей;</w:t>
      </w:r>
    </w:p>
    <w:p w14:paraId="401C68FC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2022 год – 0,0 тыс. рублей</w:t>
      </w:r>
    </w:p>
    <w:p w14:paraId="1CF45C9F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2023 год – 0,0 тыс. рублей;</w:t>
      </w:r>
    </w:p>
    <w:p w14:paraId="659207C4" w14:textId="77777777" w:rsidR="005411AD" w:rsidRPr="009E164D" w:rsidRDefault="005411AD" w:rsidP="006556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2024 год – 0,0 тыс. рублей;</w:t>
      </w:r>
    </w:p>
    <w:p w14:paraId="2E40D966" w14:textId="655E5B0D" w:rsidR="005411AD" w:rsidRPr="009E164D" w:rsidRDefault="005411AD" w:rsidP="00995D3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2025 год – 0,0 тыс. рублей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08E0E6D0" w14:textId="7E115330" w:rsidR="005411AD" w:rsidRPr="00082C31" w:rsidRDefault="005411AD" w:rsidP="006556A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. Приложение 3 «Ресурсное обеспечение реализации муниципальной программы «Совершенствование системы управления муниципальным имуществом муниципального образования «Городской округ Ногликский» изложить в нов</w:t>
      </w:r>
      <w:r w:rsidR="007B738C">
        <w:rPr>
          <w:rFonts w:ascii="Times New Roman" w:eastAsia="Times New Roman" w:hAnsi="Times New Roman"/>
          <w:sz w:val="28"/>
          <w:szCs w:val="28"/>
          <w:lang w:eastAsia="ru-RU"/>
        </w:rPr>
        <w:t>ой редакции согласно приложению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14:paraId="37037B5A" w14:textId="1C5FA083" w:rsidR="005411AD" w:rsidRDefault="005411AD" w:rsidP="006556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</w:t>
      </w:r>
      <w:r w:rsidR="006556A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69FBB610" w14:textId="77777777" w:rsidR="00E5446B" w:rsidRPr="00082C31" w:rsidRDefault="00E5446B" w:rsidP="006556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B9FF19B" w14:textId="77777777" w:rsidR="005411AD" w:rsidRDefault="005411AD" w:rsidP="005411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2048CD7" w14:textId="77777777" w:rsidR="005411AD" w:rsidRDefault="005411AD" w:rsidP="005411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9C0386" w14:textId="77777777" w:rsidR="005411AD" w:rsidRDefault="005411AD" w:rsidP="005411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3400956" w14:textId="77777777" w:rsidR="005411AD" w:rsidRPr="00D12794" w:rsidRDefault="005411AD" w:rsidP="005411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sectPr w:rsidR="005411AD" w:rsidRPr="00D12794" w:rsidSect="00A033E6">
      <w:headerReference w:type="default" r:id="rId7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0C7843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50C7844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0C7841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50C7842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141900"/>
      <w:docPartObj>
        <w:docPartGallery w:val="Page Numbers (Top of Page)"/>
        <w:docPartUnique/>
      </w:docPartObj>
    </w:sdtPr>
    <w:sdtEndPr/>
    <w:sdtContent>
      <w:p w14:paraId="58D47E7D" w14:textId="4836F02A" w:rsidR="006556A5" w:rsidRDefault="006556A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3E6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745AC"/>
    <w:rsid w:val="0033636C"/>
    <w:rsid w:val="003E4257"/>
    <w:rsid w:val="00520CBF"/>
    <w:rsid w:val="005411AD"/>
    <w:rsid w:val="005C04B3"/>
    <w:rsid w:val="005E565B"/>
    <w:rsid w:val="006556A5"/>
    <w:rsid w:val="0068053F"/>
    <w:rsid w:val="006D6131"/>
    <w:rsid w:val="00787467"/>
    <w:rsid w:val="007B738C"/>
    <w:rsid w:val="008251F3"/>
    <w:rsid w:val="008629FA"/>
    <w:rsid w:val="00882823"/>
    <w:rsid w:val="00922C78"/>
    <w:rsid w:val="00987DB5"/>
    <w:rsid w:val="00995D31"/>
    <w:rsid w:val="00A033E6"/>
    <w:rsid w:val="00AC72C8"/>
    <w:rsid w:val="00B10ED9"/>
    <w:rsid w:val="00B25688"/>
    <w:rsid w:val="00C02849"/>
    <w:rsid w:val="00CF5DD1"/>
    <w:rsid w:val="00D12794"/>
    <w:rsid w:val="00D67BD8"/>
    <w:rsid w:val="00DF6EF0"/>
    <w:rsid w:val="00DF7897"/>
    <w:rsid w:val="00E37B8A"/>
    <w:rsid w:val="00E540DC"/>
    <w:rsid w:val="00E5446B"/>
    <w:rsid w:val="00E609BC"/>
    <w:rsid w:val="00EE77B9"/>
    <w:rsid w:val="00EF5754"/>
    <w:rsid w:val="00FC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C782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F262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F262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F2627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44</TotalTime>
  <Pages>3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24</cp:revision>
  <dcterms:created xsi:type="dcterms:W3CDTF">2020-04-07T04:52:00Z</dcterms:created>
  <dcterms:modified xsi:type="dcterms:W3CDTF">2022-09-24T04:30:00Z</dcterms:modified>
</cp:coreProperties>
</file>