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CB236F" w14:paraId="1B1F4820" w14:textId="77777777" w:rsidTr="00987DB5">
        <w:tc>
          <w:tcPr>
            <w:tcW w:w="9498" w:type="dxa"/>
          </w:tcPr>
          <w:p w14:paraId="1B1F481C" w14:textId="77777777" w:rsidR="00053BD0" w:rsidRPr="00CB236F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236F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1F4837" wp14:editId="1B1F483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F481D" w14:textId="77777777" w:rsidR="00053BD0" w:rsidRPr="00CB236F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CB236F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1F481E" w14:textId="77777777" w:rsidR="00053BD0" w:rsidRPr="00CB236F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CB236F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1F481F" w14:textId="77777777" w:rsidR="00053BD0" w:rsidRPr="00CB236F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CB236F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1F4821" w14:textId="3C408D30" w:rsidR="0033636C" w:rsidRPr="003236E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6E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236EB" w:rsidRPr="003236EB">
            <w:rPr>
              <w:rFonts w:ascii="Times New Roman" w:hAnsi="Times New Roman"/>
              <w:sz w:val="28"/>
              <w:szCs w:val="28"/>
            </w:rPr>
            <w:t>07 февраля 2023 года</w:t>
          </w:r>
        </w:sdtContent>
      </w:sdt>
      <w:r w:rsidRPr="003236E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236EB" w:rsidRPr="003236EB">
            <w:rPr>
              <w:rFonts w:ascii="Times New Roman" w:hAnsi="Times New Roman"/>
              <w:sz w:val="28"/>
              <w:szCs w:val="28"/>
            </w:rPr>
            <w:t>51</w:t>
          </w:r>
        </w:sdtContent>
      </w:sdt>
    </w:p>
    <w:p w14:paraId="1B1F4822" w14:textId="77777777" w:rsidR="0033636C" w:rsidRPr="00CB236F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36F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1B1F4824" w14:textId="48EC7DAC" w:rsidR="00185FEC" w:rsidRDefault="0033636C" w:rsidP="00EB126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B236F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CB236F" w:rsidRPr="00CB236F">
        <w:rPr>
          <w:rFonts w:ascii="Times New Roman" w:hAnsi="Times New Roman"/>
          <w:b/>
          <w:bCs/>
          <w:sz w:val="28"/>
          <w:szCs w:val="28"/>
        </w:rPr>
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</w:r>
      <w:r w:rsidRPr="00CB236F">
        <w:rPr>
          <w:rFonts w:ascii="Times New Roman" w:hAnsi="Times New Roman"/>
          <w:b/>
          <w:bCs/>
          <w:sz w:val="28"/>
          <w:szCs w:val="28"/>
        </w:rPr>
        <w:t>»</w:t>
      </w:r>
    </w:p>
    <w:p w14:paraId="234FD6B4" w14:textId="77777777" w:rsidR="00EB1263" w:rsidRPr="00EB1263" w:rsidRDefault="00EB1263" w:rsidP="00EB126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96F9ACA" w14:textId="77777777" w:rsidR="00CB236F" w:rsidRDefault="00CB236F" w:rsidP="00CB23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ст. 16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распоряжением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</w:t>
      </w:r>
      <w:bookmarkStart w:id="0" w:name="_GoBack"/>
      <w:bookmarkEnd w:id="0"/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от 07.12.2020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756-р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и другими организациями, в которых размещается государственное задание (заказ)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«Городской округ Ногликский»,</w:t>
      </w:r>
      <w:r w:rsidRPr="00520CCB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B15E3F">
        <w:rPr>
          <w:rFonts w:ascii="Times New Roman" w:hAnsi="Times New Roman"/>
          <w:b/>
          <w:sz w:val="28"/>
          <w:szCs w:val="28"/>
        </w:rPr>
        <w:t>ПОСТАНОВЛЯЕТ:</w:t>
      </w:r>
    </w:p>
    <w:p w14:paraId="29921BB7" w14:textId="44C0EFAF" w:rsidR="00CB236F" w:rsidRPr="009B1DB4" w:rsidRDefault="00CB236F" w:rsidP="00CB236F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DB4">
        <w:rPr>
          <w:rFonts w:ascii="Times New Roman" w:hAnsi="Times New Roman"/>
          <w:sz w:val="28"/>
          <w:szCs w:val="28"/>
        </w:rPr>
        <w:t>Утвердить административный регламент по предоставлению муниципальной услуги «</w:t>
      </w:r>
      <w:r w:rsidRPr="00CB236F">
        <w:rPr>
          <w:rFonts w:ascii="Times New Roman" w:hAnsi="Times New Roman"/>
          <w:sz w:val="28"/>
          <w:szCs w:val="28"/>
        </w:rPr>
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образования» (прилагается).</w:t>
      </w:r>
    </w:p>
    <w:p w14:paraId="653DF745" w14:textId="77777777" w:rsidR="00CB236F" w:rsidRDefault="00CB236F" w:rsidP="00CB236F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Считать утратившими силу постановления администрации муниципального образования «Городской округ Ногликский»:</w:t>
      </w:r>
    </w:p>
    <w:p w14:paraId="15441053" w14:textId="1546CA67" w:rsidR="00CB236F" w:rsidRDefault="00CB236F" w:rsidP="00CB236F">
      <w:pPr>
        <w:pStyle w:val="a8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16.04.2020 № </w:t>
      </w:r>
      <w:r w:rsidR="00780714">
        <w:rPr>
          <w:rFonts w:ascii="Times New Roman" w:hAnsi="Times New Roman"/>
          <w:sz w:val="28"/>
          <w:szCs w:val="28"/>
        </w:rPr>
        <w:t>195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1DB4">
        <w:rPr>
          <w:rFonts w:ascii="Times New Roman" w:hAnsi="Times New Roman"/>
          <w:sz w:val="28"/>
          <w:szCs w:val="28"/>
        </w:rPr>
        <w:t>«Об утверждении административного регламента по предоставлению муниципальной услуги «</w:t>
      </w:r>
      <w:r w:rsidR="00780714" w:rsidRPr="00CB236F">
        <w:rPr>
          <w:rFonts w:ascii="Times New Roman" w:hAnsi="Times New Roman"/>
          <w:sz w:val="28"/>
          <w:szCs w:val="28"/>
        </w:rPr>
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</w:r>
      <w:r w:rsidRPr="009B1DB4">
        <w:rPr>
          <w:rFonts w:ascii="Times New Roman" w:hAnsi="Times New Roman"/>
          <w:sz w:val="28"/>
          <w:szCs w:val="28"/>
        </w:rPr>
        <w:t>», за исключением пункта 2;</w:t>
      </w:r>
    </w:p>
    <w:p w14:paraId="6F32F619" w14:textId="43AFFC23" w:rsidR="00CB236F" w:rsidRDefault="00CB236F" w:rsidP="00CB236F">
      <w:pPr>
        <w:pStyle w:val="a8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10.02.2021 № 6</w:t>
      </w:r>
      <w:r w:rsidR="0051630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 вне</w:t>
      </w:r>
      <w:r w:rsidR="00EB1263">
        <w:rPr>
          <w:rFonts w:ascii="Times New Roman" w:hAnsi="Times New Roman"/>
          <w:sz w:val="28"/>
          <w:szCs w:val="28"/>
        </w:rPr>
        <w:t xml:space="preserve">сении изменений в постановление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от 16.04.2020 № 19</w:t>
      </w:r>
      <w:r w:rsidR="0051630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».</w:t>
      </w:r>
    </w:p>
    <w:p w14:paraId="111814E5" w14:textId="77777777" w:rsidR="00CB236F" w:rsidRDefault="00CB236F" w:rsidP="00CB236F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3E659C0" w14:textId="77777777" w:rsidR="00CB236F" w:rsidRPr="00D64039" w:rsidRDefault="00CB236F" w:rsidP="00CB236F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1B1F482F" w14:textId="1239779B" w:rsidR="008629FA" w:rsidRDefault="008629FA" w:rsidP="0051630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1AE3393" w14:textId="77777777" w:rsidR="00516305" w:rsidRPr="00CB236F" w:rsidRDefault="00516305" w:rsidP="0051630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B1F4830" w14:textId="77777777" w:rsidR="008629FA" w:rsidRPr="00CB236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36F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1F4831" w14:textId="5FADFF50" w:rsidR="008629FA" w:rsidRPr="00CB236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36F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CB236F">
        <w:rPr>
          <w:rFonts w:ascii="Times New Roman" w:hAnsi="Times New Roman"/>
          <w:sz w:val="28"/>
          <w:szCs w:val="28"/>
        </w:rPr>
        <w:tab/>
      </w:r>
      <w:r w:rsidRPr="00CB236F">
        <w:rPr>
          <w:rFonts w:ascii="Times New Roman" w:hAnsi="Times New Roman"/>
          <w:sz w:val="28"/>
          <w:szCs w:val="28"/>
        </w:rPr>
        <w:tab/>
      </w:r>
      <w:r w:rsidRPr="00CB236F">
        <w:rPr>
          <w:rFonts w:ascii="Times New Roman" w:hAnsi="Times New Roman"/>
          <w:sz w:val="28"/>
          <w:szCs w:val="28"/>
        </w:rPr>
        <w:tab/>
      </w:r>
      <w:r w:rsidRPr="00CB236F">
        <w:rPr>
          <w:rFonts w:ascii="Times New Roman" w:hAnsi="Times New Roman"/>
          <w:sz w:val="28"/>
          <w:szCs w:val="28"/>
        </w:rPr>
        <w:tab/>
      </w:r>
      <w:r w:rsidRPr="00CB236F">
        <w:rPr>
          <w:rFonts w:ascii="Times New Roman" w:hAnsi="Times New Roman"/>
          <w:sz w:val="28"/>
          <w:szCs w:val="28"/>
        </w:rPr>
        <w:tab/>
        <w:t xml:space="preserve">         С.В.</w:t>
      </w:r>
      <w:r w:rsidR="00EB1263">
        <w:rPr>
          <w:rFonts w:ascii="Times New Roman" w:hAnsi="Times New Roman"/>
          <w:sz w:val="28"/>
          <w:szCs w:val="28"/>
        </w:rPr>
        <w:t xml:space="preserve"> </w:t>
      </w:r>
      <w:r w:rsidRPr="00CB236F">
        <w:rPr>
          <w:rFonts w:ascii="Times New Roman" w:hAnsi="Times New Roman"/>
          <w:sz w:val="28"/>
          <w:szCs w:val="28"/>
        </w:rPr>
        <w:t>Камелин</w:t>
      </w:r>
    </w:p>
    <w:p w14:paraId="1B1F4832" w14:textId="77777777" w:rsidR="008629FA" w:rsidRPr="00CB236F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1F483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1F483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1F483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1F483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06858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F483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B1F483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F483D" w14:textId="00F07B7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F483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B1F483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572030"/>
      <w:docPartObj>
        <w:docPartGallery w:val="Page Numbers (Top of Page)"/>
        <w:docPartUnique/>
      </w:docPartObj>
    </w:sdtPr>
    <w:sdtEndPr/>
    <w:sdtContent>
      <w:p w14:paraId="13E2C099" w14:textId="0EB20F6F" w:rsidR="00106858" w:rsidRDefault="001068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6EB">
          <w:rPr>
            <w:noProof/>
          </w:rPr>
          <w:t>2</w:t>
        </w:r>
        <w:r>
          <w:fldChar w:fldCharType="end"/>
        </w:r>
      </w:p>
    </w:sdtContent>
  </w:sdt>
  <w:p w14:paraId="5D4E2CC9" w14:textId="77777777" w:rsidR="00106858" w:rsidRDefault="001068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44C9C"/>
    <w:multiLevelType w:val="hybridMultilevel"/>
    <w:tmpl w:val="0F8E0348"/>
    <w:lvl w:ilvl="0" w:tplc="E14A79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6858"/>
    <w:rsid w:val="00185FEC"/>
    <w:rsid w:val="001E1F9F"/>
    <w:rsid w:val="002003DC"/>
    <w:rsid w:val="003236EB"/>
    <w:rsid w:val="0033636C"/>
    <w:rsid w:val="003E4257"/>
    <w:rsid w:val="00516305"/>
    <w:rsid w:val="00520CBF"/>
    <w:rsid w:val="00780714"/>
    <w:rsid w:val="008629FA"/>
    <w:rsid w:val="00987DB5"/>
    <w:rsid w:val="00AC72C8"/>
    <w:rsid w:val="00B10ED9"/>
    <w:rsid w:val="00B25688"/>
    <w:rsid w:val="00C02849"/>
    <w:rsid w:val="00CB236F"/>
    <w:rsid w:val="00D12794"/>
    <w:rsid w:val="00D67BD8"/>
    <w:rsid w:val="00DF7897"/>
    <w:rsid w:val="00E37B8A"/>
    <w:rsid w:val="00E609BC"/>
    <w:rsid w:val="00E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481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2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574D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574D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574D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2023-02-07T07:32:00Z</dcterms:modified>
</cp:coreProperties>
</file>