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5B40E58" w14:textId="77777777" w:rsidTr="00987DB5">
        <w:tc>
          <w:tcPr>
            <w:tcW w:w="9498" w:type="dxa"/>
          </w:tcPr>
          <w:p w14:paraId="35B40E5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5B40E6F" wp14:editId="35B40E7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B40E55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5B40E56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5B40E57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5B40E59" w14:textId="797C14C7" w:rsidR="0033636C" w:rsidRPr="00481EF5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481EF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046931">
            <w:rPr>
              <w:rFonts w:ascii="Times New Roman" w:hAnsi="Times New Roman"/>
              <w:sz w:val="28"/>
              <w:szCs w:val="28"/>
            </w:rPr>
            <w:t>22 сентября 2021 года</w:t>
          </w:r>
        </w:sdtContent>
      </w:sdt>
      <w:r w:rsidRPr="00481EF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046931" w:rsidRPr="00046931">
            <w:rPr>
              <w:rFonts w:ascii="Times New Roman" w:hAnsi="Times New Roman"/>
              <w:sz w:val="28"/>
              <w:szCs w:val="28"/>
            </w:rPr>
            <w:t>521</w:t>
          </w:r>
        </w:sdtContent>
      </w:sdt>
    </w:p>
    <w:p w14:paraId="35B40E5A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83F0166" w14:textId="77D7F0F1" w:rsidR="00082948" w:rsidRDefault="00082948" w:rsidP="00481E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82948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муниципальную программу </w:t>
      </w:r>
      <w:r w:rsidRPr="00082948">
        <w:rPr>
          <w:rFonts w:ascii="Times New Roman" w:hAnsi="Times New Roman"/>
          <w:b/>
          <w:sz w:val="28"/>
          <w:szCs w:val="28"/>
        </w:rPr>
        <w:br/>
        <w:t xml:space="preserve">«Развитие физической культуры, спорта и молодежной политики </w:t>
      </w:r>
      <w:r w:rsidRPr="00082948">
        <w:rPr>
          <w:rFonts w:ascii="Times New Roman" w:hAnsi="Times New Roman"/>
          <w:b/>
          <w:sz w:val="28"/>
          <w:szCs w:val="28"/>
        </w:rPr>
        <w:br/>
        <w:t xml:space="preserve">в муниципальном образовании «Городской округ Ногликский», утвержденную постановлением администрации </w:t>
      </w:r>
      <w:r w:rsidRPr="00082948">
        <w:rPr>
          <w:rFonts w:ascii="Times New Roman" w:hAnsi="Times New Roman"/>
          <w:b/>
          <w:sz w:val="28"/>
          <w:szCs w:val="28"/>
        </w:rPr>
        <w:br/>
        <w:t xml:space="preserve">муниципального образования «Городской округ Ногликский» </w:t>
      </w:r>
      <w:r w:rsidRPr="00082948">
        <w:rPr>
          <w:rFonts w:ascii="Times New Roman" w:hAnsi="Times New Roman"/>
          <w:b/>
          <w:sz w:val="28"/>
          <w:szCs w:val="28"/>
        </w:rPr>
        <w:br/>
        <w:t>от 26.06.2015 № 430</w:t>
      </w:r>
    </w:p>
    <w:p w14:paraId="7D357208" w14:textId="77777777" w:rsidR="00481EF5" w:rsidRPr="00082948" w:rsidRDefault="00481EF5" w:rsidP="00481E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83DAA15" w14:textId="30B94B31" w:rsidR="004E16C1" w:rsidRPr="00EA2589" w:rsidRDefault="00CB5A90" w:rsidP="004E16C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целью </w:t>
      </w:r>
      <w:r w:rsidR="004E16C1" w:rsidRPr="0017783A">
        <w:rPr>
          <w:rFonts w:ascii="Times New Roman" w:hAnsi="Times New Roman"/>
          <w:sz w:val="28"/>
          <w:szCs w:val="28"/>
        </w:rPr>
        <w:t xml:space="preserve">приведения ресурсного </w:t>
      </w:r>
      <w:r w:rsidR="004E16C1" w:rsidRPr="00054477">
        <w:rPr>
          <w:rFonts w:ascii="Times New Roman" w:hAnsi="Times New Roman"/>
          <w:sz w:val="28"/>
          <w:szCs w:val="28"/>
        </w:rPr>
        <w:t>обеспечения муниципальной программы «Развитие физической культуры, спорта и молодежной политики в муниципальном образовании «Городской округ Ногликский»</w:t>
      </w:r>
      <w:r w:rsidR="004E16C1">
        <w:rPr>
          <w:rFonts w:ascii="Times New Roman" w:hAnsi="Times New Roman"/>
          <w:sz w:val="28"/>
          <w:szCs w:val="28"/>
        </w:rPr>
        <w:t xml:space="preserve">, </w:t>
      </w:r>
      <w:r w:rsidR="004E16C1" w:rsidRPr="00054477">
        <w:rPr>
          <w:rFonts w:ascii="Times New Roman" w:hAnsi="Times New Roman"/>
          <w:sz w:val="28"/>
          <w:szCs w:val="28"/>
        </w:rPr>
        <w:t>утвержденн</w:t>
      </w:r>
      <w:r w:rsidR="004E16C1">
        <w:rPr>
          <w:rFonts w:ascii="Times New Roman" w:hAnsi="Times New Roman"/>
          <w:sz w:val="28"/>
          <w:szCs w:val="28"/>
        </w:rPr>
        <w:t>ой</w:t>
      </w:r>
      <w:r w:rsidR="004E16C1" w:rsidRPr="00054477">
        <w:rPr>
          <w:rFonts w:ascii="Times New Roman" w:hAnsi="Times New Roman"/>
          <w:sz w:val="28"/>
          <w:szCs w:val="28"/>
        </w:rPr>
        <w:t xml:space="preserve"> постановлением администрации муниципального образования «Городской округ Ногликский» от </w:t>
      </w:r>
      <w:r w:rsidR="00481EF5">
        <w:rPr>
          <w:rFonts w:ascii="Times New Roman" w:hAnsi="Times New Roman"/>
          <w:sz w:val="28"/>
          <w:szCs w:val="28"/>
        </w:rPr>
        <w:t xml:space="preserve">26.06.2015 </w:t>
      </w:r>
      <w:r w:rsidR="004E16C1" w:rsidRPr="00054477">
        <w:rPr>
          <w:rFonts w:ascii="Times New Roman" w:hAnsi="Times New Roman"/>
          <w:sz w:val="28"/>
          <w:szCs w:val="28"/>
        </w:rPr>
        <w:t xml:space="preserve">№ </w:t>
      </w:r>
      <w:r w:rsidR="004E16C1">
        <w:rPr>
          <w:rFonts w:ascii="Times New Roman" w:hAnsi="Times New Roman"/>
          <w:sz w:val="28"/>
          <w:szCs w:val="28"/>
        </w:rPr>
        <w:t xml:space="preserve">430, </w:t>
      </w:r>
      <w:r w:rsidR="004E16C1" w:rsidRPr="0017783A">
        <w:rPr>
          <w:rFonts w:ascii="Times New Roman" w:hAnsi="Times New Roman"/>
          <w:sz w:val="28"/>
          <w:szCs w:val="28"/>
        </w:rPr>
        <w:t xml:space="preserve">в соответствие с </w:t>
      </w:r>
      <w:r w:rsidR="004E16C1">
        <w:rPr>
          <w:rFonts w:ascii="Times New Roman" w:hAnsi="Times New Roman"/>
          <w:sz w:val="28"/>
          <w:szCs w:val="28"/>
        </w:rPr>
        <w:t>решением Собрания муниципального образования «Городской округ Ногликский» от 25</w:t>
      </w:r>
      <w:r w:rsidR="00B52C22">
        <w:rPr>
          <w:rFonts w:ascii="Times New Roman" w:hAnsi="Times New Roman"/>
          <w:sz w:val="28"/>
          <w:szCs w:val="28"/>
        </w:rPr>
        <w:t>.06.2021</w:t>
      </w:r>
      <w:r w:rsidR="00BD0D3D">
        <w:rPr>
          <w:rFonts w:ascii="Times New Roman" w:hAnsi="Times New Roman"/>
          <w:sz w:val="28"/>
          <w:szCs w:val="28"/>
        </w:rPr>
        <w:t xml:space="preserve"> </w:t>
      </w:r>
      <w:r w:rsidR="00B52C22">
        <w:rPr>
          <w:rFonts w:ascii="Times New Roman" w:hAnsi="Times New Roman"/>
          <w:sz w:val="28"/>
          <w:szCs w:val="28"/>
        </w:rPr>
        <w:br/>
      </w:r>
      <w:r w:rsidR="004E16C1">
        <w:rPr>
          <w:rFonts w:ascii="Times New Roman" w:hAnsi="Times New Roman"/>
          <w:sz w:val="28"/>
          <w:szCs w:val="28"/>
        </w:rPr>
        <w:t>№ 150 «О внесении изменений в решение Собрания муниципального образования «О бюджете муниципального образования «Городской округ Ногликский» на 2021 год и на плановый период 2022</w:t>
      </w:r>
      <w:r w:rsidR="004F05AD">
        <w:rPr>
          <w:rFonts w:ascii="Times New Roman" w:hAnsi="Times New Roman"/>
          <w:sz w:val="28"/>
          <w:szCs w:val="28"/>
        </w:rPr>
        <w:t xml:space="preserve"> и </w:t>
      </w:r>
      <w:r w:rsidR="004E16C1">
        <w:rPr>
          <w:rFonts w:ascii="Times New Roman" w:hAnsi="Times New Roman"/>
          <w:sz w:val="28"/>
          <w:szCs w:val="28"/>
        </w:rPr>
        <w:t xml:space="preserve">2023 годов», руководствуясь Порядком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утвержденным постановлением администрации муниципального образования «Городской округ Ногликский» от 28.04.2016 № 344, </w:t>
      </w:r>
      <w:r w:rsidR="004E16C1" w:rsidRPr="00590459">
        <w:rPr>
          <w:rFonts w:ascii="Times New Roman" w:hAnsi="Times New Roman"/>
          <w:sz w:val="28"/>
          <w:szCs w:val="28"/>
        </w:rPr>
        <w:t>ст.</w:t>
      </w:r>
      <w:r w:rsidR="004E16C1">
        <w:rPr>
          <w:rFonts w:ascii="Times New Roman" w:hAnsi="Times New Roman"/>
          <w:sz w:val="28"/>
          <w:szCs w:val="28"/>
        </w:rPr>
        <w:t xml:space="preserve"> </w:t>
      </w:r>
      <w:r w:rsidR="004E16C1" w:rsidRPr="00590459">
        <w:rPr>
          <w:rFonts w:ascii="Times New Roman" w:hAnsi="Times New Roman"/>
          <w:sz w:val="28"/>
          <w:szCs w:val="28"/>
        </w:rPr>
        <w:t xml:space="preserve">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="004E16C1" w:rsidRPr="00EA2589">
        <w:rPr>
          <w:rFonts w:ascii="Times New Roman" w:hAnsi="Times New Roman"/>
          <w:b/>
          <w:sz w:val="28"/>
          <w:szCs w:val="28"/>
        </w:rPr>
        <w:t>ПОСТАНОВЛЯЕТ:</w:t>
      </w:r>
    </w:p>
    <w:p w14:paraId="396CF0C1" w14:textId="480DE0E9" w:rsidR="004E16C1" w:rsidRPr="00481EF5" w:rsidRDefault="004E16C1" w:rsidP="004E16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6C07">
        <w:rPr>
          <w:rFonts w:ascii="Times New Roman" w:hAnsi="Times New Roman"/>
          <w:sz w:val="28"/>
          <w:szCs w:val="28"/>
        </w:rPr>
        <w:t xml:space="preserve">1. </w:t>
      </w:r>
      <w:r w:rsidRPr="00262B50">
        <w:rPr>
          <w:rFonts w:ascii="Times New Roman" w:hAnsi="Times New Roman"/>
          <w:sz w:val="28"/>
          <w:szCs w:val="28"/>
        </w:rPr>
        <w:t xml:space="preserve">Внести в муниципальную программу </w:t>
      </w:r>
      <w:bookmarkStart w:id="0" w:name="_Hlk49245282"/>
      <w:r w:rsidRPr="00262B50">
        <w:rPr>
          <w:rFonts w:ascii="Times New Roman" w:hAnsi="Times New Roman"/>
          <w:sz w:val="28"/>
          <w:szCs w:val="28"/>
        </w:rPr>
        <w:t>«Развитие физической культуры, спорта и молодежной политики в муниципальном образовании «Городской округ Ногликский»</w:t>
      </w:r>
      <w:bookmarkEnd w:id="0"/>
      <w:r w:rsidRPr="00262B50">
        <w:rPr>
          <w:rFonts w:ascii="Times New Roman" w:hAnsi="Times New Roman"/>
          <w:sz w:val="28"/>
          <w:szCs w:val="28"/>
        </w:rPr>
        <w:t>, утвержденную постановлением администрации муниципального образования «Городской округ Ногликский» от 26.06.2015 № 430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1FD7">
        <w:rPr>
          <w:rFonts w:ascii="Times New Roman" w:hAnsi="Times New Roman"/>
          <w:sz w:val="28"/>
          <w:szCs w:val="28"/>
        </w:rPr>
        <w:t xml:space="preserve">(в редакции от 30.09.2015 № 692, от 19.10.2015 № 718, </w:t>
      </w:r>
      <w:r w:rsidR="00481EF5">
        <w:rPr>
          <w:rFonts w:ascii="Times New Roman" w:hAnsi="Times New Roman"/>
          <w:sz w:val="28"/>
          <w:szCs w:val="28"/>
        </w:rPr>
        <w:br/>
      </w:r>
      <w:r w:rsidRPr="00221FD7">
        <w:rPr>
          <w:rFonts w:ascii="Times New Roman" w:hAnsi="Times New Roman"/>
          <w:sz w:val="28"/>
          <w:szCs w:val="28"/>
        </w:rPr>
        <w:t>от 31.12.2016 № 921, от</w:t>
      </w:r>
      <w:r w:rsidR="00CB5A90">
        <w:rPr>
          <w:rFonts w:ascii="Times New Roman" w:hAnsi="Times New Roman"/>
          <w:sz w:val="28"/>
          <w:szCs w:val="28"/>
        </w:rPr>
        <w:t xml:space="preserve"> </w:t>
      </w:r>
      <w:r w:rsidRPr="00221FD7">
        <w:rPr>
          <w:rFonts w:ascii="Times New Roman" w:hAnsi="Times New Roman"/>
          <w:sz w:val="28"/>
          <w:szCs w:val="28"/>
        </w:rPr>
        <w:t xml:space="preserve">10.03.2016 № 208, от 11.04.2016 № 288, от 30.05.2016 № 433, от 15.06.2016 № 485, от 31.08.2016 № 666, от 07.10.2016 № 739, </w:t>
      </w:r>
      <w:r w:rsidR="00481EF5">
        <w:rPr>
          <w:rFonts w:ascii="Times New Roman" w:hAnsi="Times New Roman"/>
          <w:sz w:val="28"/>
          <w:szCs w:val="28"/>
        </w:rPr>
        <w:br/>
      </w:r>
      <w:r w:rsidRPr="00221FD7">
        <w:rPr>
          <w:rFonts w:ascii="Times New Roman" w:hAnsi="Times New Roman"/>
          <w:sz w:val="28"/>
          <w:szCs w:val="28"/>
        </w:rPr>
        <w:lastRenderedPageBreak/>
        <w:t>от 07.02.2017 № 108, от 07.06.2017 №</w:t>
      </w:r>
      <w:r w:rsidR="00481EF5">
        <w:rPr>
          <w:rFonts w:ascii="Times New Roman" w:hAnsi="Times New Roman"/>
          <w:sz w:val="28"/>
          <w:szCs w:val="28"/>
        </w:rPr>
        <w:t xml:space="preserve"> </w:t>
      </w:r>
      <w:r w:rsidRPr="00221FD7">
        <w:rPr>
          <w:rFonts w:ascii="Times New Roman" w:hAnsi="Times New Roman"/>
          <w:sz w:val="28"/>
          <w:szCs w:val="28"/>
        </w:rPr>
        <w:t>367, от 03.08.2017 №</w:t>
      </w:r>
      <w:r w:rsidR="00481EF5">
        <w:rPr>
          <w:rFonts w:ascii="Times New Roman" w:hAnsi="Times New Roman"/>
          <w:sz w:val="28"/>
          <w:szCs w:val="28"/>
        </w:rPr>
        <w:t xml:space="preserve"> </w:t>
      </w:r>
      <w:r w:rsidRPr="00221FD7">
        <w:rPr>
          <w:rFonts w:ascii="Times New Roman" w:hAnsi="Times New Roman"/>
          <w:sz w:val="28"/>
          <w:szCs w:val="28"/>
        </w:rPr>
        <w:t>521, от 27.09.2017 №</w:t>
      </w:r>
      <w:r w:rsidR="00481EF5">
        <w:rPr>
          <w:rFonts w:ascii="Times New Roman" w:hAnsi="Times New Roman"/>
          <w:sz w:val="28"/>
          <w:szCs w:val="28"/>
        </w:rPr>
        <w:t xml:space="preserve"> </w:t>
      </w:r>
      <w:r w:rsidRPr="00221FD7">
        <w:rPr>
          <w:rFonts w:ascii="Times New Roman" w:hAnsi="Times New Roman"/>
          <w:sz w:val="28"/>
          <w:szCs w:val="28"/>
        </w:rPr>
        <w:t>703, от 27.02.201</w:t>
      </w:r>
      <w:r w:rsidRPr="00655405">
        <w:rPr>
          <w:rFonts w:ascii="Times New Roman" w:hAnsi="Times New Roman"/>
          <w:sz w:val="28"/>
          <w:szCs w:val="28"/>
        </w:rPr>
        <w:t>8</w:t>
      </w:r>
      <w:r w:rsidRPr="00221FD7">
        <w:rPr>
          <w:rFonts w:ascii="Times New Roman" w:hAnsi="Times New Roman"/>
          <w:sz w:val="28"/>
          <w:szCs w:val="28"/>
        </w:rPr>
        <w:t xml:space="preserve"> №</w:t>
      </w:r>
      <w:r w:rsidR="00481EF5">
        <w:rPr>
          <w:rFonts w:ascii="Times New Roman" w:hAnsi="Times New Roman"/>
          <w:sz w:val="28"/>
          <w:szCs w:val="28"/>
        </w:rPr>
        <w:t xml:space="preserve"> </w:t>
      </w:r>
      <w:r w:rsidRPr="00221FD7">
        <w:rPr>
          <w:rFonts w:ascii="Times New Roman" w:hAnsi="Times New Roman"/>
          <w:sz w:val="28"/>
          <w:szCs w:val="28"/>
        </w:rPr>
        <w:t>191, от 13.04.201</w:t>
      </w:r>
      <w:r w:rsidRPr="00655405">
        <w:rPr>
          <w:rFonts w:ascii="Times New Roman" w:hAnsi="Times New Roman"/>
          <w:sz w:val="28"/>
          <w:szCs w:val="28"/>
        </w:rPr>
        <w:t>8</w:t>
      </w:r>
      <w:r w:rsidRPr="00221FD7">
        <w:rPr>
          <w:rFonts w:ascii="Times New Roman" w:hAnsi="Times New Roman"/>
          <w:sz w:val="28"/>
          <w:szCs w:val="28"/>
        </w:rPr>
        <w:t xml:space="preserve"> №</w:t>
      </w:r>
      <w:r w:rsidR="00481EF5">
        <w:rPr>
          <w:rFonts w:ascii="Times New Roman" w:hAnsi="Times New Roman"/>
          <w:sz w:val="28"/>
          <w:szCs w:val="28"/>
        </w:rPr>
        <w:t xml:space="preserve"> </w:t>
      </w:r>
      <w:r w:rsidRPr="00221FD7">
        <w:rPr>
          <w:rFonts w:ascii="Times New Roman" w:hAnsi="Times New Roman"/>
          <w:sz w:val="28"/>
          <w:szCs w:val="28"/>
        </w:rPr>
        <w:t>386, от 11.07.201</w:t>
      </w:r>
      <w:r w:rsidRPr="00655405">
        <w:rPr>
          <w:rFonts w:ascii="Times New Roman" w:hAnsi="Times New Roman"/>
          <w:sz w:val="28"/>
          <w:szCs w:val="28"/>
        </w:rPr>
        <w:t>8</w:t>
      </w:r>
      <w:r w:rsidR="00CB5A90">
        <w:rPr>
          <w:rFonts w:ascii="Times New Roman" w:hAnsi="Times New Roman"/>
          <w:sz w:val="28"/>
          <w:szCs w:val="28"/>
        </w:rPr>
        <w:t xml:space="preserve"> </w:t>
      </w:r>
      <w:r w:rsidRPr="00221FD7">
        <w:rPr>
          <w:rFonts w:ascii="Times New Roman" w:hAnsi="Times New Roman"/>
          <w:sz w:val="28"/>
          <w:szCs w:val="28"/>
        </w:rPr>
        <w:t xml:space="preserve">№ 669, </w:t>
      </w:r>
      <w:r w:rsidR="00481EF5">
        <w:rPr>
          <w:rFonts w:ascii="Times New Roman" w:hAnsi="Times New Roman"/>
          <w:sz w:val="28"/>
          <w:szCs w:val="28"/>
        </w:rPr>
        <w:br/>
      </w:r>
      <w:r w:rsidRPr="00221FD7">
        <w:rPr>
          <w:rFonts w:ascii="Times New Roman" w:hAnsi="Times New Roman"/>
          <w:sz w:val="28"/>
          <w:szCs w:val="28"/>
        </w:rPr>
        <w:t>от 19.12.201</w:t>
      </w:r>
      <w:r w:rsidRPr="00655405">
        <w:rPr>
          <w:rFonts w:ascii="Times New Roman" w:hAnsi="Times New Roman"/>
          <w:sz w:val="28"/>
          <w:szCs w:val="28"/>
        </w:rPr>
        <w:t>8</w:t>
      </w:r>
      <w:r w:rsidRPr="00221FD7">
        <w:rPr>
          <w:rFonts w:ascii="Times New Roman" w:hAnsi="Times New Roman"/>
          <w:sz w:val="28"/>
          <w:szCs w:val="28"/>
        </w:rPr>
        <w:t xml:space="preserve"> № 1224, от 26.03.2019 № 196, от 23.05.2019 № 358, от 19.06.2019 № 462</w:t>
      </w:r>
      <w:r>
        <w:rPr>
          <w:rFonts w:ascii="Times New Roman" w:hAnsi="Times New Roman"/>
          <w:sz w:val="28"/>
          <w:szCs w:val="28"/>
        </w:rPr>
        <w:t>, от 02.09.2019 № 665, от 10.03.2020 №</w:t>
      </w:r>
      <w:r w:rsidR="00481E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109, от 01.06.2020 №</w:t>
      </w:r>
      <w:r w:rsidR="00481E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270, </w:t>
      </w:r>
      <w:r w:rsidR="00DF143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от 14.10.2020 №</w:t>
      </w:r>
      <w:r w:rsidR="00481E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505,</w:t>
      </w:r>
      <w:r w:rsidR="00824F9B">
        <w:rPr>
          <w:rFonts w:ascii="Times New Roman" w:hAnsi="Times New Roman"/>
          <w:sz w:val="28"/>
          <w:szCs w:val="28"/>
        </w:rPr>
        <w:t xml:space="preserve"> </w:t>
      </w:r>
      <w:r w:rsidR="00481EF5">
        <w:rPr>
          <w:rFonts w:ascii="Times New Roman" w:hAnsi="Times New Roman"/>
          <w:sz w:val="28"/>
          <w:szCs w:val="28"/>
        </w:rPr>
        <w:t xml:space="preserve">от </w:t>
      </w:r>
      <w:r w:rsidR="00824F9B">
        <w:rPr>
          <w:rFonts w:ascii="Times New Roman" w:hAnsi="Times New Roman"/>
          <w:sz w:val="28"/>
          <w:szCs w:val="28"/>
        </w:rPr>
        <w:t>28.04.2021</w:t>
      </w:r>
      <w:r w:rsidR="004F05AD">
        <w:rPr>
          <w:rFonts w:ascii="Times New Roman" w:hAnsi="Times New Roman"/>
          <w:sz w:val="28"/>
          <w:szCs w:val="28"/>
        </w:rPr>
        <w:t xml:space="preserve"> </w:t>
      </w:r>
      <w:r w:rsidR="00824F9B">
        <w:rPr>
          <w:rFonts w:ascii="Times New Roman" w:hAnsi="Times New Roman"/>
          <w:sz w:val="28"/>
          <w:szCs w:val="28"/>
        </w:rPr>
        <w:t>№</w:t>
      </w:r>
      <w:r w:rsidR="00481EF5">
        <w:rPr>
          <w:rFonts w:ascii="Times New Roman" w:hAnsi="Times New Roman"/>
          <w:sz w:val="28"/>
          <w:szCs w:val="28"/>
        </w:rPr>
        <w:t xml:space="preserve"> </w:t>
      </w:r>
      <w:r w:rsidR="00824F9B">
        <w:rPr>
          <w:rFonts w:ascii="Times New Roman" w:hAnsi="Times New Roman"/>
          <w:sz w:val="28"/>
          <w:szCs w:val="28"/>
        </w:rPr>
        <w:t>232</w:t>
      </w:r>
      <w:r w:rsidRPr="00221FD7">
        <w:rPr>
          <w:rFonts w:ascii="Times New Roman" w:hAnsi="Times New Roman"/>
          <w:sz w:val="28"/>
          <w:szCs w:val="28"/>
        </w:rPr>
        <w:t xml:space="preserve">) </w:t>
      </w:r>
      <w:r w:rsidRPr="00590459">
        <w:rPr>
          <w:rFonts w:ascii="Times New Roman" w:hAnsi="Times New Roman"/>
          <w:sz w:val="28"/>
          <w:szCs w:val="28"/>
        </w:rPr>
        <w:t>(далее – Программа)</w:t>
      </w:r>
      <w:r w:rsidR="00481EF5">
        <w:rPr>
          <w:rFonts w:ascii="Times New Roman" w:hAnsi="Times New Roman"/>
          <w:sz w:val="28"/>
          <w:szCs w:val="28"/>
        </w:rPr>
        <w:t xml:space="preserve"> следующие изменения:</w:t>
      </w:r>
      <w:bookmarkStart w:id="1" w:name="_GoBack"/>
      <w:bookmarkEnd w:id="1"/>
    </w:p>
    <w:p w14:paraId="235CE864" w14:textId="299F8837" w:rsidR="004E16C1" w:rsidRDefault="006E2F10" w:rsidP="004E16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1.1.</w:t>
      </w:r>
      <w:r w:rsidR="004F05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F33C7">
        <w:rPr>
          <w:rFonts w:ascii="Times New Roman" w:eastAsia="Times New Roman" w:hAnsi="Times New Roman"/>
          <w:sz w:val="28"/>
          <w:szCs w:val="28"/>
          <w:lang w:eastAsia="ru-RU"/>
        </w:rPr>
        <w:t>Раздел</w:t>
      </w:r>
      <w:r w:rsidR="004E16C1" w:rsidRPr="004F33C7">
        <w:rPr>
          <w:rFonts w:ascii="Times New Roman" w:eastAsia="Times New Roman" w:hAnsi="Times New Roman"/>
          <w:sz w:val="28"/>
          <w:szCs w:val="28"/>
          <w:lang w:eastAsia="ru-RU"/>
        </w:rPr>
        <w:t xml:space="preserve"> 1 Программы </w:t>
      </w:r>
      <w:r w:rsidR="004E16C1" w:rsidRPr="0064186A">
        <w:rPr>
          <w:rFonts w:ascii="Times New Roman" w:eastAsia="Times New Roman" w:hAnsi="Times New Roman"/>
          <w:sz w:val="28"/>
          <w:szCs w:val="28"/>
          <w:lang w:eastAsia="ru-RU"/>
        </w:rPr>
        <w:t xml:space="preserve">«Объемы и источники финансирования муниципальной программы» изложить в </w:t>
      </w:r>
      <w:r w:rsidR="004E16C1">
        <w:rPr>
          <w:rFonts w:ascii="Times New Roman" w:eastAsia="Times New Roman" w:hAnsi="Times New Roman"/>
          <w:sz w:val="28"/>
          <w:szCs w:val="28"/>
          <w:lang w:eastAsia="ru-RU"/>
        </w:rPr>
        <w:t>следующей</w:t>
      </w:r>
      <w:r w:rsidR="004E16C1" w:rsidRPr="0064186A">
        <w:rPr>
          <w:rFonts w:ascii="Times New Roman" w:eastAsia="Times New Roman" w:hAnsi="Times New Roman"/>
          <w:sz w:val="28"/>
          <w:szCs w:val="28"/>
          <w:lang w:eastAsia="ru-RU"/>
        </w:rPr>
        <w:t xml:space="preserve"> редакции:</w:t>
      </w:r>
    </w:p>
    <w:tbl>
      <w:tblPr>
        <w:tblW w:w="15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3260"/>
        <w:gridCol w:w="6091"/>
        <w:gridCol w:w="6091"/>
      </w:tblGrid>
      <w:tr w:rsidR="007B5AA1" w:rsidRPr="0064186A" w14:paraId="40259F32" w14:textId="356C756D" w:rsidTr="007B5AA1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3A7F29" w14:textId="6FD17EFA" w:rsidR="007B5AA1" w:rsidRDefault="007B5AA1" w:rsidP="007B5AA1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14:paraId="3E4C1AB9" w14:textId="4C3C88D2" w:rsidR="007B5AA1" w:rsidRPr="0064186A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</w:t>
            </w:r>
          </w:p>
          <w:p w14:paraId="08A9EF3F" w14:textId="77777777" w:rsidR="007B5AA1" w:rsidRPr="0064186A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финансирования муниципальной программы</w:t>
            </w:r>
          </w:p>
          <w:p w14:paraId="7A4BF4A9" w14:textId="77777777" w:rsidR="007B5AA1" w:rsidRPr="0064186A" w:rsidRDefault="007B5AA1" w:rsidP="00DE724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91" w:type="dxa"/>
            <w:tcBorders>
              <w:right w:val="single" w:sz="4" w:space="0" w:color="auto"/>
            </w:tcBorders>
          </w:tcPr>
          <w:p w14:paraId="4EF6011D" w14:textId="1C0C421B" w:rsidR="007B5AA1" w:rsidRPr="0064186A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средств, направляемых на реализацию мероприятий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1 278 735,4 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руб., в том числе:</w:t>
            </w:r>
          </w:p>
          <w:p w14:paraId="4E9589FB" w14:textId="2B4BEA4D" w:rsidR="007B5AA1" w:rsidRPr="0064186A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</w:t>
            </w:r>
            <w:r w:rsidRPr="00481E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645 986,7 тыс. руб.;</w:t>
            </w:r>
          </w:p>
          <w:p w14:paraId="59DB30DB" w14:textId="754925A3" w:rsidR="007B5AA1" w:rsidRPr="0064186A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</w:t>
            </w:r>
            <w:r w:rsidRPr="00481E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612 160,8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48EE371F" w14:textId="504334D8" w:rsidR="007B5AA1" w:rsidRPr="0064186A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DF14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федеральный бюджет</w:t>
            </w:r>
            <w:r w:rsidRPr="00481E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20 587,9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75C579DF" w14:textId="77777777" w:rsidR="007B5AA1" w:rsidRPr="0064186A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2015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44 374,0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33E16982" w14:textId="77777777" w:rsidR="007B5AA1" w:rsidRPr="0064186A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15 276,3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69995FB0" w14:textId="77777777" w:rsidR="007B5AA1" w:rsidRPr="0064186A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29 097,7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3BF8DD5F" w14:textId="77777777" w:rsidR="007B5AA1" w:rsidRPr="0064186A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87 323,0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55157B5" w14:textId="77777777" w:rsidR="007B5AA1" w:rsidRPr="0064186A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19 069,3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руб.;</w:t>
            </w:r>
          </w:p>
          <w:p w14:paraId="2C9E9E8F" w14:textId="77777777" w:rsidR="007B5AA1" w:rsidRPr="0064186A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68 253,7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C35ABB0" w14:textId="77777777" w:rsidR="007B5AA1" w:rsidRPr="0064186A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2017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31 518,2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120873AE" w14:textId="77777777" w:rsidR="007B5AA1" w:rsidRPr="0064186A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29 454,4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694A8D89" w14:textId="77777777" w:rsidR="007B5AA1" w:rsidRPr="0064186A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2 063,8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6C24AADE" w14:textId="77777777" w:rsidR="007B5AA1" w:rsidRPr="0064186A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47 532,5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5BBE847" w14:textId="77777777" w:rsidR="007B5AA1" w:rsidRPr="0064186A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37 053,2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24CADFB6" w14:textId="77777777" w:rsidR="007B5AA1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9 379,3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15F4FC85" w14:textId="063F427C" w:rsidR="007B5AA1" w:rsidRPr="0064186A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DF14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федеральный бюджет</w:t>
            </w:r>
            <w:r w:rsidRPr="00481E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1 100,0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72884504" w14:textId="77777777" w:rsidR="007B5AA1" w:rsidRPr="0064186A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69 400,1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70CCAE53" w14:textId="77777777" w:rsidR="007B5AA1" w:rsidRPr="0064186A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37 257,2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77489A5D" w14:textId="77777777" w:rsidR="007B5AA1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12 655,0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3756D780" w14:textId="1858EBAC" w:rsidR="007B5AA1" w:rsidRPr="0064186A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DF14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федеральный бюджет</w:t>
            </w:r>
            <w:r w:rsidRPr="00481E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19 487,9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19960AC4" w14:textId="11390BA0" w:rsidR="007B5AA1" w:rsidRPr="0064186A" w:rsidRDefault="007B5AA1" w:rsidP="003B539E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206 322,6 тыс. руб.;</w:t>
            </w:r>
          </w:p>
          <w:p w14:paraId="2C27BCB3" w14:textId="77777777" w:rsidR="007B5AA1" w:rsidRPr="0064186A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50 483,3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0B7EDB0C" w14:textId="4315AA36" w:rsidR="007B5AA1" w:rsidRPr="0064186A" w:rsidRDefault="007B5AA1" w:rsidP="003B539E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155 839,3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1CA621CB" w14:textId="1E5B374C" w:rsidR="007B5AA1" w:rsidRPr="0064186A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262 438,8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</w:rPr>
              <w:t xml:space="preserve"> тыс. 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руб.;</w:t>
            </w:r>
          </w:p>
          <w:p w14:paraId="2C6B38B2" w14:textId="3384CB7D" w:rsidR="007B5AA1" w:rsidRPr="0064186A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150 789,2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286AD73D" w14:textId="37C4FF11" w:rsidR="007B5AA1" w:rsidRPr="0064186A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111 649,6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25CFF915" w14:textId="7116847F" w:rsidR="007B5AA1" w:rsidRPr="0064186A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368 701,9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36935DC4" w14:textId="5B1EA9AF" w:rsidR="007B5AA1" w:rsidRPr="0064186A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124 544,4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4E80F873" w14:textId="088259B0" w:rsidR="007B5AA1" w:rsidRPr="0064186A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244 157,5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44C84239" w14:textId="7DA70E45" w:rsidR="007B5AA1" w:rsidRPr="0064186A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</w:rPr>
              <w:t xml:space="preserve">2023 год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– 109 850,4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51A15481" w14:textId="38175086" w:rsidR="007B5AA1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96 959,6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3533C3DD" w14:textId="504F4C6A" w:rsidR="007B5AA1" w:rsidRPr="0064186A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12 890,8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1DEDB773" w14:textId="77777777" w:rsidR="007B5AA1" w:rsidRPr="0064186A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25 276,5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руб.;</w:t>
            </w:r>
          </w:p>
          <w:p w14:paraId="43A3792A" w14:textId="22386C73" w:rsidR="007B5AA1" w:rsidRPr="0064186A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25 276,5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716C178C" w14:textId="77777777" w:rsidR="007B5AA1" w:rsidRPr="0064186A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2025 год –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25 997,4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руб.;</w:t>
            </w:r>
          </w:p>
          <w:p w14:paraId="5AD04726" w14:textId="77777777" w:rsidR="007B5AA1" w:rsidRPr="0064186A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25 997,4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03466F39" w14:textId="77777777" w:rsidR="007B5AA1" w:rsidRPr="0064186A" w:rsidRDefault="007B5AA1" w:rsidP="003B53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B267F8" w14:textId="77777777" w:rsidR="007B5AA1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A5969D" w14:textId="77777777" w:rsidR="007B5AA1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8FEDA3" w14:textId="77777777" w:rsidR="007B5AA1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9C4F92" w14:textId="77777777" w:rsidR="007B5AA1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A56736" w14:textId="77777777" w:rsidR="007B5AA1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754DEB" w14:textId="77777777" w:rsidR="007B5AA1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03B1F45" w14:textId="77777777" w:rsidR="007B5AA1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2B46F3" w14:textId="77777777" w:rsidR="007B5AA1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4DAA8C" w14:textId="77777777" w:rsidR="007B5AA1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94A7A2" w14:textId="77777777" w:rsidR="007B5AA1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EFC578" w14:textId="77777777" w:rsidR="007B5AA1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7781B5" w14:textId="77777777" w:rsidR="007B5AA1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B7D2EC" w14:textId="77777777" w:rsidR="007B5AA1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237D3B" w14:textId="77777777" w:rsidR="007B5AA1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87FD93" w14:textId="77777777" w:rsidR="007B5AA1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17D2A3" w14:textId="77777777" w:rsidR="007B5AA1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F86FB6" w14:textId="77777777" w:rsidR="007B5AA1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E27150" w14:textId="77777777" w:rsidR="007B5AA1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21B586" w14:textId="77777777" w:rsidR="007B5AA1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3D96A4" w14:textId="77777777" w:rsidR="007B5AA1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C8FDED" w14:textId="77777777" w:rsidR="007B5AA1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C23999" w14:textId="77777777" w:rsidR="007B5AA1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288DE2" w14:textId="77777777" w:rsidR="007B5AA1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D7CEC6" w14:textId="77777777" w:rsidR="007B5AA1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245A32" w14:textId="77777777" w:rsidR="007B5AA1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A508F4" w14:textId="77777777" w:rsidR="007B5AA1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555BD8" w14:textId="77777777" w:rsidR="007B5AA1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B15A30" w14:textId="77777777" w:rsidR="007B5AA1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DDD2DB" w14:textId="77777777" w:rsidR="007B5AA1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EEF939" w14:textId="77777777" w:rsidR="007B5AA1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DBB522" w14:textId="77777777" w:rsidR="007B5AA1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C0A063" w14:textId="77777777" w:rsidR="007B5AA1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D5B0EF" w14:textId="77777777" w:rsidR="007B5AA1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F198CA" w14:textId="77777777" w:rsidR="007B5AA1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7F60AA" w14:textId="77777777" w:rsidR="007B5AA1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2AC2729" w14:textId="77777777" w:rsidR="007B5AA1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671BB8" w14:textId="77777777" w:rsidR="007B5AA1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9F5B27" w14:textId="77777777" w:rsidR="007B5AA1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78C3EE" w14:textId="77777777" w:rsidR="007B5AA1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E19923" w14:textId="294B9526" w:rsidR="007B5AA1" w:rsidRDefault="007B5AA1" w:rsidP="003B5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3A03AE55" w14:textId="05F6C028" w:rsidR="004E16C1" w:rsidRDefault="007B5AA1" w:rsidP="00BD0D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</w:t>
      </w:r>
      <w:r w:rsidR="004E16C1" w:rsidRPr="0064186A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4E16C1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4E16C1" w:rsidRPr="0064186A">
        <w:rPr>
          <w:rFonts w:ascii="Times New Roman" w:eastAsia="Times New Roman" w:hAnsi="Times New Roman"/>
          <w:sz w:val="28"/>
          <w:szCs w:val="28"/>
          <w:lang w:eastAsia="ru-RU"/>
        </w:rPr>
        <w:t xml:space="preserve">. Раздел </w:t>
      </w:r>
      <w:r w:rsidR="004E16C1">
        <w:rPr>
          <w:rFonts w:ascii="Times New Roman" w:eastAsia="Times New Roman" w:hAnsi="Times New Roman"/>
          <w:sz w:val="28"/>
          <w:szCs w:val="28"/>
          <w:lang w:eastAsia="ru-RU"/>
        </w:rPr>
        <w:t>7 Программы</w:t>
      </w:r>
      <w:r w:rsidR="004E16C1" w:rsidRPr="0064186A">
        <w:rPr>
          <w:rFonts w:ascii="Times New Roman" w:eastAsia="Times New Roman" w:hAnsi="Times New Roman"/>
          <w:sz w:val="28"/>
          <w:szCs w:val="28"/>
          <w:lang w:eastAsia="ru-RU"/>
        </w:rPr>
        <w:t xml:space="preserve"> «Ресурсное обеспечение Программы» изложить в </w:t>
      </w:r>
      <w:r w:rsidR="004F05AD">
        <w:rPr>
          <w:rFonts w:ascii="Times New Roman" w:eastAsia="Times New Roman" w:hAnsi="Times New Roman"/>
          <w:sz w:val="28"/>
          <w:szCs w:val="28"/>
          <w:lang w:eastAsia="ru-RU"/>
        </w:rPr>
        <w:t>следующей</w:t>
      </w:r>
      <w:r w:rsidR="00E46E4B">
        <w:rPr>
          <w:rFonts w:ascii="Times New Roman" w:eastAsia="Times New Roman" w:hAnsi="Times New Roman"/>
          <w:sz w:val="28"/>
          <w:szCs w:val="28"/>
          <w:lang w:eastAsia="ru-RU"/>
        </w:rPr>
        <w:t xml:space="preserve"> редакции:</w:t>
      </w:r>
    </w:p>
    <w:p w14:paraId="3A43D7CF" w14:textId="77777777" w:rsidR="004E16C1" w:rsidRDefault="004E16C1" w:rsidP="00BD0D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t xml:space="preserve">«Раздел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t xml:space="preserve"> «Ресурсное обеспечение Программы»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57BAED60" w14:textId="6357DCAA" w:rsidR="004E16C1" w:rsidRDefault="004E16C1" w:rsidP="00BD0D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t xml:space="preserve">бщий прогнозируемый объем финансирования мероприятий Программы составляет </w:t>
      </w:r>
      <w:r w:rsidR="00BD0D3D" w:rsidRPr="00BD0D3D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1A7A7F">
        <w:rPr>
          <w:rFonts w:ascii="Times New Roman" w:eastAsia="Times New Roman" w:hAnsi="Times New Roman"/>
          <w:sz w:val="28"/>
          <w:szCs w:val="28"/>
          <w:lang w:eastAsia="ru-RU"/>
        </w:rPr>
        <w:t> 278 735,4</w:t>
      </w:r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числе: средства местного бюджета – </w:t>
      </w:r>
      <w:r w:rsidR="00226787">
        <w:rPr>
          <w:rFonts w:ascii="Times New Roman" w:eastAsia="Times New Roman" w:hAnsi="Times New Roman"/>
          <w:sz w:val="28"/>
          <w:szCs w:val="28"/>
          <w:lang w:eastAsia="ru-RU"/>
        </w:rPr>
        <w:t>612</w:t>
      </w:r>
      <w:r w:rsidR="001A7A7F">
        <w:rPr>
          <w:rFonts w:ascii="Times New Roman" w:eastAsia="Times New Roman" w:hAnsi="Times New Roman"/>
          <w:sz w:val="28"/>
          <w:szCs w:val="28"/>
          <w:lang w:eastAsia="ru-RU"/>
        </w:rPr>
        <w:t> 160,8</w:t>
      </w:r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</w:t>
      </w:r>
      <w:r w:rsidR="00481EF5">
        <w:rPr>
          <w:rFonts w:ascii="Times New Roman" w:eastAsia="Times New Roman" w:hAnsi="Times New Roman"/>
          <w:sz w:val="28"/>
          <w:szCs w:val="28"/>
          <w:lang w:eastAsia="ru-RU"/>
        </w:rPr>
        <w:t>ей; средства областного бюджета</w:t>
      </w:r>
      <w:r w:rsidR="00481EF5" w:rsidRPr="00481EF5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1A7A7F">
        <w:rPr>
          <w:rFonts w:ascii="Times New Roman" w:eastAsia="Times New Roman" w:hAnsi="Times New Roman"/>
          <w:sz w:val="28"/>
          <w:szCs w:val="28"/>
          <w:lang w:eastAsia="ru-RU"/>
        </w:rPr>
        <w:t>645 986,7</w:t>
      </w:r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 рублей</w:t>
      </w:r>
      <w:bookmarkStart w:id="2" w:name="Par539"/>
      <w:bookmarkEnd w:id="2"/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t xml:space="preserve">, федерального бюджета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20 587,9</w:t>
      </w:r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 рублей. Информация об общем объеме финансовых ресурсов, необходимых для реализации муниципальной программы, в том числе в разрезе всех источников финансирования, и распределение объемов финансирования по годам реализации муниципальной про</w:t>
      </w:r>
      <w:r w:rsidR="00481EF5">
        <w:rPr>
          <w:rFonts w:ascii="Times New Roman" w:eastAsia="Times New Roman" w:hAnsi="Times New Roman"/>
          <w:sz w:val="28"/>
          <w:szCs w:val="28"/>
          <w:lang w:eastAsia="ru-RU"/>
        </w:rPr>
        <w:t>граммы приводятся в приложении</w:t>
      </w:r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t xml:space="preserve"> 3 к настоящей Программе.»</w:t>
      </w:r>
      <w:r w:rsidR="004C1B9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9315929" w14:textId="77777777" w:rsidR="004E16C1" w:rsidRPr="00FE0638" w:rsidRDefault="004E16C1" w:rsidP="00BD0D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1.3.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2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Программе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«Перечень мероприятий муниципальной программы «Развитие культуры в муниципальном образовании «Городской округ Ногликский» изложить в новой редакции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14:paraId="35365934" w14:textId="77777777" w:rsidR="004E16C1" w:rsidRPr="00FE0638" w:rsidRDefault="004E16C1" w:rsidP="00BD0D3D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1.4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3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Программе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E0638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Ресурсное обеспечение реализации муниципальной программы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«Развитие культуры в муниципальном образовании «Городской округ Ногликский» </w:t>
      </w:r>
      <w:r w:rsidRPr="00FE0638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изложить в новой редакции</w:t>
      </w:r>
      <w:r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,</w:t>
      </w:r>
      <w:r w:rsidRPr="00FE0638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 согласно </w:t>
      </w:r>
      <w:r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п</w:t>
      </w:r>
      <w:r w:rsidRPr="00FE0638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риложению </w:t>
      </w:r>
      <w:r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2</w:t>
      </w:r>
      <w:r w:rsidRPr="00FE0638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 к </w:t>
      </w:r>
      <w:r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настоящему </w:t>
      </w:r>
      <w:r w:rsidRPr="00FE0638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постановлению.</w:t>
      </w:r>
    </w:p>
    <w:p w14:paraId="0108FB88" w14:textId="227A36C3" w:rsidR="004E16C1" w:rsidRPr="00FC6C07" w:rsidRDefault="004E16C1" w:rsidP="00BD0D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FC6C07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>
        <w:rPr>
          <w:rFonts w:ascii="Times New Roman" w:hAnsi="Times New Roman"/>
          <w:sz w:val="28"/>
          <w:szCs w:val="28"/>
        </w:rPr>
        <w:t>информационно-</w:t>
      </w:r>
      <w:r w:rsidR="00481EF5">
        <w:rPr>
          <w:rFonts w:ascii="Times New Roman" w:hAnsi="Times New Roman"/>
          <w:sz w:val="28"/>
          <w:szCs w:val="28"/>
        </w:rPr>
        <w:t>теле</w:t>
      </w:r>
      <w:r>
        <w:rPr>
          <w:rFonts w:ascii="Times New Roman" w:hAnsi="Times New Roman"/>
          <w:sz w:val="28"/>
          <w:szCs w:val="28"/>
        </w:rPr>
        <w:t xml:space="preserve">коммуникационной </w:t>
      </w:r>
      <w:r w:rsidRPr="00FC6C07">
        <w:rPr>
          <w:rFonts w:ascii="Times New Roman" w:hAnsi="Times New Roman"/>
          <w:sz w:val="28"/>
          <w:szCs w:val="28"/>
        </w:rPr>
        <w:t>сети «Интернет».</w:t>
      </w:r>
    </w:p>
    <w:p w14:paraId="50A64980" w14:textId="722E6358" w:rsidR="004E16C1" w:rsidRPr="00FC6C07" w:rsidRDefault="004E16C1" w:rsidP="00BD0D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FC6C07">
        <w:rPr>
          <w:rFonts w:ascii="Times New Roman" w:hAnsi="Times New Roman"/>
          <w:sz w:val="28"/>
          <w:szCs w:val="28"/>
        </w:rPr>
        <w:t xml:space="preserve">. Контроль за </w:t>
      </w:r>
      <w:r w:rsidR="004C1B9E">
        <w:rPr>
          <w:rFonts w:ascii="Times New Roman" w:hAnsi="Times New Roman"/>
          <w:sz w:val="28"/>
          <w:szCs w:val="28"/>
        </w:rPr>
        <w:t>ис</w:t>
      </w:r>
      <w:r w:rsidRPr="00FC6C07">
        <w:rPr>
          <w:rFonts w:ascii="Times New Roman" w:hAnsi="Times New Roman"/>
          <w:sz w:val="28"/>
          <w:szCs w:val="28"/>
        </w:rPr>
        <w:t xml:space="preserve">полнением настоящего постановления возложить на </w:t>
      </w:r>
      <w:r w:rsidR="00A840EB">
        <w:rPr>
          <w:rFonts w:ascii="Times New Roman" w:hAnsi="Times New Roman"/>
          <w:sz w:val="28"/>
          <w:szCs w:val="28"/>
        </w:rPr>
        <w:t xml:space="preserve">начальника отдела образования Департамента социальной политики </w:t>
      </w:r>
      <w:r w:rsidRPr="00FC6C07">
        <w:rPr>
          <w:rFonts w:ascii="Times New Roman" w:hAnsi="Times New Roman"/>
          <w:sz w:val="28"/>
          <w:szCs w:val="28"/>
        </w:rPr>
        <w:t xml:space="preserve">муниципального образования «Городской округ Ногликский» </w:t>
      </w:r>
      <w:r w:rsidR="00A840EB">
        <w:rPr>
          <w:rFonts w:ascii="Times New Roman" w:hAnsi="Times New Roman"/>
          <w:sz w:val="28"/>
          <w:szCs w:val="28"/>
        </w:rPr>
        <w:t>Ренкевич</w:t>
      </w:r>
      <w:r w:rsidR="00481EF5">
        <w:rPr>
          <w:rFonts w:ascii="Times New Roman" w:hAnsi="Times New Roman"/>
          <w:sz w:val="28"/>
          <w:szCs w:val="28"/>
        </w:rPr>
        <w:t xml:space="preserve"> </w:t>
      </w:r>
      <w:r w:rsidR="00481EF5" w:rsidRPr="00481EF5">
        <w:rPr>
          <w:rFonts w:ascii="Times New Roman" w:hAnsi="Times New Roman"/>
          <w:sz w:val="28"/>
          <w:szCs w:val="28"/>
        </w:rPr>
        <w:t>Л.М.</w:t>
      </w:r>
    </w:p>
    <w:p w14:paraId="165E9D14" w14:textId="77777777" w:rsidR="004E16C1" w:rsidRPr="00D12794" w:rsidRDefault="004E16C1" w:rsidP="004E16C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2CE6A6F" w14:textId="77777777" w:rsidR="004E16C1" w:rsidRDefault="004E16C1" w:rsidP="004E16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3D60A27" w14:textId="77777777" w:rsidR="004E16C1" w:rsidRDefault="004E16C1" w:rsidP="004E16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5504E3D" w14:textId="77777777" w:rsidR="004E16C1" w:rsidRPr="008629FA" w:rsidRDefault="004E16C1" w:rsidP="004E16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 Камелин</w:t>
      </w:r>
    </w:p>
    <w:sectPr w:rsidR="004E16C1" w:rsidRPr="008629FA" w:rsidSect="00053B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B40E73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5B40E74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B40E71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5B40E72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146F"/>
    <w:rsid w:val="00006513"/>
    <w:rsid w:val="00032E13"/>
    <w:rsid w:val="00046931"/>
    <w:rsid w:val="00053BD0"/>
    <w:rsid w:val="00082948"/>
    <w:rsid w:val="001258FC"/>
    <w:rsid w:val="00127866"/>
    <w:rsid w:val="00185FEC"/>
    <w:rsid w:val="001A7A7F"/>
    <w:rsid w:val="001E1F9F"/>
    <w:rsid w:val="002003DC"/>
    <w:rsid w:val="00226787"/>
    <w:rsid w:val="0033636C"/>
    <w:rsid w:val="00360294"/>
    <w:rsid w:val="003E4257"/>
    <w:rsid w:val="00481EF5"/>
    <w:rsid w:val="00486828"/>
    <w:rsid w:val="004C1B9E"/>
    <w:rsid w:val="004E16C1"/>
    <w:rsid w:val="004F05AD"/>
    <w:rsid w:val="004F33C7"/>
    <w:rsid w:val="00520CBF"/>
    <w:rsid w:val="005B5BB7"/>
    <w:rsid w:val="006E2F10"/>
    <w:rsid w:val="00764378"/>
    <w:rsid w:val="0077336C"/>
    <w:rsid w:val="007B5AA1"/>
    <w:rsid w:val="007C68A2"/>
    <w:rsid w:val="007F4485"/>
    <w:rsid w:val="00824F9B"/>
    <w:rsid w:val="008629FA"/>
    <w:rsid w:val="0094001C"/>
    <w:rsid w:val="00987DB5"/>
    <w:rsid w:val="00A840EB"/>
    <w:rsid w:val="00AC72C8"/>
    <w:rsid w:val="00AD33FC"/>
    <w:rsid w:val="00AD7971"/>
    <w:rsid w:val="00B10ED9"/>
    <w:rsid w:val="00B25688"/>
    <w:rsid w:val="00B52C22"/>
    <w:rsid w:val="00BC620D"/>
    <w:rsid w:val="00BD0D3D"/>
    <w:rsid w:val="00C02849"/>
    <w:rsid w:val="00C77C23"/>
    <w:rsid w:val="00CB5A90"/>
    <w:rsid w:val="00CE4800"/>
    <w:rsid w:val="00D124B0"/>
    <w:rsid w:val="00D12794"/>
    <w:rsid w:val="00D212FE"/>
    <w:rsid w:val="00D67BD8"/>
    <w:rsid w:val="00DE7241"/>
    <w:rsid w:val="00DF143C"/>
    <w:rsid w:val="00DF7897"/>
    <w:rsid w:val="00E37B8A"/>
    <w:rsid w:val="00E46E4B"/>
    <w:rsid w:val="00E609BC"/>
    <w:rsid w:val="00F6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40E5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2F5623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2F5623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F5623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</TotalTime>
  <Pages>3</Pages>
  <Words>842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cp:lastPrinted>2021-09-22T06:36:00Z</cp:lastPrinted>
  <dcterms:created xsi:type="dcterms:W3CDTF">2021-09-22T06:39:00Z</dcterms:created>
  <dcterms:modified xsi:type="dcterms:W3CDTF">2021-09-22T06:39:00Z</dcterms:modified>
</cp:coreProperties>
</file>