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C31F0E" w14:textId="77777777" w:rsidTr="00987DB5">
        <w:tc>
          <w:tcPr>
            <w:tcW w:w="9498" w:type="dxa"/>
          </w:tcPr>
          <w:p w14:paraId="33C31F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C31F25" wp14:editId="33C31F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31F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C31F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C31F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C31F0F" w14:textId="2AB71AB2" w:rsidR="0033636C" w:rsidRPr="00704DA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4D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F4926">
            <w:rPr>
              <w:rFonts w:ascii="Times New Roman" w:hAnsi="Times New Roman"/>
              <w:sz w:val="28"/>
              <w:szCs w:val="28"/>
            </w:rPr>
            <w:t>22 сентября 2021 года</w:t>
          </w:r>
        </w:sdtContent>
      </w:sdt>
      <w:r w:rsidRPr="00704D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F4926" w:rsidRPr="006F4926">
            <w:rPr>
              <w:rFonts w:ascii="Times New Roman" w:hAnsi="Times New Roman"/>
              <w:sz w:val="28"/>
              <w:szCs w:val="28"/>
            </w:rPr>
            <w:t>524</w:t>
          </w:r>
        </w:sdtContent>
      </w:sdt>
    </w:p>
    <w:p w14:paraId="33C31F1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3C31F11" w14:textId="5F49D270" w:rsidR="0033636C" w:rsidRPr="00704DAC" w:rsidRDefault="0033636C" w:rsidP="00704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4DA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04DAC">
        <w:rPr>
          <w:rFonts w:ascii="Times New Roman" w:hAnsi="Times New Roman"/>
          <w:b/>
          <w:sz w:val="28"/>
          <w:szCs w:val="28"/>
        </w:rPr>
        <w:br/>
      </w:r>
      <w:r w:rsidRPr="00704DAC">
        <w:rPr>
          <w:rFonts w:ascii="Times New Roman" w:hAnsi="Times New Roman"/>
          <w:b/>
          <w:sz w:val="28"/>
          <w:szCs w:val="28"/>
        </w:rPr>
        <w:t>предо</w:t>
      </w:r>
      <w:r w:rsidR="00704DAC" w:rsidRPr="00704DAC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704DAC">
        <w:rPr>
          <w:rFonts w:ascii="Times New Roman" w:hAnsi="Times New Roman"/>
          <w:b/>
          <w:sz w:val="28"/>
          <w:szCs w:val="28"/>
        </w:rPr>
        <w:br/>
      </w:r>
      <w:r w:rsidR="00704DAC" w:rsidRPr="00704DAC">
        <w:rPr>
          <w:rFonts w:ascii="Times New Roman" w:hAnsi="Times New Roman"/>
          <w:b/>
          <w:sz w:val="28"/>
          <w:szCs w:val="28"/>
        </w:rPr>
        <w:t>«</w:t>
      </w:r>
      <w:r w:rsidRPr="00704DAC">
        <w:rPr>
          <w:rFonts w:ascii="Times New Roman" w:hAnsi="Times New Roman"/>
          <w:b/>
          <w:sz w:val="28"/>
          <w:szCs w:val="28"/>
        </w:rPr>
        <w:t>Предоставление субсидии субъектам малого</w:t>
      </w:r>
      <w:r w:rsidR="00704DAC" w:rsidRPr="00704DAC">
        <w:rPr>
          <w:rFonts w:ascii="Times New Roman" w:hAnsi="Times New Roman"/>
          <w:b/>
          <w:sz w:val="28"/>
          <w:szCs w:val="28"/>
        </w:rPr>
        <w:t xml:space="preserve"> и среднего предпринимательства»</w:t>
      </w:r>
    </w:p>
    <w:p w14:paraId="33C31F1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D9613C" w14:textId="22A56B6A" w:rsidR="00E2479F" w:rsidRPr="00E2479F" w:rsidRDefault="00E2479F" w:rsidP="00E247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479F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704DAC">
        <w:rPr>
          <w:rFonts w:ascii="Times New Roman" w:hAnsi="Times New Roman"/>
          <w:sz w:val="28"/>
          <w:szCs w:val="28"/>
        </w:rPr>
        <w:br/>
      </w:r>
      <w:r w:rsidRPr="00E2479F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</w:t>
      </w:r>
      <w:r w:rsidR="00704DAC">
        <w:rPr>
          <w:rFonts w:ascii="Times New Roman" w:hAnsi="Times New Roman"/>
          <w:sz w:val="28"/>
          <w:szCs w:val="28"/>
        </w:rPr>
        <w:t>ципальных услуг», постановлениями</w:t>
      </w:r>
      <w:r w:rsidRPr="00E2479F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28</w:t>
      </w:r>
      <w:r w:rsidR="00704DAC">
        <w:rPr>
          <w:rFonts w:ascii="Times New Roman" w:hAnsi="Times New Roman"/>
          <w:sz w:val="28"/>
          <w:szCs w:val="28"/>
        </w:rPr>
        <w:t xml:space="preserve"> июля </w:t>
      </w:r>
      <w:r w:rsidRPr="00E2479F">
        <w:rPr>
          <w:rFonts w:ascii="Times New Roman" w:hAnsi="Times New Roman"/>
          <w:sz w:val="28"/>
          <w:szCs w:val="28"/>
        </w:rPr>
        <w:t xml:space="preserve">2021 </w:t>
      </w:r>
      <w:r w:rsidR="00704DAC">
        <w:rPr>
          <w:rFonts w:ascii="Times New Roman" w:hAnsi="Times New Roman"/>
          <w:sz w:val="28"/>
          <w:szCs w:val="28"/>
        </w:rPr>
        <w:t xml:space="preserve">года </w:t>
      </w:r>
      <w:r w:rsidRPr="00E2479F">
        <w:rPr>
          <w:rFonts w:ascii="Times New Roman" w:hAnsi="Times New Roman"/>
          <w:sz w:val="28"/>
          <w:szCs w:val="28"/>
        </w:rPr>
        <w:t xml:space="preserve">№ 141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отельных государственных полномочий, переданных Федеральными законами и законами Сахалинской области», от 27.06.2017 № 415 «Об утверждении Порядка предоставления субсидии субъектам малого и среднего предпринимательства», ст. 36 Устава муниципального образования «Городской округ Ногликский» администрация муниципального образования «Городской округ Ногликский» </w:t>
      </w:r>
      <w:r w:rsidRPr="00704DAC">
        <w:rPr>
          <w:rFonts w:ascii="Times New Roman" w:hAnsi="Times New Roman"/>
          <w:b/>
          <w:sz w:val="28"/>
          <w:szCs w:val="28"/>
        </w:rPr>
        <w:t>ПОСТАНОВЛЯЕТ:</w:t>
      </w:r>
    </w:p>
    <w:p w14:paraId="6A7433CE" w14:textId="2772574C" w:rsidR="00E2479F" w:rsidRPr="0062017E" w:rsidRDefault="00704DAC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479F" w:rsidRPr="00E2479F">
        <w:rPr>
          <w:sz w:val="28"/>
          <w:szCs w:val="28"/>
        </w:rPr>
        <w:t>Утвердить административный регламент</w:t>
      </w:r>
      <w:r w:rsidR="00E2479F" w:rsidRPr="0062017E">
        <w:rPr>
          <w:bCs/>
          <w:sz w:val="28"/>
          <w:szCs w:val="28"/>
        </w:rPr>
        <w:t xml:space="preserve"> предоставления муниципальной услуги «Предоставление субсидии субъектам малого и среднего предпринимательства» (прилагается).</w:t>
      </w:r>
    </w:p>
    <w:p w14:paraId="06F44D2A" w14:textId="6ED72E3B" w:rsidR="00E2479F" w:rsidRPr="0062017E" w:rsidRDefault="00704DAC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E2479F">
        <w:rPr>
          <w:bCs/>
          <w:sz w:val="28"/>
          <w:szCs w:val="28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65410A3D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20.11.2018 № 1123 «Об утверждении административного регламента предоставления муниципальной услуги «Предоставление субсидии на возмещение затрат на открытие собственного дела начинающим субъектам малого предпринимательства» за исключением п. 3;</w:t>
      </w:r>
    </w:p>
    <w:p w14:paraId="0B32B907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20.11.2018 № 1124 «Об утверждении административного регламента предоставления муниципальной услуги «Предоставление субсидий по </w:t>
      </w:r>
      <w:r>
        <w:rPr>
          <w:sz w:val="28"/>
          <w:szCs w:val="28"/>
        </w:rPr>
        <w:lastRenderedPageBreak/>
        <w:t>возмещению затрат на уплату процентов по кредитам, полученным в российских кредитных организациях» за исключением п. 3;</w:t>
      </w:r>
    </w:p>
    <w:p w14:paraId="33F1067A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20.11.2018 № 1125 «Об утверждении административного регламента предоставления муниципальной услуги «Предоставление субсидии на возмещение затрат, связанных с приобретением оборудования» за исключением п. 3;</w:t>
      </w:r>
    </w:p>
    <w:p w14:paraId="4092545B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20.11.2018 № 1126 «Об утверждении административного регламента предоставления муниципальной услуги «Предоставление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предпринимательства» за исключением п. 3;</w:t>
      </w:r>
    </w:p>
    <w:p w14:paraId="48BAFF53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20.11.2018 № 1127 «Об утверждении административного регламента предоставления муниципальной услуги «Предоставление 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баня)» за исключением п. 3;</w:t>
      </w:r>
    </w:p>
    <w:p w14:paraId="48E1EBF1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27.11.2018 № 1156 «Об утверждении административного регламента предоставления муниципальной услуги «Предоставление субсидии на возмещение затрат на осуществление деятельности в сфере гостиничного бизнеса»;</w:t>
      </w:r>
    </w:p>
    <w:p w14:paraId="1E255FC2" w14:textId="77777777" w:rsidR="00E2479F" w:rsidRDefault="00E2479F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09.04.2019 № 230 «О внесении изменений в некоторые постановления администрации муниципального образования «Городской округ Ногликский»;</w:t>
      </w:r>
    </w:p>
    <w:p w14:paraId="1AD75BD6" w14:textId="5E0DFDCF" w:rsidR="00E2479F" w:rsidRPr="00DC7F44" w:rsidRDefault="00BC120A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01.10.2019 №</w:t>
      </w:r>
      <w:r w:rsidR="006F4926">
        <w:rPr>
          <w:sz w:val="28"/>
          <w:szCs w:val="28"/>
        </w:rPr>
        <w:t xml:space="preserve"> </w:t>
      </w:r>
      <w:r>
        <w:rPr>
          <w:sz w:val="28"/>
          <w:szCs w:val="28"/>
        </w:rPr>
        <w:t>737 «</w:t>
      </w:r>
      <w:r w:rsidR="00E2479F">
        <w:rPr>
          <w:sz w:val="28"/>
          <w:szCs w:val="28"/>
        </w:rPr>
        <w:t xml:space="preserve">О внесении изменений в некоторые постановления администрации муниципального образования «Городской округ </w:t>
      </w:r>
      <w:r w:rsidR="00E2479F" w:rsidRPr="00DC7F44">
        <w:rPr>
          <w:sz w:val="28"/>
          <w:szCs w:val="28"/>
        </w:rPr>
        <w:t>Ногликский».</w:t>
      </w:r>
    </w:p>
    <w:p w14:paraId="52EAE9B9" w14:textId="252B6CA4" w:rsidR="00E2479F" w:rsidRPr="00DC7F44" w:rsidRDefault="00704DAC" w:rsidP="00704DAC">
      <w:pPr>
        <w:pStyle w:val="a8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2479F" w:rsidRPr="00DC7F44">
        <w:rPr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sz w:val="28"/>
          <w:szCs w:val="28"/>
        </w:rPr>
        <w:t xml:space="preserve">информационно-телекоммуникационной </w:t>
      </w:r>
      <w:r w:rsidR="00E2479F" w:rsidRPr="00DC7F44">
        <w:rPr>
          <w:sz w:val="28"/>
          <w:szCs w:val="28"/>
        </w:rPr>
        <w:t>сети «Интернет».</w:t>
      </w:r>
    </w:p>
    <w:p w14:paraId="191534E7" w14:textId="77777777" w:rsidR="00E2479F" w:rsidRPr="00DC7F44" w:rsidRDefault="00E2479F" w:rsidP="00704DAC">
      <w:pPr>
        <w:pStyle w:val="a8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DC7F44">
        <w:rPr>
          <w:bCs/>
          <w:sz w:val="28"/>
          <w:szCs w:val="28"/>
        </w:rPr>
        <w:t>. Контроль за исполнением настоящего постановления оставляю за собой.</w:t>
      </w:r>
    </w:p>
    <w:p w14:paraId="33C31F13" w14:textId="62E0C333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C31F1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C31F1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C31F1F" w14:textId="6E710F5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704DAC">
        <w:rPr>
          <w:rFonts w:ascii="Times New Roman" w:hAnsi="Times New Roman"/>
          <w:sz w:val="28"/>
          <w:szCs w:val="28"/>
        </w:rPr>
        <w:t>й округ Ногликский»</w:t>
      </w:r>
      <w:r w:rsidR="00704DAC">
        <w:rPr>
          <w:rFonts w:ascii="Times New Roman" w:hAnsi="Times New Roman"/>
          <w:sz w:val="28"/>
          <w:szCs w:val="28"/>
        </w:rPr>
        <w:tab/>
      </w:r>
      <w:r w:rsidR="00704DAC">
        <w:rPr>
          <w:rFonts w:ascii="Times New Roman" w:hAnsi="Times New Roman"/>
          <w:sz w:val="28"/>
          <w:szCs w:val="28"/>
        </w:rPr>
        <w:tab/>
      </w:r>
      <w:r w:rsidR="00704DAC">
        <w:rPr>
          <w:rFonts w:ascii="Times New Roman" w:hAnsi="Times New Roman"/>
          <w:sz w:val="28"/>
          <w:szCs w:val="28"/>
        </w:rPr>
        <w:tab/>
      </w:r>
      <w:r w:rsidR="00704DAC">
        <w:rPr>
          <w:rFonts w:ascii="Times New Roman" w:hAnsi="Times New Roman"/>
          <w:sz w:val="28"/>
          <w:szCs w:val="28"/>
        </w:rPr>
        <w:tab/>
      </w:r>
      <w:r w:rsidR="00704DA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04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02C3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31F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3C31F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31F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3C31F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6638765"/>
      <w:docPartObj>
        <w:docPartGallery w:val="Page Numbers (Top of Page)"/>
        <w:docPartUnique/>
      </w:docPartObj>
    </w:sdtPr>
    <w:sdtEndPr/>
    <w:sdtContent>
      <w:p w14:paraId="6F7211D7" w14:textId="15460CCB" w:rsidR="00702C33" w:rsidRDefault="00702C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926">
          <w:rPr>
            <w:noProof/>
          </w:rPr>
          <w:t>2</w:t>
        </w:r>
        <w:r>
          <w:fldChar w:fldCharType="end"/>
        </w:r>
      </w:p>
    </w:sdtContent>
  </w:sdt>
  <w:p w14:paraId="5F37EB06" w14:textId="77777777" w:rsidR="00702C33" w:rsidRDefault="00702C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E1698"/>
    <w:multiLevelType w:val="hybridMultilevel"/>
    <w:tmpl w:val="7194CACC"/>
    <w:lvl w:ilvl="0" w:tplc="B60C9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F4926"/>
    <w:rsid w:val="00702C33"/>
    <w:rsid w:val="00704DAC"/>
    <w:rsid w:val="008629FA"/>
    <w:rsid w:val="00987DB5"/>
    <w:rsid w:val="00AB78DB"/>
    <w:rsid w:val="00AC72C8"/>
    <w:rsid w:val="00B10ED9"/>
    <w:rsid w:val="00B25688"/>
    <w:rsid w:val="00BC120A"/>
    <w:rsid w:val="00C02849"/>
    <w:rsid w:val="00C92926"/>
    <w:rsid w:val="00D12794"/>
    <w:rsid w:val="00D67BD8"/>
    <w:rsid w:val="00DF7897"/>
    <w:rsid w:val="00E2479F"/>
    <w:rsid w:val="00E37B8A"/>
    <w:rsid w:val="00E609BC"/>
    <w:rsid w:val="00F4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1F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E2479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B5D4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B5D4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B5D4F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2021-09-23T03:49:00Z</cp:lastPrinted>
  <dcterms:created xsi:type="dcterms:W3CDTF">2021-09-23T03:57:00Z</dcterms:created>
  <dcterms:modified xsi:type="dcterms:W3CDTF">2021-09-23T03:57:00Z</dcterms:modified>
</cp:coreProperties>
</file>