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60767BB" w14:textId="77777777" w:rsidTr="00987DB5">
        <w:tc>
          <w:tcPr>
            <w:tcW w:w="9498" w:type="dxa"/>
          </w:tcPr>
          <w:p w14:paraId="560767B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0767D2" wp14:editId="560767D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0767B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60767B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60767B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520BBD1" w14:textId="65939DF5" w:rsidR="00DA45AA" w:rsidRPr="0055182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55182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51827" w:rsidRPr="00551827">
            <w:rPr>
              <w:rFonts w:ascii="Times New Roman" w:hAnsi="Times New Roman"/>
              <w:sz w:val="28"/>
              <w:szCs w:val="28"/>
            </w:rPr>
            <w:t>28 сентября 2022 года</w:t>
          </w:r>
        </w:sdtContent>
      </w:sdt>
      <w:r w:rsidRPr="0055182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51827" w:rsidRPr="00551827">
            <w:rPr>
              <w:rFonts w:ascii="Times New Roman" w:hAnsi="Times New Roman"/>
              <w:sz w:val="28"/>
              <w:szCs w:val="28"/>
            </w:rPr>
            <w:t>526</w:t>
          </w:r>
        </w:sdtContent>
      </w:sdt>
    </w:p>
    <w:p w14:paraId="60631D3E" w14:textId="77777777" w:rsidR="00DA45AA" w:rsidRPr="00053BD0" w:rsidRDefault="00DA45AA" w:rsidP="00DA45A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59D7D6B" w14:textId="3224A3FE" w:rsidR="00BA1E3E" w:rsidRPr="00D176EA" w:rsidRDefault="00BA1E3E" w:rsidP="00DA45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Pr="00D176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утверждении порядка предоставления субсидии </w:t>
      </w:r>
      <w:r w:rsidR="00DA45AA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из бюджета муниципального образования</w:t>
      </w:r>
      <w:r w:rsidRPr="00D176EA">
        <w:rPr>
          <w:rFonts w:ascii="Times New Roman" w:hAnsi="Times New Roman"/>
          <w:b/>
          <w:sz w:val="28"/>
          <w:szCs w:val="28"/>
        </w:rPr>
        <w:t xml:space="preserve"> </w:t>
      </w:r>
      <w:r w:rsidR="00DA45AA">
        <w:rPr>
          <w:rFonts w:ascii="Times New Roman" w:hAnsi="Times New Roman"/>
          <w:b/>
          <w:sz w:val="28"/>
          <w:szCs w:val="28"/>
        </w:rPr>
        <w:br/>
      </w:r>
      <w:r w:rsidRPr="00D176EA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Pr="00A0405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123D8" w:rsidRPr="00A04054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на возмещение</w:t>
      </w:r>
      <w:r w:rsidR="001123D8" w:rsidRPr="00A04054">
        <w:rPr>
          <w:rFonts w:eastAsia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затрат </w:t>
      </w:r>
      <w:r w:rsidR="00DA45AA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гражданам, ведущим личные подсобные хозяйства, </w:t>
      </w:r>
      <w:r w:rsidR="00DA45AA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на содержание коров и северных оленей</w:t>
      </w:r>
    </w:p>
    <w:p w14:paraId="560767BF" w14:textId="77777777" w:rsidR="00185FEC" w:rsidRDefault="00185FEC" w:rsidP="00DA45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0F4169" w14:textId="0A6123D8" w:rsidR="00BA1E3E" w:rsidRDefault="00BA1E3E" w:rsidP="00BA1E3E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A2D76">
        <w:rPr>
          <w:rFonts w:ascii="Times New Roman" w:hAnsi="Times New Roman"/>
          <w:b w:val="0"/>
          <w:sz w:val="28"/>
          <w:szCs w:val="28"/>
        </w:rPr>
        <w:t xml:space="preserve"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постановлением Правительства Российской Федерации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от 18.09.</w:t>
      </w:r>
      <w:r w:rsidR="0076016C">
        <w:rPr>
          <w:rFonts w:ascii="Times New Roman" w:hAnsi="Times New Roman"/>
          <w:b w:val="0"/>
          <w:sz w:val="28"/>
          <w:szCs w:val="28"/>
        </w:rPr>
        <w:t xml:space="preserve">2020 № 1492 </w:t>
      </w:r>
      <w:r>
        <w:rPr>
          <w:rFonts w:ascii="Times New Roman" w:hAnsi="Times New Roman"/>
          <w:b w:val="0"/>
          <w:sz w:val="28"/>
          <w:szCs w:val="28"/>
        </w:rPr>
        <w:t xml:space="preserve"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Федерации», </w:t>
      </w:r>
      <w:r w:rsidRPr="003A2D76">
        <w:rPr>
          <w:rFonts w:ascii="Times New Roman" w:hAnsi="Times New Roman"/>
          <w:b w:val="0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A2D76">
        <w:rPr>
          <w:rFonts w:ascii="Times New Roman" w:hAnsi="Times New Roman"/>
          <w:sz w:val="28"/>
          <w:szCs w:val="28"/>
        </w:rPr>
        <w:t>ПОСТАНОВЛЯЕТ:</w:t>
      </w:r>
    </w:p>
    <w:p w14:paraId="6F4D0C3E" w14:textId="03A916FA" w:rsidR="00BA1E3E" w:rsidRDefault="00BA1E3E" w:rsidP="00BA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</w:t>
      </w:r>
      <w:r w:rsidRPr="00B514C1">
        <w:rPr>
          <w:rFonts w:ascii="Times New Roman" w:hAnsi="Times New Roman"/>
          <w:sz w:val="28"/>
          <w:szCs w:val="28"/>
        </w:rPr>
        <w:t xml:space="preserve">предоставления субсидии из бюджета муниципального образования «Городской округ Ногликский» </w:t>
      </w:r>
      <w:r w:rsidR="001123D8" w:rsidRPr="00B018F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на возмещение </w:t>
      </w:r>
      <w:r w:rsidRPr="001123D8">
        <w:rPr>
          <w:rFonts w:ascii="Times New Roman" w:hAnsi="Times New Roman"/>
          <w:sz w:val="28"/>
          <w:szCs w:val="28"/>
        </w:rPr>
        <w:t>затрат гражданам, ведущим личные</w:t>
      </w:r>
      <w:r w:rsidRPr="00B514C1">
        <w:rPr>
          <w:rFonts w:ascii="Times New Roman" w:hAnsi="Times New Roman"/>
          <w:sz w:val="28"/>
          <w:szCs w:val="28"/>
        </w:rPr>
        <w:t xml:space="preserve"> подсобные хозяйства, на содержание коров</w:t>
      </w:r>
      <w:r>
        <w:rPr>
          <w:rFonts w:ascii="Times New Roman" w:hAnsi="Times New Roman"/>
          <w:sz w:val="28"/>
          <w:szCs w:val="28"/>
        </w:rPr>
        <w:t xml:space="preserve"> и северных оленей</w:t>
      </w:r>
      <w:r w:rsidR="00AD7A82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79DBA214" w14:textId="08E333B0" w:rsidR="00BA1E3E" w:rsidRPr="004C33EA" w:rsidRDefault="00BA1E3E" w:rsidP="00BA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3EA">
        <w:rPr>
          <w:rFonts w:ascii="Times New Roman" w:hAnsi="Times New Roman"/>
          <w:sz w:val="28"/>
          <w:szCs w:val="28"/>
        </w:rPr>
        <w:t xml:space="preserve">2. Утвердить Состав комиссии по рассмотрению заявок (предложений) на предоставление субсидии из бюджета муниципального образования «Городской округ Ногликский» </w:t>
      </w:r>
      <w:r w:rsidR="004C33EA" w:rsidRPr="00B018F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на возмещение </w:t>
      </w:r>
      <w:r w:rsidRPr="004C33EA">
        <w:rPr>
          <w:rFonts w:ascii="Times New Roman" w:hAnsi="Times New Roman"/>
          <w:sz w:val="28"/>
          <w:szCs w:val="28"/>
        </w:rPr>
        <w:t>затрат гражданам, ведущим личные подсобные хозяйства, на содержание коров и северных оленей.</w:t>
      </w:r>
    </w:p>
    <w:p w14:paraId="79E5C755" w14:textId="75D95697" w:rsidR="00BA1E3E" w:rsidRDefault="00BA1E3E" w:rsidP="00BA1E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 Признать утратившим силу постановление администрации муниципального образования «Городской округ Ногликский» от 27</w:t>
      </w:r>
      <w:r w:rsidR="00DA45AA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 xml:space="preserve">2021 </w:t>
      </w:r>
      <w:r w:rsidR="00DA45AA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741 «Об утверждении порядка предоставления субсидии </w:t>
      </w:r>
      <w:r w:rsidR="00DA45AA">
        <w:rPr>
          <w:rFonts w:ascii="Times New Roman" w:hAnsi="Times New Roman"/>
          <w:sz w:val="28"/>
          <w:szCs w:val="28"/>
        </w:rPr>
        <w:br/>
      </w:r>
      <w:r w:rsidRPr="003816D3">
        <w:rPr>
          <w:rFonts w:ascii="Times New Roman" w:hAnsi="Times New Roman"/>
          <w:sz w:val="28"/>
          <w:szCs w:val="28"/>
        </w:rPr>
        <w:t xml:space="preserve">из бюджета муниципального образования «Городской округ Ногликский» </w:t>
      </w:r>
      <w:r w:rsidR="00DA45AA">
        <w:rPr>
          <w:rFonts w:ascii="Times New Roman" w:hAnsi="Times New Roman"/>
          <w:sz w:val="28"/>
          <w:szCs w:val="28"/>
        </w:rPr>
        <w:br/>
      </w:r>
      <w:r w:rsidRPr="003816D3">
        <w:rPr>
          <w:rFonts w:ascii="Times New Roman" w:hAnsi="Times New Roman"/>
          <w:sz w:val="28"/>
          <w:szCs w:val="28"/>
        </w:rPr>
        <w:lastRenderedPageBreak/>
        <w:t>в целях финансового обеспечения затрат гражданам, ведущим личные подсобные хозяйства, на содержание коров и оленей</w:t>
      </w:r>
      <w:r>
        <w:rPr>
          <w:rFonts w:ascii="Times New Roman" w:hAnsi="Times New Roman"/>
          <w:sz w:val="28"/>
          <w:szCs w:val="28"/>
        </w:rPr>
        <w:t xml:space="preserve">», за исключением </w:t>
      </w:r>
      <w:r w:rsidR="00DA45A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пункта 2.</w:t>
      </w:r>
    </w:p>
    <w:p w14:paraId="7A847D83" w14:textId="2DDBD252" w:rsidR="00DA45AA" w:rsidRDefault="00AD7A82" w:rsidP="00BA1E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DA45AA" w:rsidRPr="0086058A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</w:t>
      </w:r>
      <w:r w:rsidR="00DA45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45AA">
        <w:rPr>
          <w:rFonts w:ascii="Times New Roman" w:eastAsia="Times New Roman" w:hAnsi="Times New Roman"/>
          <w:sz w:val="28"/>
          <w:szCs w:val="28"/>
          <w:lang w:eastAsia="ru-RU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F1D01A2" w14:textId="454FB392" w:rsidR="00BA1E3E" w:rsidRDefault="00AD7A82" w:rsidP="00BA1E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A1E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45AA" w:rsidRPr="00DA45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45AA" w:rsidRPr="00AD7A8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постановления возложить на первого вице-мэра муниципального образования «Городской округ Ногликский» </w:t>
      </w:r>
      <w:r w:rsidR="00DA45A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45AA" w:rsidRPr="00AD7A82">
        <w:rPr>
          <w:rFonts w:ascii="Times New Roman" w:eastAsia="Times New Roman" w:hAnsi="Times New Roman"/>
          <w:sz w:val="28"/>
          <w:szCs w:val="28"/>
          <w:lang w:eastAsia="ru-RU"/>
        </w:rPr>
        <w:t>Гуляева</w:t>
      </w:r>
      <w:r w:rsidR="00161DEA" w:rsidRPr="00161D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DEA" w:rsidRPr="00AD7A82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20526B20" w14:textId="5465E3DA" w:rsidR="00070AA5" w:rsidRDefault="00070AA5" w:rsidP="00BA1E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Настоящее постановление вступает в силу с 01 января 2023 года.</w:t>
      </w:r>
    </w:p>
    <w:p w14:paraId="16D4AA80" w14:textId="77777777" w:rsidR="00BA1E3E" w:rsidRDefault="00BA1E3E" w:rsidP="00BA1E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0767C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60767C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60767CC" w14:textId="6A2F774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DA45AA">
        <w:rPr>
          <w:rFonts w:ascii="Times New Roman" w:hAnsi="Times New Roman"/>
          <w:sz w:val="28"/>
          <w:szCs w:val="28"/>
        </w:rPr>
        <w:t>й округ Ногликский»</w:t>
      </w:r>
      <w:r w:rsidR="00DA45AA">
        <w:rPr>
          <w:rFonts w:ascii="Times New Roman" w:hAnsi="Times New Roman"/>
          <w:sz w:val="28"/>
          <w:szCs w:val="28"/>
        </w:rPr>
        <w:tab/>
      </w:r>
      <w:r w:rsidR="00DA45AA">
        <w:rPr>
          <w:rFonts w:ascii="Times New Roman" w:hAnsi="Times New Roman"/>
          <w:sz w:val="28"/>
          <w:szCs w:val="28"/>
        </w:rPr>
        <w:tab/>
      </w:r>
      <w:r w:rsidR="00DA45AA">
        <w:rPr>
          <w:rFonts w:ascii="Times New Roman" w:hAnsi="Times New Roman"/>
          <w:sz w:val="28"/>
          <w:szCs w:val="28"/>
        </w:rPr>
        <w:tab/>
      </w:r>
      <w:r w:rsidR="00DA45AA">
        <w:rPr>
          <w:rFonts w:ascii="Times New Roman" w:hAnsi="Times New Roman"/>
          <w:sz w:val="28"/>
          <w:szCs w:val="28"/>
        </w:rPr>
        <w:tab/>
      </w:r>
      <w:r w:rsidR="00DA45AA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A4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A45A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767D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60767D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767D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60767D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117295"/>
      <w:docPartObj>
        <w:docPartGallery w:val="Page Numbers (Top of Page)"/>
        <w:docPartUnique/>
      </w:docPartObj>
    </w:sdtPr>
    <w:sdtEndPr/>
    <w:sdtContent>
      <w:p w14:paraId="0827CF98" w14:textId="782CCC78" w:rsidR="00DA45AA" w:rsidRDefault="00DA45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827">
          <w:rPr>
            <w:noProof/>
          </w:rPr>
          <w:t>2</w:t>
        </w:r>
        <w:r>
          <w:fldChar w:fldCharType="end"/>
        </w:r>
      </w:p>
    </w:sdtContent>
  </w:sdt>
  <w:p w14:paraId="3745F323" w14:textId="77777777" w:rsidR="00DA45AA" w:rsidRDefault="00DA45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0AA5"/>
    <w:rsid w:val="001123D8"/>
    <w:rsid w:val="00161DEA"/>
    <w:rsid w:val="00185FEC"/>
    <w:rsid w:val="001E1F9F"/>
    <w:rsid w:val="002003DC"/>
    <w:rsid w:val="0033636C"/>
    <w:rsid w:val="003B56A8"/>
    <w:rsid w:val="003E4257"/>
    <w:rsid w:val="003E50FA"/>
    <w:rsid w:val="003F230C"/>
    <w:rsid w:val="004C33EA"/>
    <w:rsid w:val="00520CBF"/>
    <w:rsid w:val="00551827"/>
    <w:rsid w:val="0076016C"/>
    <w:rsid w:val="008629FA"/>
    <w:rsid w:val="00987DB5"/>
    <w:rsid w:val="00A04054"/>
    <w:rsid w:val="00AC72C8"/>
    <w:rsid w:val="00AD7A82"/>
    <w:rsid w:val="00B018F1"/>
    <w:rsid w:val="00B10ED9"/>
    <w:rsid w:val="00B25688"/>
    <w:rsid w:val="00BA1E3E"/>
    <w:rsid w:val="00C02849"/>
    <w:rsid w:val="00D12794"/>
    <w:rsid w:val="00D67BD8"/>
    <w:rsid w:val="00DA45AA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67B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BA1E3E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F57D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F57D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57D7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12</cp:revision>
  <dcterms:created xsi:type="dcterms:W3CDTF">2022-07-21T03:04:00Z</dcterms:created>
  <dcterms:modified xsi:type="dcterms:W3CDTF">2022-09-29T05:27:00Z</dcterms:modified>
</cp:coreProperties>
</file>