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D7E40EF" w14:textId="77777777" w:rsidTr="00987DB5">
        <w:tc>
          <w:tcPr>
            <w:tcW w:w="9498" w:type="dxa"/>
          </w:tcPr>
          <w:p w14:paraId="5D7E40E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D7E4106" wp14:editId="5D7E410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7E40E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D7E40E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D7E40E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D7E40F0" w14:textId="04B599C4" w:rsidR="0033636C" w:rsidRPr="00E5646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46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5646A" w:rsidRPr="00E5646A">
            <w:rPr>
              <w:rFonts w:ascii="Times New Roman" w:hAnsi="Times New Roman"/>
              <w:sz w:val="28"/>
              <w:szCs w:val="28"/>
            </w:rPr>
            <w:t>22 августа 2023 года</w:t>
          </w:r>
        </w:sdtContent>
      </w:sdt>
      <w:r w:rsidRPr="00E5646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5646A" w:rsidRPr="00E5646A">
            <w:rPr>
              <w:rFonts w:ascii="Times New Roman" w:hAnsi="Times New Roman"/>
              <w:sz w:val="28"/>
              <w:szCs w:val="28"/>
            </w:rPr>
            <w:t>538</w:t>
          </w:r>
        </w:sdtContent>
      </w:sdt>
    </w:p>
    <w:p w14:paraId="5D7E40F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77647AE" w14:textId="77777777" w:rsidR="00146967" w:rsidRPr="006A514F" w:rsidRDefault="00146967" w:rsidP="001469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514F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sz w:val="28"/>
          <w:szCs w:val="28"/>
        </w:rPr>
        <w:t xml:space="preserve">муниципальную программу </w:t>
      </w:r>
      <w:r>
        <w:rPr>
          <w:rFonts w:ascii="Times New Roman" w:hAnsi="Times New Roman"/>
          <w:b/>
          <w:sz w:val="28"/>
          <w:szCs w:val="28"/>
        </w:rPr>
        <w:br/>
      </w:r>
      <w:r w:rsidRPr="000644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«Обеспечение населения муниципального образования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0644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«Городской округ Ногликский» качественными услугами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0644A6">
        <w:rPr>
          <w:rFonts w:ascii="Times New Roman" w:eastAsia="Times New Roman" w:hAnsi="Times New Roman"/>
          <w:b/>
          <w:sz w:val="28"/>
          <w:szCs w:val="28"/>
          <w:lang w:eastAsia="ru-RU"/>
        </w:rPr>
        <w:t>жилищно-коммунального хозяйства»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br/>
        <w:t>утвержденную</w:t>
      </w:r>
      <w:r w:rsidRPr="000644A6">
        <w:rPr>
          <w:rFonts w:ascii="Times New Roman" w:hAnsi="Times New Roman"/>
          <w:b/>
          <w:sz w:val="28"/>
          <w:szCs w:val="28"/>
        </w:rPr>
        <w:t xml:space="preserve"> </w:t>
      </w:r>
      <w:r w:rsidRPr="006A514F">
        <w:rPr>
          <w:rFonts w:ascii="Times New Roman" w:hAnsi="Times New Roman"/>
          <w:b/>
          <w:sz w:val="28"/>
          <w:szCs w:val="28"/>
        </w:rPr>
        <w:t>постановление</w:t>
      </w:r>
      <w:r>
        <w:rPr>
          <w:rFonts w:ascii="Times New Roman" w:hAnsi="Times New Roman"/>
          <w:b/>
          <w:sz w:val="28"/>
          <w:szCs w:val="28"/>
        </w:rPr>
        <w:t>м</w:t>
      </w:r>
      <w:r w:rsidRPr="006A514F">
        <w:rPr>
          <w:rFonts w:ascii="Times New Roman" w:hAnsi="Times New Roman"/>
          <w:b/>
          <w:sz w:val="28"/>
          <w:szCs w:val="28"/>
        </w:rPr>
        <w:t xml:space="preserve"> администрации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br/>
      </w:r>
      <w:r w:rsidRPr="006A514F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>
        <w:rPr>
          <w:rFonts w:ascii="Times New Roman" w:hAnsi="Times New Roman"/>
          <w:b/>
          <w:sz w:val="28"/>
          <w:szCs w:val="28"/>
        </w:rPr>
        <w:br/>
      </w:r>
      <w:r w:rsidRPr="006A514F">
        <w:rPr>
          <w:rFonts w:ascii="Times New Roman" w:hAnsi="Times New Roman"/>
          <w:b/>
          <w:sz w:val="28"/>
          <w:szCs w:val="28"/>
        </w:rPr>
        <w:t>от 04.08.2015 № 551</w:t>
      </w:r>
    </w:p>
    <w:p w14:paraId="4FA8BBF2" w14:textId="77777777" w:rsidR="00146967" w:rsidRDefault="00146967" w:rsidP="001469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3F15AC" w14:textId="28A2163D" w:rsidR="00146967" w:rsidRPr="00891F97" w:rsidRDefault="00146967" w:rsidP="00574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1F97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</w:t>
      </w:r>
      <w:r w:rsidRPr="00891F97">
        <w:rPr>
          <w:rFonts w:ascii="Times New Roman" w:eastAsia="Times New Roman" w:hAnsi="Times New Roman"/>
          <w:sz w:val="28"/>
          <w:szCs w:val="28"/>
          <w:lang w:eastAsia="ru-RU"/>
        </w:rPr>
        <w:t>«Обеспечение населения муниципального образования «Городской округ Ногликский» качественными услугами жилищно-коммунального хозяйства»</w:t>
      </w:r>
      <w:r w:rsidRPr="00891F97">
        <w:rPr>
          <w:rFonts w:ascii="Times New Roman" w:hAnsi="Times New Roman"/>
          <w:sz w:val="28"/>
          <w:szCs w:val="28"/>
        </w:rPr>
        <w:t xml:space="preserve"> в соответствие с решением Собрания муниципального образования «Городской округ Ногликский» от 08.12.2022 </w:t>
      </w:r>
      <w:r w:rsidR="00CB106A">
        <w:rPr>
          <w:rFonts w:ascii="Times New Roman" w:hAnsi="Times New Roman"/>
          <w:sz w:val="28"/>
          <w:szCs w:val="28"/>
        </w:rPr>
        <w:br/>
      </w:r>
      <w:r w:rsidRPr="00891F97">
        <w:rPr>
          <w:rFonts w:ascii="Times New Roman" w:hAnsi="Times New Roman"/>
          <w:sz w:val="28"/>
          <w:szCs w:val="28"/>
        </w:rPr>
        <w:t xml:space="preserve">№ 237 «О бюджете муниципального образования «Городской округ Ногликский» на 2023 год и на плановый период 2024 и 2025 годов» </w:t>
      </w:r>
      <w:r w:rsidR="00CB106A">
        <w:rPr>
          <w:rFonts w:ascii="Times New Roman" w:hAnsi="Times New Roman"/>
          <w:sz w:val="28"/>
          <w:szCs w:val="28"/>
        </w:rPr>
        <w:br/>
      </w:r>
      <w:r w:rsidRPr="00891F97">
        <w:rPr>
          <w:rFonts w:ascii="Times New Roman" w:hAnsi="Times New Roman"/>
          <w:sz w:val="28"/>
          <w:szCs w:val="28"/>
        </w:rPr>
        <w:t>(в редакции от 22.06.2023 № 271), р</w:t>
      </w:r>
      <w:r w:rsidRPr="00891F97">
        <w:rPr>
          <w:rFonts w:ascii="Times New Roman" w:eastAsia="Times New Roman" w:hAnsi="Times New Roman"/>
          <w:sz w:val="28"/>
          <w:szCs w:val="28"/>
          <w:lang w:eastAsia="ru-RU"/>
        </w:rPr>
        <w:t xml:space="preserve">уководствуясь </w:t>
      </w:r>
      <w:r w:rsidR="00586D5B" w:rsidRPr="00891F97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распоряжением мэра муниципального образования «Городской округ Ногликский» от 12.05.2023 </w:t>
      </w:r>
      <w:r w:rsidR="00CB106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86D5B" w:rsidRPr="00891F97">
        <w:rPr>
          <w:rFonts w:ascii="Times New Roman" w:eastAsia="Times New Roman" w:hAnsi="Times New Roman"/>
          <w:sz w:val="28"/>
          <w:szCs w:val="28"/>
          <w:lang w:eastAsia="ru-RU"/>
        </w:rPr>
        <w:t>№ 24-р «О продлении срока реализации муниципальных программ»</w:t>
      </w:r>
      <w:r w:rsidR="00586D5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B106A">
        <w:rPr>
          <w:rFonts w:ascii="Times New Roman" w:eastAsia="Times New Roman" w:hAnsi="Times New Roman"/>
          <w:sz w:val="28"/>
          <w:szCs w:val="28"/>
          <w:lang w:eastAsia="ru-RU"/>
        </w:rPr>
        <w:t>пунктами</w:t>
      </w:r>
      <w:r w:rsidRPr="00891F97">
        <w:rPr>
          <w:rFonts w:ascii="Times New Roman" w:eastAsia="Times New Roman" w:hAnsi="Times New Roman"/>
          <w:sz w:val="28"/>
          <w:szCs w:val="28"/>
          <w:lang w:eastAsia="ru-RU"/>
        </w:rPr>
        <w:t xml:space="preserve"> 4.1, 5.3 Порядка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</w:t>
      </w:r>
      <w:r w:rsidR="005741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91F97">
        <w:rPr>
          <w:rFonts w:ascii="Times New Roman" w:eastAsia="Times New Roman" w:hAnsi="Times New Roman"/>
          <w:sz w:val="28"/>
          <w:szCs w:val="28"/>
          <w:lang w:eastAsia="ru-RU"/>
        </w:rPr>
        <w:t>№ 344,</w:t>
      </w:r>
      <w:r w:rsidRPr="00891F97">
        <w:rPr>
          <w:rFonts w:ascii="Times New Roman" w:hAnsi="Times New Roman"/>
          <w:sz w:val="28"/>
          <w:szCs w:val="28"/>
        </w:rPr>
        <w:t xml:space="preserve"> </w:t>
      </w:r>
      <w:r w:rsidRPr="00891F97">
        <w:rPr>
          <w:rFonts w:ascii="Times New Roman" w:eastAsia="Times New Roman" w:hAnsi="Times New Roman"/>
          <w:sz w:val="28"/>
          <w:szCs w:val="28"/>
          <w:lang w:eastAsia="ru-RU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891F97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2600BFD2" w14:textId="77777777" w:rsidR="00517F6B" w:rsidRPr="00891F97" w:rsidRDefault="00517F6B" w:rsidP="00574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1F97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«Обеспечение населения муниципального образования «Городской округ Ногликский» качественными услугами жилищно-коммунального хозяйства», утвержденную постановлением администрации муниципального образования «Городской округ Ногликский» от 04.08.2015 № 551 (в редакции от 13.11.2015 № 779, </w:t>
      </w:r>
      <w:r w:rsidRPr="00891F97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05.04.2016 № 273, от 01.06.2016 № 459, от 06.07.2016 № 539, от 10.08.2016 </w:t>
      </w:r>
      <w:r w:rsidRPr="00891F9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№ 614, от 09.06.2017 № 376, от 11.07.2017 № 458, от 12.10.2017 № 771, </w:t>
      </w:r>
      <w:r w:rsidRPr="00891F97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19.03.2018 № 273, от 31.08.2018 № 814, от 22.05.2019 № 351, от 23.05.2019 № 366, от 06.06.2019 № 419, от 06.09.2019 № 685, от 19.11.2019 № 845, </w:t>
      </w:r>
      <w:r w:rsidRPr="00891F97">
        <w:rPr>
          <w:rFonts w:ascii="Times New Roman" w:eastAsia="Times New Roman" w:hAnsi="Times New Roman"/>
          <w:sz w:val="28"/>
          <w:szCs w:val="28"/>
          <w:lang w:eastAsia="ru-RU"/>
        </w:rPr>
        <w:br/>
        <w:t>от 23.03.2020 № 138, от 15.09.2020 № 457, от 26.02.2021 № 108, от 10.11.2021 № 613, от 01.06.2022 № 275, от 27.06.2022 № 329, от 22.03.2023 № 171)</w:t>
      </w:r>
      <w:r w:rsidRPr="00891F97">
        <w:rPr>
          <w:rFonts w:ascii="Times New Roman" w:hAnsi="Times New Roman"/>
          <w:color w:val="332E2D"/>
          <w:spacing w:val="2"/>
          <w:sz w:val="28"/>
          <w:szCs w:val="28"/>
          <w:shd w:val="clear" w:color="auto" w:fill="FFFFFF"/>
        </w:rPr>
        <w:t xml:space="preserve"> «</w:t>
      </w:r>
      <w:r w:rsidRPr="00891F97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муниципальной программы «Обеспечение населения муниципального образования «Городской округ Ногликский» качественными услугами жилищно-коммунального хозяйства» следующие изменения:</w:t>
      </w:r>
    </w:p>
    <w:p w14:paraId="05CBB50F" w14:textId="77777777" w:rsidR="00517F6B" w:rsidRPr="00891F97" w:rsidRDefault="00517F6B" w:rsidP="00574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1F9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1.1. </w:t>
      </w:r>
      <w:r w:rsidRPr="00891F97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Подразделы «Объемы и источники финансирования Программы», «Целевые показатели (индикаторы) программы», </w:t>
      </w:r>
      <w:r w:rsidRPr="00891F97">
        <w:rPr>
          <w:rFonts w:ascii="Times New Roman" w:hAnsi="Times New Roman"/>
          <w:sz w:val="28"/>
          <w:szCs w:val="28"/>
        </w:rPr>
        <w:t>«Сроки и этапы реализации муниципальной программы»,</w:t>
      </w:r>
      <w:r w:rsidRPr="00891F97">
        <w:rPr>
          <w:rFonts w:ascii="Times New Roman" w:eastAsia="Times New Roman" w:hAnsi="Times New Roman"/>
          <w:sz w:val="28"/>
          <w:szCs w:val="28"/>
          <w:lang w:eastAsia="ru-RU"/>
        </w:rPr>
        <w:t xml:space="preserve"> «Ожидаемые результаты реализации программы» Паспорта муниципальной программы изложить в следующей редакции: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268"/>
        <w:gridCol w:w="6383"/>
        <w:gridCol w:w="426"/>
      </w:tblGrid>
      <w:tr w:rsidR="00517F6B" w:rsidRPr="00C2656B" w14:paraId="4D572C64" w14:textId="77777777" w:rsidTr="00B0663F"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EDA4C9" w14:textId="77777777" w:rsidR="00517F6B" w:rsidRPr="00C2656B" w:rsidRDefault="00517F6B" w:rsidP="005741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hideMark/>
          </w:tcPr>
          <w:p w14:paraId="21D7B6E5" w14:textId="77777777" w:rsidR="00517F6B" w:rsidRPr="00C2656B" w:rsidRDefault="00517F6B" w:rsidP="005741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  <w:p w14:paraId="6B903D0A" w14:textId="77777777" w:rsidR="00517F6B" w:rsidRPr="00C2656B" w:rsidRDefault="00517F6B" w:rsidP="005741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829E46" w14:textId="77777777" w:rsidR="00517F6B" w:rsidRPr="00C2656B" w:rsidRDefault="00517F6B" w:rsidP="005741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FE9DCD" w14:textId="77777777" w:rsidR="00517F6B" w:rsidRPr="00C2656B" w:rsidRDefault="00517F6B" w:rsidP="005741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F8880F" w14:textId="77777777" w:rsidR="00517F6B" w:rsidRPr="00C2656B" w:rsidRDefault="00517F6B" w:rsidP="005741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885EF9" w14:textId="77777777" w:rsidR="00517F6B" w:rsidRPr="00C2656B" w:rsidRDefault="00517F6B" w:rsidP="005741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B040C9" w14:textId="77777777" w:rsidR="00517F6B" w:rsidRPr="00C2656B" w:rsidRDefault="00517F6B" w:rsidP="005741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B2400D" w14:textId="77777777" w:rsidR="00517F6B" w:rsidRPr="00C2656B" w:rsidRDefault="00517F6B" w:rsidP="005741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50152E" w14:textId="77777777" w:rsidR="00517F6B" w:rsidRPr="00C2656B" w:rsidRDefault="00517F6B" w:rsidP="005741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49531C" w14:textId="77777777" w:rsidR="00517F6B" w:rsidRPr="00C2656B" w:rsidRDefault="00517F6B" w:rsidP="005741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064B5D" w14:textId="77777777" w:rsidR="00517F6B" w:rsidRPr="00C2656B" w:rsidRDefault="00517F6B" w:rsidP="005741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8601BB" w14:textId="77777777" w:rsidR="00517F6B" w:rsidRPr="00C2656B" w:rsidRDefault="00517F6B" w:rsidP="005741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3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72FCB1A3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муниципальной Программы в 2015 – 2027 годах составит:</w:t>
            </w:r>
          </w:p>
          <w:p w14:paraId="6337BBEA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–4 176 748,7 тыс. руб., в том числе:</w:t>
            </w:r>
          </w:p>
          <w:p w14:paraId="6C30EA07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469 499,8 тыс. руб.;</w:t>
            </w:r>
          </w:p>
          <w:p w14:paraId="2B8F0F92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198 790,9 тыс. руб.;</w:t>
            </w:r>
          </w:p>
          <w:p w14:paraId="2A5525CA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166 220,4 тыс. руб.;</w:t>
            </w:r>
          </w:p>
          <w:p w14:paraId="1F977061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290 100,7 тыс. руб.;</w:t>
            </w:r>
          </w:p>
          <w:p w14:paraId="0FBF0358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808 256,9 тыс. руб.;</w:t>
            </w:r>
          </w:p>
          <w:p w14:paraId="2DF01319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599 469,5 тыс. руб.;</w:t>
            </w:r>
          </w:p>
          <w:p w14:paraId="6E196E89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340 822,0 тыс. руб.;</w:t>
            </w:r>
          </w:p>
          <w:p w14:paraId="60B27068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466 902,8 тыс. руб.;</w:t>
            </w:r>
          </w:p>
          <w:p w14:paraId="388F42B0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323 836,2 тыс. руб.;</w:t>
            </w:r>
          </w:p>
          <w:p w14:paraId="6AFE2BE8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153 983,7 тыс. руб.;</w:t>
            </w:r>
          </w:p>
          <w:p w14:paraId="33E7588C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114 249,4 тыс. руб.;</w:t>
            </w:r>
          </w:p>
          <w:p w14:paraId="4D3CB0AD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- 122 308,2 тыс. руб.;</w:t>
            </w:r>
          </w:p>
          <w:p w14:paraId="2C52B112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- 122 308,2 тыс. руб.</w:t>
            </w:r>
          </w:p>
          <w:p w14:paraId="7B5FB94E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него по источникам:</w:t>
            </w:r>
          </w:p>
          <w:p w14:paraId="2254E744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счет средств федерального бюджета - 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546 966,8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числе:</w:t>
            </w:r>
          </w:p>
          <w:p w14:paraId="2E38CDFB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- 470 291,4 тыс. руб.;</w:t>
            </w:r>
          </w:p>
          <w:p w14:paraId="5442EB73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- 76 675,4 тыс. руб.;</w:t>
            </w:r>
          </w:p>
          <w:p w14:paraId="264F8FBE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- 0,0 тыс. руб.;</w:t>
            </w:r>
          </w:p>
          <w:p w14:paraId="554A3441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- 0,0 тыс. руб.;</w:t>
            </w:r>
          </w:p>
          <w:p w14:paraId="1AC37F5A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- 0,0 тыс. руб.;</w:t>
            </w:r>
          </w:p>
          <w:p w14:paraId="58F95C16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14EA144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- 0,0 тыс. руб.;</w:t>
            </w:r>
          </w:p>
          <w:p w14:paraId="708D8F68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- 0,0 тыс. руб.;</w:t>
            </w:r>
          </w:p>
          <w:p w14:paraId="01C38398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- 0,0 тыс. руб.;</w:t>
            </w:r>
          </w:p>
          <w:p w14:paraId="449C069B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средств областного бюджета – 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2 268 987,0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числе:</w:t>
            </w:r>
          </w:p>
          <w:p w14:paraId="30B63E7B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2015 год – 380 086,6 тыс. руб.;</w:t>
            </w:r>
          </w:p>
          <w:p w14:paraId="5A87BAD1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110 007,9 тыс. руб.;</w:t>
            </w:r>
          </w:p>
          <w:p w14:paraId="2416BE5E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75 399,6 тыс. руб.;</w:t>
            </w:r>
          </w:p>
          <w:p w14:paraId="1791D8D8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158 732,8 тыс. руб.;</w:t>
            </w:r>
          </w:p>
          <w:p w14:paraId="51388EE4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248 036,0 тыс. руб.;</w:t>
            </w:r>
          </w:p>
          <w:p w14:paraId="01CE920E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394 938,9 тыс. руб.;</w:t>
            </w:r>
          </w:p>
          <w:p w14:paraId="6CC5D2AA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190 517,4 тыс. руб.;</w:t>
            </w:r>
          </w:p>
          <w:p w14:paraId="7C2FAAB5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342 640,3 тыс. руб.;</w:t>
            </w:r>
          </w:p>
          <w:p w14:paraId="4BB4E8B3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196 974,5 тыс. руб.;</w:t>
            </w:r>
          </w:p>
          <w:p w14:paraId="764FFA1C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59 041,5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53AF144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28 640,5 тыс. руб.;</w:t>
            </w:r>
          </w:p>
          <w:p w14:paraId="7146A986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- 41 985,5 тыс. руб.;</w:t>
            </w:r>
          </w:p>
          <w:p w14:paraId="3EE26234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- 41 985,5 тыс. руб.;</w:t>
            </w:r>
          </w:p>
          <w:p w14:paraId="0DDE4DB8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средств местного бюджета – 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803 260,3 тыс. руб., в том числе:</w:t>
            </w:r>
          </w:p>
          <w:p w14:paraId="245843BE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52 522,0 тыс. руб.;</w:t>
            </w:r>
          </w:p>
          <w:p w14:paraId="692B96D4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53 286,0 тыс. руб.;</w:t>
            </w:r>
          </w:p>
          <w:p w14:paraId="484635CE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52 083,1 тыс. руб.;</w:t>
            </w:r>
          </w:p>
          <w:p w14:paraId="488B042A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90 269,7 тыс. руб.;</w:t>
            </w:r>
          </w:p>
          <w:p w14:paraId="182BA16B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63 421,9 тыс. руб.;</w:t>
            </w:r>
          </w:p>
          <w:p w14:paraId="5CDC3766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73 964,2 тыс. руб.;</w:t>
            </w:r>
          </w:p>
          <w:p w14:paraId="0746205F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108 111,2 тыс. руб.;</w:t>
            </w:r>
          </w:p>
          <w:p w14:paraId="28548799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110 095,0 тыс. руб.;</w:t>
            </w:r>
          </w:p>
          <w:p w14:paraId="4DE2BD11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82 302,7 тыс. руб.;</w:t>
            </w:r>
          </w:p>
          <w:p w14:paraId="0E7C0FC4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26 461,2 тыс. руб.;</w:t>
            </w:r>
          </w:p>
          <w:p w14:paraId="48759CD5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19 215,9 тыс. руб.;</w:t>
            </w:r>
          </w:p>
          <w:p w14:paraId="630E6DEB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- 35 763,7 тыс. руб.;</w:t>
            </w:r>
          </w:p>
          <w:p w14:paraId="3B9BC8B5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- 35 763,7 тыс. руб.;</w:t>
            </w:r>
          </w:p>
          <w:p w14:paraId="626F96A7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внебюджетных источников – 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557 534,6 тыс. руб., в том числе:</w:t>
            </w:r>
          </w:p>
          <w:p w14:paraId="6DF368C5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36 891,2 тыс. руб.;</w:t>
            </w:r>
          </w:p>
          <w:p w14:paraId="2E07412F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35 497,0 тыс. руб.;</w:t>
            </w:r>
          </w:p>
          <w:p w14:paraId="675C660A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38 737,7 тыс. руб.;</w:t>
            </w:r>
          </w:p>
          <w:p w14:paraId="5EC36FCA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41 098,2 тыс. руб.;</w:t>
            </w:r>
          </w:p>
          <w:p w14:paraId="0AA47047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26 507,6 тыс. руб.;</w:t>
            </w:r>
          </w:p>
          <w:p w14:paraId="617409BD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53 891,0 тыс. руб.;</w:t>
            </w:r>
          </w:p>
          <w:p w14:paraId="3BA68F79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42 193,4 тыс. руб.;</w:t>
            </w:r>
          </w:p>
          <w:p w14:paraId="7FDAD970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14 167,5 тыс. руб.;</w:t>
            </w:r>
          </w:p>
          <w:p w14:paraId="09D49EA5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44 559,0 тыс. руб.;</w:t>
            </w:r>
          </w:p>
          <w:p w14:paraId="3CD6C448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68 481,0 тыс. руб.;</w:t>
            </w:r>
          </w:p>
          <w:p w14:paraId="1634DBAB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66 393,0 тыс. руб.;</w:t>
            </w:r>
          </w:p>
          <w:p w14:paraId="04DBFCFA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- 44 559,0 тыс. руб.;</w:t>
            </w:r>
          </w:p>
          <w:p w14:paraId="1711648D" w14:textId="0684ABBC" w:rsidR="00517F6B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- 44 559,0 тыс. руб.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B454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AC726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AEB90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FE38C8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D543A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91F06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C188B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A6F61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3C1591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14388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C8D575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B1914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1FAF0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8A960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A984D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5B370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5BD7F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7934A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E622F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D93DD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257488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F47E0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94306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11D97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D0F30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0898A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D6211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BFE7C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2BFCF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943545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CC71F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3D82D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D0ADE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AD055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B27C8C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60EB8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39D1F3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381AA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62C45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142C3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F1A45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3B177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010DD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7D05F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5B91A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F080B8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87221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344B0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2F816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83D37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54328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245683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17D335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0E5638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0E8481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FDFA63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7BAAA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4E270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3BFC0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407323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8DAA0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C1B898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D39EF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8514D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7E142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D94E3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9AEA5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1D4C05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FA470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8421C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108C4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E2A0C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4032A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E47B3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17F6B" w:rsidRPr="00C2656B" w14:paraId="610460C5" w14:textId="77777777" w:rsidTr="00B0663F"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4EE2A7" w14:textId="77777777" w:rsidR="00517F6B" w:rsidRPr="00C2656B" w:rsidRDefault="00517F6B" w:rsidP="005741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0159F0D8" w14:textId="77777777" w:rsidR="00517F6B" w:rsidRPr="00C2656B" w:rsidRDefault="00517F6B" w:rsidP="005741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Целевые показатели (индикаторы) муниципальной программы</w:t>
            </w:r>
          </w:p>
        </w:tc>
        <w:tc>
          <w:tcPr>
            <w:tcW w:w="6383" w:type="dxa"/>
            <w:tcBorders>
              <w:right w:val="single" w:sz="4" w:space="0" w:color="auto"/>
            </w:tcBorders>
            <w:shd w:val="clear" w:color="auto" w:fill="auto"/>
          </w:tcPr>
          <w:p w14:paraId="72794F94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 (далее – МО).</w:t>
            </w:r>
          </w:p>
          <w:p w14:paraId="32EEDB0D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Удельный расход электрической энергии на снабжение учреждений, финансируемых из местного бюджета (в расчете на 1 кв. метр общей площади).</w:t>
            </w:r>
          </w:p>
          <w:p w14:paraId="10565186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Удельный расход тепловой энергии на снабжение учреждений, финансируемых из местного бюджета (в расчете на 1 кв. метр общей площади).</w:t>
            </w:r>
          </w:p>
          <w:p w14:paraId="5A824650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Удельный расход холодной воды на снабжение учреждений, финансируемых из местного бюджета (в расчете на 1 человека).</w:t>
            </w:r>
          </w:p>
          <w:p w14:paraId="52D05396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Удельный суммарный расход энергетических ресурсов в многоквартирных домах.</w:t>
            </w:r>
          </w:p>
          <w:p w14:paraId="1D238A3F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 Доля потерь тепловой энергии при ее передаче в общем объеме переданной тепловой энергии.</w:t>
            </w:r>
          </w:p>
          <w:p w14:paraId="777B43D0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 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МО.</w:t>
            </w:r>
          </w:p>
          <w:p w14:paraId="4EE573DA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 Доля объема холодной воды, расчеты за которую осуществляются с использованием приборов учета, в общем объеме тепловой энергии, потребляемой (используемой) на территории МО.</w:t>
            </w:r>
          </w:p>
          <w:p w14:paraId="539A649C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 Количество строящихся и реконструируемых объектов.</w:t>
            </w:r>
          </w:p>
          <w:p w14:paraId="65129C85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 Уровень износа коммунальной инфраструктуры.</w:t>
            </w:r>
          </w:p>
          <w:p w14:paraId="160B9115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 Доля потерь энергоресурсов в общем объеме производимых энергоресурсов муниципального образования:</w:t>
            </w:r>
          </w:p>
          <w:p w14:paraId="54C98248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тепловая энергия; </w:t>
            </w:r>
          </w:p>
          <w:p w14:paraId="5197F213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вода;</w:t>
            </w:r>
          </w:p>
          <w:p w14:paraId="4D2EAEA6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электроэнергия.</w:t>
            </w:r>
          </w:p>
          <w:p w14:paraId="12EEF7CA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 Доля модернизированных и реконструированных объектов коммунальной инфраструктуры в общем количестве объектов коммунальной инфраструктуры муниципального образования.</w:t>
            </w:r>
          </w:p>
          <w:p w14:paraId="74A4BFEB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13. Протяженность замены инженерных сетей.</w:t>
            </w:r>
          </w:p>
          <w:p w14:paraId="6F639BC5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 Увеличение численности населения, для которого улучшится качество услуг.</w:t>
            </w:r>
          </w:p>
          <w:p w14:paraId="5B5BC914" w14:textId="77777777" w:rsidR="00517F6B" w:rsidRPr="00C2656B" w:rsidRDefault="00517F6B" w:rsidP="00574118">
            <w:pPr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 Доля многоквартирных домов, в которых заменены внутридомовые инженерные сети от общего количества многоквартирных домов муниципального образования.</w:t>
            </w:r>
          </w:p>
          <w:p w14:paraId="6B3DEF7C" w14:textId="77777777" w:rsidR="00517F6B" w:rsidRPr="00C2656B" w:rsidRDefault="00517F6B" w:rsidP="00574118">
            <w:pPr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 Доля многоквартирных домов, в которых отремонтированы кровли и утеплены фасады от общего количества многоквартирных домов муниципального образования.</w:t>
            </w:r>
          </w:p>
          <w:p w14:paraId="4219657A" w14:textId="77777777" w:rsidR="00517F6B" w:rsidRPr="00C2656B" w:rsidRDefault="00517F6B" w:rsidP="00574118">
            <w:pPr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 Доля многоквартирных домов, в которых проведен ремонт отдельных элементов общего имущества от количества многоквартирных домов, в которых запланирован ремонт отдельных элементов общего имущества в отчетном периоде.</w:t>
            </w:r>
          </w:p>
          <w:p w14:paraId="6356D5DB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 Доля капитально отремонтированных многоквартирных домов в общем количестве многоквартирных домов, построенных до 2000 года.</w:t>
            </w:r>
          </w:p>
          <w:p w14:paraId="155718EA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19. Доля общей площади капитально отремонтированных многоквартирных домов в общей площади многоквартирных домов, построенных до 2000 года, начиная с 2013 года, нарастающим итогом.</w:t>
            </w:r>
          </w:p>
          <w:p w14:paraId="49638121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 Доля многоквартирных домов, в которых собственники помещений выбрали и реализуют управление многоквартирными домами посредством товариществ собственников жилья либо жилищных кооперативов или иного специализированного потребительского кооператива, от общего количества многоквартирных домов.</w:t>
            </w:r>
          </w:p>
          <w:p w14:paraId="095DAAB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 Уровень собираемости платы за жилое помещение и коммунальные услуги в муниципальном образовании.</w:t>
            </w:r>
          </w:p>
          <w:p w14:paraId="696A7B74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 Доля уличной водопроводной сети, нуждающейся в замене, в суммарной протяженности уличной водопроводной сети.</w:t>
            </w:r>
          </w:p>
          <w:p w14:paraId="350EF698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23. Доля уличной канализационной сети, нуждающейся в замене, в суммарной протяженности уличной канализационной сети.</w:t>
            </w:r>
          </w:p>
          <w:p w14:paraId="1A16FCD0" w14:textId="77777777" w:rsidR="00517F6B" w:rsidRPr="00C2656B" w:rsidRDefault="00517F6B" w:rsidP="00574118">
            <w:pPr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 Доля обновленной базы спецтехники в общем объеме спецтехники муниципального образования.</w:t>
            </w:r>
          </w:p>
          <w:p w14:paraId="7EED77FF" w14:textId="77777777" w:rsidR="00517F6B" w:rsidRPr="00C2656B" w:rsidRDefault="00517F6B" w:rsidP="00574118">
            <w:pPr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25. Количество приобретенной техники для нужд жилищно-коммунального хозяйства.</w:t>
            </w:r>
          </w:p>
          <w:p w14:paraId="772179EE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 Количество аварий на инженерных сетях.</w:t>
            </w:r>
          </w:p>
          <w:p w14:paraId="5A4F88E2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27. Количество отремонтированных и реконструированных объектов электроснабжения:</w:t>
            </w:r>
          </w:p>
          <w:p w14:paraId="384335D2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ЛЭП 0,4-35 </w:t>
            </w:r>
            <w:proofErr w:type="spellStart"/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</w:t>
            </w:r>
            <w:proofErr w:type="spellEnd"/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05748C77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ТП, ПС, РП 6-35 </w:t>
            </w:r>
            <w:proofErr w:type="spellStart"/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</w:t>
            </w:r>
            <w:proofErr w:type="spellEnd"/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633D562B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количество проектов;</w:t>
            </w:r>
          </w:p>
          <w:p w14:paraId="431F9E84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ДГУ.</w:t>
            </w:r>
          </w:p>
          <w:p w14:paraId="2F110133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 Количество аварий на газопроводе.</w:t>
            </w:r>
          </w:p>
          <w:p w14:paraId="3A67D3CD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29. Доля убыточных предприятий жилищно-коммунального хозяйства.</w:t>
            </w:r>
          </w:p>
          <w:p w14:paraId="3C3523E2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30. Количество безнадзорных животных.</w:t>
            </w:r>
          </w:p>
          <w:p w14:paraId="5DAE68B8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 Количество отловленных животных без владельцев.</w:t>
            </w:r>
          </w:p>
          <w:p w14:paraId="06F44FF6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В рамках реализации подпрограммы «Чистая вода» государственной программы Сахалинской области «Обеспечение населения Сахалинской области качественными услугами жилищно-коммунального хозяйства»</w:t>
            </w:r>
          </w:p>
          <w:p w14:paraId="65AC402B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32. Уровень износа коммунальной инфраструктуры.</w:t>
            </w:r>
          </w:p>
          <w:p w14:paraId="1C26AD7B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33. Количество аварий на инженерных сетях.</w:t>
            </w:r>
          </w:p>
          <w:p w14:paraId="12DA04D4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34. Доля воды, пропущенной через очистные сооружения, в общем количестве воды, поданной в сеть. </w:t>
            </w:r>
          </w:p>
          <w:p w14:paraId="50F7F4E2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35. Доля сточных вод, очищенных до нормативных значений, в общем объеме сточных вод, пропущенных через очистные сооружения.</w:t>
            </w:r>
          </w:p>
          <w:p w14:paraId="537A60F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36. Количество строящихся и реконструированных объектов.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E6958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17F6B" w:rsidRPr="00C2656B" w14:paraId="12B35236" w14:textId="77777777" w:rsidTr="00B0663F"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014CE6" w14:textId="77777777" w:rsidR="00517F6B" w:rsidRPr="00C2656B" w:rsidRDefault="00517F6B" w:rsidP="005741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4CEFB32D" w14:textId="77777777" w:rsidR="00517F6B" w:rsidRPr="00C2656B" w:rsidRDefault="00517F6B" w:rsidP="005741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hAnsi="Times New Roman"/>
                <w:sz w:val="28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6383" w:type="dxa"/>
            <w:tcBorders>
              <w:right w:val="single" w:sz="4" w:space="0" w:color="auto"/>
            </w:tcBorders>
            <w:shd w:val="clear" w:color="auto" w:fill="auto"/>
          </w:tcPr>
          <w:p w14:paraId="22B991DA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 реализации:</w:t>
            </w:r>
          </w:p>
          <w:p w14:paraId="441D2AFE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1 - 2015 - 2027 годы в один этап. </w:t>
            </w:r>
          </w:p>
          <w:p w14:paraId="2E072119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2 - 2015 - 2027 годы в один этап.</w:t>
            </w:r>
          </w:p>
          <w:p w14:paraId="628D9937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3 - 2015 - 2027 годы в один этап.</w:t>
            </w:r>
          </w:p>
          <w:p w14:paraId="6D3BCAB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муниципальной Программы - 2015 - 2027 годы в один этап.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CB25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17F6B" w:rsidRPr="00C2656B" w14:paraId="4C633342" w14:textId="77777777" w:rsidTr="00B0663F"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658C7B" w14:textId="77777777" w:rsidR="00517F6B" w:rsidRPr="00C2656B" w:rsidRDefault="00517F6B" w:rsidP="005741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46CAFA43" w14:textId="77777777" w:rsidR="00517F6B" w:rsidRPr="00C2656B" w:rsidRDefault="00517F6B" w:rsidP="005741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6383" w:type="dxa"/>
            <w:tcBorders>
              <w:right w:val="single" w:sz="4" w:space="0" w:color="auto"/>
            </w:tcBorders>
            <w:shd w:val="clear" w:color="auto" w:fill="auto"/>
          </w:tcPr>
          <w:p w14:paraId="73EFC34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 (далее – МО), начиная с 2019 года, ежегодно должна составлять не менее 100%.</w:t>
            </w:r>
          </w:p>
          <w:p w14:paraId="5023DDC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2. Удельный расход электрической энергии на снабжение учреждений, финансируемых из местного бюджета (в расчете на 1 кв. метр общей площади) должен составить не более 56,2 кВт ч/м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 окончанию реализации муниципальной программы.</w:t>
            </w:r>
          </w:p>
          <w:p w14:paraId="0AFEEFF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Удельный расход тепловой энергии на снабжение учреждений, финансируемых из местного бюджета (в расчете на 1 кв. метр общей площади) должен составить не более 0,26 Гкал/м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 окончанию реализации муниципальной программы.</w:t>
            </w:r>
          </w:p>
          <w:p w14:paraId="71476DD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Удельный расхода холодной воды на снабжение учреждений, финансируемых из местного бюджета (в расчете на 1 человека), должен составить не более 2,13 м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/чел. к окончанию реализации муниципальной программы.</w:t>
            </w:r>
          </w:p>
          <w:p w14:paraId="5C4E2FB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5. Удельный суммарный расход энергетических ресурсов в многоквартирных домах ежегодно должен составлять не более 0,04 </w:t>
            </w:r>
            <w:proofErr w:type="spellStart"/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т.у.т</w:t>
            </w:r>
            <w:proofErr w:type="spellEnd"/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./м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течении всего срока реализации муниципальной программы.</w:t>
            </w:r>
          </w:p>
          <w:p w14:paraId="3E89727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 Доля потерь тепловой энергии при ее передаче в общем объеме переданной тепловой энергии, должна составлять не более 17,1% к окончанию реализации муниципальной программы.</w:t>
            </w:r>
          </w:p>
          <w:p w14:paraId="39FA450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 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МО, должна составлять не менее 45,4% к окончанию реализации муниципальной программы.</w:t>
            </w:r>
          </w:p>
          <w:p w14:paraId="51363385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 Доля объема холодной воды, расчеты за которую осуществляются с использованием приборов учета, в общем объеме тепловой энергии, потребляемой (используемой) на территории МО должна составлять не менее 70,0% к окончанию реализации муниципальной программы.</w:t>
            </w:r>
          </w:p>
          <w:p w14:paraId="27634E55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 Количество строящихся и реконструируемых объектов должно составить 4 единицы за весь период реализации муниципальной программы.</w:t>
            </w:r>
          </w:p>
          <w:p w14:paraId="27C0E4A1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 Уровень износа коммунальной инфраструктуры должен составить не более 24,2% к окончанию реализации муниципальной программы.</w:t>
            </w:r>
          </w:p>
          <w:p w14:paraId="2E0FAE7C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11. Доля потерь энергоресурсов в общем объеме производимых энергоресурсов муниципального образования должна составить не более:</w:t>
            </w:r>
          </w:p>
          <w:p w14:paraId="2AA5952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тепловая энергия - 19,4% к 2019 году;</w:t>
            </w:r>
          </w:p>
          <w:p w14:paraId="2D57C54C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вода - 34,1% к окончанию реализации муниципальной программы;</w:t>
            </w:r>
          </w:p>
          <w:p w14:paraId="1B38BD11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электроэнергия – 15% к окончанию реализации муниципальной программы.</w:t>
            </w:r>
          </w:p>
          <w:p w14:paraId="6ABA0173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 Доля модернизированных и реконструированных объектов коммунальной инфраструктуры в общем количестве объектов коммунальной инфраструктуры муниципального образования должна составить нее менее 50,2% к окончанию реализации муниципальной программы.</w:t>
            </w:r>
          </w:p>
          <w:p w14:paraId="7CD69588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 Протяженность замены инженерных сетей должна составить 0,76 км. за весь период реализации муниципальной программы.</w:t>
            </w:r>
          </w:p>
          <w:p w14:paraId="4F336CC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14. Численности населения, для которого улучшится качество услуг должно 64 человека за весь срок реализации муниципальной программы.  </w:t>
            </w:r>
          </w:p>
          <w:p w14:paraId="02E1F1F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 Доля многоквартирных домов, в которых заменены внутридомовые инженерные сети от общего количества многоквартирных домов муниципального образования должна составить не менее 54,0% к окончанию реализации муниципальной программы.</w:t>
            </w:r>
          </w:p>
          <w:p w14:paraId="310CE72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 Доля многоквартирных домов, в которых отремонтированы кровли и утеплены фасады от общего количества многоквартирных домов муниципального образования должна составить не менее 59,6% к окончанию реализации муниципальной программы.</w:t>
            </w:r>
          </w:p>
          <w:p w14:paraId="570D7DA5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 Доля многоквартирных домов, в которых проведен ремонт отдельных элементов общего имущества от общего количества многоквартирных домов, в которых запланирован ремонт отдельных элементов общего имущества в отчетном периоде, начиная с 2017 года по 2020 год, в 2023 году, с 2026 года по 2027 год должна составлять 100% ежегодно.</w:t>
            </w:r>
          </w:p>
          <w:p w14:paraId="3B99FAA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 Доля капитально отремонтированных многоквартирных домов в общем количестве многоквартирных домов, построенных до 2000 года: в 2015 году – 3%, в 2016 году – 3%.</w:t>
            </w:r>
          </w:p>
          <w:p w14:paraId="1D32D9F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19. Доля общей площади капитально отремонтированных многоквартирных домов в общей площади многоквартирных домов, построенных до 2000 года, начиная с 2013 года нарастающим итогом должна составить не менее 35,9% к окончанию реализации муниципальной программы.</w:t>
            </w:r>
          </w:p>
          <w:p w14:paraId="42E018F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 Доля многоквартирных домов, в которых собственники помещений выбрали и реализуют управление многоквартирными домами посредством товариществ собственников жилья либо жилищных кооперативов или иного специализированного потребительского кооператива, от общего количества многоквартирных домов должна составить не менее 6,5% к окончанию реализации муниципальной программы.</w:t>
            </w:r>
          </w:p>
          <w:p w14:paraId="2A2AA5D5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 Уровень собираемости платы за жилое помещение и коммунальные услуги в муниципальном образовании должен составить не менее 95,7% к окончанию реализации муниципальной программ.</w:t>
            </w:r>
          </w:p>
          <w:p w14:paraId="412897A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 Доля уличной водопроводной сети, нуждающейся в замене, в суммарной протяженности уличной водопроводной сети с должна составить не более 6% к окончанию реализации муниципальной программы.</w:t>
            </w:r>
          </w:p>
          <w:p w14:paraId="4D4E88C8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23. Доля уличной канализационной сети, нуждающейся в замене, в суммарной протяженности уличной канализационной сети во всем периоде должна составлять 0%.</w:t>
            </w:r>
          </w:p>
          <w:p w14:paraId="58E23373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 Доля обновленной базы спецтехники в общем объеме спецтехники муниципального образования должна составить 70% к 2018 году.</w:t>
            </w:r>
          </w:p>
          <w:p w14:paraId="78DCB7F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 Количество приобретенной техники для нужд жилищно-коммунального хозяйства должна составить 10 единиц к окончанию реализации муниципальной программы.</w:t>
            </w:r>
          </w:p>
          <w:p w14:paraId="468A5BD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 Количество аварий на инженерных сетях должно составить не более 4 единиц к окончанию реализации муниципальной программы.</w:t>
            </w:r>
          </w:p>
          <w:p w14:paraId="44F32518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27. Количество отремонтированных и реконструированных объектов электроснабжения к 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окончанию реализации муниципальной программы должно составить:</w:t>
            </w:r>
          </w:p>
          <w:p w14:paraId="3EE2F491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ЛЭП 0,4-35 </w:t>
            </w:r>
            <w:proofErr w:type="spellStart"/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</w:t>
            </w:r>
            <w:proofErr w:type="spellEnd"/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8,1 км.;</w:t>
            </w:r>
          </w:p>
          <w:p w14:paraId="23CD394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ТП, ПС, РП 6-35 </w:t>
            </w:r>
            <w:proofErr w:type="spellStart"/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</w:t>
            </w:r>
            <w:proofErr w:type="spellEnd"/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2 шт.;</w:t>
            </w:r>
          </w:p>
          <w:p w14:paraId="131AB05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количество проектов – 0 шт.;</w:t>
            </w:r>
          </w:p>
          <w:p w14:paraId="01EB836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ДГУ - 2 шт.</w:t>
            </w:r>
          </w:p>
          <w:p w14:paraId="431D9835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 Количество аварий на газопроводе в течение   всего периода реализации муниципальной программы должно составлять 0 единиц ежегодно.</w:t>
            </w:r>
          </w:p>
          <w:p w14:paraId="6164F82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29. Доля убыточных предприятий жилищно-коммунального хозяйства к окончанию реализации муниципальной программы должна оставлять не более 20%.</w:t>
            </w:r>
          </w:p>
          <w:p w14:paraId="7990EB4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30. Количество безнадзорных животных должно составить не более 550 единиц к 2017 году.</w:t>
            </w:r>
          </w:p>
          <w:p w14:paraId="479EC6F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 Количество отловленных животных без владельцев, начиная с 2018 года до окончания реализации муниципальной программы должно составить 1918 особей.</w:t>
            </w:r>
          </w:p>
          <w:p w14:paraId="31444A0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рамках реализации подпрограммы «Чистая вода» государственной программы Сахалинской области «Обеспечение населения Сахалинской области качественными услугами жилищно-коммунального хозяйства».</w:t>
            </w:r>
          </w:p>
          <w:p w14:paraId="23D9976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32. Уровень износа коммунальной инфраструктуры должен составить не более 1,5% к 2016 году.</w:t>
            </w:r>
          </w:p>
          <w:p w14:paraId="6D9263F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33. Количества аварий на инженерных сетях должно составить не более 26 единиц к 2016 году.</w:t>
            </w:r>
          </w:p>
          <w:p w14:paraId="24111BB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34. Доля воды, пропущенной через очистные сооружения, в общей доле количества воды, поданной в сеть, на момент окончания реализации муниципальной программы должна составлять не менее 84,6%.</w:t>
            </w:r>
          </w:p>
          <w:p w14:paraId="3F6155C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35. Доля сточных вод, очищенных до нормативных значений, в общем объеме сточных вод, пропущенных через очистные сооружения, на момент окончания реализации муниципальной программы должна составлять не менее 100%.</w:t>
            </w:r>
          </w:p>
          <w:p w14:paraId="1423CD3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36. Количество строящихся и реконструируемых объектов в 2022 году – 1 единица (плановый срок ввода объекта в эксплуатацию 2022 год).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58E3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AE249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BE35F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29AD75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F0421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24250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AC572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9756A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E3C09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6174F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D0320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1BB5F3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1FCD6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1698C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F01518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66398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B9152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6D6CB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F0390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C91405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11C02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04BAA8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79A4D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B65FF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8D659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80502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8F4493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46B0E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FCED7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2F223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4030A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96877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D817E1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18F44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60CE1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D02BD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2DBF6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13A688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E8956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B7B29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4BD4A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28E2C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8FDDD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3EE8F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7AF28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B675B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CDC29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AE289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5802A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695878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73AAB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6A1FD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5564E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0E0423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C167F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BF345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48E3B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55076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0AA48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57D21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24D6B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4EE4A8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A6CC43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F6E7E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2B604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19A26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78AAC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3D62B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0039E8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BA3AD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7047D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80AEA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B8918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B3107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8AFF05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66243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88B4D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8F5C6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D988C8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612991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84490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F2C24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14CA41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A007FC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5F4FB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824BB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A0823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AFD7FC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FDC93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1E428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EB7B1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DD8B0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2B607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1F7AD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B7340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54192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54FB5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3B88E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00049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BE2785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FF03D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441A8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B9FCB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20CC4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488FF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C6B81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9206C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1ADCC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93B7A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F9257C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1FD92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DA24C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C1B2F1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FAC0C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C2B4F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A5285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089B4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3A6D5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81FF1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25119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21AD91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0C857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6A093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F15AA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307FC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A3DD5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6E8AAC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CADA4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259271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6FC40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C1201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F98F8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0471E8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92A3C8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A1E29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7F41E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11176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BBE9B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01F1C3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A4AF5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E76CD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47D5A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DBC488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0F419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550451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9380E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C5D45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70226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E50C4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15F76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C1404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CBA20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14F11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72D37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26F4E3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8D8A1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F7AE8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F076B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084C35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6090C1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9E0D8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7B11CC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6699B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2332A8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5B2D9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F03261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C95BC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D29F0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2BE98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AA8E9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2C6F8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BF4485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B457D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99BAEC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A4F36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19D5F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33072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A63E8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B8C4C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»</w:t>
            </w:r>
          </w:p>
        </w:tc>
      </w:tr>
    </w:tbl>
    <w:p w14:paraId="4527C2E3" w14:textId="77777777" w:rsidR="00574118" w:rsidRDefault="00574118" w:rsidP="00574118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B240C6" w14:textId="32E98F35" w:rsidR="00517F6B" w:rsidRPr="00C2656B" w:rsidRDefault="00517F6B" w:rsidP="00574118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6B">
        <w:rPr>
          <w:rFonts w:ascii="Times New Roman" w:eastAsia="Times New Roman" w:hAnsi="Times New Roman"/>
          <w:sz w:val="28"/>
          <w:szCs w:val="28"/>
          <w:lang w:eastAsia="ru-RU"/>
        </w:rPr>
        <w:t>1.2. Раздел 5. Сроки и этапы реализации муниципальной программы изложить в новой редакции:</w:t>
      </w:r>
    </w:p>
    <w:p w14:paraId="156B9E96" w14:textId="4494FD4D" w:rsidR="00517F6B" w:rsidRPr="00C2656B" w:rsidRDefault="00517F6B" w:rsidP="00574118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6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«Раздел 5. Сроки и этапы реализации муниципальной программы</w:t>
      </w:r>
    </w:p>
    <w:p w14:paraId="5CAF8BE0" w14:textId="77777777" w:rsidR="00517F6B" w:rsidRPr="00C2656B" w:rsidRDefault="00517F6B" w:rsidP="00574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6B">
        <w:rPr>
          <w:rFonts w:ascii="Times New Roman" w:eastAsia="Times New Roman" w:hAnsi="Times New Roman"/>
          <w:sz w:val="28"/>
          <w:szCs w:val="28"/>
          <w:lang w:eastAsia="ru-RU"/>
        </w:rPr>
        <w:t>Срок реализации муниципальной Программы: 2015 - 2027 годы в один этап.».</w:t>
      </w:r>
    </w:p>
    <w:p w14:paraId="5595F0BB" w14:textId="709BEA27" w:rsidR="00517F6B" w:rsidRDefault="00517F6B" w:rsidP="00574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6B">
        <w:rPr>
          <w:rFonts w:ascii="Times New Roman" w:eastAsia="Times New Roman" w:hAnsi="Times New Roman"/>
          <w:sz w:val="28"/>
          <w:szCs w:val="28"/>
          <w:lang w:eastAsia="ru-RU"/>
        </w:rPr>
        <w:t>1.3. Подразделы «Объемы и источники финансирования подпрограммы», «Целевые показатели (индикаторы) подпрограммы», «Сроки и этапы реализации подпрограммы», «Ожидаемые результаты реализации подпрограммы» Паспорта подпрограммы 1 «Энергосбережение и повышение энергетической эффективности» изложить в следующей редакции:</w:t>
      </w:r>
    </w:p>
    <w:p w14:paraId="2872D99F" w14:textId="77777777" w:rsidR="00574118" w:rsidRPr="00C2656B" w:rsidRDefault="00574118" w:rsidP="00574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-15" w:tblpY="1"/>
        <w:tblOverlap w:val="never"/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9"/>
        <w:gridCol w:w="2410"/>
        <w:gridCol w:w="6765"/>
        <w:gridCol w:w="321"/>
      </w:tblGrid>
      <w:tr w:rsidR="00517F6B" w:rsidRPr="00C2656B" w14:paraId="6C166486" w14:textId="77777777" w:rsidTr="00B0663F">
        <w:tc>
          <w:tcPr>
            <w:tcW w:w="279" w:type="dxa"/>
            <w:tcBorders>
              <w:top w:val="nil"/>
              <w:left w:val="nil"/>
              <w:bottom w:val="nil"/>
            </w:tcBorders>
          </w:tcPr>
          <w:p w14:paraId="7441266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410" w:type="dxa"/>
          </w:tcPr>
          <w:p w14:paraId="026B098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765" w:type="dxa"/>
          </w:tcPr>
          <w:p w14:paraId="5F5A085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OLE_LINK1"/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Подпрограммы 1 в 2015 - 2027 годах составит:</w:t>
            </w:r>
          </w:p>
          <w:p w14:paraId="1BFDD7B5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 151 126,3 тыс. руб., в том числе:</w:t>
            </w:r>
          </w:p>
          <w:p w14:paraId="744901C8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129 423,9 тыс. руб.;</w:t>
            </w:r>
          </w:p>
          <w:p w14:paraId="2FD65D5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4 703,3 тыс. руб.;</w:t>
            </w:r>
          </w:p>
          <w:p w14:paraId="4DC81DBC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6 718,5 тыс. руб.;</w:t>
            </w:r>
          </w:p>
          <w:p w14:paraId="11299F8C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5 599,6 тыс. руб.;</w:t>
            </w:r>
          </w:p>
          <w:p w14:paraId="04DA8711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0,0 тыс. руб.;</w:t>
            </w:r>
          </w:p>
          <w:p w14:paraId="4E7C5C6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4 681,0 тыс. руб.;</w:t>
            </w:r>
          </w:p>
          <w:p w14:paraId="13F1FBB1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0,0 тыс. руб.;</w:t>
            </w:r>
          </w:p>
          <w:p w14:paraId="45517D15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0,0 тыс. руб.;</w:t>
            </w:r>
          </w:p>
          <w:p w14:paraId="623868E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0,0 тыс. руб.;</w:t>
            </w:r>
          </w:p>
          <w:p w14:paraId="291DD47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0,0 тыс. руб.;</w:t>
            </w:r>
          </w:p>
          <w:p w14:paraId="786DA66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руб.;</w:t>
            </w:r>
          </w:p>
          <w:p w14:paraId="2196E72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- 0,0 тыс. руб.;</w:t>
            </w:r>
          </w:p>
          <w:p w14:paraId="352EED08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- 0,0 тыс. руб.</w:t>
            </w:r>
          </w:p>
          <w:p w14:paraId="64481D4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него по источникам:</w:t>
            </w:r>
          </w:p>
          <w:p w14:paraId="3D9810AC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средства местного бюджета – 20 471,5 тыс. рублей, в том числе:</w:t>
            </w:r>
          </w:p>
          <w:p w14:paraId="0DC4753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4 308,1 тыс. руб.;</w:t>
            </w:r>
          </w:p>
          <w:p w14:paraId="44D0C96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4 703,3 тыс. руб.;</w:t>
            </w:r>
          </w:p>
          <w:p w14:paraId="18CBE7F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6 718,5 тыс. руб.;</w:t>
            </w:r>
          </w:p>
          <w:p w14:paraId="618DA26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60,6 тыс. руб.;</w:t>
            </w:r>
          </w:p>
          <w:p w14:paraId="119C1673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0,0 тыс. руб.;</w:t>
            </w:r>
          </w:p>
          <w:p w14:paraId="2C15E2C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4 681,0 тыс. руб.;</w:t>
            </w:r>
          </w:p>
          <w:p w14:paraId="5EA93A6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0,0 тыс. руб.;</w:t>
            </w:r>
          </w:p>
          <w:p w14:paraId="1D31E938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0,0 тыс. руб.;</w:t>
            </w:r>
          </w:p>
          <w:p w14:paraId="1ECCC97C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0,0 тыс. руб.;</w:t>
            </w:r>
          </w:p>
          <w:p w14:paraId="315A601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0,0 тыс. руб.;</w:t>
            </w:r>
          </w:p>
          <w:p w14:paraId="7325BF4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- 0,0 тыс. руб.;</w:t>
            </w:r>
          </w:p>
          <w:p w14:paraId="0A27EDF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- 0,0 тыс. руб.;</w:t>
            </w:r>
          </w:p>
          <w:p w14:paraId="38E1219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- 0,0 тыс. руб.;</w:t>
            </w:r>
          </w:p>
          <w:p w14:paraId="2FD2067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средства областного бюджета – 130 654,8 тыс. рублей, в том числе:</w:t>
            </w:r>
          </w:p>
          <w:p w14:paraId="274F5CC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2015 год – 125 115,8 тыс. руб.;</w:t>
            </w:r>
          </w:p>
          <w:p w14:paraId="2AA5F0D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- 0,0 тыс. руб.</w:t>
            </w:r>
          </w:p>
          <w:p w14:paraId="3B153FB3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0,0 тыс. руб.;</w:t>
            </w:r>
          </w:p>
          <w:p w14:paraId="3939767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5 539,0 тыс. руб.;</w:t>
            </w:r>
          </w:p>
          <w:p w14:paraId="6C82952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0,0 тыс. руб.;</w:t>
            </w:r>
          </w:p>
          <w:p w14:paraId="68A12F3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0,0 тыс. руб.;</w:t>
            </w:r>
          </w:p>
          <w:p w14:paraId="0A9E465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0,0 тыс. руб.;</w:t>
            </w:r>
          </w:p>
          <w:p w14:paraId="74FDA29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0,0 тыс. руб.;</w:t>
            </w:r>
          </w:p>
          <w:p w14:paraId="4153680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0,0 тыс. руб.;</w:t>
            </w:r>
          </w:p>
          <w:p w14:paraId="37CAA10C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0,0 тыс. руб.;</w:t>
            </w:r>
          </w:p>
          <w:p w14:paraId="73910E4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руб.;</w:t>
            </w:r>
          </w:p>
          <w:p w14:paraId="1EDE314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- 0,0 тыс. руб.;</w:t>
            </w:r>
          </w:p>
          <w:p w14:paraId="4D156F7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- 0,0 тыс. руб.</w:t>
            </w:r>
          </w:p>
          <w:p w14:paraId="4A633AE5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внебюджетные средства – 0,0 тыс. рублей</w:t>
            </w:r>
            <w:bookmarkEnd w:id="0"/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1" w:type="dxa"/>
            <w:tcBorders>
              <w:top w:val="nil"/>
              <w:bottom w:val="nil"/>
              <w:right w:val="nil"/>
            </w:tcBorders>
          </w:tcPr>
          <w:p w14:paraId="5BD7424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17F6B" w:rsidRPr="00C2656B" w14:paraId="732F3A7A" w14:textId="77777777" w:rsidTr="00B0663F">
        <w:tc>
          <w:tcPr>
            <w:tcW w:w="279" w:type="dxa"/>
            <w:tcBorders>
              <w:top w:val="nil"/>
              <w:left w:val="nil"/>
              <w:bottom w:val="nil"/>
            </w:tcBorders>
          </w:tcPr>
          <w:p w14:paraId="321B5481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14:paraId="5D859B0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Целевые показатели (индикаторы) подпрограммы</w:t>
            </w:r>
          </w:p>
        </w:tc>
        <w:tc>
          <w:tcPr>
            <w:tcW w:w="6765" w:type="dxa"/>
          </w:tcPr>
          <w:p w14:paraId="69991DED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 (далее – МО).</w:t>
            </w:r>
          </w:p>
          <w:p w14:paraId="321E0AC1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Удельный расход электрической энергии на снабжение учреждений, финансируемых из местного бюджета (в расчете на 1 кв. метр общей площади).</w:t>
            </w:r>
          </w:p>
          <w:p w14:paraId="458F590B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Удельный расход тепловой энергии на снабжение учреждений, финансируемых из местного бюджета (в расчете на 1 кв. метр общей площади).</w:t>
            </w:r>
          </w:p>
          <w:p w14:paraId="2757C70D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Удельный расход холодной воды на снабжение учреждений, финансируемых из местного бюджета (в расчете на 1 человека).</w:t>
            </w:r>
          </w:p>
          <w:p w14:paraId="6D7BFF35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Удельный суммарный расход энергетических ресурсов в многоквартирных домах.</w:t>
            </w:r>
          </w:p>
          <w:p w14:paraId="48FA8B04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 Доля потерь тепловой энергии при ее передаче в общем объеме переданной тепловой энергии.</w:t>
            </w:r>
          </w:p>
          <w:p w14:paraId="4EB3EE8C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 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МО.</w:t>
            </w:r>
          </w:p>
          <w:p w14:paraId="67D33F62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 Доля объема холодной воды, расчеты за которую осуществляются с использованием приборов учета, в общем объеме тепловой энергии, потребляемой (используемой) на территории МО.</w:t>
            </w:r>
          </w:p>
          <w:p w14:paraId="2E337A3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1" w:type="dxa"/>
            <w:tcBorders>
              <w:top w:val="nil"/>
              <w:bottom w:val="nil"/>
              <w:right w:val="nil"/>
            </w:tcBorders>
          </w:tcPr>
          <w:p w14:paraId="07E4E4E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17F6B" w:rsidRPr="00C2656B" w14:paraId="35A9A56B" w14:textId="77777777" w:rsidTr="00CE600A">
        <w:tc>
          <w:tcPr>
            <w:tcW w:w="279" w:type="dxa"/>
            <w:tcBorders>
              <w:top w:val="nil"/>
              <w:left w:val="nil"/>
              <w:bottom w:val="nil"/>
            </w:tcBorders>
          </w:tcPr>
          <w:p w14:paraId="75E3471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14:paraId="2B2C19D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hAnsi="Times New Roman"/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6765" w:type="dxa"/>
          </w:tcPr>
          <w:p w14:paraId="55E86C7A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hAnsi="Times New Roman"/>
                <w:sz w:val="28"/>
                <w:szCs w:val="28"/>
              </w:rPr>
              <w:t>Срок реализации: 2015 - 2027 годы в один этап.</w:t>
            </w:r>
          </w:p>
        </w:tc>
        <w:tc>
          <w:tcPr>
            <w:tcW w:w="321" w:type="dxa"/>
            <w:tcBorders>
              <w:top w:val="nil"/>
              <w:bottom w:val="nil"/>
              <w:right w:val="nil"/>
            </w:tcBorders>
          </w:tcPr>
          <w:p w14:paraId="307365C4" w14:textId="77777777" w:rsidR="00517F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966B92" w14:textId="77777777" w:rsidR="002E1FDE" w:rsidRPr="00C2656B" w:rsidRDefault="002E1FDE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E1FDE" w:rsidRPr="00C2656B" w14:paraId="704DF639" w14:textId="77777777" w:rsidTr="00CE600A">
        <w:tc>
          <w:tcPr>
            <w:tcW w:w="279" w:type="dxa"/>
            <w:tcBorders>
              <w:top w:val="nil"/>
              <w:left w:val="nil"/>
              <w:bottom w:val="nil"/>
            </w:tcBorders>
          </w:tcPr>
          <w:p w14:paraId="79260AC2" w14:textId="77777777" w:rsidR="002E1FDE" w:rsidRPr="00C2656B" w:rsidRDefault="002E1FDE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14:paraId="4377AFF5" w14:textId="21828012" w:rsidR="002E1FDE" w:rsidRPr="00C2656B" w:rsidRDefault="002E1FDE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6765" w:type="dxa"/>
          </w:tcPr>
          <w:p w14:paraId="56D843CE" w14:textId="77777777" w:rsidR="002E1FDE" w:rsidRPr="00C2656B" w:rsidRDefault="002E1FDE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 (далее – МО), начиная с 2019 года, ежегодно должна составлять не менее 100%.</w:t>
            </w:r>
          </w:p>
          <w:p w14:paraId="41AE23C2" w14:textId="77777777" w:rsidR="002E1FDE" w:rsidRPr="00C2656B" w:rsidRDefault="002E1FDE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Удельный расход электрической энергии на снабжение учреждений, финансируемых из местного бюджета (в расчете на 1 кв. метр общей площади) должен составить не более 56,2 кВт ч/м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 окончанию реализации муниципальной программы.</w:t>
            </w:r>
          </w:p>
          <w:p w14:paraId="509E8EDC" w14:textId="77777777" w:rsidR="002E1FDE" w:rsidRPr="00C2656B" w:rsidRDefault="002E1FDE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Удельный расход тепловой энергии на снабжение учреждений, финансируемых из местного бюджета (в расчете на 1 кв. метр общей площади) должен составить не более 0,26 Гкал/м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 окончанию реализации муниципальной программы.</w:t>
            </w:r>
          </w:p>
          <w:p w14:paraId="6DDB6F67" w14:textId="77777777" w:rsidR="002E1FDE" w:rsidRPr="00C2656B" w:rsidRDefault="002E1FDE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Удельный расхода холодной воды на снабжение учреждений, финансируемых из местного бюджета (в расчете на 1 человека), должен составить не более 2,13 м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/чел. к окончанию реализации муниципальной программы.</w:t>
            </w:r>
          </w:p>
          <w:p w14:paraId="164DA853" w14:textId="77777777" w:rsidR="002E1FDE" w:rsidRPr="00C2656B" w:rsidRDefault="002E1FDE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5. Удельный суммарный расход энергетических ресурсов в многоквартирных домах ежегодно должен составлять не более 0,04 </w:t>
            </w:r>
            <w:proofErr w:type="spellStart"/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т.у.т</w:t>
            </w:r>
            <w:proofErr w:type="spellEnd"/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./м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течении всего срока реализации муниципальной программы.</w:t>
            </w:r>
          </w:p>
          <w:p w14:paraId="3C3F2CD4" w14:textId="77777777" w:rsidR="002E1FDE" w:rsidRPr="00C2656B" w:rsidRDefault="002E1FDE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 Доля потерь тепловой энергии при ее передаче в общем объеме переданной тепловой энергии, должна составлять не более 17,1% к окончанию реализации муниципальной программы.</w:t>
            </w:r>
          </w:p>
          <w:p w14:paraId="5EA78F17" w14:textId="77777777" w:rsidR="002E1FDE" w:rsidRPr="00C2656B" w:rsidRDefault="002E1FDE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 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МО, должна составлять не менее 45,4% к окончанию реализации муниципальной программы.</w:t>
            </w:r>
          </w:p>
          <w:p w14:paraId="61A63107" w14:textId="4EEE7366" w:rsidR="002E1FDE" w:rsidRPr="00574118" w:rsidRDefault="002E1FDE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 Доля объема холодной воды, расчеты за которую осуществляются с использованием приборов учета, в общем объеме тепловой энергии, потребляемой (используемой) на территории МО должна с</w:t>
            </w:r>
            <w:r w:rsidR="00FC1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оставлять не менее 70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 к окончанию реализации муниципальной программы.</w:t>
            </w:r>
          </w:p>
        </w:tc>
        <w:tc>
          <w:tcPr>
            <w:tcW w:w="321" w:type="dxa"/>
            <w:tcBorders>
              <w:top w:val="nil"/>
              <w:bottom w:val="nil"/>
              <w:right w:val="nil"/>
            </w:tcBorders>
          </w:tcPr>
          <w:p w14:paraId="3B5990D6" w14:textId="77777777" w:rsidR="002E1FDE" w:rsidRDefault="002E1FDE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795C06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E6CF11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D5EB2C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3DDDAD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187841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2C0558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41C921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BE97E1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E39183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E5E780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E4F280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D2CA99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F5ADEE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4FBED3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5AA175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F6064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16897F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99B241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31C67F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FB576E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B7DBEE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F0BAD8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75EC52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237728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CEDA5C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E2B7E9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46F88B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1453CE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5CB04F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265D8B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B24AF6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47D7E1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01463E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C0AA4B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2B177D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4BCC49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6A5C51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37A5B6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ECB680" w14:textId="77777777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B3D061" w14:textId="169CC1B5" w:rsidR="00CE600A" w:rsidRDefault="00CE600A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0EBD935A" w14:textId="77777777" w:rsidR="00574118" w:rsidRDefault="00574118" w:rsidP="00574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31C62D" w14:textId="62C08510" w:rsidR="00517F6B" w:rsidRPr="00C2656B" w:rsidRDefault="00517F6B" w:rsidP="00574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6B">
        <w:rPr>
          <w:rFonts w:ascii="Times New Roman" w:eastAsia="Times New Roman" w:hAnsi="Times New Roman"/>
          <w:sz w:val="28"/>
          <w:szCs w:val="28"/>
          <w:lang w:eastAsia="ru-RU"/>
        </w:rPr>
        <w:t>1.4. Раздел 5. Сроки и этапы реализации Подпрограммы 1 изложить в новой редакции:</w:t>
      </w:r>
    </w:p>
    <w:p w14:paraId="318C71F5" w14:textId="77777777" w:rsidR="00517F6B" w:rsidRPr="00C2656B" w:rsidRDefault="00517F6B" w:rsidP="00574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6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«Раздел 5. Сроки и этапы реализации Подпрограммы 1.</w:t>
      </w:r>
    </w:p>
    <w:p w14:paraId="73FC9406" w14:textId="77777777" w:rsidR="00517F6B" w:rsidRPr="00C2656B" w:rsidRDefault="00517F6B" w:rsidP="00574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6B">
        <w:rPr>
          <w:rFonts w:ascii="Times New Roman" w:eastAsia="Times New Roman" w:hAnsi="Times New Roman"/>
          <w:sz w:val="28"/>
          <w:szCs w:val="28"/>
          <w:lang w:eastAsia="ru-RU"/>
        </w:rPr>
        <w:t>Срок реализации муниципальной Подпрограммы 1 2015 - 2027 годы в 1 этап.».</w:t>
      </w:r>
    </w:p>
    <w:p w14:paraId="3BC7AA15" w14:textId="01005EFF" w:rsidR="00517F6B" w:rsidRDefault="00517F6B" w:rsidP="00574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6B">
        <w:rPr>
          <w:rFonts w:ascii="Times New Roman" w:eastAsia="Times New Roman" w:hAnsi="Times New Roman"/>
          <w:sz w:val="28"/>
          <w:szCs w:val="28"/>
          <w:lang w:eastAsia="ru-RU"/>
        </w:rPr>
        <w:t>1.5. Подразделы «Объемы и источники финансирования подпрограммы», «Целевые показатели (индикаторы) подпрограммы», «Сроки и этапы реализации подпрограммы», «Ожидаемые результаты реализации подпрограммы» Паспорта подпрограммы 2 «Модернизация объектов коммунальных инфраструктуры» изложить в следующей редакции:</w:t>
      </w:r>
    </w:p>
    <w:p w14:paraId="064902DB" w14:textId="77777777" w:rsidR="00574118" w:rsidRPr="00C2656B" w:rsidRDefault="00574118" w:rsidP="00574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4"/>
        <w:gridCol w:w="2409"/>
        <w:gridCol w:w="6805"/>
        <w:gridCol w:w="278"/>
      </w:tblGrid>
      <w:tr w:rsidR="00517F6B" w:rsidRPr="00C2656B" w14:paraId="69D70440" w14:textId="77777777" w:rsidTr="00563D69">
        <w:trPr>
          <w:trHeight w:val="47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D4C3D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ind w:hanging="10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  <w:p w14:paraId="7E6AE620" w14:textId="77777777" w:rsidR="00517F6B" w:rsidRPr="00C2656B" w:rsidRDefault="00517F6B" w:rsidP="0057411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hideMark/>
          </w:tcPr>
          <w:p w14:paraId="660B48B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805" w:type="dxa"/>
            <w:tcBorders>
              <w:right w:val="single" w:sz="4" w:space="0" w:color="auto"/>
            </w:tcBorders>
            <w:hideMark/>
          </w:tcPr>
          <w:p w14:paraId="23760F1D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Подпрограммы 2 в 2015 - 2027 годах составит:</w:t>
            </w:r>
          </w:p>
          <w:p w14:paraId="032E7EB7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 91 286,7 тыс. руб., в том числе:</w:t>
            </w:r>
          </w:p>
          <w:p w14:paraId="29BFE848" w14:textId="77777777" w:rsidR="00DE2C98" w:rsidRPr="00C2656B" w:rsidRDefault="00DE2C98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57 565,4 тыс. руб.;</w:t>
            </w:r>
          </w:p>
          <w:p w14:paraId="423ED5AB" w14:textId="77777777" w:rsidR="00DE2C98" w:rsidRPr="00C2656B" w:rsidRDefault="00DE2C98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557,7 тыс. руб.;</w:t>
            </w:r>
          </w:p>
          <w:p w14:paraId="5C8E34FE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Подпрограммы 2 в 2015 - 2027 годах составит:</w:t>
            </w:r>
          </w:p>
          <w:p w14:paraId="5693EB09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 91 286,7 тыс. руб., в том числе:</w:t>
            </w:r>
          </w:p>
          <w:p w14:paraId="03AC8E4B" w14:textId="77777777" w:rsidR="00DE2C98" w:rsidRPr="00C2656B" w:rsidRDefault="00DE2C98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57 565,4 тыс. руб.;</w:t>
            </w:r>
          </w:p>
          <w:p w14:paraId="0DDB7471" w14:textId="77777777" w:rsidR="00DE2C98" w:rsidRPr="00C2656B" w:rsidRDefault="00DE2C98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557,7 тыс. руб.;</w:t>
            </w:r>
          </w:p>
          <w:p w14:paraId="370ED86F" w14:textId="77777777" w:rsidR="00DE2C98" w:rsidRPr="00C2656B" w:rsidRDefault="00DE2C98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0,0 тыс. руб.;</w:t>
            </w:r>
          </w:p>
          <w:p w14:paraId="4F91FBCE" w14:textId="77777777" w:rsidR="00DE2C98" w:rsidRPr="00C2656B" w:rsidRDefault="00DE2C98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0,0 тыс. руб.;</w:t>
            </w:r>
          </w:p>
          <w:p w14:paraId="2E75F3BD" w14:textId="77777777" w:rsidR="00DE2C98" w:rsidRPr="00C2656B" w:rsidRDefault="00DE2C98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0,0 тыс. руб.;</w:t>
            </w:r>
          </w:p>
          <w:p w14:paraId="7E1474B2" w14:textId="77777777" w:rsidR="00DE2C98" w:rsidRPr="00C2656B" w:rsidRDefault="00DE2C98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0,0 тыс. руб.;</w:t>
            </w:r>
          </w:p>
          <w:p w14:paraId="71CDC51A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0,0 тыс. руб.;</w:t>
            </w:r>
          </w:p>
          <w:p w14:paraId="7E0F5AC5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0,0 тыс. руб.;</w:t>
            </w:r>
          </w:p>
          <w:p w14:paraId="2E1A4029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11 174,5 тыс. руб.;</w:t>
            </w:r>
          </w:p>
          <w:p w14:paraId="401C43D4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21 989,1 тыс. руб.;</w:t>
            </w:r>
          </w:p>
          <w:p w14:paraId="1762FB2D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руб.;</w:t>
            </w:r>
          </w:p>
          <w:p w14:paraId="4B4ABB0C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- 0,0 тыс. руб.;</w:t>
            </w:r>
          </w:p>
          <w:p w14:paraId="0CF6A310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- 0,0 тыс. руб.</w:t>
            </w:r>
          </w:p>
          <w:p w14:paraId="6CDA5F46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1085DEB1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счет средств местного бюджета – 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7 213,5 тыс. руб., в том числе:</w:t>
            </w:r>
          </w:p>
          <w:p w14:paraId="7ABCF341" w14:textId="77777777" w:rsidR="00DE2C98" w:rsidRPr="00C2656B" w:rsidRDefault="00DE2C98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593,2 тыс. руб.;</w:t>
            </w:r>
          </w:p>
          <w:p w14:paraId="3DCD0557" w14:textId="77777777" w:rsidR="00DE2C98" w:rsidRPr="00C2656B" w:rsidRDefault="00DE2C98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557,7 тыс. руб.;</w:t>
            </w:r>
          </w:p>
          <w:p w14:paraId="7D52B6D7" w14:textId="77777777" w:rsidR="00DE2C98" w:rsidRPr="00C2656B" w:rsidRDefault="00DE2C98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0,0 тыс. руб.;</w:t>
            </w:r>
          </w:p>
          <w:p w14:paraId="693D46F2" w14:textId="77777777" w:rsidR="00DE2C98" w:rsidRPr="00C2656B" w:rsidRDefault="00DE2C98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0,0 тыс. руб.;</w:t>
            </w:r>
          </w:p>
          <w:p w14:paraId="6ED7A108" w14:textId="77777777" w:rsidR="00DE2C98" w:rsidRPr="00C2656B" w:rsidRDefault="00DE2C98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0,0 тыс. руб.;</w:t>
            </w:r>
          </w:p>
          <w:p w14:paraId="6149980E" w14:textId="77777777" w:rsidR="00DE2C98" w:rsidRPr="00C2656B" w:rsidRDefault="00DE2C98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0,0 тыс. руб.;</w:t>
            </w:r>
          </w:p>
          <w:p w14:paraId="5F5B3D81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0,0 тыс. руб.;</w:t>
            </w:r>
          </w:p>
          <w:p w14:paraId="4A5377B2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0,0 тыс. руб.;</w:t>
            </w:r>
          </w:p>
          <w:p w14:paraId="7F23CED6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6 062,6 тыс. руб.;</w:t>
            </w:r>
          </w:p>
          <w:p w14:paraId="1BC2EC85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2024 год – 0,0 тыс. руб.;</w:t>
            </w:r>
          </w:p>
          <w:p w14:paraId="1FF858B3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руб.;</w:t>
            </w:r>
          </w:p>
          <w:p w14:paraId="156F8F37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- 0,0 тыс. руб.;</w:t>
            </w:r>
          </w:p>
          <w:p w14:paraId="73D5EFB1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- 0,0 тыс. руб.;</w:t>
            </w:r>
          </w:p>
          <w:p w14:paraId="71595AC6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счет средств областного бюджета – 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84 073,2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числе:</w:t>
            </w:r>
          </w:p>
          <w:p w14:paraId="0BFC5957" w14:textId="77777777" w:rsidR="00DE2C98" w:rsidRPr="00C2656B" w:rsidRDefault="00DE2C98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56 972,2 тыс. руб.;</w:t>
            </w:r>
          </w:p>
          <w:p w14:paraId="6AFC185F" w14:textId="77777777" w:rsidR="00DE2C98" w:rsidRPr="00C2656B" w:rsidRDefault="00DE2C98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0,0 тыс. руб.;</w:t>
            </w:r>
          </w:p>
          <w:p w14:paraId="643FF66F" w14:textId="77777777" w:rsidR="00DE2C98" w:rsidRPr="00C2656B" w:rsidRDefault="00DE2C98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0,0 тыс. руб.;</w:t>
            </w:r>
          </w:p>
          <w:p w14:paraId="04DDFF55" w14:textId="77777777" w:rsidR="00DE2C98" w:rsidRPr="00C2656B" w:rsidRDefault="00DE2C98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0,0 тыс. руб.;</w:t>
            </w:r>
          </w:p>
          <w:p w14:paraId="53990EC8" w14:textId="77777777" w:rsidR="00DE2C98" w:rsidRPr="00C2656B" w:rsidRDefault="00DE2C98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0,0 тыс. руб.;</w:t>
            </w:r>
          </w:p>
          <w:p w14:paraId="31D9039F" w14:textId="77777777" w:rsidR="00DE2C98" w:rsidRPr="00C2656B" w:rsidRDefault="00DE2C98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0,0 тыс. руб.;</w:t>
            </w:r>
          </w:p>
          <w:p w14:paraId="6D6CB2FD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0,0 тыс. руб.;</w:t>
            </w:r>
          </w:p>
          <w:p w14:paraId="7E1B9801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0,0 тыс. руб.;</w:t>
            </w:r>
          </w:p>
          <w:p w14:paraId="03A36790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5 111,9 тыс. руб.;</w:t>
            </w:r>
          </w:p>
          <w:p w14:paraId="2EC8A2E8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21 989,1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21E5C78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руб.;</w:t>
            </w:r>
          </w:p>
          <w:p w14:paraId="41CE5EA8" w14:textId="77777777" w:rsidR="00DE2C98" w:rsidRPr="00C2656B" w:rsidRDefault="00DE2C98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- 0,0 тыс. руб.;</w:t>
            </w:r>
          </w:p>
          <w:p w14:paraId="26E55A44" w14:textId="25121E90" w:rsidR="00517F6B" w:rsidRPr="00C2656B" w:rsidRDefault="00DE2C98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- 0,0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7C4B8CC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F238A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73867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FAD82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4418B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75845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63DA1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B2C3A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08BDF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6BFCC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CD2E8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7F52A8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92A77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2E3433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95716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2D47D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2952B3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569031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E6889C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13963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76E27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DB06A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9B5EE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94B821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68BFA1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8C3DB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2827C3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8A49F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4478A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D6469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5DCCC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84E06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A23213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67EE7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35780C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4B2C3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EC1B3C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DDC428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BB1A01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E192B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C68E7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53204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090E9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82954C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A64C8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D3325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3FC04C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C10B88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E45E2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FC36C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CDACB5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677BB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02CF4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17F6B" w:rsidRPr="00C2656B" w14:paraId="2D9FE682" w14:textId="77777777" w:rsidTr="00563D69">
        <w:trPr>
          <w:trHeight w:val="4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CAF831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1DA0740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Целевые показатели (индикаторы) подпрограммы</w:t>
            </w:r>
          </w:p>
        </w:tc>
        <w:tc>
          <w:tcPr>
            <w:tcW w:w="6805" w:type="dxa"/>
            <w:tcBorders>
              <w:right w:val="single" w:sz="4" w:space="0" w:color="auto"/>
            </w:tcBorders>
          </w:tcPr>
          <w:p w14:paraId="2F90E121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Количество строящихся и реконструируемых объектов.</w:t>
            </w:r>
          </w:p>
          <w:p w14:paraId="641970A0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Уровень износа коммунальной инфраструктуры.</w:t>
            </w:r>
          </w:p>
          <w:p w14:paraId="3F028876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Доля потерь энергоресурсов в общем объеме производимых энергоресурсов муниципального образования:</w:t>
            </w:r>
          </w:p>
          <w:p w14:paraId="5F39E4A4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тепловая энергия; </w:t>
            </w:r>
          </w:p>
          <w:p w14:paraId="4B05563F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вода;</w:t>
            </w:r>
          </w:p>
          <w:p w14:paraId="26CA9398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электроэнергия.</w:t>
            </w:r>
          </w:p>
          <w:p w14:paraId="448CE67D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Доля модернизированных и реконструированных объектов коммунальной инфраструктуры в общем количестве объектов коммунальной инфраструктуры муниципального образования.</w:t>
            </w:r>
          </w:p>
          <w:p w14:paraId="6C73330F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Протяженность замены инженерных сетей.</w:t>
            </w:r>
          </w:p>
          <w:p w14:paraId="1A7AA4A3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 Увеличение численности населения, для которого улучшится качество услуг.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E0AC12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17F6B" w:rsidRPr="00C2656B" w14:paraId="5918172B" w14:textId="77777777" w:rsidTr="00563D69">
        <w:trPr>
          <w:trHeight w:val="4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5AC2B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14:paraId="36EC0CB8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hAnsi="Times New Roman"/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6805" w:type="dxa"/>
          </w:tcPr>
          <w:p w14:paraId="18B0B175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hAnsi="Times New Roman"/>
                <w:sz w:val="28"/>
                <w:szCs w:val="28"/>
              </w:rPr>
              <w:t>Срок реализации: 2015 - 2027 годы в один этап.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D949B5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17F6B" w:rsidRPr="00C2656B" w14:paraId="41C61F02" w14:textId="77777777" w:rsidTr="00563D69">
        <w:trPr>
          <w:trHeight w:val="4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3DC02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14:paraId="3801C22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6805" w:type="dxa"/>
          </w:tcPr>
          <w:p w14:paraId="36833E05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Количество строящихся и реконструируемых объектов должно составить 4 единицы за весь период реализации муниципальной программы.</w:t>
            </w:r>
          </w:p>
          <w:p w14:paraId="63EF217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Уровень износа коммунальной инфраструктуры должен составить не более 24,2% к окончанию реализации муниципальной программы.</w:t>
            </w:r>
          </w:p>
          <w:p w14:paraId="67E33E9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3. Доля потерь энергоресурсов в общем объеме производимых энергоресурсов муниципального образования должна составить не более:</w:t>
            </w:r>
          </w:p>
          <w:p w14:paraId="13E55D2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тепловая энергия - 19,4% к 2019 году;</w:t>
            </w:r>
          </w:p>
          <w:p w14:paraId="61339EB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вода - 34,1% к окончанию реализации муниципальной программы;</w:t>
            </w:r>
          </w:p>
          <w:p w14:paraId="145DEFB7" w14:textId="513D7375" w:rsidR="00517F6B" w:rsidRPr="00C2656B" w:rsidRDefault="00FC1E26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электроэнергия -</w:t>
            </w:r>
            <w:r w:rsidR="00517F6B"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15% к окончанию реализации муниципальной программы.</w:t>
            </w:r>
          </w:p>
          <w:p w14:paraId="72C1E94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Доля модернизированных и реконструированных объектов коммунальной инфраструктуры в общем количестве объектов коммунальной инфраструктуры муниципального образования должна составить нее менее 50,2% к окончанию реализации муниципальной программы.</w:t>
            </w:r>
          </w:p>
          <w:p w14:paraId="141FA35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Протяженность замены инженерных сетей должна составить 0,76 км. за весь период реализации муниципальной программы.</w:t>
            </w:r>
          </w:p>
          <w:p w14:paraId="1CCAD46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6. Численности населения, для которого улучшится качество услуг должно 64 человека за весь срок реализации муниципальной программы. 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3E4D99B" w14:textId="77777777" w:rsidR="002E12B9" w:rsidRDefault="002E12B9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F748C8" w14:textId="77777777" w:rsidR="002E12B9" w:rsidRDefault="002E12B9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57BC25" w14:textId="59F6FDF1" w:rsidR="00517F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78EE19" w14:textId="529ED4E7" w:rsidR="00563D69" w:rsidRDefault="00563D69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5A7218" w14:textId="45D80F77" w:rsidR="00563D69" w:rsidRDefault="00563D69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D61ACE" w14:textId="24AEFEE2" w:rsidR="00563D69" w:rsidRDefault="00563D69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74DC85" w14:textId="1DCAA2DC" w:rsidR="00563D69" w:rsidRDefault="00563D69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D68B79" w14:textId="27F7F998" w:rsidR="00563D69" w:rsidRDefault="00563D69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2EF1F1" w14:textId="5558377F" w:rsidR="00563D69" w:rsidRDefault="00563D69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55E1EC" w14:textId="2D4F8AA1" w:rsidR="00563D69" w:rsidRDefault="00563D69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862086" w14:textId="4DA80603" w:rsidR="00563D69" w:rsidRDefault="00563D69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FB832C" w14:textId="1EE8C228" w:rsidR="00563D69" w:rsidRDefault="00563D69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6D3958" w14:textId="7CB05E07" w:rsidR="00563D69" w:rsidRDefault="00563D69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142A95" w14:textId="1F6FB575" w:rsidR="00563D69" w:rsidRDefault="00563D69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90FD35" w14:textId="7D0B5DFF" w:rsidR="00563D69" w:rsidRDefault="00563D69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220635" w14:textId="1A944946" w:rsidR="00563D69" w:rsidRDefault="00563D69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CBB4EE" w14:textId="7E8E6224" w:rsidR="00563D69" w:rsidRDefault="00563D69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57FBC2" w14:textId="7D52CAC7" w:rsidR="00563D69" w:rsidRDefault="00563D69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3A2F9F" w14:textId="3D1A5732" w:rsidR="00563D69" w:rsidRDefault="00563D69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8FE36B" w14:textId="57E01AD7" w:rsidR="00563D69" w:rsidRDefault="00563D69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727CAD" w14:textId="4338302D" w:rsidR="00563D69" w:rsidRDefault="00563D69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9D01F7" w14:textId="0D03A82F" w:rsidR="00563D69" w:rsidRDefault="00563D69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57D443" w14:textId="6D53D12E" w:rsidR="00563D69" w:rsidRDefault="00563D69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11D178" w14:textId="77777777" w:rsidR="00563D69" w:rsidRDefault="00563D69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8E908C" w14:textId="77777777" w:rsidR="00563D69" w:rsidRDefault="00563D69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43D81A" w14:textId="48C40F5F" w:rsidR="002E12B9" w:rsidRPr="00C2656B" w:rsidRDefault="00563D69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031D2986" w14:textId="77777777" w:rsidR="00574118" w:rsidRDefault="00574118" w:rsidP="00574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A06717" w14:textId="76BB1B8F" w:rsidR="00517F6B" w:rsidRPr="00C2656B" w:rsidRDefault="00517F6B" w:rsidP="00574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6B">
        <w:rPr>
          <w:rFonts w:ascii="Times New Roman" w:eastAsia="Times New Roman" w:hAnsi="Times New Roman"/>
          <w:sz w:val="28"/>
          <w:szCs w:val="28"/>
          <w:lang w:eastAsia="ru-RU"/>
        </w:rPr>
        <w:t>1.6. Раздел 5. Сроки и этапы реализации Подпрограммы 2 изложить в новой редакции:</w:t>
      </w:r>
    </w:p>
    <w:p w14:paraId="6C9FD59D" w14:textId="77777777" w:rsidR="00517F6B" w:rsidRPr="00C2656B" w:rsidRDefault="00517F6B" w:rsidP="00574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6B">
        <w:rPr>
          <w:rFonts w:ascii="Times New Roman" w:eastAsia="Times New Roman" w:hAnsi="Times New Roman"/>
          <w:sz w:val="28"/>
          <w:szCs w:val="28"/>
          <w:lang w:eastAsia="ru-RU"/>
        </w:rPr>
        <w:t>«Раздел 5. Сроки и этапы реализации Подпрограммы 2.</w:t>
      </w:r>
    </w:p>
    <w:p w14:paraId="4AD2D654" w14:textId="77777777" w:rsidR="00517F6B" w:rsidRPr="00C2656B" w:rsidRDefault="00517F6B" w:rsidP="00574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6B">
        <w:rPr>
          <w:rFonts w:ascii="Times New Roman" w:eastAsia="Times New Roman" w:hAnsi="Times New Roman"/>
          <w:sz w:val="28"/>
          <w:szCs w:val="28"/>
          <w:lang w:eastAsia="ru-RU"/>
        </w:rPr>
        <w:t>Срок реализации муниципальной Подпрограммы 2 - 2015 - 2027 годы в один этап».</w:t>
      </w:r>
    </w:p>
    <w:p w14:paraId="15753CBE" w14:textId="26A93534" w:rsidR="00517F6B" w:rsidRDefault="00517F6B" w:rsidP="00574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6B">
        <w:rPr>
          <w:rFonts w:ascii="Times New Roman" w:eastAsia="Times New Roman" w:hAnsi="Times New Roman"/>
          <w:sz w:val="28"/>
          <w:szCs w:val="28"/>
          <w:lang w:eastAsia="ru-RU"/>
        </w:rPr>
        <w:t>1.7. Подразделы «Объемы и источники финансирования подпрограммы», «Целевые показатели (индикаторы) подпрограммы», «Сроки и этапы реализации подпрограммы», «Ожидаемые результаты реализации подпрограммы» Паспорта подпрограммы 3 «Комплексный капитальный ремонт и реконструкция жилищного фонда» изложить в следующей редакции:</w:t>
      </w:r>
    </w:p>
    <w:p w14:paraId="446ADB64" w14:textId="77777777" w:rsidR="00574118" w:rsidRPr="00C2656B" w:rsidRDefault="00574118" w:rsidP="00DE7E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91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9"/>
        <w:gridCol w:w="2268"/>
        <w:gridCol w:w="7083"/>
        <w:gridCol w:w="278"/>
      </w:tblGrid>
      <w:tr w:rsidR="00517F6B" w:rsidRPr="00C2656B" w14:paraId="0F2A64BD" w14:textId="77777777" w:rsidTr="00F90044"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A811E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  <w:p w14:paraId="43C38C55" w14:textId="77777777" w:rsidR="00517F6B" w:rsidRPr="00C2656B" w:rsidRDefault="00517F6B" w:rsidP="005741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hideMark/>
          </w:tcPr>
          <w:p w14:paraId="3FEB624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7083" w:type="dxa"/>
            <w:tcBorders>
              <w:right w:val="single" w:sz="4" w:space="0" w:color="auto"/>
            </w:tcBorders>
            <w:hideMark/>
          </w:tcPr>
          <w:p w14:paraId="44274AD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Подпрограммы 3 в 2015 - 2027 годах составит:</w:t>
            </w:r>
          </w:p>
          <w:p w14:paraId="326EE14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 888 989,8 тыс. руб., в том числе:</w:t>
            </w:r>
          </w:p>
          <w:p w14:paraId="62C59CC9" w14:textId="77777777" w:rsidR="00517F6B" w:rsidRPr="00C2656B" w:rsidRDefault="00517F6B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40 591,2 тыс. руб.;</w:t>
            </w:r>
          </w:p>
          <w:p w14:paraId="521CC11B" w14:textId="77777777" w:rsidR="00517F6B" w:rsidRPr="00C2656B" w:rsidRDefault="00517F6B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39 618,4 тыс. руб.;</w:t>
            </w:r>
          </w:p>
          <w:p w14:paraId="34290CD7" w14:textId="77777777" w:rsidR="00517F6B" w:rsidRPr="00C2656B" w:rsidRDefault="00517F6B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76 669,7 тыс. руб.;</w:t>
            </w:r>
          </w:p>
          <w:p w14:paraId="25DE5A64" w14:textId="77777777" w:rsidR="00517F6B" w:rsidRPr="00C2656B" w:rsidRDefault="00517F6B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105 445,8 тыс. руб.;</w:t>
            </w:r>
          </w:p>
          <w:p w14:paraId="5E3E7057" w14:textId="77777777" w:rsidR="00517F6B" w:rsidRPr="00C2656B" w:rsidRDefault="00517F6B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88 361,2 тыс. руб.;</w:t>
            </w:r>
          </w:p>
          <w:p w14:paraId="1C68946C" w14:textId="77777777" w:rsidR="00517F6B" w:rsidRPr="00C2656B" w:rsidRDefault="00517F6B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89 697,2 тыс. руб.;</w:t>
            </w:r>
          </w:p>
          <w:p w14:paraId="7312AC6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128 892,0 тыс. руб.;</w:t>
            </w:r>
          </w:p>
          <w:p w14:paraId="2E6CDBF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19 960,6 тыс. руб.;</w:t>
            </w:r>
          </w:p>
          <w:p w14:paraId="213F3F9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53 965,6 тыс. руб.;</w:t>
            </w:r>
          </w:p>
          <w:p w14:paraId="12783C4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73 114,8 тыс. руб.;</w:t>
            </w:r>
          </w:p>
          <w:p w14:paraId="29AE671C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71 212,1 тыс. руб.;</w:t>
            </w:r>
          </w:p>
          <w:p w14:paraId="22B670C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- 50 730,6 тыс. руб.;</w:t>
            </w:r>
          </w:p>
          <w:p w14:paraId="4C11EA7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- 50 730,6 тыс. руб.</w:t>
            </w:r>
          </w:p>
          <w:p w14:paraId="665DE04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3A72E5D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счет средств местного бюджета – 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92 169,4 тыс. руб., в том числе:</w:t>
            </w:r>
          </w:p>
          <w:p w14:paraId="64E7D985" w14:textId="77777777" w:rsidR="00517F6B" w:rsidRPr="00C2656B" w:rsidRDefault="00517F6B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3 700,0 тыс. руб.;</w:t>
            </w:r>
          </w:p>
          <w:p w14:paraId="2D90A58D" w14:textId="77777777" w:rsidR="00517F6B" w:rsidRPr="00C2656B" w:rsidRDefault="00517F6B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4 121,4 тыс. руб.;</w:t>
            </w:r>
          </w:p>
          <w:p w14:paraId="212BCAB9" w14:textId="77777777" w:rsidR="00517F6B" w:rsidRPr="00C2656B" w:rsidRDefault="00517F6B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14 832,0 тыс. руб.;</w:t>
            </w:r>
          </w:p>
          <w:p w14:paraId="280CCD09" w14:textId="77777777" w:rsidR="00517F6B" w:rsidRPr="00C2656B" w:rsidRDefault="00517F6B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3 961,9 тыс. руб.;</w:t>
            </w:r>
          </w:p>
          <w:p w14:paraId="0E22A418" w14:textId="77777777" w:rsidR="00517F6B" w:rsidRPr="00C2656B" w:rsidRDefault="00517F6B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6 793,7 тыс. руб.;</w:t>
            </w:r>
          </w:p>
          <w:p w14:paraId="61FDEDAE" w14:textId="77777777" w:rsidR="00517F6B" w:rsidRPr="00C2656B" w:rsidRDefault="00517F6B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18 251,3 тыс. руб.;</w:t>
            </w:r>
          </w:p>
          <w:p w14:paraId="6594188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7 622,8 тыс. руб.;</w:t>
            </w:r>
          </w:p>
          <w:p w14:paraId="7D7EF273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5 081,2 тыс. руб.;</w:t>
            </w:r>
          </w:p>
          <w:p w14:paraId="0A28111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9 406,6 тыс. руб.;</w:t>
            </w:r>
          </w:p>
          <w:p w14:paraId="3E23E3F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4 633,8 тыс. руб.;</w:t>
            </w:r>
          </w:p>
          <w:p w14:paraId="01EC4675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4 819,1 тыс. руб.;</w:t>
            </w:r>
          </w:p>
          <w:p w14:paraId="6057A8E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- 4 472,8 тыс. руб.;</w:t>
            </w:r>
          </w:p>
          <w:p w14:paraId="1DF895AC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- 4 472,8 тыс. руб.;</w:t>
            </w:r>
          </w:p>
          <w:p w14:paraId="64929E7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счет средств областного бюджета – 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239 285,8 тыс. руб., в том числе:</w:t>
            </w:r>
          </w:p>
          <w:p w14:paraId="67D6BAF5" w14:textId="77777777" w:rsidR="00517F6B" w:rsidRPr="00C2656B" w:rsidRDefault="00517F6B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0,0 тыс. руб.;</w:t>
            </w:r>
          </w:p>
          <w:p w14:paraId="33CF46E2" w14:textId="77777777" w:rsidR="00517F6B" w:rsidRPr="00C2656B" w:rsidRDefault="00517F6B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0,0 тыс. руб.;</w:t>
            </w:r>
          </w:p>
          <w:p w14:paraId="31DF2BF0" w14:textId="77777777" w:rsidR="00517F6B" w:rsidRPr="00C2656B" w:rsidRDefault="00517F6B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23 100,0 тыс. руб.;</w:t>
            </w:r>
          </w:p>
          <w:p w14:paraId="59A555E0" w14:textId="77777777" w:rsidR="00517F6B" w:rsidRPr="00C2656B" w:rsidRDefault="00517F6B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60 385,7 тыс. руб.;</w:t>
            </w:r>
          </w:p>
          <w:p w14:paraId="36DC5B5A" w14:textId="77777777" w:rsidR="00517F6B" w:rsidRPr="00C2656B" w:rsidRDefault="00517F6B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55 059,9 тыс. руб.;</w:t>
            </w:r>
          </w:p>
          <w:p w14:paraId="3EA95187" w14:textId="77777777" w:rsidR="00517F6B" w:rsidRPr="00C2656B" w:rsidRDefault="00517F6B" w:rsidP="005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17 554,9 тыс. руб.;</w:t>
            </w:r>
          </w:p>
          <w:p w14:paraId="00A98CF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79 075,8 тыс. руб.;</w:t>
            </w:r>
          </w:p>
          <w:p w14:paraId="0391F9A3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711,9 тыс. руб.;</w:t>
            </w:r>
          </w:p>
          <w:p w14:paraId="1222992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0,0 тыс. руб.;</w:t>
            </w:r>
          </w:p>
          <w:p w14:paraId="5459BE85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0,0 тыс. руб.;</w:t>
            </w:r>
          </w:p>
          <w:p w14:paraId="11EED6F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руб.;</w:t>
            </w:r>
          </w:p>
          <w:p w14:paraId="12BA1EF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- 1 698,8 тыс. руб.;</w:t>
            </w:r>
          </w:p>
          <w:p w14:paraId="0943DEE1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- 1 698,8 тыс. руб.;</w:t>
            </w:r>
          </w:p>
          <w:p w14:paraId="0BCA00BC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внебюджетных источников – 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557 534,6 тыс. руб., в том числе:</w:t>
            </w:r>
          </w:p>
          <w:p w14:paraId="5F8AD91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36 891,2 тыс. руб.;</w:t>
            </w:r>
          </w:p>
          <w:p w14:paraId="6CB7AC1C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35 497,0 тыс. руб.;</w:t>
            </w:r>
          </w:p>
          <w:p w14:paraId="5D529D1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38 737,7 тыс. руб.;</w:t>
            </w:r>
          </w:p>
          <w:p w14:paraId="4560686C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41 098,2 тыс. руб.;</w:t>
            </w:r>
          </w:p>
          <w:p w14:paraId="1E92C98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26 507,6 тыс. руб.;</w:t>
            </w:r>
          </w:p>
          <w:p w14:paraId="004944A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53 891,0 тыс. руб.;</w:t>
            </w:r>
          </w:p>
          <w:p w14:paraId="15DAF4D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42 193,4 тыс. руб.;</w:t>
            </w:r>
          </w:p>
          <w:p w14:paraId="0BEF847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14 167,5 тыс. руб.;</w:t>
            </w:r>
          </w:p>
          <w:p w14:paraId="7EBABA4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44 559,0 тыс. руб.;</w:t>
            </w:r>
          </w:p>
          <w:p w14:paraId="5C8A413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68 481,0 тыс. руб.;</w:t>
            </w:r>
          </w:p>
          <w:p w14:paraId="3EF5E421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66 393,0 тыс. руб.;</w:t>
            </w:r>
          </w:p>
          <w:p w14:paraId="7A3DA27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- 44 559,0 тыс. руб.;</w:t>
            </w:r>
          </w:p>
          <w:p w14:paraId="298DF52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- 44 559,0 тыс. руб.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6030893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6CD1B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B5F295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28124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51E09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2206E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6FA40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F4C39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0034EC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FB1CF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94459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3F963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72915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3DF2B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956778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AF2C48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4276C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D3D26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3CEF3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B2442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ECB1E1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70E34C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CCBD4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86A231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08F14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1C91C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112B2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B04E6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BDA9B3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242CC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D634E5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B7F8E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D57DB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453C6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2B667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05DA8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9D243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83A99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0F2FD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AA7D2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912B2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3117C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696E35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B59CF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5405B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6C816C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ADBF6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94FB4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79C936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28E95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8CAECE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1B0CF3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CC8059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64A768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7708CA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98F637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17F6B" w:rsidRPr="00C2656B" w14:paraId="0734F27D" w14:textId="77777777" w:rsidTr="00F90044"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676872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621EC9A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Целевые показатели (индикаторы) подпрограммы</w:t>
            </w:r>
          </w:p>
        </w:tc>
        <w:tc>
          <w:tcPr>
            <w:tcW w:w="7083" w:type="dxa"/>
            <w:tcBorders>
              <w:right w:val="single" w:sz="4" w:space="0" w:color="auto"/>
            </w:tcBorders>
          </w:tcPr>
          <w:p w14:paraId="522C2A78" w14:textId="77777777" w:rsidR="00517F6B" w:rsidRPr="00C2656B" w:rsidRDefault="00517F6B" w:rsidP="00574118">
            <w:pPr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Доля многоквартирных домов, в которых заменены внутридомовые инженерные сети от общего количества многоквартирных домов муниципального образования.</w:t>
            </w:r>
          </w:p>
          <w:p w14:paraId="03662D04" w14:textId="77777777" w:rsidR="00517F6B" w:rsidRPr="00C2656B" w:rsidRDefault="00517F6B" w:rsidP="00574118">
            <w:pPr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Доля многоквартирных домов, в которых отремонтированы кровли и утеплены фасады от общего количества многоквартирных домов муниципального образования.</w:t>
            </w:r>
          </w:p>
          <w:p w14:paraId="01D9A9C1" w14:textId="77777777" w:rsidR="00517F6B" w:rsidRPr="00C2656B" w:rsidRDefault="00517F6B" w:rsidP="00574118">
            <w:pPr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Доля многоквартирных домов, в которых проведен ремонт отдельных элементов общего имущества от количества многоквартирных домов, в которых запланирован ремонт отдельных элементов общего имущества в отчетном периоде.</w:t>
            </w:r>
          </w:p>
          <w:p w14:paraId="1652068A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Доля капитально отремонтированных многоквартирных домов в общем количестве многоквартирных домов, построенных до 2000 года.</w:t>
            </w:r>
          </w:p>
          <w:p w14:paraId="63D1A32A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Доля общей площади капитально отремонтированных многоквартирных домов в общей площади многоквартирных домов, построенных до 2000 года, начиная с 2013 года, нарастающим итогом.</w:t>
            </w:r>
          </w:p>
          <w:p w14:paraId="7C6D7A97" w14:textId="77777777" w:rsidR="00517F6B" w:rsidRPr="00C2656B" w:rsidRDefault="00517F6B" w:rsidP="00574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 Доля многоквартирных домов, в которых собственники помещений выбрали и реализуют управление многоквартирными домами посредством товариществ собственников жилья либо жилищных кооперативов или иного специализированного потребительского кооператива, от общего количества многоквартирных домов.</w:t>
            </w:r>
          </w:p>
          <w:p w14:paraId="0F04E81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 Уровень собираемости платы за жилое помещение и коммунальные услуги в муниципальном образовании.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A49AB14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17F6B" w:rsidRPr="00C2656B" w14:paraId="3700BFE4" w14:textId="77777777" w:rsidTr="00DE7ECC"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475F2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6E1B4345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hAnsi="Times New Roman"/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7083" w:type="dxa"/>
          </w:tcPr>
          <w:p w14:paraId="26F0ACEC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hAnsi="Times New Roman"/>
                <w:sz w:val="28"/>
                <w:szCs w:val="28"/>
              </w:rPr>
              <w:t>Срок реализации: 2015 - 2027 годы в один этап.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A26A123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17F6B" w:rsidRPr="00C2656B" w14:paraId="03034769" w14:textId="77777777" w:rsidTr="00DE7ECC"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CE5131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300D8398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7083" w:type="dxa"/>
            <w:tcBorders>
              <w:right w:val="single" w:sz="4" w:space="0" w:color="auto"/>
            </w:tcBorders>
          </w:tcPr>
          <w:p w14:paraId="117E19F1" w14:textId="76F47200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Доля многоквартирных домов, в которых заменены внутридомовые инженерные сети от общего количества многоквартирных домов муниципального образовани</w:t>
            </w:r>
            <w:r w:rsidR="00FC1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 должна составить не менее 54</w:t>
            </w: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 к окончанию реализации муниципальной программы.</w:t>
            </w:r>
          </w:p>
          <w:p w14:paraId="2DB5DD1D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2. Доля многоквартирных домов, в которых отремонтированы кровли и утеплены фасады от общего количества многоквартирных домов муниципального образования должна составить не менее 59,6% к окончанию реализации муниципальной программы.</w:t>
            </w:r>
          </w:p>
          <w:p w14:paraId="34F05B9B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Доля многоквартирных домов, в которых проведен ремонт отдельных элементов общего имущества от общего количества многоквартирных домов, в которых запланирован ремонт отдельных элементов общего имущества в отчетном периоде, начиная с 2017 года по 2020 год, в 2023 году, с 2026 года по 2027 год должна составлять 100% ежегодно.</w:t>
            </w:r>
          </w:p>
          <w:p w14:paraId="03F71A63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 Доля капитально отремонтированных многоквартирных домов в общем количестве многоквартирных домов, построенных до 2000 года: в 2015 году – 3%, в 2016 году – 3%.</w:t>
            </w:r>
          </w:p>
          <w:p w14:paraId="39BBE99C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Доля общей площади капитально отремонтированных многоквартирных домов в общей площади многоквартирных домов, построенных до 2000 года, начиная с 2013 года нарастающим итогом должна составить не менее 35,9% к окончанию реализации муниципальной программы.</w:t>
            </w:r>
          </w:p>
          <w:p w14:paraId="78FDCE80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Доля многоквартирных домов, в которых собственники помещений выбрали и реализуют управление многоквартирными домами посредством товариществ собственников жилья либо жилищных кооперативов или иного специализированного потребительского кооператива, от общего количества многоквартирных домов должна составить не менее 6,5% к окончанию реализации муниципальной программы.</w:t>
            </w:r>
          </w:p>
          <w:p w14:paraId="3BE7F39F" w14:textId="77777777" w:rsidR="00517F6B" w:rsidRPr="00C265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6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 Уровень собираемости платы за жилое помещение и коммунальные услуги в муниципальном образовании должен составить не менее 95,7% к окончанию реализации муниципальной программ.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C79DCA0" w14:textId="15C6A694" w:rsidR="00517F6B" w:rsidRDefault="00517F6B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F14187" w14:textId="0F137E19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D93F5F" w14:textId="55A23BE1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E005AC" w14:textId="35C08423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9A09C8" w14:textId="46BD84EA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A0DAB9" w14:textId="1CDE78D7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CE82D6" w14:textId="283E6B8E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B0DEEE" w14:textId="26B95D7B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43F533" w14:textId="06D89721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2A81E3" w14:textId="262E10BA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446A50" w14:textId="4A167374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57F378" w14:textId="774B5478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F47FA6" w14:textId="31EDE4BF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6D3181" w14:textId="5465EE98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7F158F" w14:textId="2E9E6EC5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0C57A8" w14:textId="33D55156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9E1361" w14:textId="289340B0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2556B6" w14:textId="4FC049BD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D9C6B5" w14:textId="58BE9AE7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496F87" w14:textId="1B3DFF92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8247B3" w14:textId="717CB500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38ADA5" w14:textId="76EF6148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741119" w14:textId="141B6C0C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0CCA25" w14:textId="224BA769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622988" w14:textId="31504A2A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39FC4E" w14:textId="1C277641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F05F80" w14:textId="2D57D354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530E84" w14:textId="287B4259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AD1664" w14:textId="6940A2A2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AC1776" w14:textId="568A5E20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49CA58" w14:textId="5343E5EE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D8C64E" w14:textId="752BC303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E53E3B" w14:textId="5AC63A44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B62730" w14:textId="01005E54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2F7AA3" w14:textId="166A4928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854E63" w14:textId="49AA9999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D35BD3" w14:textId="355A06FE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78B0E7" w14:textId="77777777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88FF34" w14:textId="77777777" w:rsidR="00DE7ECC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84A038" w14:textId="76A61991" w:rsidR="00517F6B" w:rsidRPr="00C2656B" w:rsidRDefault="00DE7ECC" w:rsidP="00574118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008B1DC4" w14:textId="77777777" w:rsidR="00574118" w:rsidRDefault="00574118" w:rsidP="00574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FD72A10" w14:textId="78FC425F" w:rsidR="00517F6B" w:rsidRPr="00C2656B" w:rsidRDefault="00517F6B" w:rsidP="00574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6B">
        <w:rPr>
          <w:rFonts w:ascii="Times New Roman" w:eastAsia="Times New Roman" w:hAnsi="Times New Roman"/>
          <w:sz w:val="28"/>
          <w:szCs w:val="28"/>
          <w:lang w:eastAsia="ru-RU"/>
        </w:rPr>
        <w:t>1.8. Раздел 5. Сроки и этапы реализации Подпрограммы 3 изложить в новой редакции:</w:t>
      </w:r>
    </w:p>
    <w:p w14:paraId="6C757404" w14:textId="77777777" w:rsidR="00517F6B" w:rsidRPr="00C2656B" w:rsidRDefault="00517F6B" w:rsidP="00574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6B">
        <w:rPr>
          <w:rFonts w:ascii="Times New Roman" w:eastAsia="Times New Roman" w:hAnsi="Times New Roman"/>
          <w:sz w:val="28"/>
          <w:szCs w:val="28"/>
          <w:lang w:eastAsia="ru-RU"/>
        </w:rPr>
        <w:t>«Раздел 5. Сроки и этапы реализации Подпрограммы 3.</w:t>
      </w:r>
    </w:p>
    <w:p w14:paraId="70F0A3E1" w14:textId="77777777" w:rsidR="00517F6B" w:rsidRPr="00C2656B" w:rsidRDefault="00517F6B" w:rsidP="00574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6B">
        <w:rPr>
          <w:rFonts w:ascii="Times New Roman" w:eastAsia="Times New Roman" w:hAnsi="Times New Roman"/>
          <w:sz w:val="28"/>
          <w:szCs w:val="28"/>
          <w:lang w:eastAsia="ru-RU"/>
        </w:rPr>
        <w:t>Срок реализации муниципальной Подпрограммы 2 - 2015 - 2027 годы в один этап».</w:t>
      </w:r>
    </w:p>
    <w:p w14:paraId="5ACBD444" w14:textId="77777777" w:rsidR="00517F6B" w:rsidRPr="00C2656B" w:rsidRDefault="00517F6B" w:rsidP="00574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6B">
        <w:rPr>
          <w:rFonts w:ascii="Times New Roman" w:eastAsia="Times New Roman" w:hAnsi="Times New Roman"/>
          <w:sz w:val="28"/>
          <w:szCs w:val="28"/>
          <w:lang w:eastAsia="ru-RU"/>
        </w:rPr>
        <w:t>1.9. Приложение 1 к муниципальной программе «Обеспечение населения муниципального образования «Городской округ Ногликский» качественными услугами жилищно-коммунального хозяйства» изложить в новой редакции согласно приложению 1 к настоящему постановлению.</w:t>
      </w:r>
    </w:p>
    <w:p w14:paraId="589B1356" w14:textId="77777777" w:rsidR="00517F6B" w:rsidRPr="00C2656B" w:rsidRDefault="00517F6B" w:rsidP="00574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6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1.10. Приложение 2 к муниципальной программе «Обеспечение населения муниципального образования «Городской округ Ногликский» качественными услугами жилищно-коммунального хозяйства» изложить в новой редакции согласно приложению 2 к настоящему постановлению.</w:t>
      </w:r>
    </w:p>
    <w:p w14:paraId="5041B3E4" w14:textId="77777777" w:rsidR="00517F6B" w:rsidRPr="00C2656B" w:rsidRDefault="00517F6B" w:rsidP="00574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6B">
        <w:rPr>
          <w:rFonts w:ascii="Times New Roman" w:eastAsia="Times New Roman" w:hAnsi="Times New Roman"/>
          <w:sz w:val="28"/>
          <w:szCs w:val="28"/>
          <w:lang w:eastAsia="ru-RU"/>
        </w:rPr>
        <w:t>1.11. Приложение 3 к муниципальной программе «Обеспечение населения муниципального образования «Городской округ Ногликский» качественными услугами жилищно-коммунального хозяйства» изложить в новой редакции согласно приложению 3 к настоящему постановлению.</w:t>
      </w:r>
    </w:p>
    <w:p w14:paraId="039F1004" w14:textId="77777777" w:rsidR="00517F6B" w:rsidRPr="00C2656B" w:rsidRDefault="00517F6B" w:rsidP="00574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6B">
        <w:rPr>
          <w:rFonts w:ascii="Times New Roman" w:eastAsia="Times New Roman" w:hAnsi="Times New Roman"/>
          <w:sz w:val="28"/>
          <w:szCs w:val="28"/>
          <w:lang w:eastAsia="ru-RU"/>
        </w:rPr>
        <w:t>1.12. Приложение 1 к Подпрограмме 1 изложить в новой редакции согласно приложению 4 к настоящему постановлению.</w:t>
      </w:r>
    </w:p>
    <w:p w14:paraId="0836294C" w14:textId="77777777" w:rsidR="00517F6B" w:rsidRPr="00C2656B" w:rsidRDefault="00517F6B" w:rsidP="00574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6B">
        <w:rPr>
          <w:rFonts w:ascii="Times New Roman" w:eastAsia="Times New Roman" w:hAnsi="Times New Roman"/>
          <w:sz w:val="28"/>
          <w:szCs w:val="28"/>
          <w:lang w:eastAsia="ru-RU"/>
        </w:rPr>
        <w:t>1.13. Приложение 2 к Подпрограмме 1 изложить в новой редакции согласно приложению 5 к настоящему постановлению.</w:t>
      </w:r>
    </w:p>
    <w:p w14:paraId="20DAF2CC" w14:textId="77777777" w:rsidR="00517F6B" w:rsidRPr="00C2656B" w:rsidRDefault="00517F6B" w:rsidP="00574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6B">
        <w:rPr>
          <w:rFonts w:ascii="Times New Roman" w:eastAsia="Times New Roman" w:hAnsi="Times New Roman"/>
          <w:sz w:val="28"/>
          <w:szCs w:val="28"/>
          <w:lang w:eastAsia="ru-RU"/>
        </w:rPr>
        <w:t>1.14. Приложение 3 к Подпрограмме 1 изложить в новой редакции согласно приложению 6 к настоящему постановлению.</w:t>
      </w:r>
    </w:p>
    <w:p w14:paraId="0AA139B4" w14:textId="77777777" w:rsidR="00517F6B" w:rsidRPr="00C2656B" w:rsidRDefault="00517F6B" w:rsidP="00574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6B">
        <w:rPr>
          <w:rFonts w:ascii="Times New Roman" w:eastAsia="Times New Roman" w:hAnsi="Times New Roman"/>
          <w:sz w:val="28"/>
          <w:szCs w:val="28"/>
          <w:lang w:eastAsia="ru-RU"/>
        </w:rPr>
        <w:t>1.15. Приложение 4 к Подпрограмме 1 изложить в новой редакции согласно приложению 7 к настоящему постановлению.</w:t>
      </w:r>
    </w:p>
    <w:p w14:paraId="662F6DB4" w14:textId="77777777" w:rsidR="00517F6B" w:rsidRPr="00C2656B" w:rsidRDefault="00517F6B" w:rsidP="00574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6B">
        <w:rPr>
          <w:rFonts w:ascii="Times New Roman" w:eastAsia="Times New Roman" w:hAnsi="Times New Roman"/>
          <w:sz w:val="28"/>
          <w:szCs w:val="28"/>
          <w:lang w:eastAsia="ru-RU"/>
        </w:rPr>
        <w:t xml:space="preserve">1.16. Приложение 1 к Подпрограмме 2 изложить в новой редакции согласно приложению 8 к настоящему постановлению. </w:t>
      </w:r>
    </w:p>
    <w:p w14:paraId="44907EE3" w14:textId="77777777" w:rsidR="00517F6B" w:rsidRPr="00C2656B" w:rsidRDefault="00517F6B" w:rsidP="00574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6B">
        <w:rPr>
          <w:rFonts w:ascii="Times New Roman" w:eastAsia="Times New Roman" w:hAnsi="Times New Roman"/>
          <w:sz w:val="28"/>
          <w:szCs w:val="28"/>
          <w:lang w:eastAsia="ru-RU"/>
        </w:rPr>
        <w:t>1.17. Приложение 2 к Подпрограмме 2 изложить в новой редакции согласно приложению 9 к настоящему постановлению.</w:t>
      </w:r>
    </w:p>
    <w:p w14:paraId="7660A4E6" w14:textId="77777777" w:rsidR="00517F6B" w:rsidRPr="00C2656B" w:rsidRDefault="00517F6B" w:rsidP="00574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6B">
        <w:rPr>
          <w:rFonts w:ascii="Times New Roman" w:eastAsia="Times New Roman" w:hAnsi="Times New Roman"/>
          <w:sz w:val="28"/>
          <w:szCs w:val="28"/>
          <w:lang w:eastAsia="ru-RU"/>
        </w:rPr>
        <w:t>1.18. Приложение 3 к Подпрограмме 2 изложить в новой редакции согласно приложению 10 к настоящему постановлению.</w:t>
      </w:r>
    </w:p>
    <w:p w14:paraId="74A314F8" w14:textId="77777777" w:rsidR="00517F6B" w:rsidRPr="00C2656B" w:rsidRDefault="00517F6B" w:rsidP="00574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6B">
        <w:rPr>
          <w:rFonts w:ascii="Times New Roman" w:eastAsia="Times New Roman" w:hAnsi="Times New Roman"/>
          <w:sz w:val="28"/>
          <w:szCs w:val="28"/>
          <w:lang w:eastAsia="ru-RU"/>
        </w:rPr>
        <w:t>1.19. Приложение 1 к Подпрограмме 3 изложить в новой редакции согласно приложению 11 к настоящему постановлению.</w:t>
      </w:r>
    </w:p>
    <w:p w14:paraId="2F687364" w14:textId="77777777" w:rsidR="00517F6B" w:rsidRPr="00C2656B" w:rsidRDefault="00517F6B" w:rsidP="00574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6B">
        <w:rPr>
          <w:rFonts w:ascii="Times New Roman" w:eastAsia="Times New Roman" w:hAnsi="Times New Roman"/>
          <w:sz w:val="28"/>
          <w:szCs w:val="28"/>
          <w:lang w:eastAsia="ru-RU"/>
        </w:rPr>
        <w:t>1.20. Приложение 2 к Подпрограмме 3 изложить в новой редакции согласно приложению 12 к настоящему постановлению.</w:t>
      </w:r>
    </w:p>
    <w:p w14:paraId="551FA290" w14:textId="77777777" w:rsidR="00517F6B" w:rsidRDefault="00517F6B" w:rsidP="00574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6B">
        <w:rPr>
          <w:rFonts w:ascii="Times New Roman" w:eastAsia="Times New Roman" w:hAnsi="Times New Roman"/>
          <w:sz w:val="28"/>
          <w:szCs w:val="28"/>
          <w:lang w:eastAsia="ru-RU"/>
        </w:rPr>
        <w:t>1.21. Приложение 3 к Подпрогра</w:t>
      </w:r>
      <w:bookmarkStart w:id="1" w:name="_GoBack"/>
      <w:bookmarkEnd w:id="1"/>
      <w:r w:rsidRPr="00C2656B">
        <w:rPr>
          <w:rFonts w:ascii="Times New Roman" w:eastAsia="Times New Roman" w:hAnsi="Times New Roman"/>
          <w:sz w:val="28"/>
          <w:szCs w:val="28"/>
          <w:lang w:eastAsia="ru-RU"/>
        </w:rPr>
        <w:t>мме 3 изложить в новой</w:t>
      </w:r>
      <w:r w:rsidRPr="00E851AD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редакции согласно приложению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Pr="00E851A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14:paraId="39AC42FB" w14:textId="44A9D57A" w:rsidR="00517F6B" w:rsidRPr="00E851AD" w:rsidRDefault="00517F6B" w:rsidP="00574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51AD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</w:t>
      </w:r>
      <w:r w:rsidR="00FC1E26">
        <w:rPr>
          <w:rFonts w:ascii="Times New Roman" w:eastAsia="Times New Roman" w:hAnsi="Times New Roman"/>
          <w:sz w:val="28"/>
          <w:szCs w:val="28"/>
          <w:lang w:eastAsia="ru-RU"/>
        </w:rPr>
        <w:t xml:space="preserve">ионно-телекоммуникационной сети </w:t>
      </w:r>
      <w:r w:rsidRPr="00E851AD">
        <w:rPr>
          <w:rFonts w:ascii="Times New Roman" w:eastAsia="Times New Roman" w:hAnsi="Times New Roman"/>
          <w:sz w:val="28"/>
          <w:szCs w:val="28"/>
          <w:lang w:eastAsia="ru-RU"/>
        </w:rPr>
        <w:t>«Интернет».</w:t>
      </w:r>
    </w:p>
    <w:p w14:paraId="20927AC4" w14:textId="2FC1FFEC" w:rsidR="00517F6B" w:rsidRPr="00E851AD" w:rsidRDefault="00517F6B" w:rsidP="00574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51AD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</w:t>
      </w:r>
      <w:r w:rsidR="00FC1E26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возложить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исполняющего обязанности первого вице-мэра муниципального образования «Городской округ Ногликский» Водолагу О.В.</w:t>
      </w:r>
    </w:p>
    <w:p w14:paraId="7E08DB13" w14:textId="77777777" w:rsidR="00517F6B" w:rsidRDefault="00517F6B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327D8C1" w14:textId="77777777" w:rsidR="00F90044" w:rsidRDefault="00F90044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D7E40FF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D7E4105" w14:textId="57441644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EC7C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CB106A">
      <w:headerReference w:type="default" r:id="rId7"/>
      <w:foot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8776E" w14:textId="77777777" w:rsidR="00AD4664" w:rsidRDefault="00AD4664" w:rsidP="0033636C">
      <w:pPr>
        <w:spacing w:after="0" w:line="240" w:lineRule="auto"/>
      </w:pPr>
      <w:r>
        <w:separator/>
      </w:r>
    </w:p>
  </w:endnote>
  <w:endnote w:type="continuationSeparator" w:id="0">
    <w:p w14:paraId="215262D4" w14:textId="77777777" w:rsidR="00AD4664" w:rsidRDefault="00AD4664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E410C" w14:textId="7B8BC297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810583" w14:textId="77777777" w:rsidR="00AD4664" w:rsidRDefault="00AD4664" w:rsidP="0033636C">
      <w:pPr>
        <w:spacing w:after="0" w:line="240" w:lineRule="auto"/>
      </w:pPr>
      <w:r>
        <w:separator/>
      </w:r>
    </w:p>
  </w:footnote>
  <w:footnote w:type="continuationSeparator" w:id="0">
    <w:p w14:paraId="569ADE23" w14:textId="77777777" w:rsidR="00AD4664" w:rsidRDefault="00AD4664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9088109"/>
      <w:docPartObj>
        <w:docPartGallery w:val="Page Numbers (Top of Page)"/>
        <w:docPartUnique/>
      </w:docPartObj>
    </w:sdtPr>
    <w:sdtEndPr/>
    <w:sdtContent>
      <w:p w14:paraId="4A4A88F0" w14:textId="472009DC" w:rsidR="00CB106A" w:rsidRDefault="00CB10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ECC">
          <w:rPr>
            <w:noProof/>
          </w:rPr>
          <w:t>20</w:t>
        </w:r>
        <w:r>
          <w:fldChar w:fldCharType="end"/>
        </w:r>
      </w:p>
    </w:sdtContent>
  </w:sdt>
  <w:p w14:paraId="0998A2FE" w14:textId="77777777" w:rsidR="00CB106A" w:rsidRDefault="00CB10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46967"/>
    <w:rsid w:val="00185FEC"/>
    <w:rsid w:val="001E1F9F"/>
    <w:rsid w:val="002003DC"/>
    <w:rsid w:val="002E12B9"/>
    <w:rsid w:val="002E1FDE"/>
    <w:rsid w:val="0033636C"/>
    <w:rsid w:val="003E4257"/>
    <w:rsid w:val="00496766"/>
    <w:rsid w:val="00517F6B"/>
    <w:rsid w:val="00520CBF"/>
    <w:rsid w:val="005215C5"/>
    <w:rsid w:val="00563D69"/>
    <w:rsid w:val="00574118"/>
    <w:rsid w:val="00586D5B"/>
    <w:rsid w:val="006C36A0"/>
    <w:rsid w:val="00702017"/>
    <w:rsid w:val="008629FA"/>
    <w:rsid w:val="00987DB5"/>
    <w:rsid w:val="00AC72C8"/>
    <w:rsid w:val="00AD4664"/>
    <w:rsid w:val="00B10ED9"/>
    <w:rsid w:val="00B25688"/>
    <w:rsid w:val="00C02849"/>
    <w:rsid w:val="00CB106A"/>
    <w:rsid w:val="00CE600A"/>
    <w:rsid w:val="00D12794"/>
    <w:rsid w:val="00D67BD8"/>
    <w:rsid w:val="00DE2C98"/>
    <w:rsid w:val="00DE7ECC"/>
    <w:rsid w:val="00DF7897"/>
    <w:rsid w:val="00E37B8A"/>
    <w:rsid w:val="00E5646A"/>
    <w:rsid w:val="00E609BC"/>
    <w:rsid w:val="00EC7C74"/>
    <w:rsid w:val="00F90044"/>
    <w:rsid w:val="00FC1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E40E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17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7F6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37156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37156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7156F"/>
    <w:rsid w:val="004E1F3B"/>
    <w:rsid w:val="00A53030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89</TotalTime>
  <Pages>20</Pages>
  <Words>5184</Words>
  <Characters>29554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20</cp:revision>
  <cp:lastPrinted>2023-08-24T02:52:00Z</cp:lastPrinted>
  <dcterms:created xsi:type="dcterms:W3CDTF">2020-04-07T04:52:00Z</dcterms:created>
  <dcterms:modified xsi:type="dcterms:W3CDTF">2023-08-24T02:54:00Z</dcterms:modified>
</cp:coreProperties>
</file>