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188C75C" w14:textId="77777777" w:rsidTr="00987DB5">
        <w:tc>
          <w:tcPr>
            <w:tcW w:w="9498" w:type="dxa"/>
          </w:tcPr>
          <w:p w14:paraId="3188C75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188C773" wp14:editId="3188C77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88C75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188C75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188C75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188C75D" w14:textId="2531F369" w:rsidR="0033636C" w:rsidRPr="008D6D4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8D6D4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D6D45" w:rsidRPr="008D6D45">
            <w:rPr>
              <w:rFonts w:ascii="Times New Roman" w:hAnsi="Times New Roman"/>
              <w:sz w:val="28"/>
              <w:szCs w:val="28"/>
            </w:rPr>
            <w:t>17 сентября 2024 года</w:t>
          </w:r>
        </w:sdtContent>
      </w:sdt>
      <w:r w:rsidRPr="008D6D4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8D6D45" w:rsidRPr="008D6D45">
            <w:rPr>
              <w:rFonts w:ascii="Times New Roman" w:hAnsi="Times New Roman"/>
              <w:sz w:val="28"/>
              <w:szCs w:val="28"/>
            </w:rPr>
            <w:t>542</w:t>
          </w:r>
        </w:sdtContent>
      </w:sdt>
    </w:p>
    <w:bookmarkEnd w:id="0"/>
    <w:p w14:paraId="3188C75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7E7E356" w14:textId="77777777" w:rsidR="008F5484" w:rsidRDefault="008F5484" w:rsidP="00DB5E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</w:t>
      </w:r>
      <w:r w:rsidR="0033636C" w:rsidRPr="008F5484">
        <w:rPr>
          <w:rFonts w:ascii="Times New Roman" w:hAnsi="Times New Roman"/>
          <w:b/>
          <w:sz w:val="28"/>
          <w:szCs w:val="28"/>
        </w:rPr>
        <w:t xml:space="preserve">оложения о консультативном совете </w:t>
      </w:r>
    </w:p>
    <w:p w14:paraId="5E8F4837" w14:textId="77777777" w:rsidR="008F5484" w:rsidRDefault="0033636C" w:rsidP="00DB5E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484">
        <w:rPr>
          <w:rFonts w:ascii="Times New Roman" w:hAnsi="Times New Roman"/>
          <w:b/>
          <w:sz w:val="28"/>
          <w:szCs w:val="28"/>
        </w:rPr>
        <w:t xml:space="preserve">при администрации муниципального образования </w:t>
      </w:r>
    </w:p>
    <w:p w14:paraId="22798C01" w14:textId="2869FC10" w:rsidR="00830026" w:rsidRDefault="0052471A" w:rsidP="00DB5E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  <w:r w:rsidR="0033636C" w:rsidRPr="008F5484">
        <w:rPr>
          <w:rFonts w:ascii="Times New Roman" w:hAnsi="Times New Roman"/>
          <w:b/>
          <w:sz w:val="28"/>
          <w:szCs w:val="28"/>
        </w:rPr>
        <w:t xml:space="preserve"> по вопросам развития </w:t>
      </w:r>
    </w:p>
    <w:p w14:paraId="3188C75F" w14:textId="6F6C22A2" w:rsidR="0033636C" w:rsidRPr="008F5484" w:rsidRDefault="0033636C" w:rsidP="00DB5E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5484">
        <w:rPr>
          <w:rFonts w:ascii="Times New Roman" w:hAnsi="Times New Roman"/>
          <w:b/>
          <w:sz w:val="28"/>
          <w:szCs w:val="28"/>
        </w:rPr>
        <w:t>и поддержки малого и среднего предпринимательства</w:t>
      </w:r>
    </w:p>
    <w:p w14:paraId="3188C760" w14:textId="77777777" w:rsidR="00185FEC" w:rsidRDefault="00185FEC" w:rsidP="00DB5E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91E9F56" w14:textId="77777777" w:rsidR="00DB5EFB" w:rsidRDefault="00DB5EFB" w:rsidP="00DB5E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88C761" w14:textId="6731AA02" w:rsidR="00E609BC" w:rsidRDefault="00E50E4B" w:rsidP="00DB5EF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235FE4">
        <w:rPr>
          <w:rFonts w:ascii="Times New Roman" w:hAnsi="Times New Roman"/>
          <w:sz w:val="28"/>
          <w:szCs w:val="28"/>
        </w:rPr>
        <w:t xml:space="preserve">соответствии с Федеральными законами от 06.10.2003 № 131-ФЗ «Об общих принципах организации местного самоуправления в Российской Федерации», от 24.07.2007 № 209-ФЗ «О развитии малого и среднего предпринимательства в Российской Федерации», руководствуясь ст. 36 Устава муниципального образования «Городской округ </w:t>
      </w:r>
      <w:proofErr w:type="spellStart"/>
      <w:r w:rsidR="00235FE4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235FE4">
        <w:rPr>
          <w:rFonts w:ascii="Times New Roman" w:hAnsi="Times New Roman"/>
          <w:sz w:val="28"/>
          <w:szCs w:val="28"/>
        </w:rPr>
        <w:t xml:space="preserve">», </w:t>
      </w:r>
      <w:r w:rsidR="00DB5EFB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«Городской округ </w:t>
      </w:r>
      <w:proofErr w:type="spellStart"/>
      <w:r w:rsidR="00DB5EF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DB5EFB">
        <w:rPr>
          <w:rFonts w:ascii="Times New Roman" w:hAnsi="Times New Roman"/>
          <w:sz w:val="28"/>
          <w:szCs w:val="28"/>
        </w:rPr>
        <w:t xml:space="preserve">» </w:t>
      </w:r>
      <w:r w:rsidR="00DB5EFB">
        <w:rPr>
          <w:rFonts w:ascii="Times New Roman" w:hAnsi="Times New Roman"/>
          <w:b/>
          <w:sz w:val="28"/>
          <w:szCs w:val="28"/>
        </w:rPr>
        <w:t>ПОСТАНОВЛЯЕТ</w:t>
      </w:r>
      <w:r w:rsidR="00235FE4" w:rsidRPr="00235FE4">
        <w:rPr>
          <w:rFonts w:ascii="Times New Roman" w:hAnsi="Times New Roman"/>
          <w:b/>
          <w:sz w:val="28"/>
          <w:szCs w:val="28"/>
        </w:rPr>
        <w:t>:</w:t>
      </w:r>
    </w:p>
    <w:p w14:paraId="3ABDDE2C" w14:textId="329F3035" w:rsidR="00A26BDD" w:rsidRDefault="00A26BDD" w:rsidP="00DB5E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BDD">
        <w:rPr>
          <w:rFonts w:ascii="Times New Roman" w:hAnsi="Times New Roman"/>
          <w:sz w:val="28"/>
          <w:szCs w:val="28"/>
        </w:rPr>
        <w:t>1. Утвердить Положение о консультативном совете при администрации муни</w:t>
      </w:r>
      <w:r w:rsidR="0052471A">
        <w:rPr>
          <w:rFonts w:ascii="Times New Roman" w:hAnsi="Times New Roman"/>
          <w:sz w:val="28"/>
          <w:szCs w:val="28"/>
        </w:rPr>
        <w:t xml:space="preserve">ципального образования «Городской округ </w:t>
      </w:r>
      <w:proofErr w:type="spellStart"/>
      <w:r w:rsidR="0052471A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52471A">
        <w:rPr>
          <w:rFonts w:ascii="Times New Roman" w:hAnsi="Times New Roman"/>
          <w:sz w:val="28"/>
          <w:szCs w:val="28"/>
        </w:rPr>
        <w:t>»</w:t>
      </w:r>
      <w:r w:rsidRPr="00A26BDD">
        <w:rPr>
          <w:rFonts w:ascii="Times New Roman" w:hAnsi="Times New Roman"/>
          <w:sz w:val="28"/>
          <w:szCs w:val="28"/>
        </w:rPr>
        <w:t xml:space="preserve"> по вопросам развития и поддержки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>.</w:t>
      </w:r>
    </w:p>
    <w:p w14:paraId="4C417961" w14:textId="6F498108" w:rsidR="00A26BDD" w:rsidRDefault="00A26BDD" w:rsidP="00DB5E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</w:t>
      </w:r>
      <w:r w:rsidR="00DF1C04">
        <w:rPr>
          <w:rFonts w:ascii="Times New Roman" w:hAnsi="Times New Roman"/>
          <w:sz w:val="28"/>
          <w:szCs w:val="28"/>
        </w:rPr>
        <w:t xml:space="preserve">настоящее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="00DF1C04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DF1C04">
        <w:rPr>
          <w:rFonts w:ascii="Times New Roman" w:hAnsi="Times New Roman"/>
          <w:sz w:val="28"/>
          <w:szCs w:val="28"/>
        </w:rPr>
        <w:t>» в информационно-телекоммуникационной сети «Интернет».</w:t>
      </w:r>
    </w:p>
    <w:p w14:paraId="5E9AA627" w14:textId="7B88ED0B" w:rsidR="00DF1C04" w:rsidRDefault="00DF1C04" w:rsidP="00DB5E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89547B"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14:paraId="3188C76A" w14:textId="77777777" w:rsidR="008629FA" w:rsidRPr="00D12794" w:rsidRDefault="008629FA" w:rsidP="00DB5E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188C76B" w14:textId="7753ED78" w:rsidR="008629FA" w:rsidRDefault="008629FA" w:rsidP="00DB5E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9CA1BE9" w14:textId="77777777" w:rsidR="00DB5EFB" w:rsidRPr="00D12794" w:rsidRDefault="00DB5EFB" w:rsidP="00DB5E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188C76C" w14:textId="77777777" w:rsidR="008629FA" w:rsidRDefault="008629FA" w:rsidP="00DB5E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188C76D" w14:textId="2841AD99" w:rsidR="008629FA" w:rsidRPr="008629FA" w:rsidRDefault="008629FA" w:rsidP="00DB5E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B1A36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EB1A36">
        <w:rPr>
          <w:rFonts w:ascii="Times New Roman" w:hAnsi="Times New Roman"/>
          <w:sz w:val="28"/>
          <w:szCs w:val="28"/>
        </w:rPr>
        <w:t xml:space="preserve">      </w:t>
      </w:r>
      <w:r w:rsidR="0052471A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С.В.</w:t>
      </w:r>
      <w:r w:rsidR="0089547B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1C7C3" w14:textId="77777777" w:rsidR="00000804" w:rsidRDefault="00000804" w:rsidP="0033636C">
      <w:pPr>
        <w:spacing w:after="0" w:line="240" w:lineRule="auto"/>
      </w:pPr>
      <w:r>
        <w:separator/>
      </w:r>
    </w:p>
  </w:endnote>
  <w:endnote w:type="continuationSeparator" w:id="0">
    <w:p w14:paraId="08A5AEEE" w14:textId="77777777" w:rsidR="00000804" w:rsidRDefault="00000804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8C779" w14:textId="2593D965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AB2C9" w14:textId="77777777" w:rsidR="00000804" w:rsidRDefault="00000804" w:rsidP="0033636C">
      <w:pPr>
        <w:spacing w:after="0" w:line="240" w:lineRule="auto"/>
      </w:pPr>
      <w:r>
        <w:separator/>
      </w:r>
    </w:p>
  </w:footnote>
  <w:footnote w:type="continuationSeparator" w:id="0">
    <w:p w14:paraId="59DFFAAB" w14:textId="77777777" w:rsidR="00000804" w:rsidRDefault="00000804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0804"/>
    <w:rsid w:val="00006513"/>
    <w:rsid w:val="00053BD0"/>
    <w:rsid w:val="00185FEC"/>
    <w:rsid w:val="001E1F9F"/>
    <w:rsid w:val="002003DC"/>
    <w:rsid w:val="00235FE4"/>
    <w:rsid w:val="00251231"/>
    <w:rsid w:val="0033636C"/>
    <w:rsid w:val="003E4257"/>
    <w:rsid w:val="00520CBF"/>
    <w:rsid w:val="0052471A"/>
    <w:rsid w:val="00830026"/>
    <w:rsid w:val="008629FA"/>
    <w:rsid w:val="0089547B"/>
    <w:rsid w:val="008D6D45"/>
    <w:rsid w:val="008F5484"/>
    <w:rsid w:val="00987DB5"/>
    <w:rsid w:val="00A26BDD"/>
    <w:rsid w:val="00AC72C8"/>
    <w:rsid w:val="00B10ED9"/>
    <w:rsid w:val="00B25688"/>
    <w:rsid w:val="00B35CA5"/>
    <w:rsid w:val="00C02849"/>
    <w:rsid w:val="00D12794"/>
    <w:rsid w:val="00D67BD8"/>
    <w:rsid w:val="00DB5EFB"/>
    <w:rsid w:val="00DF1C04"/>
    <w:rsid w:val="00DF7897"/>
    <w:rsid w:val="00E37B8A"/>
    <w:rsid w:val="00E50E4B"/>
    <w:rsid w:val="00E609BC"/>
    <w:rsid w:val="00EB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8C75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BD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D6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D6D4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587E1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587E1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31634"/>
    <w:rsid w:val="00587E17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90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15</cp:revision>
  <cp:lastPrinted>2024-09-17T04:00:00Z</cp:lastPrinted>
  <dcterms:created xsi:type="dcterms:W3CDTF">2020-04-07T04:52:00Z</dcterms:created>
  <dcterms:modified xsi:type="dcterms:W3CDTF">2024-09-17T04:06:00Z</dcterms:modified>
</cp:coreProperties>
</file>