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F7E060E" w14:textId="77777777" w:rsidTr="00987DB5">
        <w:tc>
          <w:tcPr>
            <w:tcW w:w="9498" w:type="dxa"/>
          </w:tcPr>
          <w:p w14:paraId="3F7E060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7E0625" wp14:editId="3F7E062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E060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F7E060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F7E060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F7E060F" w14:textId="3B4975C3" w:rsidR="0033636C" w:rsidRPr="00E716A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6A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716A9" w:rsidRPr="00E716A9">
            <w:rPr>
              <w:rFonts w:ascii="Times New Roman" w:hAnsi="Times New Roman"/>
              <w:sz w:val="28"/>
              <w:szCs w:val="28"/>
            </w:rPr>
            <w:t>04 октября 2022 года</w:t>
          </w:r>
        </w:sdtContent>
      </w:sdt>
      <w:r w:rsidRPr="00E716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716A9" w:rsidRPr="00E716A9">
            <w:rPr>
              <w:rFonts w:ascii="Times New Roman" w:hAnsi="Times New Roman"/>
              <w:sz w:val="28"/>
              <w:szCs w:val="28"/>
            </w:rPr>
            <w:t>547</w:t>
          </w:r>
        </w:sdtContent>
      </w:sdt>
    </w:p>
    <w:p w14:paraId="3F7E061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F7E0611" w14:textId="19FCB2D0" w:rsidR="0033636C" w:rsidRPr="002D0024" w:rsidRDefault="0033636C" w:rsidP="00084B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0024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496198">
        <w:rPr>
          <w:rFonts w:ascii="Times New Roman" w:hAnsi="Times New Roman"/>
          <w:b/>
          <w:sz w:val="28"/>
          <w:szCs w:val="28"/>
        </w:rPr>
        <w:br/>
      </w:r>
      <w:r w:rsidRPr="002D0024">
        <w:rPr>
          <w:rFonts w:ascii="Times New Roman" w:hAnsi="Times New Roman"/>
          <w:b/>
          <w:sz w:val="28"/>
          <w:szCs w:val="28"/>
        </w:rPr>
        <w:t>предоставления муниципальной услуги «Предоставление жилых помещений муниципального жилищного фонда коммерческого использования на условиях договора найма жилых помещений»</w:t>
      </w:r>
    </w:p>
    <w:p w14:paraId="3F7E0612" w14:textId="77777777" w:rsidR="00185FEC" w:rsidRDefault="00185FEC" w:rsidP="00084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BC022F" w14:textId="4116D580" w:rsidR="002D0024" w:rsidRPr="00084BDB" w:rsidRDefault="002D0024" w:rsidP="003000E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084BDB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084BD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0AC8511" w14:textId="24097661" w:rsidR="002D0024" w:rsidRPr="0054790D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C4E2C">
        <w:rPr>
          <w:rFonts w:ascii="Times New Roman" w:hAnsi="Times New Roman"/>
          <w:sz w:val="28"/>
          <w:szCs w:val="28"/>
        </w:rPr>
        <w:t xml:space="preserve">Предоставление жилых помещений </w:t>
      </w:r>
      <w:r>
        <w:rPr>
          <w:rFonts w:ascii="Times New Roman" w:hAnsi="Times New Roman"/>
          <w:sz w:val="28"/>
          <w:szCs w:val="28"/>
        </w:rPr>
        <w:t>муниципального жилищного фонда коммерческого использования на условиях</w:t>
      </w:r>
      <w:r w:rsidRPr="005C4E2C">
        <w:rPr>
          <w:rFonts w:ascii="Times New Roman" w:hAnsi="Times New Roman"/>
          <w:sz w:val="28"/>
          <w:szCs w:val="28"/>
        </w:rPr>
        <w:t xml:space="preserve"> договора</w:t>
      </w:r>
      <w:r>
        <w:rPr>
          <w:rFonts w:ascii="Times New Roman" w:hAnsi="Times New Roman"/>
          <w:sz w:val="28"/>
          <w:szCs w:val="28"/>
        </w:rPr>
        <w:t xml:space="preserve"> найма жилых помещений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7579954B" w14:textId="38F26543" w:rsidR="002D0024" w:rsidRPr="0054790D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A6112D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</w:t>
      </w:r>
      <w:bookmarkStart w:id="0" w:name="_GoBack"/>
      <w:bookmarkEnd w:id="0"/>
      <w:r w:rsidRPr="0054790D">
        <w:rPr>
          <w:rFonts w:ascii="Times New Roman" w:hAnsi="Times New Roman"/>
          <w:sz w:val="28"/>
          <w:szCs w:val="28"/>
        </w:rPr>
        <w:t>уг Ногликский»:</w:t>
      </w:r>
    </w:p>
    <w:p w14:paraId="54616052" w14:textId="750B9396" w:rsidR="002D0024" w:rsidRPr="0054790D" w:rsidRDefault="00084BDB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0024" w:rsidRPr="0054790D">
        <w:rPr>
          <w:rFonts w:ascii="Times New Roman" w:hAnsi="Times New Roman"/>
          <w:sz w:val="28"/>
          <w:szCs w:val="28"/>
        </w:rPr>
        <w:t xml:space="preserve">от </w:t>
      </w:r>
      <w:r w:rsidR="002D0024">
        <w:rPr>
          <w:rFonts w:ascii="Times New Roman" w:hAnsi="Times New Roman"/>
          <w:sz w:val="28"/>
          <w:szCs w:val="28"/>
        </w:rPr>
        <w:t>17</w:t>
      </w:r>
      <w:r w:rsidR="002D0024" w:rsidRPr="0054790D">
        <w:rPr>
          <w:rFonts w:ascii="Times New Roman" w:hAnsi="Times New Roman"/>
          <w:sz w:val="28"/>
          <w:szCs w:val="28"/>
        </w:rPr>
        <w:t>.0</w:t>
      </w:r>
      <w:r w:rsidR="002D0024">
        <w:rPr>
          <w:rFonts w:ascii="Times New Roman" w:hAnsi="Times New Roman"/>
          <w:sz w:val="28"/>
          <w:szCs w:val="28"/>
        </w:rPr>
        <w:t>7</w:t>
      </w:r>
      <w:r w:rsidR="002D0024" w:rsidRPr="0054790D">
        <w:rPr>
          <w:rFonts w:ascii="Times New Roman" w:hAnsi="Times New Roman"/>
          <w:sz w:val="28"/>
          <w:szCs w:val="28"/>
        </w:rPr>
        <w:t>.2018 № 6</w:t>
      </w:r>
      <w:r w:rsidR="002D0024">
        <w:rPr>
          <w:rFonts w:ascii="Times New Roman" w:hAnsi="Times New Roman"/>
          <w:sz w:val="28"/>
          <w:szCs w:val="28"/>
        </w:rPr>
        <w:t>88</w:t>
      </w:r>
      <w:r w:rsidR="002D0024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D0024" w:rsidRPr="005C4E2C">
        <w:rPr>
          <w:rFonts w:ascii="Times New Roman" w:hAnsi="Times New Roman"/>
          <w:sz w:val="28"/>
          <w:szCs w:val="28"/>
        </w:rPr>
        <w:t xml:space="preserve">Предоставление жилых помещений </w:t>
      </w:r>
      <w:r w:rsidR="002D0024">
        <w:rPr>
          <w:rFonts w:ascii="Times New Roman" w:hAnsi="Times New Roman"/>
          <w:sz w:val="28"/>
          <w:szCs w:val="28"/>
        </w:rPr>
        <w:t>муниципального жилищного фонда на условиях договора коммерческого использования»,</w:t>
      </w:r>
      <w:r w:rsidR="002D0024" w:rsidRPr="0054790D">
        <w:rPr>
          <w:rFonts w:ascii="Times New Roman" w:hAnsi="Times New Roman"/>
          <w:sz w:val="28"/>
          <w:szCs w:val="28"/>
        </w:rPr>
        <w:t xml:space="preserve"> за исключением пункта 2;</w:t>
      </w:r>
    </w:p>
    <w:p w14:paraId="36B91BC2" w14:textId="4B94F1DD" w:rsidR="002D0024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909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66A9F84" w14:textId="1230B532" w:rsidR="002D0024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06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421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3767413" w14:textId="1985F58F" w:rsidR="002D0024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635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224FF71D" w14:textId="54AEE8B1" w:rsidR="002D0024" w:rsidRPr="0054790D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241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70C7D0E6" w14:textId="6781C6F8" w:rsidR="002D0024" w:rsidRPr="0054790D" w:rsidRDefault="002D0024" w:rsidP="0030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E61658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A5FEB1" w14:textId="42FF1F2D" w:rsidR="002D0024" w:rsidRPr="00E61658" w:rsidRDefault="002D0024" w:rsidP="0030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</w:t>
      </w:r>
      <w:r w:rsidR="00E61658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E61658">
        <w:rPr>
          <w:rFonts w:ascii="Times New Roman" w:hAnsi="Times New Roman" w:cs="Times New Roman"/>
          <w:sz w:val="28"/>
          <w:szCs w:val="28"/>
        </w:rPr>
        <w:br/>
        <w:t>за собой.</w:t>
      </w:r>
    </w:p>
    <w:p w14:paraId="3F7E061A" w14:textId="043E616F" w:rsidR="008629FA" w:rsidRPr="002D0024" w:rsidRDefault="00084BDB" w:rsidP="0030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D0024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F7E061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F7E061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6A219FE" w14:textId="016F33DE" w:rsidR="00E61658" w:rsidRDefault="00E6165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3F7E061E" w14:textId="53CBEE7A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F7E061F" w14:textId="07BF154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2D0024">
        <w:rPr>
          <w:rFonts w:ascii="Times New Roman" w:hAnsi="Times New Roman"/>
          <w:sz w:val="28"/>
          <w:szCs w:val="28"/>
        </w:rPr>
        <w:t>ой округ Ногликский»</w:t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E6165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2D0024">
        <w:rPr>
          <w:rFonts w:ascii="Times New Roman" w:hAnsi="Times New Roman"/>
          <w:sz w:val="28"/>
          <w:szCs w:val="28"/>
        </w:rPr>
        <w:t xml:space="preserve"> </w:t>
      </w:r>
      <w:r w:rsidR="00E61658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084BD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E062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F7E062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E062B" w14:textId="3F6986C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E062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F7E062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726604"/>
      <w:docPartObj>
        <w:docPartGallery w:val="Page Numbers (Top of Page)"/>
        <w:docPartUnique/>
      </w:docPartObj>
    </w:sdtPr>
    <w:sdtEndPr/>
    <w:sdtContent>
      <w:p w14:paraId="54322B0E" w14:textId="62455BEA" w:rsidR="00084BDB" w:rsidRDefault="00084B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6A9">
          <w:rPr>
            <w:noProof/>
          </w:rPr>
          <w:t>2</w:t>
        </w:r>
        <w:r>
          <w:fldChar w:fldCharType="end"/>
        </w:r>
      </w:p>
    </w:sdtContent>
  </w:sdt>
  <w:p w14:paraId="139F4630" w14:textId="77777777" w:rsidR="00084BDB" w:rsidRDefault="00084B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BDB"/>
    <w:rsid w:val="00185FEC"/>
    <w:rsid w:val="001E1F9F"/>
    <w:rsid w:val="002003DC"/>
    <w:rsid w:val="002D0024"/>
    <w:rsid w:val="003000E2"/>
    <w:rsid w:val="0033636C"/>
    <w:rsid w:val="003E4257"/>
    <w:rsid w:val="00496198"/>
    <w:rsid w:val="004E1274"/>
    <w:rsid w:val="00520CBF"/>
    <w:rsid w:val="008629FA"/>
    <w:rsid w:val="00987DB5"/>
    <w:rsid w:val="00A6112D"/>
    <w:rsid w:val="00AC72C8"/>
    <w:rsid w:val="00B10ED9"/>
    <w:rsid w:val="00B25688"/>
    <w:rsid w:val="00B42861"/>
    <w:rsid w:val="00C02849"/>
    <w:rsid w:val="00D12794"/>
    <w:rsid w:val="00D67BD8"/>
    <w:rsid w:val="00DF7897"/>
    <w:rsid w:val="00E37B8A"/>
    <w:rsid w:val="00E609BC"/>
    <w:rsid w:val="00E61658"/>
    <w:rsid w:val="00E7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060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D00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D0024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A6A0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A6A0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A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2022-10-04T06:42:00Z</dcterms:modified>
</cp:coreProperties>
</file>