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660175" w14:textId="77777777" w:rsidTr="00987DB5">
        <w:tc>
          <w:tcPr>
            <w:tcW w:w="9498" w:type="dxa"/>
          </w:tcPr>
          <w:p w14:paraId="4266017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66018C" wp14:editId="4266018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6017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66017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266017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660176" w14:textId="25B7928D" w:rsidR="0033636C" w:rsidRPr="00C4480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448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34243">
            <w:rPr>
              <w:rFonts w:ascii="Times New Roman" w:hAnsi="Times New Roman"/>
              <w:sz w:val="28"/>
              <w:szCs w:val="28"/>
            </w:rPr>
            <w:t>12 октября 2022 года</w:t>
          </w:r>
        </w:sdtContent>
      </w:sdt>
      <w:r w:rsidRPr="00C4480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34243" w:rsidRPr="00E34243">
            <w:rPr>
              <w:rFonts w:ascii="Times New Roman" w:hAnsi="Times New Roman"/>
              <w:sz w:val="28"/>
              <w:szCs w:val="28"/>
            </w:rPr>
            <w:t>565</w:t>
          </w:r>
        </w:sdtContent>
      </w:sdt>
    </w:p>
    <w:p w14:paraId="4266017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660178" w14:textId="383055BF" w:rsidR="0033636C" w:rsidRPr="00C44801" w:rsidRDefault="0033636C" w:rsidP="00C44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801">
        <w:rPr>
          <w:rFonts w:ascii="Times New Roman" w:hAnsi="Times New Roman"/>
          <w:b/>
          <w:sz w:val="28"/>
          <w:szCs w:val="28"/>
        </w:rPr>
        <w:t>О</w:t>
      </w:r>
      <w:r w:rsidRPr="00C44801">
        <w:rPr>
          <w:b/>
          <w:sz w:val="28"/>
          <w:szCs w:val="28"/>
        </w:rPr>
        <w:t xml:space="preserve"> </w:t>
      </w:r>
      <w:r w:rsidRPr="00C44801">
        <w:rPr>
          <w:rFonts w:ascii="Times New Roman" w:hAnsi="Times New Roman"/>
          <w:b/>
          <w:sz w:val="28"/>
          <w:szCs w:val="28"/>
        </w:rPr>
        <w:t>внесении измен</w:t>
      </w:r>
      <w:r w:rsidR="00C44801" w:rsidRPr="00C44801"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  <w:r w:rsidR="00C44801" w:rsidRPr="00C44801">
        <w:rPr>
          <w:rFonts w:ascii="Times New Roman" w:hAnsi="Times New Roman"/>
          <w:b/>
          <w:sz w:val="28"/>
          <w:szCs w:val="28"/>
        </w:rPr>
        <w:br/>
      </w:r>
      <w:r w:rsidRPr="00C44801">
        <w:rPr>
          <w:rFonts w:ascii="Times New Roman" w:hAnsi="Times New Roman"/>
          <w:b/>
          <w:sz w:val="28"/>
          <w:szCs w:val="28"/>
        </w:rPr>
        <w:t>«Развитие культу</w:t>
      </w:r>
      <w:r w:rsidR="00C44801" w:rsidRPr="00C44801">
        <w:rPr>
          <w:rFonts w:ascii="Times New Roman" w:hAnsi="Times New Roman"/>
          <w:b/>
          <w:sz w:val="28"/>
          <w:szCs w:val="28"/>
        </w:rPr>
        <w:t xml:space="preserve">ры в муниципальном образовании </w:t>
      </w:r>
      <w:r w:rsidR="00C44801" w:rsidRPr="00C44801">
        <w:rPr>
          <w:rFonts w:ascii="Times New Roman" w:hAnsi="Times New Roman"/>
          <w:b/>
          <w:sz w:val="28"/>
          <w:szCs w:val="28"/>
        </w:rPr>
        <w:br/>
      </w:r>
      <w:r w:rsidRPr="00C44801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муниципального образования </w:t>
      </w:r>
      <w:r w:rsidR="00C44801" w:rsidRPr="00C44801">
        <w:rPr>
          <w:rFonts w:ascii="Times New Roman" w:hAnsi="Times New Roman"/>
          <w:b/>
          <w:sz w:val="28"/>
          <w:szCs w:val="28"/>
        </w:rPr>
        <w:br/>
      </w:r>
      <w:r w:rsidRPr="00C44801">
        <w:rPr>
          <w:rFonts w:ascii="Times New Roman" w:hAnsi="Times New Roman"/>
          <w:b/>
          <w:sz w:val="28"/>
          <w:szCs w:val="28"/>
        </w:rPr>
        <w:t>«Городской округ Ногликский» от 18.11.2015 № 784</w:t>
      </w:r>
    </w:p>
    <w:p w14:paraId="42660179" w14:textId="77777777" w:rsidR="00185FEC" w:rsidRPr="00C44801" w:rsidRDefault="00185FEC" w:rsidP="00C44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255002" w14:textId="448F2C2E" w:rsidR="00E974B1" w:rsidRPr="009B29B5" w:rsidRDefault="00E974B1" w:rsidP="00C4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18.11.2015 </w:t>
      </w:r>
      <w:r w:rsidRPr="009B29B5">
        <w:rPr>
          <w:rFonts w:ascii="Times New Roman" w:hAnsi="Times New Roman"/>
          <w:sz w:val="28"/>
          <w:szCs w:val="28"/>
        </w:rPr>
        <w:br/>
        <w:t xml:space="preserve">№ 784, в соответствие с уточненными бюджетными показателями </w:t>
      </w:r>
      <w:r w:rsidR="00C44801">
        <w:rPr>
          <w:rFonts w:ascii="Times New Roman" w:hAnsi="Times New Roman"/>
          <w:sz w:val="28"/>
          <w:szCs w:val="28"/>
        </w:rPr>
        <w:br/>
      </w:r>
      <w:r w:rsidRPr="009B29B5">
        <w:rPr>
          <w:rFonts w:ascii="Times New Roman" w:hAnsi="Times New Roman"/>
          <w:sz w:val="28"/>
          <w:szCs w:val="28"/>
        </w:rPr>
        <w:t xml:space="preserve">по состоянию на </w:t>
      </w:r>
      <w:r w:rsidR="00EB40C1" w:rsidRPr="00EB40C1">
        <w:rPr>
          <w:rFonts w:ascii="Times New Roman" w:hAnsi="Times New Roman"/>
          <w:sz w:val="28"/>
          <w:szCs w:val="28"/>
        </w:rPr>
        <w:t>01</w:t>
      </w:r>
      <w:r w:rsidR="00C44801">
        <w:rPr>
          <w:rFonts w:ascii="Times New Roman" w:hAnsi="Times New Roman"/>
          <w:sz w:val="28"/>
          <w:szCs w:val="28"/>
        </w:rPr>
        <w:t>.10.</w:t>
      </w:r>
      <w:r w:rsidRPr="009B29B5">
        <w:rPr>
          <w:rFonts w:ascii="Times New Roman" w:hAnsi="Times New Roman"/>
          <w:sz w:val="28"/>
          <w:szCs w:val="28"/>
        </w:rPr>
        <w:t>202</w:t>
      </w:r>
      <w:r w:rsidR="00EB40C1">
        <w:rPr>
          <w:rFonts w:ascii="Times New Roman" w:hAnsi="Times New Roman"/>
          <w:sz w:val="28"/>
          <w:szCs w:val="28"/>
        </w:rPr>
        <w:t>2</w:t>
      </w:r>
      <w:r w:rsidRPr="009B29B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  <w:bookmarkStart w:id="0" w:name="_Hlk30407272"/>
      <w:r w:rsidRPr="0060369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ем Собрания </w:t>
      </w:r>
      <w:r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0950A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09</w:t>
      </w:r>
      <w:r w:rsidR="00C44801">
        <w:rPr>
          <w:rFonts w:ascii="Times New Roman" w:hAnsi="Times New Roman"/>
          <w:sz w:val="28"/>
          <w:szCs w:val="28"/>
        </w:rPr>
        <w:t>.12.</w:t>
      </w:r>
      <w:r w:rsidRPr="000950A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0950A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186</w:t>
      </w:r>
      <w:r w:rsidRPr="00095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0950AF">
        <w:rPr>
          <w:rFonts w:ascii="Times New Roman" w:hAnsi="Times New Roman"/>
          <w:sz w:val="28"/>
          <w:szCs w:val="28"/>
        </w:rPr>
        <w:t>«О бюджете муниципального образования «Гор</w:t>
      </w:r>
      <w:bookmarkStart w:id="1" w:name="_GoBack"/>
      <w:bookmarkEnd w:id="1"/>
      <w:r w:rsidRPr="000950AF">
        <w:rPr>
          <w:rFonts w:ascii="Times New Roman" w:hAnsi="Times New Roman"/>
          <w:sz w:val="28"/>
          <w:szCs w:val="28"/>
        </w:rPr>
        <w:t xml:space="preserve">одской округ Ногликский» </w:t>
      </w:r>
      <w:r w:rsidR="00C44801">
        <w:rPr>
          <w:rFonts w:ascii="Times New Roman" w:hAnsi="Times New Roman"/>
          <w:sz w:val="28"/>
          <w:szCs w:val="28"/>
        </w:rPr>
        <w:br/>
      </w:r>
      <w:r w:rsidRPr="000950AF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0950A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</w:t>
      </w:r>
      <w:r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</w:t>
      </w:r>
      <w:r w:rsidR="00C44801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 xml:space="preserve">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B29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647B440D" w14:textId="4BADD34E" w:rsidR="00E974B1" w:rsidRPr="009B29B5" w:rsidRDefault="00E974B1" w:rsidP="00C4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редакции от 06.05.2016 № 359, от 15.08.2016 № 627, от 07.02.20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17 № 111, от 07.06.2017 № 368,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31.10.2017 № 845, от 21.12.2017 № 1093, от 27.02.2018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201, от 19.06.2018 № 573, 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24.12.2018 № 1251, от 09.04.2019 № 228, от 02.09.2019 № 666,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15.10.2019 № 767, от 17.04.2020 № 197, от 30.09.2020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476, от 14.12.2020 № 626, от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27.04.2021 № 230, от 16.09.2021 № 515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25.11.2021 № 649</w:t>
      </w:r>
      <w:r w:rsidR="00EB40C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B40C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61AA4">
        <w:rPr>
          <w:rFonts w:ascii="Times New Roman" w:eastAsia="Times New Roman" w:hAnsi="Times New Roman"/>
          <w:sz w:val="28"/>
          <w:szCs w:val="28"/>
          <w:lang w:eastAsia="ru-RU"/>
        </w:rPr>
        <w:t>26.05.2022 № 263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67B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(далее Программа)</w:t>
      </w:r>
      <w:r w:rsidR="00E67B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67EE9311" w14:textId="77777777" w:rsidR="00E974B1" w:rsidRDefault="00E974B1" w:rsidP="00C44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1.1. В паспорте Программы раздел «Объемы и источники финансирования муниципальной программы» изложить в следующей редакции:</w:t>
      </w:r>
    </w:p>
    <w:p w14:paraId="468CE60A" w14:textId="77777777" w:rsidR="00E974B1" w:rsidRDefault="00E974B1" w:rsidP="00C44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6095"/>
        <w:gridCol w:w="567"/>
      </w:tblGrid>
      <w:tr w:rsidR="00E974B1" w:rsidRPr="009B29B5" w14:paraId="05B85A73" w14:textId="77777777" w:rsidTr="00A9229A">
        <w:trPr>
          <w:trHeight w:val="725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661F8EF" w14:textId="03AB8F1C" w:rsidR="00E974B1" w:rsidRPr="009B29B5" w:rsidRDefault="00A9229A" w:rsidP="00A9229A">
            <w:pPr>
              <w:spacing w:after="0" w:line="240" w:lineRule="auto"/>
              <w:ind w:left="-17" w:firstLine="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1797A080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F50067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081D4836" w14:textId="77777777" w:rsidR="00E974B1" w:rsidRPr="009B29B5" w:rsidRDefault="00E974B1" w:rsidP="00C44801">
            <w:pPr>
              <w:spacing w:after="0" w:line="240" w:lineRule="auto"/>
              <w:ind w:left="-103" w:hanging="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6667FC75" w14:textId="77777777" w:rsidR="00E974B1" w:rsidRPr="009B29B5" w:rsidRDefault="00E974B1" w:rsidP="00C44801">
            <w:pPr>
              <w:spacing w:after="0" w:line="240" w:lineRule="auto"/>
              <w:ind w:left="-1014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4D013A" w14:textId="5FB41CC2" w:rsidR="00E974B1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 w:rsidR="00567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1 274 058,1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руб.,</w:t>
            </w:r>
          </w:p>
          <w:p w14:paraId="2B34D70D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52AE46B" w14:textId="5C5DAF79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C44801" w:rsidRPr="00C448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67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22 544,4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989966A" w14:textId="1A791C0E" w:rsidR="00E974B1" w:rsidRPr="009B29B5" w:rsidRDefault="00C4480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</w:t>
            </w:r>
            <w:r w:rsidRPr="00C448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E974B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567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251 330,</w:t>
            </w:r>
            <w:r w:rsidR="009150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E97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74B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2E5C4D88" w14:textId="6EBFC779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 w:rsidR="00C44801" w:rsidRPr="00C448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183,3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61718F9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5F25D5A2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49818523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бюджет – 14 603,1 тыс. руб.</w:t>
            </w:r>
          </w:p>
          <w:p w14:paraId="08DD6F07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31F914D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3BA07563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1 817,4 тыс. руб.;</w:t>
            </w:r>
          </w:p>
          <w:p w14:paraId="15C41A2E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ральный бюджет – 42,6 тыс. руб.</w:t>
            </w:r>
          </w:p>
          <w:p w14:paraId="1F2D079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1D8809A3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06E68264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275,2 тыс. руб.</w:t>
            </w:r>
          </w:p>
          <w:p w14:paraId="5424F77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29357DF9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042E7DB8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223,6 тыс. руб.</w:t>
            </w:r>
          </w:p>
          <w:p w14:paraId="0699C188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53A22F09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0FF341B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253,2 тыс. руб.</w:t>
            </w:r>
          </w:p>
          <w:p w14:paraId="022BD97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126 169,9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742DD4F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125 951,7 тыс. руб.;</w:t>
            </w:r>
          </w:p>
          <w:p w14:paraId="0B30FE31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719443C9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130 040,9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5FF979BE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128 495,5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C05474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404,7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D74A53A" w14:textId="7B70A1BC" w:rsidR="00E974B1" w:rsidRPr="009B29B5" w:rsidRDefault="00C4480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</w:t>
            </w:r>
            <w:r w:rsidRPr="00C448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E974B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140,7</w:t>
            </w:r>
            <w:r w:rsidR="00E97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EF3A007" w14:textId="2A136160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 w:rsidR="007C038D" w:rsidRPr="007C038D">
              <w:rPr>
                <w:rFonts w:ascii="Times New Roman" w:eastAsia="Times New Roman" w:hAnsi="Times New Roman"/>
                <w:sz w:val="28"/>
                <w:szCs w:val="28"/>
              </w:rPr>
              <w:t>141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="007C038D" w:rsidRPr="007C038D">
              <w:rPr>
                <w:rFonts w:ascii="Times New Roman" w:eastAsia="Times New Roman" w:hAnsi="Times New Roman"/>
                <w:sz w:val="28"/>
                <w:szCs w:val="28"/>
              </w:rPr>
              <w:t>205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</w:rPr>
              <w:t>,3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34EF898" w14:textId="53B4092E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,1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7A3C712" w14:textId="456494F9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2 792,2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118CDF1" w14:textId="5FC2D75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129 0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,9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FA14635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128 746,7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90F26CF" w14:textId="472DB43D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7C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550CA73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128 071,4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73678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127 758,2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156B5E1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68C2F84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0785F7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0AAB1240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E7D998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38CD6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8EC7CF" w14:textId="77777777" w:rsidR="00E974B1" w:rsidRPr="009B29B5" w:rsidRDefault="00E974B1" w:rsidP="00C448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94106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467F89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77A1F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34B873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4EEA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4D643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EC8E65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1FB286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10A5DC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7A10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A9FEB6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9D4C2E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80662B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C30D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ADBA3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D8CEC9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81D54E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0D478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43F635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491755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110E0A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480B5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DA68F6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96A99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B697D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8ACE8E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22F7DF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C217F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DC5CE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CA19F1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5235E7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EAB95B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5BB1D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782653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62E903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1EE08" w14:textId="77777777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658FDC" w14:textId="77777777" w:rsidR="00E974B1" w:rsidRDefault="00E974B1" w:rsidP="00C44801">
            <w:pPr>
              <w:tabs>
                <w:tab w:val="left" w:pos="1350"/>
              </w:tabs>
              <w:spacing w:after="0" w:line="240" w:lineRule="auto"/>
              <w:ind w:right="-113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4CB493" w14:textId="395A5DC6" w:rsidR="00E974B1" w:rsidRPr="009B29B5" w:rsidRDefault="00E974B1" w:rsidP="00C44801">
            <w:pPr>
              <w:tabs>
                <w:tab w:val="left" w:pos="1350"/>
              </w:tabs>
              <w:spacing w:after="0" w:line="240" w:lineRule="auto"/>
              <w:ind w:right="-113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922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</w:tbl>
    <w:p w14:paraId="79D45946" w14:textId="77777777" w:rsidR="00A9229A" w:rsidRDefault="00A9229A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25BABF9D" w14:textId="6F49B5E7" w:rsidR="00E974B1" w:rsidRPr="009B29B5" w:rsidRDefault="00E974B1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1.2. Раздел 7</w:t>
      </w:r>
      <w:r w:rsidR="00F77BE1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Программы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«Ресурсное обеспечение Программы» изложить в следующей редакции:</w:t>
      </w:r>
    </w:p>
    <w:p w14:paraId="0855AF33" w14:textId="77777777" w:rsidR="00E974B1" w:rsidRPr="009B29B5" w:rsidRDefault="00E974B1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</w:p>
    <w:p w14:paraId="5A2EDDBD" w14:textId="66C55576" w:rsidR="00E974B1" w:rsidRDefault="00E974B1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2</w:t>
      </w:r>
      <w:r w:rsidR="007C038D">
        <w:rPr>
          <w:rFonts w:ascii="Times New Roman" w:eastAsia="Times New Roman" w:hAnsi="Times New Roman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C038D">
        <w:rPr>
          <w:rFonts w:ascii="Times New Roman" w:eastAsia="Times New Roman" w:hAnsi="Times New Roman"/>
          <w:sz w:val="28"/>
          <w:szCs w:val="28"/>
          <w:lang w:eastAsia="ru-RU"/>
        </w:rPr>
        <w:t>058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,1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2</w:t>
      </w:r>
      <w:r w:rsidR="007C038D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C038D">
        <w:rPr>
          <w:rFonts w:ascii="Times New Roman" w:eastAsia="Times New Roman" w:hAnsi="Times New Roman"/>
          <w:sz w:val="28"/>
          <w:szCs w:val="28"/>
          <w:lang w:eastAsia="ru-RU"/>
        </w:rPr>
        <w:t>330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806F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</w:t>
      </w:r>
      <w:r w:rsidR="007C038D">
        <w:rPr>
          <w:rFonts w:ascii="Times New Roman" w:eastAsia="Times New Roman" w:hAnsi="Times New Roman"/>
          <w:sz w:val="28"/>
          <w:szCs w:val="28"/>
          <w:lang w:eastAsia="ru-RU"/>
        </w:rPr>
        <w:t>22 544,4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федерального бюджета - 183,3 тыс. рублей. Информация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об общем объеме финансовых средств отражена в приложении 3 «Ресурсное обеспечение реализации муниципальной программы «Развитие культуры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</w:t>
      </w:r>
      <w:r w:rsidR="00A9229A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Ногликский».»;</w:t>
      </w:r>
    </w:p>
    <w:p w14:paraId="58868556" w14:textId="4B0F7FB7" w:rsidR="008D3965" w:rsidRPr="009B29B5" w:rsidRDefault="008D3965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8D3965"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Приложение 2 к Программе «Перечень мероприятий муниципальной программы «Развитие культуры в муниципальном образовании «Городской округ Ногликский» изложить в новой редакции</w:t>
      </w:r>
      <w:r w:rsidR="00E67B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229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постановлению;</w:t>
      </w:r>
    </w:p>
    <w:p w14:paraId="006299BA" w14:textId="2B076F36" w:rsidR="00E974B1" w:rsidRPr="009B29B5" w:rsidRDefault="00E974B1" w:rsidP="00C448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D3965" w:rsidRPr="008D396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. Приложение 3 к Программе «</w:t>
      </w:r>
      <w:r w:rsidRPr="009B29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3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61B01B28" w14:textId="4A5042CB" w:rsidR="00E974B1" w:rsidRPr="009B29B5" w:rsidRDefault="00E974B1" w:rsidP="00C448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C4480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0EBC47" w14:textId="77777777" w:rsidR="00E974B1" w:rsidRDefault="00E974B1" w:rsidP="00C448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вице-мэра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4266017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66017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66018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2660186" w14:textId="6F80FB4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B1F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44801">
      <w:headerReference w:type="default" r:id="rId7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019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266019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6018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266018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272633"/>
      <w:docPartObj>
        <w:docPartGallery w:val="Page Numbers (Top of Page)"/>
        <w:docPartUnique/>
      </w:docPartObj>
    </w:sdtPr>
    <w:sdtEndPr/>
    <w:sdtContent>
      <w:p w14:paraId="4F455896" w14:textId="33772811" w:rsidR="00C44801" w:rsidRDefault="00C448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243">
          <w:rPr>
            <w:noProof/>
          </w:rPr>
          <w:t>3</w:t>
        </w:r>
        <w:r>
          <w:fldChar w:fldCharType="end"/>
        </w:r>
      </w:p>
    </w:sdtContent>
  </w:sdt>
  <w:p w14:paraId="799713E9" w14:textId="77777777" w:rsidR="00C44801" w:rsidRDefault="00C448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1AA4"/>
    <w:rsid w:val="000B1F4E"/>
    <w:rsid w:val="00185FEC"/>
    <w:rsid w:val="001E1F9F"/>
    <w:rsid w:val="002003DC"/>
    <w:rsid w:val="0033636C"/>
    <w:rsid w:val="003E4257"/>
    <w:rsid w:val="00520CBF"/>
    <w:rsid w:val="00567F94"/>
    <w:rsid w:val="007806F2"/>
    <w:rsid w:val="007C038D"/>
    <w:rsid w:val="008629FA"/>
    <w:rsid w:val="008D3965"/>
    <w:rsid w:val="0091507A"/>
    <w:rsid w:val="00987DB5"/>
    <w:rsid w:val="00A9229A"/>
    <w:rsid w:val="00AC72C8"/>
    <w:rsid w:val="00B10ED9"/>
    <w:rsid w:val="00B25688"/>
    <w:rsid w:val="00C02849"/>
    <w:rsid w:val="00C44801"/>
    <w:rsid w:val="00D12794"/>
    <w:rsid w:val="00D67BD8"/>
    <w:rsid w:val="00DF7897"/>
    <w:rsid w:val="00E34243"/>
    <w:rsid w:val="00E37B8A"/>
    <w:rsid w:val="00E609BC"/>
    <w:rsid w:val="00E67B9C"/>
    <w:rsid w:val="00E974B1"/>
    <w:rsid w:val="00EB40C1"/>
    <w:rsid w:val="00F7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017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655B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655B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655B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51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2022-10-12T05:13:00Z</dcterms:modified>
</cp:coreProperties>
</file>