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6D9F532" w14:textId="77777777" w:rsidTr="00987DB5">
        <w:tc>
          <w:tcPr>
            <w:tcW w:w="9498" w:type="dxa"/>
          </w:tcPr>
          <w:p w14:paraId="66D9F52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6D9F549" wp14:editId="66D9F54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D9F52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6D9F53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6D9F53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6D9F533" w14:textId="5E239073" w:rsidR="0033636C" w:rsidRPr="0017492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492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74921" w:rsidRPr="00174921">
            <w:rPr>
              <w:rFonts w:ascii="Times New Roman" w:hAnsi="Times New Roman"/>
              <w:sz w:val="28"/>
              <w:szCs w:val="28"/>
            </w:rPr>
            <w:t>01 сентября 2023 года</w:t>
          </w:r>
        </w:sdtContent>
      </w:sdt>
      <w:r w:rsidRPr="0017492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74921" w:rsidRPr="00174921">
            <w:rPr>
              <w:rFonts w:ascii="Times New Roman" w:hAnsi="Times New Roman"/>
              <w:sz w:val="28"/>
              <w:szCs w:val="28"/>
            </w:rPr>
            <w:t>569</w:t>
          </w:r>
        </w:sdtContent>
      </w:sdt>
    </w:p>
    <w:p w14:paraId="66D9F53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6D9F535" w14:textId="1BADE0B1" w:rsidR="0033636C" w:rsidRPr="00D37F2C" w:rsidRDefault="0033636C" w:rsidP="0033636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37F2C">
        <w:rPr>
          <w:rFonts w:ascii="Times New Roman" w:hAnsi="Times New Roman"/>
          <w:b/>
          <w:bCs/>
          <w:sz w:val="28"/>
          <w:szCs w:val="28"/>
        </w:rPr>
        <w:t xml:space="preserve">Об утверждении административного регламента по предоставлению </w:t>
      </w:r>
      <w:bookmarkStart w:id="0" w:name="_Hlk142655391"/>
      <w:r w:rsidRPr="00D37F2C">
        <w:rPr>
          <w:rFonts w:ascii="Times New Roman" w:hAnsi="Times New Roman"/>
          <w:b/>
          <w:bCs/>
          <w:sz w:val="28"/>
          <w:szCs w:val="28"/>
        </w:rPr>
        <w:t>муниципальной услуги «Предоставление информации о текущей успеваемости учащегося, в</w:t>
      </w:r>
      <w:bookmarkStart w:id="1" w:name="_GoBack"/>
      <w:bookmarkEnd w:id="1"/>
      <w:r w:rsidRPr="00D37F2C">
        <w:rPr>
          <w:rFonts w:ascii="Times New Roman" w:hAnsi="Times New Roman"/>
          <w:b/>
          <w:bCs/>
          <w:sz w:val="28"/>
          <w:szCs w:val="28"/>
        </w:rPr>
        <w:t>едение электронного дневника и электронного журнала успеваемости»</w:t>
      </w:r>
    </w:p>
    <w:bookmarkEnd w:id="0"/>
    <w:p w14:paraId="66D9F536" w14:textId="77777777" w:rsidR="00185FEC" w:rsidRDefault="00185FEC" w:rsidP="00D2568E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64612BA" w14:textId="2AD17D58" w:rsidR="00D37F2C" w:rsidRDefault="00C33532" w:rsidP="00A565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ст. 16 Федерального закона от 06.10.2023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распоряжением </w:t>
      </w:r>
      <w:r w:rsidR="00D37F2C">
        <w:rPr>
          <w:rFonts w:ascii="Times New Roman" w:hAnsi="Times New Roman"/>
          <w:sz w:val="28"/>
          <w:szCs w:val="28"/>
        </w:rPr>
        <w:t>Правительства Сахалинской области от 07.12.2020 № 756-р «Об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</w:t>
      </w:r>
      <w:r w:rsidR="00D2568E">
        <w:rPr>
          <w:rFonts w:ascii="Times New Roman" w:hAnsi="Times New Roman"/>
          <w:sz w:val="28"/>
          <w:szCs w:val="28"/>
        </w:rPr>
        <w:t>»</w:t>
      </w:r>
      <w:r w:rsidR="00D37F2C">
        <w:rPr>
          <w:rFonts w:ascii="Times New Roman" w:hAnsi="Times New Roman"/>
          <w:sz w:val="28"/>
          <w:szCs w:val="28"/>
        </w:rPr>
        <w:t xml:space="preserve">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D37F2C" w:rsidRPr="00D37F2C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53456B9F" w14:textId="366B70AE" w:rsidR="00D37F2C" w:rsidRPr="00544719" w:rsidRDefault="00D37F2C" w:rsidP="00A56561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37F2C">
        <w:rPr>
          <w:rFonts w:ascii="Times New Roman" w:hAnsi="Times New Roman"/>
          <w:sz w:val="28"/>
          <w:szCs w:val="28"/>
        </w:rPr>
        <w:t xml:space="preserve">Утвердить административный регламент </w:t>
      </w:r>
      <w:r w:rsidR="00544719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по </w:t>
      </w:r>
      <w:r w:rsidRPr="00D37F2C">
        <w:rPr>
          <w:rFonts w:ascii="Times New Roman" w:hAnsi="Times New Roman"/>
          <w:sz w:val="28"/>
          <w:szCs w:val="28"/>
        </w:rPr>
        <w:t>предоставлени</w:t>
      </w:r>
      <w:r w:rsidR="00544719">
        <w:rPr>
          <w:rFonts w:ascii="Times New Roman" w:hAnsi="Times New Roman"/>
          <w:sz w:val="28"/>
          <w:szCs w:val="28"/>
        </w:rPr>
        <w:t>ю</w:t>
      </w:r>
      <w:r w:rsidRPr="00D37F2C">
        <w:rPr>
          <w:rFonts w:ascii="Times New Roman" w:hAnsi="Times New Roman"/>
          <w:sz w:val="28"/>
          <w:szCs w:val="28"/>
        </w:rPr>
        <w:t xml:space="preserve">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</w:t>
      </w:r>
      <w:r w:rsidR="00544719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06AE96A5" w14:textId="008F0B87" w:rsidR="00F50B8A" w:rsidRPr="00F50B8A" w:rsidRDefault="00544719" w:rsidP="00A56561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</w:t>
      </w:r>
      <w:r w:rsidR="00F50B8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силу постановлени</w:t>
      </w:r>
      <w:r w:rsidR="00F50B8A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="00F50B8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9F05E77" w14:textId="1CE29660" w:rsidR="00544719" w:rsidRDefault="00F50B8A" w:rsidP="00A56561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44719">
        <w:rPr>
          <w:rFonts w:ascii="Times New Roman" w:hAnsi="Times New Roman"/>
          <w:sz w:val="28"/>
          <w:szCs w:val="28"/>
        </w:rPr>
        <w:t>от 27.02.2018 № 208 «Об утверждении административного регламента по предоставлению муниципальной услуги «</w:t>
      </w:r>
      <w:r w:rsidR="00544719" w:rsidRPr="00D37F2C">
        <w:rPr>
          <w:rFonts w:ascii="Times New Roman" w:hAnsi="Times New Roman"/>
          <w:sz w:val="28"/>
          <w:szCs w:val="28"/>
        </w:rPr>
        <w:t>Предоставление информации о текущей успеваемости учащегося, ведение электронного дневника и электронного журнала успеваемости»</w:t>
      </w:r>
      <w:r>
        <w:rPr>
          <w:rFonts w:ascii="Times New Roman" w:hAnsi="Times New Roman"/>
          <w:sz w:val="28"/>
          <w:szCs w:val="28"/>
        </w:rPr>
        <w:t>;</w:t>
      </w:r>
    </w:p>
    <w:p w14:paraId="5B92DE94" w14:textId="2C1107A1" w:rsidR="00F50B8A" w:rsidRDefault="00F50B8A" w:rsidP="00A56561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от 31.05.2018 № 522 </w:t>
      </w:r>
      <w:bookmarkStart w:id="2" w:name="_Hlk142656254"/>
      <w:r>
        <w:rPr>
          <w:rFonts w:ascii="Times New Roman" w:hAnsi="Times New Roman"/>
          <w:sz w:val="28"/>
          <w:szCs w:val="28"/>
        </w:rPr>
        <w:t>«О внесении изменений в постано</w:t>
      </w:r>
      <w:r w:rsidR="001E1D89">
        <w:rPr>
          <w:rFonts w:ascii="Times New Roman" w:hAnsi="Times New Roman"/>
          <w:sz w:val="28"/>
          <w:szCs w:val="28"/>
        </w:rPr>
        <w:t xml:space="preserve">вление </w:t>
      </w:r>
      <w:r>
        <w:rPr>
          <w:rFonts w:ascii="Times New Roman" w:hAnsi="Times New Roman"/>
          <w:sz w:val="28"/>
          <w:szCs w:val="28"/>
        </w:rPr>
        <w:t>администрации муниципального образования «Городской округ Ногликский» от 27.02.2018 № 208</w:t>
      </w:r>
      <w:bookmarkEnd w:id="2"/>
      <w:r>
        <w:rPr>
          <w:rFonts w:ascii="Times New Roman" w:hAnsi="Times New Roman"/>
          <w:sz w:val="28"/>
          <w:szCs w:val="28"/>
        </w:rPr>
        <w:t>»;</w:t>
      </w:r>
    </w:p>
    <w:p w14:paraId="5107C8B0" w14:textId="33250DB9" w:rsidR="00F50B8A" w:rsidRPr="00544719" w:rsidRDefault="00F50B8A" w:rsidP="00A56561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02.10.2018 № 956 «О внесении изменений в постановление администрации муниципального образования «Городской округ Ногликский» от 27.02.2018 № 208»</w:t>
      </w:r>
      <w:r w:rsidR="00A56561">
        <w:rPr>
          <w:rFonts w:ascii="Times New Roman" w:hAnsi="Times New Roman"/>
          <w:sz w:val="28"/>
          <w:szCs w:val="28"/>
        </w:rPr>
        <w:t>.</w:t>
      </w:r>
    </w:p>
    <w:p w14:paraId="054CE10A" w14:textId="3152CACA" w:rsidR="00544719" w:rsidRPr="00F50B8A" w:rsidRDefault="00544719" w:rsidP="00A56561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</w:t>
      </w:r>
      <w:r w:rsidR="00F50B8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7031513B" w14:textId="435A3B6A" w:rsidR="00F50B8A" w:rsidRPr="00D37F2C" w:rsidRDefault="00F50B8A" w:rsidP="00A56561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исполнения настоящего постановления возложить на </w:t>
      </w:r>
      <w:r w:rsidR="00A5656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вице-мэра муниципального образования «Городской округ Ногликский» </w:t>
      </w:r>
      <w:proofErr w:type="spellStart"/>
      <w:r>
        <w:rPr>
          <w:rFonts w:ascii="Times New Roman" w:hAnsi="Times New Roman"/>
          <w:sz w:val="28"/>
          <w:szCs w:val="28"/>
        </w:rPr>
        <w:t>Русанова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Я.С.</w:t>
      </w:r>
    </w:p>
    <w:p w14:paraId="36F3A64F" w14:textId="293E8842" w:rsidR="00D37F2C" w:rsidRDefault="00D37F2C" w:rsidP="00A56561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DB2DB25" w14:textId="1C8909DD" w:rsidR="00F50B8A" w:rsidRDefault="00F50B8A" w:rsidP="00A56561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04C2020" w14:textId="77777777" w:rsidR="00A56561" w:rsidRPr="00D37F2C" w:rsidRDefault="00A56561" w:rsidP="00A56561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6D9F54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6D9F543" w14:textId="3084C17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F50B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6D9F54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6D9F54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6D9F54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6D9F54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6D9F548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A56561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0302A" w14:textId="77777777" w:rsidR="00B01455" w:rsidRDefault="00B01455" w:rsidP="0033636C">
      <w:pPr>
        <w:spacing w:after="0" w:line="240" w:lineRule="auto"/>
      </w:pPr>
      <w:r>
        <w:separator/>
      </w:r>
    </w:p>
  </w:endnote>
  <w:endnote w:type="continuationSeparator" w:id="0">
    <w:p w14:paraId="0216B5D7" w14:textId="77777777" w:rsidR="00B01455" w:rsidRDefault="00B01455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9F54F" w14:textId="4C231AB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411FD" w14:textId="77777777" w:rsidR="00B01455" w:rsidRDefault="00B01455" w:rsidP="0033636C">
      <w:pPr>
        <w:spacing w:after="0" w:line="240" w:lineRule="auto"/>
      </w:pPr>
      <w:r>
        <w:separator/>
      </w:r>
    </w:p>
  </w:footnote>
  <w:footnote w:type="continuationSeparator" w:id="0">
    <w:p w14:paraId="7069EFC5" w14:textId="77777777" w:rsidR="00B01455" w:rsidRDefault="00B01455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7940609"/>
      <w:docPartObj>
        <w:docPartGallery w:val="Page Numbers (Top of Page)"/>
        <w:docPartUnique/>
      </w:docPartObj>
    </w:sdtPr>
    <w:sdtEndPr/>
    <w:sdtContent>
      <w:p w14:paraId="6B6A8D20" w14:textId="7969A012" w:rsidR="00A56561" w:rsidRDefault="00A565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921">
          <w:rPr>
            <w:noProof/>
          </w:rPr>
          <w:t>2</w:t>
        </w:r>
        <w:r>
          <w:fldChar w:fldCharType="end"/>
        </w:r>
      </w:p>
    </w:sdtContent>
  </w:sdt>
  <w:p w14:paraId="510A84D9" w14:textId="77777777" w:rsidR="00A56561" w:rsidRDefault="00A5656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06F3A"/>
    <w:multiLevelType w:val="hybridMultilevel"/>
    <w:tmpl w:val="B82AAD82"/>
    <w:lvl w:ilvl="0" w:tplc="BF4E8F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442043"/>
    <w:multiLevelType w:val="hybridMultilevel"/>
    <w:tmpl w:val="9A764A8E"/>
    <w:lvl w:ilvl="0" w:tplc="8D30FF8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74921"/>
    <w:rsid w:val="00185FEC"/>
    <w:rsid w:val="001E1D89"/>
    <w:rsid w:val="001E1F9F"/>
    <w:rsid w:val="002003DC"/>
    <w:rsid w:val="0033636C"/>
    <w:rsid w:val="003E4257"/>
    <w:rsid w:val="00520CBF"/>
    <w:rsid w:val="00544719"/>
    <w:rsid w:val="008629FA"/>
    <w:rsid w:val="00987DB5"/>
    <w:rsid w:val="00A56561"/>
    <w:rsid w:val="00AC72C8"/>
    <w:rsid w:val="00B01455"/>
    <w:rsid w:val="00B10ED9"/>
    <w:rsid w:val="00B25688"/>
    <w:rsid w:val="00C02849"/>
    <w:rsid w:val="00C33532"/>
    <w:rsid w:val="00D12794"/>
    <w:rsid w:val="00D2568E"/>
    <w:rsid w:val="00D37F2C"/>
    <w:rsid w:val="00D67BD8"/>
    <w:rsid w:val="00DF7897"/>
    <w:rsid w:val="00E37B8A"/>
    <w:rsid w:val="00E609BC"/>
    <w:rsid w:val="00F5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9F52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D37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779E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779E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A178F"/>
    <w:rsid w:val="008779E8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101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dcterms:created xsi:type="dcterms:W3CDTF">2020-04-07T04:52:00Z</dcterms:created>
  <dcterms:modified xsi:type="dcterms:W3CDTF">2023-09-07T07:41:00Z</dcterms:modified>
</cp:coreProperties>
</file>