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491E7C" w14:paraId="194AD84B" w14:textId="77777777" w:rsidTr="00987DB5">
        <w:tc>
          <w:tcPr>
            <w:tcW w:w="9498" w:type="dxa"/>
          </w:tcPr>
          <w:p w14:paraId="194AD847" w14:textId="77777777" w:rsidR="00053BD0" w:rsidRPr="00491E7C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94AD862" wp14:editId="194AD863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4AD848" w14:textId="77777777" w:rsidR="00053BD0" w:rsidRPr="00EA6376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EA637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94AD849" w14:textId="77777777" w:rsidR="00053BD0" w:rsidRPr="00EA6376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EA637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94AD84A" w14:textId="77777777" w:rsidR="00053BD0" w:rsidRPr="00EA6376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EA6376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94AD84C" w14:textId="4A72BF98" w:rsidR="0033636C" w:rsidRPr="00491E7C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491E7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A741C5">
            <w:rPr>
              <w:rFonts w:ascii="Times New Roman" w:hAnsi="Times New Roman"/>
              <w:sz w:val="28"/>
              <w:szCs w:val="28"/>
            </w:rPr>
            <w:t>30 сентября 2024 года</w:t>
          </w:r>
        </w:sdtContent>
      </w:sdt>
      <w:r w:rsidRPr="00491E7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A741C5">
            <w:rPr>
              <w:rFonts w:ascii="Times New Roman" w:hAnsi="Times New Roman"/>
              <w:sz w:val="28"/>
              <w:szCs w:val="28"/>
            </w:rPr>
            <w:t>572</w:t>
          </w:r>
        </w:sdtContent>
      </w:sdt>
    </w:p>
    <w:p w14:paraId="194AD84D" w14:textId="77777777" w:rsidR="0033636C" w:rsidRPr="00491E7C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1E7C">
        <w:rPr>
          <w:rFonts w:ascii="Times New Roman" w:eastAsia="Times New Roman" w:hAnsi="Times New Roman"/>
          <w:sz w:val="28"/>
          <w:szCs w:val="28"/>
          <w:lang w:eastAsia="ru-RU"/>
        </w:rPr>
        <w:t>пгт. Ноглики</w:t>
      </w:r>
    </w:p>
    <w:p w14:paraId="093611D4" w14:textId="77777777" w:rsidR="008B575A" w:rsidRDefault="0033636C" w:rsidP="00E978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E7C">
        <w:rPr>
          <w:rFonts w:ascii="Times New Roman" w:hAnsi="Times New Roman"/>
          <w:b/>
          <w:sz w:val="28"/>
          <w:szCs w:val="28"/>
        </w:rPr>
        <w:t xml:space="preserve">О внесении изменений </w:t>
      </w:r>
      <w:r w:rsidR="008B575A">
        <w:rPr>
          <w:rFonts w:ascii="Times New Roman" w:hAnsi="Times New Roman"/>
          <w:b/>
          <w:sz w:val="28"/>
          <w:szCs w:val="28"/>
        </w:rPr>
        <w:t>в муниципальную программу</w:t>
      </w:r>
    </w:p>
    <w:p w14:paraId="60A3E39E" w14:textId="77777777" w:rsidR="008B575A" w:rsidRDefault="00E9786E" w:rsidP="00E978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E7C">
        <w:rPr>
          <w:rFonts w:ascii="Times New Roman" w:hAnsi="Times New Roman"/>
          <w:b/>
          <w:sz w:val="28"/>
          <w:szCs w:val="28"/>
        </w:rPr>
        <w:t>«Стимулир</w:t>
      </w:r>
      <w:r w:rsidR="008B575A">
        <w:rPr>
          <w:rFonts w:ascii="Times New Roman" w:hAnsi="Times New Roman"/>
          <w:b/>
          <w:sz w:val="28"/>
          <w:szCs w:val="28"/>
        </w:rPr>
        <w:t>ование экономической активности</w:t>
      </w:r>
    </w:p>
    <w:p w14:paraId="261F9AEE" w14:textId="0A601086" w:rsidR="00E9786E" w:rsidRPr="00491E7C" w:rsidRDefault="00E9786E" w:rsidP="00E978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E7C">
        <w:rPr>
          <w:rFonts w:ascii="Times New Roman" w:hAnsi="Times New Roman"/>
          <w:b/>
          <w:sz w:val="28"/>
          <w:szCs w:val="28"/>
        </w:rPr>
        <w:t>в муниципальном</w:t>
      </w:r>
      <w:r w:rsidR="007E056B" w:rsidRPr="00491E7C">
        <w:rPr>
          <w:rFonts w:ascii="Times New Roman" w:hAnsi="Times New Roman"/>
          <w:b/>
          <w:sz w:val="28"/>
          <w:szCs w:val="28"/>
        </w:rPr>
        <w:t xml:space="preserve"> </w:t>
      </w:r>
      <w:r w:rsidRPr="00491E7C">
        <w:rPr>
          <w:rFonts w:ascii="Times New Roman" w:hAnsi="Times New Roman"/>
          <w:b/>
          <w:sz w:val="28"/>
          <w:szCs w:val="28"/>
        </w:rPr>
        <w:t>образовани</w:t>
      </w:r>
      <w:r w:rsidR="008B575A">
        <w:rPr>
          <w:rFonts w:ascii="Times New Roman" w:hAnsi="Times New Roman"/>
          <w:b/>
          <w:sz w:val="28"/>
          <w:szCs w:val="28"/>
        </w:rPr>
        <w:t>и «Городской округ Ногликский»,</w:t>
      </w:r>
    </w:p>
    <w:p w14:paraId="42DCE4A6" w14:textId="77777777" w:rsidR="008B575A" w:rsidRDefault="00E9786E" w:rsidP="00E978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E7C">
        <w:rPr>
          <w:rFonts w:ascii="Times New Roman" w:hAnsi="Times New Roman"/>
          <w:b/>
          <w:sz w:val="28"/>
          <w:szCs w:val="28"/>
        </w:rPr>
        <w:t>утвержденн</w:t>
      </w:r>
      <w:r w:rsidR="008B575A">
        <w:rPr>
          <w:rFonts w:ascii="Times New Roman" w:hAnsi="Times New Roman"/>
          <w:b/>
          <w:sz w:val="28"/>
          <w:szCs w:val="28"/>
        </w:rPr>
        <w:t>ую постановлением администрации</w:t>
      </w:r>
    </w:p>
    <w:p w14:paraId="1ACF9477" w14:textId="77777777" w:rsidR="008B575A" w:rsidRDefault="00E9786E" w:rsidP="00E978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E7C">
        <w:rPr>
          <w:rFonts w:ascii="Times New Roman" w:hAnsi="Times New Roman"/>
          <w:b/>
          <w:sz w:val="28"/>
          <w:szCs w:val="28"/>
        </w:rPr>
        <w:t>муниципального образован</w:t>
      </w:r>
      <w:r w:rsidR="008B575A">
        <w:rPr>
          <w:rFonts w:ascii="Times New Roman" w:hAnsi="Times New Roman"/>
          <w:b/>
          <w:sz w:val="28"/>
          <w:szCs w:val="28"/>
        </w:rPr>
        <w:t>ия «Городской округ Ногликский»</w:t>
      </w:r>
    </w:p>
    <w:p w14:paraId="194AD84E" w14:textId="287F4E82" w:rsidR="0033636C" w:rsidRPr="00491E7C" w:rsidRDefault="00E9786E" w:rsidP="00E978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E7C">
        <w:rPr>
          <w:rFonts w:ascii="Times New Roman" w:hAnsi="Times New Roman"/>
          <w:b/>
          <w:sz w:val="28"/>
          <w:szCs w:val="28"/>
        </w:rPr>
        <w:t>от 16.12.2016 № 876</w:t>
      </w:r>
    </w:p>
    <w:p w14:paraId="194AD84F" w14:textId="77777777" w:rsidR="00185FEC" w:rsidRPr="00491E7C" w:rsidRDefault="00185FEC" w:rsidP="008A49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7499588" w14:textId="54C81A8B" w:rsidR="00F0625B" w:rsidRPr="00491E7C" w:rsidRDefault="007671D7" w:rsidP="008A49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91E7C">
        <w:rPr>
          <w:rFonts w:ascii="Times New Roman" w:hAnsi="Times New Roman"/>
          <w:sz w:val="28"/>
          <w:szCs w:val="28"/>
        </w:rPr>
        <w:t xml:space="preserve">В соответствии с п. </w:t>
      </w:r>
      <w:r w:rsidR="00F0625B" w:rsidRPr="00491E7C">
        <w:rPr>
          <w:rFonts w:ascii="Times New Roman" w:hAnsi="Times New Roman"/>
          <w:sz w:val="28"/>
          <w:szCs w:val="28"/>
        </w:rPr>
        <w:t>5.3 Порядка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</w:t>
      </w:r>
      <w:bookmarkStart w:id="0" w:name="_GoBack"/>
      <w:bookmarkEnd w:id="0"/>
      <w:r w:rsidR="00F0625B" w:rsidRPr="00491E7C">
        <w:rPr>
          <w:rFonts w:ascii="Times New Roman" w:hAnsi="Times New Roman"/>
          <w:sz w:val="28"/>
          <w:szCs w:val="28"/>
        </w:rPr>
        <w:t xml:space="preserve">Городской округ Ногликский» от 28.04.2016 № 344, решением Собрания муниципального образования «Городской округ Ногликский» </w:t>
      </w:r>
      <w:r w:rsidR="00A945B6" w:rsidRPr="00491E7C">
        <w:rPr>
          <w:rFonts w:ascii="Times New Roman" w:hAnsi="Times New Roman"/>
          <w:sz w:val="28"/>
          <w:szCs w:val="28"/>
        </w:rPr>
        <w:t>от 07</w:t>
      </w:r>
      <w:r w:rsidR="00F0625B" w:rsidRPr="00491E7C">
        <w:rPr>
          <w:rFonts w:ascii="Times New Roman" w:hAnsi="Times New Roman"/>
          <w:sz w:val="28"/>
          <w:szCs w:val="28"/>
        </w:rPr>
        <w:t>.12.202</w:t>
      </w:r>
      <w:r w:rsidR="00A945B6" w:rsidRPr="00491E7C">
        <w:rPr>
          <w:rFonts w:ascii="Times New Roman" w:hAnsi="Times New Roman"/>
          <w:sz w:val="28"/>
          <w:szCs w:val="28"/>
        </w:rPr>
        <w:t>3</w:t>
      </w:r>
      <w:r w:rsidR="00F0625B" w:rsidRPr="00491E7C">
        <w:rPr>
          <w:rFonts w:ascii="Times New Roman" w:hAnsi="Times New Roman"/>
          <w:sz w:val="28"/>
          <w:szCs w:val="28"/>
        </w:rPr>
        <w:t xml:space="preserve"> № </w:t>
      </w:r>
      <w:r w:rsidR="00BB34F2" w:rsidRPr="00491E7C">
        <w:rPr>
          <w:rFonts w:ascii="Times New Roman" w:hAnsi="Times New Roman"/>
          <w:sz w:val="28"/>
          <w:szCs w:val="28"/>
        </w:rPr>
        <w:t>2</w:t>
      </w:r>
      <w:r w:rsidR="00A945B6" w:rsidRPr="00491E7C">
        <w:rPr>
          <w:rFonts w:ascii="Times New Roman" w:hAnsi="Times New Roman"/>
          <w:sz w:val="28"/>
          <w:szCs w:val="28"/>
        </w:rPr>
        <w:t>90</w:t>
      </w:r>
      <w:r w:rsidR="00F0625B" w:rsidRPr="00491E7C">
        <w:rPr>
          <w:rFonts w:ascii="Times New Roman" w:hAnsi="Times New Roman"/>
          <w:sz w:val="28"/>
          <w:szCs w:val="28"/>
        </w:rPr>
        <w:t xml:space="preserve"> «О бюджете муниципального образования «Гор</w:t>
      </w:r>
      <w:r w:rsidR="00977E25" w:rsidRPr="00491E7C">
        <w:rPr>
          <w:rFonts w:ascii="Times New Roman" w:hAnsi="Times New Roman"/>
          <w:sz w:val="28"/>
          <w:szCs w:val="28"/>
        </w:rPr>
        <w:t>одской округ Ногликский» на 202</w:t>
      </w:r>
      <w:r w:rsidR="00A945B6" w:rsidRPr="00491E7C">
        <w:rPr>
          <w:rFonts w:ascii="Times New Roman" w:hAnsi="Times New Roman"/>
          <w:sz w:val="28"/>
          <w:szCs w:val="28"/>
        </w:rPr>
        <w:t>4</w:t>
      </w:r>
      <w:r w:rsidR="00F0625B" w:rsidRPr="00491E7C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A945B6" w:rsidRPr="00491E7C">
        <w:rPr>
          <w:rFonts w:ascii="Times New Roman" w:hAnsi="Times New Roman"/>
          <w:sz w:val="28"/>
          <w:szCs w:val="28"/>
        </w:rPr>
        <w:t>5</w:t>
      </w:r>
      <w:r w:rsidR="001523CF" w:rsidRPr="00491E7C">
        <w:rPr>
          <w:rFonts w:ascii="Times New Roman" w:hAnsi="Times New Roman"/>
          <w:sz w:val="28"/>
          <w:szCs w:val="28"/>
        </w:rPr>
        <w:t xml:space="preserve"> и 202</w:t>
      </w:r>
      <w:r w:rsidR="00A945B6" w:rsidRPr="00491E7C">
        <w:rPr>
          <w:rFonts w:ascii="Times New Roman" w:hAnsi="Times New Roman"/>
          <w:sz w:val="28"/>
          <w:szCs w:val="28"/>
        </w:rPr>
        <w:t>6</w:t>
      </w:r>
      <w:r w:rsidR="001523CF" w:rsidRPr="00491E7C">
        <w:rPr>
          <w:rFonts w:ascii="Times New Roman" w:hAnsi="Times New Roman"/>
          <w:sz w:val="28"/>
          <w:szCs w:val="28"/>
        </w:rPr>
        <w:t xml:space="preserve"> годов»</w:t>
      </w:r>
      <w:r w:rsidR="00793D8C" w:rsidRPr="00491E7C">
        <w:rPr>
          <w:rFonts w:ascii="Times New Roman" w:hAnsi="Times New Roman"/>
          <w:sz w:val="28"/>
          <w:szCs w:val="28"/>
        </w:rPr>
        <w:t xml:space="preserve"> (в редакции от </w:t>
      </w:r>
      <w:r w:rsidR="00266E7B" w:rsidRPr="00491E7C">
        <w:rPr>
          <w:rFonts w:ascii="Times New Roman" w:hAnsi="Times New Roman"/>
          <w:sz w:val="28"/>
          <w:szCs w:val="28"/>
        </w:rPr>
        <w:t>13.</w:t>
      </w:r>
      <w:r w:rsidR="00793D8C" w:rsidRPr="00491E7C">
        <w:rPr>
          <w:rFonts w:ascii="Times New Roman" w:hAnsi="Times New Roman"/>
          <w:sz w:val="28"/>
          <w:szCs w:val="28"/>
        </w:rPr>
        <w:t>08.2024 №</w:t>
      </w:r>
      <w:r w:rsidR="006316A8" w:rsidRPr="00491E7C">
        <w:rPr>
          <w:rFonts w:ascii="Times New Roman" w:hAnsi="Times New Roman"/>
          <w:sz w:val="28"/>
          <w:szCs w:val="28"/>
        </w:rPr>
        <w:t xml:space="preserve"> </w:t>
      </w:r>
      <w:r w:rsidR="00266E7B" w:rsidRPr="00491E7C">
        <w:rPr>
          <w:rFonts w:ascii="Times New Roman" w:hAnsi="Times New Roman"/>
          <w:sz w:val="28"/>
          <w:szCs w:val="28"/>
        </w:rPr>
        <w:t>326</w:t>
      </w:r>
      <w:r w:rsidR="00793D8C" w:rsidRPr="00491E7C">
        <w:rPr>
          <w:rFonts w:ascii="Times New Roman" w:hAnsi="Times New Roman"/>
          <w:sz w:val="28"/>
          <w:szCs w:val="28"/>
        </w:rPr>
        <w:t>)</w:t>
      </w:r>
      <w:r w:rsidR="00E22093" w:rsidRPr="00491E7C">
        <w:rPr>
          <w:rFonts w:ascii="Times New Roman" w:hAnsi="Times New Roman"/>
          <w:sz w:val="28"/>
          <w:szCs w:val="28"/>
        </w:rPr>
        <w:t>,</w:t>
      </w:r>
      <w:r w:rsidR="001523CF" w:rsidRPr="00491E7C">
        <w:rPr>
          <w:rFonts w:ascii="Times New Roman" w:hAnsi="Times New Roman"/>
          <w:sz w:val="28"/>
          <w:szCs w:val="28"/>
        </w:rPr>
        <w:t xml:space="preserve"> руководствуясь </w:t>
      </w:r>
      <w:r w:rsidR="00F0625B" w:rsidRPr="00491E7C">
        <w:rPr>
          <w:rFonts w:ascii="Times New Roman" w:hAnsi="Times New Roman"/>
          <w:sz w:val="28"/>
          <w:szCs w:val="28"/>
        </w:rPr>
        <w:t xml:space="preserve">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="00F0625B" w:rsidRPr="00491E7C">
        <w:rPr>
          <w:rFonts w:ascii="Times New Roman" w:hAnsi="Times New Roman"/>
          <w:b/>
          <w:sz w:val="28"/>
          <w:szCs w:val="28"/>
        </w:rPr>
        <w:t>ПОСТАНОВЛЯЕТ:</w:t>
      </w:r>
    </w:p>
    <w:p w14:paraId="0CFA755A" w14:textId="01C4BA6C" w:rsidR="00F0625B" w:rsidRPr="00491E7C" w:rsidRDefault="00F0625B" w:rsidP="008A49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1E7C">
        <w:rPr>
          <w:rFonts w:ascii="Times New Roman" w:hAnsi="Times New Roman"/>
          <w:sz w:val="28"/>
          <w:szCs w:val="28"/>
        </w:rPr>
        <w:t xml:space="preserve">1. Внести в муниципальную программу «Стимулирование экономической активности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16.12.2016 </w:t>
      </w:r>
      <w:r w:rsidR="006B7BEC" w:rsidRPr="00491E7C">
        <w:rPr>
          <w:rFonts w:ascii="Times New Roman" w:hAnsi="Times New Roman"/>
          <w:sz w:val="28"/>
          <w:szCs w:val="28"/>
        </w:rPr>
        <w:br/>
      </w:r>
      <w:r w:rsidRPr="00491E7C">
        <w:rPr>
          <w:rFonts w:ascii="Times New Roman" w:hAnsi="Times New Roman"/>
          <w:sz w:val="28"/>
          <w:szCs w:val="28"/>
        </w:rPr>
        <w:t xml:space="preserve">№ 876 (в редакции от 23.03.2017 № 191, от 26.09.2017 № 700, от 04.12.2017 </w:t>
      </w:r>
      <w:r w:rsidR="006B7BEC" w:rsidRPr="00491E7C">
        <w:rPr>
          <w:rFonts w:ascii="Times New Roman" w:hAnsi="Times New Roman"/>
          <w:sz w:val="28"/>
          <w:szCs w:val="28"/>
        </w:rPr>
        <w:br/>
      </w:r>
      <w:r w:rsidRPr="00491E7C">
        <w:rPr>
          <w:rFonts w:ascii="Times New Roman" w:hAnsi="Times New Roman"/>
          <w:sz w:val="28"/>
          <w:szCs w:val="28"/>
        </w:rPr>
        <w:t xml:space="preserve">№ 1021, от 30.03.2018 № 337, от 07.06.2018 № 534, от 03.09.2018 № 818, </w:t>
      </w:r>
      <w:r w:rsidR="006B7BEC" w:rsidRPr="00491E7C">
        <w:rPr>
          <w:rFonts w:ascii="Times New Roman" w:hAnsi="Times New Roman"/>
          <w:sz w:val="28"/>
          <w:szCs w:val="28"/>
        </w:rPr>
        <w:br/>
      </w:r>
      <w:r w:rsidRPr="00491E7C">
        <w:rPr>
          <w:rFonts w:ascii="Times New Roman" w:hAnsi="Times New Roman"/>
          <w:sz w:val="28"/>
          <w:szCs w:val="28"/>
        </w:rPr>
        <w:t>от 22.11.2018 № 1134, от 09.04.2019 № 227, от 16.07.2019 № 533, от 03.09.2019 № 670, от 22.10.2019 № 779, от 06.11.2019 № 810, от 19.03.2020 № 129, от 11.06.2020 № 298, от 08.10.2020 № 496</w:t>
      </w:r>
      <w:r w:rsidR="00977E25" w:rsidRPr="00491E7C">
        <w:rPr>
          <w:rFonts w:ascii="Times New Roman" w:hAnsi="Times New Roman"/>
          <w:sz w:val="28"/>
          <w:szCs w:val="28"/>
        </w:rPr>
        <w:t>, от 25.02.2021 № 92, от 25.05.2021 № 287</w:t>
      </w:r>
      <w:r w:rsidR="00E22093" w:rsidRPr="00491E7C">
        <w:rPr>
          <w:rFonts w:ascii="Times New Roman" w:hAnsi="Times New Roman"/>
          <w:sz w:val="28"/>
          <w:szCs w:val="28"/>
        </w:rPr>
        <w:t>, от 30.03.2022 № 127</w:t>
      </w:r>
      <w:r w:rsidR="0017440C" w:rsidRPr="00491E7C">
        <w:rPr>
          <w:rFonts w:ascii="Times New Roman" w:hAnsi="Times New Roman"/>
          <w:sz w:val="28"/>
          <w:szCs w:val="28"/>
        </w:rPr>
        <w:t>, от 23.08.2022 № 450</w:t>
      </w:r>
      <w:r w:rsidR="004F07A7" w:rsidRPr="00491E7C">
        <w:rPr>
          <w:rFonts w:ascii="Times New Roman" w:hAnsi="Times New Roman"/>
          <w:sz w:val="28"/>
          <w:szCs w:val="28"/>
        </w:rPr>
        <w:t>, от 27.02.2023 № 94, от 10.04.2023 № 229, от 12.07.2023 № 446</w:t>
      </w:r>
      <w:r w:rsidR="00D445A5" w:rsidRPr="00491E7C">
        <w:rPr>
          <w:rFonts w:ascii="Times New Roman" w:hAnsi="Times New Roman"/>
          <w:sz w:val="28"/>
          <w:szCs w:val="28"/>
        </w:rPr>
        <w:t>, от 22.02.2024 № 116</w:t>
      </w:r>
      <w:r w:rsidRPr="00491E7C">
        <w:rPr>
          <w:rFonts w:ascii="Times New Roman" w:hAnsi="Times New Roman"/>
          <w:sz w:val="28"/>
          <w:szCs w:val="28"/>
        </w:rPr>
        <w:t xml:space="preserve">) «Об утверждении муниципальной программы </w:t>
      </w:r>
      <w:r w:rsidR="00301692" w:rsidRPr="00491E7C">
        <w:rPr>
          <w:rFonts w:ascii="Times New Roman" w:hAnsi="Times New Roman"/>
          <w:sz w:val="28"/>
          <w:szCs w:val="28"/>
        </w:rPr>
        <w:t>«</w:t>
      </w:r>
      <w:r w:rsidRPr="00491E7C">
        <w:rPr>
          <w:rFonts w:ascii="Times New Roman" w:hAnsi="Times New Roman"/>
          <w:sz w:val="28"/>
          <w:szCs w:val="28"/>
        </w:rPr>
        <w:t>Стимулирование экономической активности в муниципальном образова</w:t>
      </w:r>
      <w:r w:rsidR="00301692" w:rsidRPr="00491E7C">
        <w:rPr>
          <w:rFonts w:ascii="Times New Roman" w:hAnsi="Times New Roman"/>
          <w:sz w:val="28"/>
          <w:szCs w:val="28"/>
        </w:rPr>
        <w:t>нии «Городской округ Ногликский»</w:t>
      </w:r>
      <w:r w:rsidRPr="00491E7C">
        <w:rPr>
          <w:rFonts w:ascii="Times New Roman" w:hAnsi="Times New Roman"/>
          <w:sz w:val="28"/>
          <w:szCs w:val="28"/>
        </w:rPr>
        <w:t xml:space="preserve">, следующие </w:t>
      </w:r>
      <w:r w:rsidRPr="00491E7C">
        <w:rPr>
          <w:rFonts w:ascii="Times New Roman" w:hAnsi="Times New Roman"/>
          <w:sz w:val="28"/>
          <w:szCs w:val="28"/>
        </w:rPr>
        <w:lastRenderedPageBreak/>
        <w:t>изменения:</w:t>
      </w:r>
    </w:p>
    <w:p w14:paraId="38A70EB6" w14:textId="10AE60B5" w:rsidR="00F0625B" w:rsidRPr="00491E7C" w:rsidRDefault="00F0625B" w:rsidP="008A49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1E7C">
        <w:rPr>
          <w:rFonts w:ascii="Times New Roman" w:hAnsi="Times New Roman"/>
          <w:sz w:val="28"/>
          <w:szCs w:val="28"/>
        </w:rPr>
        <w:t xml:space="preserve">1.1. </w:t>
      </w:r>
      <w:r w:rsidR="00977E25" w:rsidRPr="00491E7C">
        <w:rPr>
          <w:rFonts w:ascii="Times New Roman" w:hAnsi="Times New Roman"/>
          <w:sz w:val="28"/>
          <w:szCs w:val="28"/>
        </w:rPr>
        <w:t xml:space="preserve">Подраздел «Объемы и источники финансирования» </w:t>
      </w:r>
      <w:r w:rsidRPr="00491E7C">
        <w:rPr>
          <w:rFonts w:ascii="Times New Roman" w:hAnsi="Times New Roman"/>
          <w:sz w:val="28"/>
          <w:szCs w:val="28"/>
        </w:rPr>
        <w:t>раздел</w:t>
      </w:r>
      <w:r w:rsidR="00977E25" w:rsidRPr="00491E7C">
        <w:rPr>
          <w:rFonts w:ascii="Times New Roman" w:hAnsi="Times New Roman"/>
          <w:sz w:val="28"/>
          <w:szCs w:val="28"/>
        </w:rPr>
        <w:t>а</w:t>
      </w:r>
      <w:r w:rsidRPr="00491E7C">
        <w:rPr>
          <w:rFonts w:ascii="Times New Roman" w:hAnsi="Times New Roman"/>
          <w:sz w:val="28"/>
          <w:szCs w:val="28"/>
        </w:rPr>
        <w:t xml:space="preserve"> 1 Паспорт муниципальной программы «Стимулирование экономической активности в муниципальном образовании «Городской округ Ногликский» изложить в новой редакции:</w:t>
      </w:r>
    </w:p>
    <w:p w14:paraId="0CC0C3F1" w14:textId="77777777" w:rsidR="005D15CE" w:rsidRPr="00491E7C" w:rsidRDefault="005D15CE" w:rsidP="008A49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972" w:type="dxa"/>
        <w:tblCellSpacing w:w="5" w:type="nil"/>
        <w:tblInd w:w="-28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4"/>
        <w:gridCol w:w="2610"/>
        <w:gridCol w:w="6718"/>
        <w:gridCol w:w="360"/>
      </w:tblGrid>
      <w:tr w:rsidR="006B7BEC" w:rsidRPr="00491E7C" w14:paraId="5D50FACD" w14:textId="6E5A0781" w:rsidTr="00491E7C">
        <w:trPr>
          <w:trHeight w:val="400"/>
          <w:tblCellSpacing w:w="5" w:type="nil"/>
        </w:trPr>
        <w:tc>
          <w:tcPr>
            <w:tcW w:w="284" w:type="dxa"/>
            <w:tcBorders>
              <w:right w:val="single" w:sz="4" w:space="0" w:color="auto"/>
            </w:tcBorders>
          </w:tcPr>
          <w:p w14:paraId="2FB0CBBF" w14:textId="5BDB55DD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EE50" w14:textId="6BBAACDB" w:rsidR="006B7BEC" w:rsidRPr="00491E7C" w:rsidRDefault="006B7BE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4927C" w14:textId="262EE303" w:rsidR="00FE764F" w:rsidRPr="00491E7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– 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392 </w:t>
            </w:r>
            <w:r w:rsidR="008B79E9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050,0</w:t>
            </w:r>
          </w:p>
          <w:p w14:paraId="1C5ECE7A" w14:textId="410472E4" w:rsidR="00EF2727" w:rsidRPr="00491E7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тыс. рублей, </w:t>
            </w:r>
          </w:p>
          <w:p w14:paraId="7C23E8B9" w14:textId="77777777" w:rsidR="00EF2727" w:rsidRPr="00491E7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08A3E936" w14:textId="013FB9A9" w:rsidR="00EF2727" w:rsidRPr="00491E7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</w:t>
            </w:r>
            <w:r w:rsidR="005D15CE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14 277,4 тыс. руб.;</w:t>
            </w:r>
          </w:p>
          <w:p w14:paraId="13367497" w14:textId="1A3F09BA" w:rsidR="00EF2727" w:rsidRPr="00491E7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</w:t>
            </w:r>
            <w:r w:rsidR="005D15CE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год 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 11 184,4 тыс. руб.;</w:t>
            </w:r>
          </w:p>
          <w:p w14:paraId="2B2392A2" w14:textId="07DB97C8" w:rsidR="00EF2727" w:rsidRPr="00491E7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2017 </w:t>
            </w:r>
            <w:r w:rsidR="005D15CE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год 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 10 022,1 тыс. руб.;</w:t>
            </w:r>
          </w:p>
          <w:p w14:paraId="0EBD1929" w14:textId="75D839C3" w:rsidR="00EF2727" w:rsidRPr="00491E7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</w:t>
            </w:r>
            <w:r w:rsidR="005D15CE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21 366,7 тыс. руб.;</w:t>
            </w:r>
          </w:p>
          <w:p w14:paraId="077AF83D" w14:textId="1DF452ED" w:rsidR="00EF2727" w:rsidRPr="00491E7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</w:t>
            </w:r>
            <w:r w:rsidR="005D15CE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25 521,6 тыс. руб.;</w:t>
            </w:r>
          </w:p>
          <w:p w14:paraId="1391F46F" w14:textId="33B065BE" w:rsidR="00EF2727" w:rsidRPr="00491E7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</w:t>
            </w:r>
            <w:r w:rsidR="005D15CE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28 942,7 тыс. руб.;</w:t>
            </w:r>
          </w:p>
          <w:p w14:paraId="615B099C" w14:textId="42B6F019" w:rsidR="00EF2727" w:rsidRPr="00491E7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</w:t>
            </w:r>
            <w:r w:rsidR="005D15CE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CC0929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C0929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547,9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7C8C83DA" w14:textId="0615CE56" w:rsidR="00EF2727" w:rsidRPr="00491E7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</w:t>
            </w:r>
            <w:r w:rsidR="005D15CE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39 </w:t>
            </w:r>
            <w:r w:rsidR="00CC0929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</w:t>
            </w:r>
            <w:r w:rsidR="00FE764F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CC0929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FE764F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35AB4EC3" w14:textId="4395182D" w:rsidR="00EF2727" w:rsidRPr="00491E7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</w:t>
            </w:r>
            <w:r w:rsidR="005D15CE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39 </w:t>
            </w:r>
            <w:r w:rsidR="0082636D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584,8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7F95F64" w14:textId="4593EDE1" w:rsidR="00EF2727" w:rsidRPr="00491E7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</w:t>
            </w:r>
            <w:r w:rsidR="005D15CE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45 </w:t>
            </w:r>
            <w:r w:rsidR="008B79E9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015,8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4CD3CEC" w14:textId="6F191A46" w:rsidR="00EF2727" w:rsidRPr="00491E7C" w:rsidRDefault="005D15CE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</w:t>
            </w:r>
            <w:r w:rsidR="00EF2727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41 </w:t>
            </w:r>
            <w:r w:rsidR="008B79E9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620,9</w:t>
            </w:r>
            <w:r w:rsidR="00EF2727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 w:rsidR="008A62C7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4AEA3428" w14:textId="5379423B" w:rsidR="008A62C7" w:rsidRPr="00491E7C" w:rsidRDefault="005D15CE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</w:t>
            </w:r>
            <w:r w:rsidR="008A62C7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42 </w:t>
            </w:r>
            <w:r w:rsidR="008B79E9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571,6</w:t>
            </w:r>
            <w:r w:rsidR="0082636D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15DFC5F7" w14:textId="30B44689" w:rsidR="008A62C7" w:rsidRPr="00491E7C" w:rsidRDefault="005D15CE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</w:t>
            </w:r>
            <w:r w:rsidR="008A62C7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2636D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="008A62C7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38 </w:t>
            </w:r>
            <w:r w:rsidR="0082636D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689,5 тыс. руб.</w:t>
            </w:r>
          </w:p>
          <w:p w14:paraId="50A6E90C" w14:textId="77777777" w:rsidR="00EF2727" w:rsidRPr="00491E7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них по источникам:</w:t>
            </w:r>
          </w:p>
          <w:p w14:paraId="6230E85F" w14:textId="369163BB" w:rsidR="00FE764F" w:rsidRPr="00491E7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местного бюджета – </w:t>
            </w:r>
            <w:r w:rsidR="00EB6271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292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B79E9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249,0</w:t>
            </w:r>
          </w:p>
          <w:p w14:paraId="2E475DDB" w14:textId="094F71FC" w:rsidR="00EF2727" w:rsidRPr="00491E7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тыс. рублей, </w:t>
            </w:r>
          </w:p>
          <w:p w14:paraId="02E87500" w14:textId="77777777" w:rsidR="00EF2727" w:rsidRPr="00491E7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2ADD3DB2" w14:textId="0168529C" w:rsidR="00EF2727" w:rsidRPr="00491E7C" w:rsidRDefault="005D15CE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</w:t>
            </w:r>
            <w:r w:rsidR="00EF2727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2 945,0 тыс. руб.;</w:t>
            </w:r>
          </w:p>
          <w:p w14:paraId="04948E17" w14:textId="54737A1A" w:rsidR="00EF2727" w:rsidRPr="00491E7C" w:rsidRDefault="005D15CE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</w:t>
            </w:r>
            <w:r w:rsidR="00EF2727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2 655,0 тыс. руб.;</w:t>
            </w:r>
          </w:p>
          <w:p w14:paraId="521BCA37" w14:textId="422E8D48" w:rsidR="00EF2727" w:rsidRPr="00491E7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</w:t>
            </w:r>
            <w:r w:rsidR="005D15CE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1 375,5 тыс. руб.;</w:t>
            </w:r>
          </w:p>
          <w:p w14:paraId="0F299339" w14:textId="5172A57E" w:rsidR="00EF2727" w:rsidRPr="00491E7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</w:t>
            </w:r>
            <w:r w:rsidR="005D15CE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18 420,1 тыс. руб.;</w:t>
            </w:r>
          </w:p>
          <w:p w14:paraId="4901B31F" w14:textId="5CE1F0F9" w:rsidR="00EF2727" w:rsidRPr="00491E7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</w:t>
            </w:r>
            <w:r w:rsidR="005D15CE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21 914,6 тыс. руб.;</w:t>
            </w:r>
          </w:p>
          <w:p w14:paraId="614175B1" w14:textId="1DB7595E" w:rsidR="00EF2727" w:rsidRPr="00491E7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</w:t>
            </w:r>
            <w:r w:rsidR="005D15CE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24 993,2 тыс. руб.;</w:t>
            </w:r>
          </w:p>
          <w:p w14:paraId="274CE171" w14:textId="05E5F6D5" w:rsidR="00EF2727" w:rsidRPr="00491E7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</w:t>
            </w:r>
            <w:r w:rsidR="005D15CE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27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80586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488,1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4B71733B" w14:textId="05E12383" w:rsidR="00EF2727" w:rsidRPr="00491E7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</w:t>
            </w:r>
            <w:r w:rsidR="005D15CE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27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E764F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233</w:t>
            </w:r>
            <w:r w:rsidR="00980586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FE764F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A5E8DB3" w14:textId="403B9A9E" w:rsidR="00EF2727" w:rsidRPr="00491E7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</w:t>
            </w:r>
            <w:r w:rsidR="005D15CE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30 </w:t>
            </w:r>
            <w:r w:rsidR="009175FC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143,6</w:t>
            </w:r>
            <w:r w:rsidR="00857D85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руб.;</w:t>
            </w:r>
          </w:p>
          <w:p w14:paraId="786F021C" w14:textId="4FA86CCC" w:rsidR="00EF2727" w:rsidRPr="00491E7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</w:t>
            </w:r>
            <w:r w:rsidR="005D15CE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8B79E9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AA60FC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</w:t>
            </w:r>
            <w:r w:rsidR="008B79E9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36,3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5B0F690" w14:textId="2BD51D0B" w:rsidR="00EF2727" w:rsidRPr="00491E7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</w:t>
            </w:r>
            <w:r w:rsidR="005D15CE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34 </w:t>
            </w:r>
            <w:r w:rsidR="008B79E9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302,5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 w:rsidR="008A62C7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1AB0181E" w14:textId="6C271968" w:rsidR="008A62C7" w:rsidRPr="00491E7C" w:rsidRDefault="008A62C7" w:rsidP="008A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</w:t>
            </w:r>
            <w:r w:rsidR="005D15CE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35 </w:t>
            </w:r>
            <w:r w:rsidR="008B79E9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253,2</w:t>
            </w:r>
            <w:r w:rsidR="00EB6271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709A09EB" w14:textId="62393C7D" w:rsidR="008A62C7" w:rsidRPr="00491E7C" w:rsidRDefault="008A62C7" w:rsidP="008A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</w:t>
            </w:r>
            <w:r w:rsidR="005D15CE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B6271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30 </w:t>
            </w:r>
            <w:r w:rsidR="00EB6271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488,6 тыс. руб.</w:t>
            </w:r>
          </w:p>
          <w:p w14:paraId="0D4C2541" w14:textId="6D60D3BB" w:rsidR="00EF2727" w:rsidRPr="00491E7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областного бюджета – 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99 </w:t>
            </w:r>
            <w:r w:rsidR="008B79E9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245,0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14:paraId="3D3DDEF2" w14:textId="77777777" w:rsidR="00EF2727" w:rsidRPr="00491E7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099EAEF7" w14:textId="75B0D61B" w:rsidR="00EF2727" w:rsidRPr="00491E7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</w:t>
            </w:r>
            <w:r w:rsidR="005D15CE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10 882,4 тыс. руб.;</w:t>
            </w:r>
          </w:p>
          <w:p w14:paraId="27AAE8A3" w14:textId="324EE8CB" w:rsidR="00EF2727" w:rsidRPr="00491E7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</w:t>
            </w:r>
            <w:r w:rsidR="005D15CE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8 423,4 тыс. руб.;</w:t>
            </w:r>
          </w:p>
          <w:p w14:paraId="62AB83D0" w14:textId="4A2CECDD" w:rsidR="00EF2727" w:rsidRPr="00491E7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2017 г</w:t>
            </w:r>
            <w:r w:rsidR="005D15CE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8 646,6 тыс. руб.;</w:t>
            </w:r>
          </w:p>
          <w:p w14:paraId="68ECB128" w14:textId="14692361" w:rsidR="00EF2727" w:rsidRPr="00491E7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</w:t>
            </w:r>
            <w:r w:rsidR="005D15CE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2 946,6 тыс. руб.;</w:t>
            </w:r>
          </w:p>
          <w:p w14:paraId="5B552944" w14:textId="5CFE7AFF" w:rsidR="00EF2727" w:rsidRPr="00491E7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</w:t>
            </w:r>
            <w:r w:rsidR="005D15CE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3 607,0 тыс. руб.;</w:t>
            </w:r>
          </w:p>
          <w:p w14:paraId="6D1CF875" w14:textId="3AA57A98" w:rsidR="00EF2727" w:rsidRPr="00491E7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</w:t>
            </w:r>
            <w:r w:rsidR="005D15CE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3 949,5 тыс. руб.;</w:t>
            </w:r>
          </w:p>
          <w:p w14:paraId="0B7489C8" w14:textId="7AFE10C0" w:rsidR="00EF2727" w:rsidRPr="00491E7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</w:t>
            </w:r>
            <w:r w:rsidR="005D15CE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6 059,8 тыс. руб.;</w:t>
            </w:r>
          </w:p>
          <w:p w14:paraId="10D67914" w14:textId="7668D1DD" w:rsidR="00EF2727" w:rsidRPr="00491E7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</w:t>
            </w:r>
            <w:r w:rsidR="005D15CE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12 </w:t>
            </w:r>
            <w:r w:rsidR="00B70FC4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471,3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EEFA951" w14:textId="301D1A19" w:rsidR="00EF2727" w:rsidRPr="00491E7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</w:t>
            </w:r>
            <w:r w:rsidR="005D15CE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9 </w:t>
            </w:r>
            <w:r w:rsidR="003117FD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441,2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1B3F52FB" w14:textId="3AFEE319" w:rsidR="00EF2727" w:rsidRPr="00491E7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</w:t>
            </w:r>
            <w:r w:rsidR="005D15CE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9 </w:t>
            </w:r>
            <w:r w:rsidR="008B79E9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979,5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E4349A7" w14:textId="4A5EC6CD" w:rsidR="003117FD" w:rsidRPr="00491E7C" w:rsidRDefault="00EF2727" w:rsidP="003117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</w:t>
            </w:r>
            <w:r w:rsidR="005D15CE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7 </w:t>
            </w:r>
            <w:r w:rsidR="008B79E9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318,4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117FD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руб.;</w:t>
            </w:r>
          </w:p>
          <w:p w14:paraId="1308FDA4" w14:textId="4A9BCAD9" w:rsidR="008A62C7" w:rsidRPr="00491E7C" w:rsidRDefault="008A62C7" w:rsidP="008A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</w:t>
            </w:r>
            <w:r w:rsidR="005D15CE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7 </w:t>
            </w:r>
            <w:r w:rsidR="008B79E9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318,4</w:t>
            </w:r>
            <w:r w:rsidR="003117FD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7822964A" w14:textId="5A3BE830" w:rsidR="008A62C7" w:rsidRPr="00491E7C" w:rsidRDefault="008A62C7" w:rsidP="008A6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</w:t>
            </w:r>
            <w:r w:rsidR="005D15CE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="006B70B1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5D15CE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8 200,9 </w:t>
            </w:r>
            <w:r w:rsidR="003117FD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</w:t>
            </w:r>
          </w:p>
          <w:p w14:paraId="4AC48692" w14:textId="36D51143" w:rsidR="00EF2727" w:rsidRPr="00491E7C" w:rsidRDefault="006B70B1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EF2727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финансирование из средств областного бюджета будет определено при формировании областного бюджета на соответствующий период</w:t>
            </w:r>
          </w:p>
          <w:p w14:paraId="61F144F0" w14:textId="77777777" w:rsidR="00EF2727" w:rsidRPr="00491E7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внебюджетных источников – 556,0 тыс. рублей, </w:t>
            </w:r>
          </w:p>
          <w:p w14:paraId="7FEE8D1D" w14:textId="77777777" w:rsidR="00EF2727" w:rsidRPr="00491E7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7DA8A13F" w14:textId="3B873A8A" w:rsidR="00EF2727" w:rsidRPr="00491E7C" w:rsidRDefault="00EF2727" w:rsidP="00EF2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</w:t>
            </w:r>
            <w:r w:rsidR="005D15CE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450,0 тыс. руб.;</w:t>
            </w:r>
          </w:p>
          <w:p w14:paraId="76DB7CD5" w14:textId="594912C0" w:rsidR="006B7BEC" w:rsidRPr="00491E7C" w:rsidRDefault="00EF2727" w:rsidP="005D15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</w:t>
            </w:r>
            <w:r w:rsidR="005D15CE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106,0 тыс. руб.</w:t>
            </w:r>
          </w:p>
        </w:tc>
        <w:tc>
          <w:tcPr>
            <w:tcW w:w="360" w:type="dxa"/>
            <w:tcBorders>
              <w:left w:val="single" w:sz="4" w:space="0" w:color="auto"/>
            </w:tcBorders>
          </w:tcPr>
          <w:p w14:paraId="5858971E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AA46EB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4F2176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9FD16E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322DAB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0EE89D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FEB3A9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3F586C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301528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A864FD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37265B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C77935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819B61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32A9C3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A7804B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F1B102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208BFF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A76943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7E0EF2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10516D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1091A6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B058FC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52808F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1AAC96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5BF100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39663E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1418D0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08B790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76B42E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EB0A47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F60DCD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7C3A4D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D58B18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45D981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B61622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7C023F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6F1A4F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510000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79B56D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31DDA1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104AD1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133242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7BCB0C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294043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9306F6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7EBCD2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1E99A2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F8B16C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BB4058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A04E15" w14:textId="77777777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E03481" w14:textId="77777777" w:rsidR="006B7BE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EC3FAA" w14:textId="65FA82CC" w:rsidR="00491E7C" w:rsidRDefault="00491E7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9C01B5" w14:textId="77777777" w:rsidR="00491E7C" w:rsidRDefault="00491E7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88D4C7" w14:textId="77777777" w:rsidR="00491E7C" w:rsidRDefault="00491E7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CEF13F" w14:textId="77777777" w:rsidR="00491E7C" w:rsidRDefault="00491E7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7F86EF" w14:textId="77777777" w:rsidR="00491E7C" w:rsidRPr="00491E7C" w:rsidRDefault="00491E7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DED14F" w14:textId="39C37D04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35897A79" w14:textId="44BA49A1" w:rsidR="00977E25" w:rsidRPr="00491E7C" w:rsidRDefault="00977E25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649F9ED7" w14:textId="0E35B2E9" w:rsidR="00F0625B" w:rsidRPr="00491E7C" w:rsidRDefault="00F0625B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91E7C">
        <w:rPr>
          <w:rFonts w:ascii="Times New Roman" w:hAnsi="Times New Roman"/>
          <w:sz w:val="28"/>
          <w:szCs w:val="28"/>
          <w:shd w:val="clear" w:color="auto" w:fill="FFFFFF"/>
        </w:rPr>
        <w:t>1.</w:t>
      </w:r>
      <w:r w:rsidR="00977E25" w:rsidRPr="00491E7C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491E7C">
        <w:rPr>
          <w:rFonts w:ascii="Times New Roman" w:hAnsi="Times New Roman"/>
          <w:sz w:val="28"/>
          <w:szCs w:val="28"/>
          <w:shd w:val="clear" w:color="auto" w:fill="FFFFFF"/>
        </w:rPr>
        <w:t>. Внести в Приложение 1 к муниципальной программе «Стимулирование экономической активности в муниципальном образовании «Городской округ Ногликский» следующие изменения:</w:t>
      </w:r>
    </w:p>
    <w:p w14:paraId="158AB092" w14:textId="57C1E4AB" w:rsidR="007671D7" w:rsidRPr="00491E7C" w:rsidRDefault="00977E25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91E7C">
        <w:rPr>
          <w:rFonts w:ascii="Times New Roman" w:hAnsi="Times New Roman"/>
          <w:sz w:val="28"/>
          <w:szCs w:val="28"/>
          <w:shd w:val="clear" w:color="auto" w:fill="FFFFFF"/>
        </w:rPr>
        <w:t>1.2</w:t>
      </w:r>
      <w:r w:rsidR="006561B5" w:rsidRPr="00491E7C">
        <w:rPr>
          <w:rFonts w:ascii="Times New Roman" w:hAnsi="Times New Roman"/>
          <w:sz w:val="28"/>
          <w:szCs w:val="28"/>
          <w:shd w:val="clear" w:color="auto" w:fill="FFFFFF"/>
        </w:rPr>
        <w:t xml:space="preserve">.1. </w:t>
      </w:r>
      <w:r w:rsidRPr="00491E7C">
        <w:rPr>
          <w:rFonts w:ascii="Times New Roman" w:hAnsi="Times New Roman"/>
          <w:sz w:val="28"/>
          <w:szCs w:val="28"/>
          <w:shd w:val="clear" w:color="auto" w:fill="FFFFFF"/>
        </w:rPr>
        <w:t xml:space="preserve">Подраздел «Объемы и источники финансирования» </w:t>
      </w:r>
      <w:r w:rsidR="006561B5" w:rsidRPr="00491E7C">
        <w:rPr>
          <w:rFonts w:ascii="Times New Roman" w:hAnsi="Times New Roman"/>
          <w:sz w:val="28"/>
          <w:szCs w:val="28"/>
          <w:shd w:val="clear" w:color="auto" w:fill="FFFFFF"/>
        </w:rPr>
        <w:t>раздел</w:t>
      </w:r>
      <w:r w:rsidRPr="00491E7C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="006561B5" w:rsidRPr="00491E7C">
        <w:rPr>
          <w:rFonts w:ascii="Times New Roman" w:hAnsi="Times New Roman"/>
          <w:sz w:val="28"/>
          <w:szCs w:val="28"/>
          <w:shd w:val="clear" w:color="auto" w:fill="FFFFFF"/>
        </w:rPr>
        <w:t xml:space="preserve"> 1 «Паспорт подпрограммы» </w:t>
      </w:r>
      <w:r w:rsidR="00F0625B" w:rsidRPr="00491E7C">
        <w:rPr>
          <w:rFonts w:ascii="Times New Roman" w:hAnsi="Times New Roman"/>
          <w:sz w:val="28"/>
          <w:szCs w:val="28"/>
          <w:shd w:val="clear" w:color="auto" w:fill="FFFFFF"/>
        </w:rPr>
        <w:t>изложить в новой редакции:</w:t>
      </w:r>
    </w:p>
    <w:p w14:paraId="446E6257" w14:textId="77777777" w:rsidR="005D15CE" w:rsidRPr="00491E7C" w:rsidRDefault="005D15CE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tbl>
      <w:tblPr>
        <w:tblW w:w="10053" w:type="dxa"/>
        <w:tblCellSpacing w:w="5" w:type="nil"/>
        <w:tblInd w:w="-28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4"/>
        <w:gridCol w:w="2675"/>
        <w:gridCol w:w="6653"/>
        <w:gridCol w:w="441"/>
      </w:tblGrid>
      <w:tr w:rsidR="006B7BEC" w:rsidRPr="00491E7C" w14:paraId="096920B1" w14:textId="5DD5BCF0" w:rsidTr="00491E7C">
        <w:trPr>
          <w:trHeight w:val="400"/>
          <w:tblCellSpacing w:w="5" w:type="nil"/>
        </w:trPr>
        <w:tc>
          <w:tcPr>
            <w:tcW w:w="284" w:type="dxa"/>
            <w:tcBorders>
              <w:right w:val="single" w:sz="4" w:space="0" w:color="auto"/>
            </w:tcBorders>
          </w:tcPr>
          <w:p w14:paraId="33BAFFFA" w14:textId="2D54CCB9" w:rsidR="006B7BEC" w:rsidRPr="00491E7C" w:rsidRDefault="006B7BEC" w:rsidP="006B7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color w:val="2F5496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781F" w14:textId="5BE8E6F8" w:rsidR="006B7BEC" w:rsidRPr="00491E7C" w:rsidRDefault="006B7BEC" w:rsidP="006B7BE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BAA08" w14:textId="6D562D8A" w:rsidR="005946F8" w:rsidRPr="00491E7C" w:rsidRDefault="005946F8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– 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63 </w:t>
            </w:r>
            <w:r w:rsidR="005B128D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077,6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 </w:t>
            </w:r>
          </w:p>
          <w:p w14:paraId="55A6E60C" w14:textId="77777777" w:rsidR="005946F8" w:rsidRPr="00491E7C" w:rsidRDefault="005946F8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7ED43EFC" w14:textId="43F6D183" w:rsidR="005946F8" w:rsidRPr="00491E7C" w:rsidRDefault="005946F8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</w:t>
            </w:r>
            <w:r w:rsidR="005D15CE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10 374,9 тыс. руб.;</w:t>
            </w:r>
          </w:p>
          <w:p w14:paraId="2F814794" w14:textId="7631A82E" w:rsidR="005946F8" w:rsidRPr="00491E7C" w:rsidRDefault="005D15CE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</w:t>
            </w:r>
            <w:r w:rsidR="005946F8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5946F8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7 290,3 тыс. руб.;</w:t>
            </w:r>
          </w:p>
          <w:p w14:paraId="0DA3C053" w14:textId="7B61C6B5" w:rsidR="005946F8" w:rsidRPr="00491E7C" w:rsidRDefault="005946F8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</w:t>
            </w:r>
            <w:r w:rsidR="005D15CE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D15CE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8 630,5 тыс. руб.;</w:t>
            </w:r>
          </w:p>
          <w:p w14:paraId="5E15F589" w14:textId="7F2A5A5D" w:rsidR="005946F8" w:rsidRPr="00491E7C" w:rsidRDefault="005946F8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</w:t>
            </w:r>
            <w:r w:rsidR="005D15CE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D15CE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2 830,9 тыс. руб.;</w:t>
            </w:r>
          </w:p>
          <w:p w14:paraId="0B796A41" w14:textId="024803B6" w:rsidR="005946F8" w:rsidRPr="00491E7C" w:rsidRDefault="005D15CE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</w:t>
            </w:r>
            <w:r w:rsidR="005946F8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3 678,7 тыс. руб.;</w:t>
            </w:r>
          </w:p>
          <w:p w14:paraId="4BEDFF27" w14:textId="4C39432E" w:rsidR="005946F8" w:rsidRPr="00491E7C" w:rsidRDefault="005946F8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</w:t>
            </w:r>
            <w:r w:rsidR="005D15CE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4 427,5 тыс. руб.;</w:t>
            </w:r>
          </w:p>
          <w:p w14:paraId="04625636" w14:textId="539FFDDF" w:rsidR="005946F8" w:rsidRPr="00491E7C" w:rsidRDefault="005D15CE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</w:t>
            </w:r>
            <w:r w:rsidR="005946F8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3 684,5 тыс. руб.;</w:t>
            </w:r>
          </w:p>
          <w:p w14:paraId="4B91FD54" w14:textId="5CF9229C" w:rsidR="005946F8" w:rsidRPr="00491E7C" w:rsidRDefault="005D15CE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  <w:r w:rsidR="005946F8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6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946F8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</w:t>
            </w:r>
            <w:r w:rsidR="00175002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3,0</w:t>
            </w:r>
            <w:r w:rsidR="005946F8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3AB063B2" w14:textId="63A5A9D4" w:rsidR="005946F8" w:rsidRPr="00491E7C" w:rsidRDefault="005D15CE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</w:t>
            </w:r>
            <w:r w:rsidR="005946F8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 </w:t>
            </w:r>
            <w:r w:rsidR="008715CD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818,2</w:t>
            </w:r>
            <w:r w:rsidR="005946F8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1BED77E3" w14:textId="5254B622" w:rsidR="005946F8" w:rsidRPr="00491E7C" w:rsidRDefault="005D15CE" w:rsidP="00AA6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</w:t>
            </w:r>
            <w:r w:rsidR="005946F8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</w:t>
            </w:r>
            <w:r w:rsidR="00965E13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436,4</w:t>
            </w:r>
            <w:r w:rsidR="005946F8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01CF93D" w14:textId="27B49F2B" w:rsidR="005946F8" w:rsidRPr="00491E7C" w:rsidRDefault="005D15CE" w:rsidP="00AA6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</w:t>
            </w:r>
            <w:r w:rsidR="0017440C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</w:t>
            </w:r>
            <w:r w:rsidR="00965E13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486,4</w:t>
            </w:r>
            <w:r w:rsidR="005946F8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 w:rsidR="008715CD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3CCB70D8" w14:textId="272C3958" w:rsidR="008715CD" w:rsidRPr="00491E7C" w:rsidRDefault="005D15CE" w:rsidP="00AA6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</w:t>
            </w:r>
            <w:r w:rsidR="008715CD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 </w:t>
            </w:r>
            <w:r w:rsidR="00965E13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323,5</w:t>
            </w:r>
            <w:r w:rsidR="008715CD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7CBE1D4C" w14:textId="3D109A49" w:rsidR="008715CD" w:rsidRPr="00491E7C" w:rsidRDefault="005D15CE" w:rsidP="00AA6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</w:t>
            </w:r>
            <w:r w:rsidR="008715CD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</w:t>
            </w:r>
            <w:r w:rsidR="00965E13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 </w:t>
            </w:r>
            <w:r w:rsidR="004827AB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212,8</w:t>
            </w:r>
            <w:r w:rsidR="008715CD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72924E5B" w14:textId="77777777" w:rsidR="005946F8" w:rsidRPr="00491E7C" w:rsidRDefault="005946F8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них по источникам:</w:t>
            </w:r>
          </w:p>
          <w:p w14:paraId="71D4F7E9" w14:textId="6241724E" w:rsidR="005946F8" w:rsidRPr="00491E7C" w:rsidRDefault="005946F8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местного бюджета – 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9 </w:t>
            </w:r>
            <w:r w:rsidR="00965E13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010,3</w:t>
            </w:r>
            <w:r w:rsidRPr="00491E7C">
              <w:rPr>
                <w:rFonts w:ascii="Times New Roman" w:eastAsia="Times New Roman" w:hAnsi="Times New Roman"/>
                <w:color w:val="0070C0"/>
                <w:sz w:val="28"/>
                <w:szCs w:val="28"/>
                <w:lang w:eastAsia="ru-RU"/>
              </w:rPr>
              <w:t xml:space="preserve"> 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тыс. 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рублей, </w:t>
            </w:r>
          </w:p>
          <w:p w14:paraId="1237A1CE" w14:textId="77777777" w:rsidR="005946F8" w:rsidRPr="00491E7C" w:rsidRDefault="005946F8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7B470E8F" w14:textId="4737D994" w:rsidR="005946F8" w:rsidRPr="00491E7C" w:rsidRDefault="005D15CE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</w:t>
            </w:r>
            <w:r w:rsidR="005946F8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1 060,0 тыс. руб.;</w:t>
            </w:r>
          </w:p>
          <w:p w14:paraId="70068306" w14:textId="59A09C81" w:rsidR="005946F8" w:rsidRPr="00491E7C" w:rsidRDefault="005D15CE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</w:t>
            </w:r>
            <w:r w:rsidR="005946F8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1 120,0 тыс. руб.;</w:t>
            </w:r>
          </w:p>
          <w:p w14:paraId="44DD7FC8" w14:textId="724FEF0F" w:rsidR="005946F8" w:rsidRPr="00491E7C" w:rsidRDefault="005D15CE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</w:t>
            </w:r>
            <w:r w:rsidR="005946F8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360,5 тыс. руб.;</w:t>
            </w:r>
          </w:p>
          <w:p w14:paraId="007BE637" w14:textId="6F30D4D4" w:rsidR="005946F8" w:rsidRPr="00491E7C" w:rsidRDefault="005D15CE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</w:t>
            </w:r>
            <w:r w:rsidR="005946F8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165,0 тыс. руб.;</w:t>
            </w:r>
          </w:p>
          <w:p w14:paraId="2C3B7531" w14:textId="00FE5B1C" w:rsidR="005946F8" w:rsidRPr="00491E7C" w:rsidRDefault="005946F8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</w:t>
            </w:r>
            <w:r w:rsidR="005D15CE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336,8 тыс. руб.;</w:t>
            </w:r>
          </w:p>
          <w:p w14:paraId="000BAEE6" w14:textId="38465E72" w:rsidR="005946F8" w:rsidRPr="00491E7C" w:rsidRDefault="005D15CE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</w:t>
            </w:r>
            <w:r w:rsidR="005946F8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727,5 тыс. руб.;</w:t>
            </w:r>
          </w:p>
          <w:p w14:paraId="5B416137" w14:textId="72AAA98B" w:rsidR="005946F8" w:rsidRPr="00491E7C" w:rsidRDefault="005D15CE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</w:t>
            </w:r>
            <w:r w:rsidR="005946F8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586,9 тыс. руб.;</w:t>
            </w:r>
          </w:p>
          <w:p w14:paraId="763B7141" w14:textId="17411671" w:rsidR="005946F8" w:rsidRPr="00491E7C" w:rsidRDefault="005D15CE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  <w:r w:rsidR="005946F8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66</w:t>
            </w:r>
            <w:r w:rsidR="00175002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1,3</w:t>
            </w:r>
            <w:r w:rsidR="005946F8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6174BA8E" w14:textId="4CDC80BF" w:rsidR="005946F8" w:rsidRPr="00491E7C" w:rsidRDefault="005D15CE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</w:t>
            </w:r>
            <w:r w:rsidR="005946F8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17440C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715CD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018,2</w:t>
            </w:r>
            <w:r w:rsidR="005946F8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625C1CF" w14:textId="366D8F35" w:rsidR="005946F8" w:rsidRPr="00491E7C" w:rsidRDefault="005D15CE" w:rsidP="00AA6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</w:t>
            </w:r>
            <w:r w:rsidR="005946F8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965E13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601</w:t>
            </w:r>
            <w:r w:rsidR="0017440C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,4</w:t>
            </w:r>
            <w:r w:rsidR="005946F8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1891571" w14:textId="164245CB" w:rsidR="005946F8" w:rsidRPr="00491E7C" w:rsidRDefault="005D15CE" w:rsidP="00AA6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</w:t>
            </w:r>
            <w:r w:rsidR="005946F8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965E13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651,4</w:t>
            </w:r>
            <w:r w:rsidR="005946F8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 w:rsidR="008715CD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7C855C4F" w14:textId="384817D5" w:rsidR="008715CD" w:rsidRPr="00491E7C" w:rsidRDefault="005D15CE" w:rsidP="00AA6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</w:t>
            </w:r>
            <w:r w:rsidR="00965E13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488,5</w:t>
            </w:r>
            <w:r w:rsidR="008715CD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FF7FA84" w14:textId="263604BB" w:rsidR="008715CD" w:rsidRPr="00491E7C" w:rsidRDefault="005D15CE" w:rsidP="00AA6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1 </w:t>
            </w:r>
            <w:r w:rsidR="008715CD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232,8 тыс. руб. </w:t>
            </w:r>
          </w:p>
          <w:p w14:paraId="712A0BA9" w14:textId="597F75D8" w:rsidR="005946F8" w:rsidRPr="00491E7C" w:rsidRDefault="005946F8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за сче</w:t>
            </w:r>
            <w:r w:rsidR="008715CD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 средств областного бюджета – 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54 </w:t>
            </w:r>
            <w:r w:rsidR="005B128D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067,3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 </w:t>
            </w:r>
          </w:p>
          <w:p w14:paraId="750E3808" w14:textId="77777777" w:rsidR="005946F8" w:rsidRPr="00491E7C" w:rsidRDefault="005946F8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3D887023" w14:textId="5F4B9BE1" w:rsidR="005946F8" w:rsidRPr="00491E7C" w:rsidRDefault="005D15CE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</w:t>
            </w:r>
            <w:r w:rsidR="005946F8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9 314,9 тыс. руб.;</w:t>
            </w:r>
          </w:p>
          <w:p w14:paraId="3642B17A" w14:textId="7871C059" w:rsidR="005946F8" w:rsidRPr="00491E7C" w:rsidRDefault="00EB5ECA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</w:t>
            </w:r>
            <w:r w:rsidR="005946F8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6 170,3 тыс. руб.;</w:t>
            </w:r>
          </w:p>
          <w:p w14:paraId="379F6917" w14:textId="4FEA5962" w:rsidR="005946F8" w:rsidRPr="00491E7C" w:rsidRDefault="00EB5ECA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</w:t>
            </w:r>
            <w:r w:rsidR="005946F8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8 270,0 тыс. руб.;</w:t>
            </w:r>
          </w:p>
          <w:p w14:paraId="798F740A" w14:textId="0AE4A281" w:rsidR="005946F8" w:rsidRPr="00491E7C" w:rsidRDefault="00EB5ECA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</w:t>
            </w:r>
            <w:r w:rsidR="005946F8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2 665,9 тыс. руб.;</w:t>
            </w:r>
          </w:p>
          <w:p w14:paraId="0F6397ED" w14:textId="32B83B58" w:rsidR="005946F8" w:rsidRPr="00491E7C" w:rsidRDefault="00EB5ECA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</w:t>
            </w:r>
            <w:r w:rsidR="005946F8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3 341,9 тыс. руб.;</w:t>
            </w:r>
          </w:p>
          <w:p w14:paraId="7AC80EF9" w14:textId="072FA0A4" w:rsidR="005946F8" w:rsidRPr="00491E7C" w:rsidRDefault="00EB5ECA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</w:t>
            </w:r>
            <w:r w:rsidR="005946F8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3 700,0 тыс. руб.;</w:t>
            </w:r>
          </w:p>
          <w:p w14:paraId="67F36948" w14:textId="6FE5628F" w:rsidR="005946F8" w:rsidRPr="00491E7C" w:rsidRDefault="00EB5ECA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</w:t>
            </w:r>
            <w:r w:rsidR="005946F8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3 097,6 тыс. руб.;</w:t>
            </w:r>
          </w:p>
          <w:p w14:paraId="001ACEB2" w14:textId="7F0BFA27" w:rsidR="005946F8" w:rsidRPr="00491E7C" w:rsidRDefault="00EB5ECA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  <w:r w:rsidR="005946F8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6 221,7 тыс. руб.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1F78267B" w14:textId="000F1495" w:rsidR="005946F8" w:rsidRPr="00491E7C" w:rsidRDefault="00EB5ECA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</w:t>
            </w:r>
            <w:r w:rsidR="005946F8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 </w:t>
            </w:r>
            <w:r w:rsidR="008715CD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  <w:r w:rsidR="005946F8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F690FC7" w14:textId="42599C28" w:rsidR="005946F8" w:rsidRPr="00491E7C" w:rsidRDefault="00EB5ECA" w:rsidP="00AA6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</w:t>
            </w:r>
            <w:r w:rsidR="005946F8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1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65E13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835,0</w:t>
            </w:r>
            <w:r w:rsidR="005946F8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C8F3E60" w14:textId="54B7C4DD" w:rsidR="005946F8" w:rsidRPr="00491E7C" w:rsidRDefault="00EB5ECA" w:rsidP="00AA6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</w:t>
            </w:r>
            <w:r w:rsidR="008715CD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1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65E13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835,0</w:t>
            </w:r>
            <w:r w:rsidR="008715CD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63B1A688" w14:textId="407A69EA" w:rsidR="008715CD" w:rsidRPr="00491E7C" w:rsidRDefault="00EB5ECA" w:rsidP="00AA6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1 </w:t>
            </w:r>
            <w:r w:rsidR="00965E13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835,0 тыс. руб.;</w:t>
            </w:r>
          </w:p>
          <w:p w14:paraId="2FABA843" w14:textId="351130A1" w:rsidR="008715CD" w:rsidRPr="00491E7C" w:rsidRDefault="00EB5ECA" w:rsidP="00AA6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</w:t>
            </w:r>
            <w:r w:rsidR="008715CD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</w:t>
            </w:r>
            <w:r w:rsidR="004827AB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980,0 тыс. руб.</w:t>
            </w:r>
          </w:p>
          <w:p w14:paraId="5E8402B7" w14:textId="71248CC7" w:rsidR="006B7BEC" w:rsidRPr="00491E7C" w:rsidRDefault="006B70B1" w:rsidP="005946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5946F8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финансирование из средств областного бюджета будет определено при формировании областного бюджета на соответствующий период</w:t>
            </w:r>
          </w:p>
        </w:tc>
        <w:tc>
          <w:tcPr>
            <w:tcW w:w="441" w:type="dxa"/>
            <w:tcBorders>
              <w:left w:val="single" w:sz="4" w:space="0" w:color="auto"/>
            </w:tcBorders>
          </w:tcPr>
          <w:p w14:paraId="15A19658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11754C" w14:textId="41CC01D2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824CE0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59617F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FAA475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082E30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D62256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2A4C99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08E1F7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FA5BFE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068283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039F68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12D414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B5FBC4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A294FE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33EA12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569867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D9E477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017A7B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5B6F58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25B540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8E0E86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5D5664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3D51E6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C050AC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6821E0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139D85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931922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DB9948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30E744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D34480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E7F1D4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1BE76C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86F82B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FA4417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D982FB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308A65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ECFC21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42BB39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294D28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EA61FE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124DD4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FE7DAC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B1C65E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41294A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6FC38E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ADDE0C" w14:textId="77777777" w:rsidR="006B7BEC" w:rsidRPr="00491E7C" w:rsidRDefault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D73EAF" w14:textId="77777777" w:rsidR="008715CD" w:rsidRPr="00491E7C" w:rsidRDefault="008715C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8C8E8D" w14:textId="77777777" w:rsidR="008715CD" w:rsidRPr="00491E7C" w:rsidRDefault="008715C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457BEF" w14:textId="77777777" w:rsidR="008715CD" w:rsidRPr="00491E7C" w:rsidRDefault="008715C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B048F5" w14:textId="77777777" w:rsidR="008715CD" w:rsidRPr="00491E7C" w:rsidRDefault="008715C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EB9D46" w14:textId="77777777" w:rsidR="008715CD" w:rsidRPr="00491E7C" w:rsidRDefault="008715C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FD37BC" w14:textId="77777777" w:rsidR="008715CD" w:rsidRPr="00491E7C" w:rsidRDefault="008715C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BE2843" w14:textId="05C49D5B" w:rsidR="006B7BEC" w:rsidRPr="00491E7C" w:rsidRDefault="006B7BEC" w:rsidP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2117E398" w14:textId="6762EBE1" w:rsidR="00F0625B" w:rsidRPr="00491E7C" w:rsidRDefault="00F0625B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4739588A" w14:textId="7CAE2529" w:rsidR="00F0625B" w:rsidRPr="00491E7C" w:rsidRDefault="00702A1A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491E7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1.3</w:t>
      </w:r>
      <w:r w:rsidR="00F0625B" w:rsidRPr="00491E7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 Внести в Приложение 2 к муниципальной программе «Стимулирование экономической активности в муниципальном образовании «Городской округ Ногликский» </w:t>
      </w:r>
      <w:r w:rsidR="00EB5ECA" w:rsidRPr="00491E7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изменение, изложив </w:t>
      </w:r>
      <w:r w:rsidR="00F0625B" w:rsidRPr="00491E7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Объемы и источники финансирования раздела 1 «Паспорт подпрограммы» в новой редакции:</w:t>
      </w:r>
    </w:p>
    <w:p w14:paraId="3FD48F6E" w14:textId="77777777" w:rsidR="00EB5ECA" w:rsidRPr="00491E7C" w:rsidRDefault="00EB5ECA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</w:p>
    <w:tbl>
      <w:tblPr>
        <w:tblW w:w="10208" w:type="dxa"/>
        <w:tblCellSpacing w:w="5" w:type="nil"/>
        <w:tblInd w:w="-28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4"/>
        <w:gridCol w:w="2349"/>
        <w:gridCol w:w="7007"/>
        <w:gridCol w:w="284"/>
        <w:gridCol w:w="284"/>
      </w:tblGrid>
      <w:tr w:rsidR="00491E7C" w:rsidRPr="00491E7C" w14:paraId="22E3DD66" w14:textId="2BA66CC3" w:rsidTr="00491E7C">
        <w:trPr>
          <w:trHeight w:val="3421"/>
          <w:tblCellSpacing w:w="5" w:type="nil"/>
        </w:trPr>
        <w:tc>
          <w:tcPr>
            <w:tcW w:w="284" w:type="dxa"/>
            <w:tcBorders>
              <w:right w:val="single" w:sz="4" w:space="0" w:color="auto"/>
            </w:tcBorders>
          </w:tcPr>
          <w:p w14:paraId="5D31250E" w14:textId="5F96F3F1" w:rsidR="0017440C" w:rsidRPr="00491E7C" w:rsidRDefault="0017440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«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88FAA" w14:textId="270B76EA" w:rsidR="0017440C" w:rsidRPr="00491E7C" w:rsidRDefault="0017440C" w:rsidP="008A4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D60D" w14:textId="51E6BC70" w:rsidR="0017440C" w:rsidRPr="00491E7C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–</w:t>
            </w:r>
            <w:r w:rsidR="00DF564B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54 </w:t>
            </w:r>
            <w:r w:rsidR="00DB10B3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107,0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 </w:t>
            </w:r>
          </w:p>
          <w:p w14:paraId="564788FD" w14:textId="77777777" w:rsidR="0017440C" w:rsidRPr="00491E7C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115F2AB4" w14:textId="6A32C1CF" w:rsidR="0017440C" w:rsidRPr="00491E7C" w:rsidRDefault="00EB5ECA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</w:t>
            </w:r>
            <w:r w:rsidR="0017440C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3 902,5 тыс. руб.;</w:t>
            </w:r>
          </w:p>
          <w:p w14:paraId="0AF5F83C" w14:textId="5D390A18" w:rsidR="0017440C" w:rsidRPr="00491E7C" w:rsidRDefault="00EB5ECA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</w:t>
            </w:r>
            <w:r w:rsidR="0017440C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3 894,1 тыс. руб.;</w:t>
            </w:r>
          </w:p>
          <w:p w14:paraId="1940DC28" w14:textId="58513CFB" w:rsidR="0017440C" w:rsidRPr="00491E7C" w:rsidRDefault="00EB5ECA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</w:t>
            </w:r>
            <w:r w:rsidR="0017440C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1 280,6 тыс. руб.;</w:t>
            </w:r>
          </w:p>
          <w:p w14:paraId="684AB382" w14:textId="18503BA1" w:rsidR="0017440C" w:rsidRPr="00491E7C" w:rsidRDefault="00EB5ECA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</w:t>
            </w:r>
            <w:r w:rsidR="0017440C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423,5 тыс. руб.;</w:t>
            </w:r>
          </w:p>
          <w:p w14:paraId="14D57F49" w14:textId="29D67B3F" w:rsidR="0017440C" w:rsidRPr="00491E7C" w:rsidRDefault="00EB5ECA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</w:t>
            </w:r>
            <w:r w:rsidR="0017440C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282,9 тыс. руб.;</w:t>
            </w:r>
          </w:p>
          <w:p w14:paraId="5D80CD10" w14:textId="1D36DB09" w:rsidR="0017440C" w:rsidRPr="00491E7C" w:rsidRDefault="00EB5ECA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</w:t>
            </w:r>
            <w:r w:rsidR="0017440C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402,3 тыс. руб.;</w:t>
            </w:r>
          </w:p>
          <w:p w14:paraId="3147CBD6" w14:textId="10FF15D4" w:rsidR="0017440C" w:rsidRPr="00491E7C" w:rsidRDefault="00EB5ECA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</w:t>
            </w:r>
            <w:r w:rsidR="0017440C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3 011,4 тыс. руб.;</w:t>
            </w:r>
          </w:p>
          <w:p w14:paraId="2A638F3C" w14:textId="13D69439" w:rsidR="0017440C" w:rsidRPr="00491E7C" w:rsidRDefault="00EB5ECA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  <w:r w:rsidR="0017440C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6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B18C4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312,9</w:t>
            </w:r>
            <w:r w:rsidR="0017440C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487AB701" w14:textId="3E7F332F" w:rsidR="0017440C" w:rsidRPr="00491E7C" w:rsidRDefault="00EB5ECA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</w:t>
            </w:r>
            <w:r w:rsidR="0017440C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7B18C4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60F54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225,9</w:t>
            </w:r>
            <w:r w:rsidR="0017440C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26CB82C6" w14:textId="56347155" w:rsidR="0017440C" w:rsidRPr="00491E7C" w:rsidRDefault="00EB5ECA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</w:t>
            </w:r>
            <w:r w:rsidR="0017440C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</w:t>
            </w:r>
            <w:r w:rsidR="007B18C4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9 </w:t>
            </w:r>
            <w:r w:rsidR="00D445A5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049,5</w:t>
            </w:r>
            <w:r w:rsidR="0017440C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68649E80" w14:textId="39CCD411" w:rsidR="0017440C" w:rsidRPr="00491E7C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</w:t>
            </w:r>
            <w:r w:rsidR="00EB5ECA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</w:t>
            </w:r>
            <w:r w:rsidR="00DB10B3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292,7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</w:t>
            </w:r>
            <w:r w:rsidR="00B60F54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.;</w:t>
            </w:r>
          </w:p>
          <w:p w14:paraId="27C2CFA5" w14:textId="1F569706" w:rsidR="00B60F54" w:rsidRPr="00491E7C" w:rsidRDefault="00B60F54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</w:t>
            </w:r>
            <w:r w:rsidR="00EB5ECA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</w:t>
            </w:r>
            <w:r w:rsidR="00DB10B3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092,7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4F2B8E63" w14:textId="08DADB11" w:rsidR="00B60F54" w:rsidRPr="00491E7C" w:rsidRDefault="00EB5ECA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6 </w:t>
            </w:r>
            <w:r w:rsidR="00B60F54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936,0 тыс. руб.</w:t>
            </w:r>
          </w:p>
          <w:p w14:paraId="772173A8" w14:textId="77777777" w:rsidR="0017440C" w:rsidRPr="00491E7C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них по источникам:</w:t>
            </w:r>
          </w:p>
          <w:p w14:paraId="595EE818" w14:textId="368AFC17" w:rsidR="0017440C" w:rsidRPr="00491E7C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местного бюджета – </w:t>
            </w:r>
            <w:r w:rsidR="00D445A5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B10B3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373,3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 </w:t>
            </w:r>
          </w:p>
          <w:p w14:paraId="28FAC87F" w14:textId="77777777" w:rsidR="0017440C" w:rsidRPr="00491E7C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37EA7991" w14:textId="50133147" w:rsidR="0017440C" w:rsidRPr="00491E7C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</w:t>
            </w:r>
            <w:r w:rsidR="00EB5ECA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1 885,0 тыс. руб.;</w:t>
            </w:r>
          </w:p>
          <w:p w14:paraId="394689D1" w14:textId="7C27F8FC" w:rsidR="0017440C" w:rsidRPr="00491E7C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</w:t>
            </w:r>
            <w:r w:rsidR="00EB5ECA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1 535,0 тыс. руб.;</w:t>
            </w:r>
          </w:p>
          <w:p w14:paraId="6221DE1B" w14:textId="2AB3D7F3" w:rsidR="0017440C" w:rsidRPr="00491E7C" w:rsidRDefault="00EB5ECA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</w:t>
            </w:r>
            <w:r w:rsidR="0017440C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904,0 тыс. руб.;</w:t>
            </w:r>
          </w:p>
          <w:p w14:paraId="4852A114" w14:textId="5D54824C" w:rsidR="0017440C" w:rsidRPr="00491E7C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</w:t>
            </w:r>
            <w:r w:rsidR="00EB5ECA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142,8 тыс. руб.;</w:t>
            </w:r>
          </w:p>
          <w:p w14:paraId="24FA4BFE" w14:textId="40F76953" w:rsidR="0017440C" w:rsidRPr="00491E7C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</w:t>
            </w:r>
            <w:r w:rsidR="00EB5ECA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17,8 тыс. руб.;</w:t>
            </w:r>
          </w:p>
          <w:p w14:paraId="31420CF1" w14:textId="67177FC9" w:rsidR="0017440C" w:rsidRPr="00491E7C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</w:t>
            </w:r>
            <w:r w:rsidR="00EB5ECA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152,8 тыс. руб.;</w:t>
            </w:r>
          </w:p>
          <w:p w14:paraId="4DF73FD5" w14:textId="02864BD1" w:rsidR="0017440C" w:rsidRPr="00491E7C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</w:t>
            </w:r>
            <w:r w:rsidR="00EB5ECA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49,2 тыс. руб.;</w:t>
            </w:r>
          </w:p>
          <w:p w14:paraId="2158B6C2" w14:textId="1A39E1D2" w:rsidR="0017440C" w:rsidRPr="00491E7C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</w:t>
            </w:r>
            <w:r w:rsidR="00EB5ECA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E912EB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63,3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6367E4ED" w14:textId="5167A67F" w:rsidR="0017440C" w:rsidRPr="00491E7C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</w:t>
            </w:r>
            <w:r w:rsidR="00EB5ECA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AC3862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584,7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23C637A2" w14:textId="02FA1B36" w:rsidR="0017440C" w:rsidRPr="00491E7C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</w:t>
            </w:r>
            <w:r w:rsidR="00EB5ECA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D445A5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905,0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6510C09" w14:textId="358F4E8D" w:rsidR="0017440C" w:rsidRPr="00491E7C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</w:t>
            </w:r>
            <w:r w:rsidR="00EB5ECA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DB10B3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809,3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 w:rsidR="00CC66FA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4F1A8FCE" w14:textId="036D1A62" w:rsidR="00CC66FA" w:rsidRPr="00491E7C" w:rsidRDefault="00CC66FA" w:rsidP="00CC6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</w:t>
            </w:r>
            <w:r w:rsidR="00EB5ECA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DB10B3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609,3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490BA455" w14:textId="7EAD587C" w:rsidR="00CC66FA" w:rsidRPr="00491E7C" w:rsidRDefault="00EB5ECA" w:rsidP="00CC6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</w:t>
            </w:r>
            <w:r w:rsidR="00CC66FA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AC3862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715,1</w:t>
            </w:r>
            <w:r w:rsidR="00CC66FA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438784B3" w14:textId="4E8E1D47" w:rsidR="0017440C" w:rsidRPr="00491E7C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областного бюджета – 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45 </w:t>
            </w:r>
            <w:r w:rsidR="00DB10B3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177,7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 </w:t>
            </w:r>
          </w:p>
          <w:p w14:paraId="40FA93AE" w14:textId="77777777" w:rsidR="0017440C" w:rsidRPr="00491E7C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68004D14" w14:textId="40A1B65D" w:rsidR="0017440C" w:rsidRPr="00491E7C" w:rsidRDefault="00EB5ECA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</w:t>
            </w:r>
            <w:r w:rsidR="0017440C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1 567,5 тыс. руб.;</w:t>
            </w:r>
          </w:p>
          <w:p w14:paraId="6E99F46B" w14:textId="63C1EEEA" w:rsidR="0017440C" w:rsidRPr="00491E7C" w:rsidRDefault="00EB5ECA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</w:t>
            </w:r>
            <w:r w:rsidR="0017440C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2 253,1 тыс. руб.;</w:t>
            </w:r>
          </w:p>
          <w:p w14:paraId="2342AC40" w14:textId="15B6BF7E" w:rsidR="0017440C" w:rsidRPr="00491E7C" w:rsidRDefault="00EB5ECA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</w:t>
            </w:r>
            <w:r w:rsidR="0017440C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376,6 тыс. руб.;</w:t>
            </w:r>
          </w:p>
          <w:p w14:paraId="4FD6E4FF" w14:textId="18E10430" w:rsidR="0017440C" w:rsidRPr="00491E7C" w:rsidRDefault="00EB5ECA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</w:t>
            </w:r>
            <w:r w:rsidR="0017440C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280,7 тыс. руб.;</w:t>
            </w:r>
          </w:p>
          <w:p w14:paraId="021BEB00" w14:textId="20E76D73" w:rsidR="0017440C" w:rsidRPr="00491E7C" w:rsidRDefault="00EB5ECA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</w:t>
            </w:r>
            <w:r w:rsidR="0017440C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265,1 тыс. руб.;</w:t>
            </w:r>
          </w:p>
          <w:p w14:paraId="041302BF" w14:textId="1E022FF1" w:rsidR="0017440C" w:rsidRPr="00491E7C" w:rsidRDefault="00EB5ECA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</w:t>
            </w:r>
            <w:r w:rsidR="0017440C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249,5 тыс. руб.;</w:t>
            </w:r>
          </w:p>
          <w:p w14:paraId="685CFF27" w14:textId="38F50E82" w:rsidR="0017440C" w:rsidRPr="00491E7C" w:rsidRDefault="00EB5ECA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</w:t>
            </w:r>
            <w:r w:rsidR="0017440C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2 962,2 тыс. руб.;</w:t>
            </w:r>
          </w:p>
          <w:p w14:paraId="52B55A9E" w14:textId="23A0B9C3" w:rsidR="0017440C" w:rsidRPr="00491E7C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</w:t>
            </w:r>
            <w:r w:rsidR="00EB5ECA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6E2DFB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E2DFB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249,6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126239B1" w14:textId="6CA3FD65" w:rsidR="0017440C" w:rsidRPr="00491E7C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</w:t>
            </w:r>
            <w:r w:rsidR="00EB5ECA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 </w:t>
            </w:r>
            <w:r w:rsidR="00FD6B74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641,2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D4BEA0E" w14:textId="1254E0A4" w:rsidR="0017440C" w:rsidRPr="00491E7C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2024 г</w:t>
            </w:r>
            <w:r w:rsidR="00EB5ECA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 </w:t>
            </w:r>
            <w:r w:rsidR="00D445A5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144,5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445F021D" w14:textId="3A30D084" w:rsidR="0017440C" w:rsidRPr="00491E7C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</w:t>
            </w:r>
            <w:r w:rsidR="00EB5ECA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 </w:t>
            </w:r>
            <w:r w:rsidR="00DB10B3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483,4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 w:rsidR="00FD6B74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7F3EE7E1" w14:textId="4527AB4D" w:rsidR="00FD6B74" w:rsidRPr="00491E7C" w:rsidRDefault="00FD6B74" w:rsidP="00FD6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</w:t>
            </w:r>
            <w:r w:rsidR="00EB5ECA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 </w:t>
            </w:r>
            <w:r w:rsidR="00DB10B3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483,4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465A0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</w:t>
            </w:r>
            <w:r w:rsidR="00DE64B6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руб.;</w:t>
            </w:r>
          </w:p>
          <w:p w14:paraId="2B52A424" w14:textId="1E3CCB97" w:rsidR="00FD6B74" w:rsidRPr="00491E7C" w:rsidRDefault="00FD6B74" w:rsidP="00FD6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</w:t>
            </w:r>
            <w:r w:rsidR="00EB5ECA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6 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220,9 тыс. руб.</w:t>
            </w:r>
          </w:p>
          <w:p w14:paraId="0BE0E303" w14:textId="0CBCE400" w:rsidR="0017440C" w:rsidRPr="00491E7C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финансирование из средств областного бюджета будет определено при формировании областного бюджета на соответствующий период</w:t>
            </w:r>
          </w:p>
          <w:p w14:paraId="1B2F4FEB" w14:textId="77777777" w:rsidR="0017440C" w:rsidRPr="00491E7C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внебюджетных источников – 556,0 тыс. рублей, </w:t>
            </w:r>
          </w:p>
          <w:p w14:paraId="0119B022" w14:textId="77777777" w:rsidR="0017440C" w:rsidRPr="00491E7C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5186BFF3" w14:textId="6A655674" w:rsidR="0017440C" w:rsidRPr="00491E7C" w:rsidRDefault="0017440C" w:rsidP="001744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</w:t>
            </w:r>
            <w:r w:rsidR="00EB5ECA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450,0 тыс. руб.;</w:t>
            </w:r>
          </w:p>
          <w:p w14:paraId="7C715557" w14:textId="71368433" w:rsidR="0017440C" w:rsidRPr="00491E7C" w:rsidRDefault="0017440C" w:rsidP="00EB5E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</w:t>
            </w:r>
            <w:r w:rsidR="00EB5ECA"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</w:t>
            </w: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106,0 тыс. руб.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6E6E1BBE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2B35F2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C14A5F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4F06F7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CAED27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F8A637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0D7CE5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7D5321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EAEF14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E2C727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FF0ACB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4DEFAE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F0A932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97CBD7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73C782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B975E2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EC26A9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93E6C8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0941C7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2D2ED5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6A7C6A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33E2F1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964219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726703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E6C532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27C03E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06E364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4E3723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A62251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7F46C8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CB39D4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764552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4E2353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ADD40A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AC2F8B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A8ABE7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D7B6E6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908AAC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24985D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F6043F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0DC445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2F6DAC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8F3AD3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D0743D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081BDC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217646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C353D8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744BFA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938CBE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8AFD1C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1CFBD4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F5D9FF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B8C749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7F8F62F" w14:textId="77777777" w:rsidR="0017440C" w:rsidRPr="00491E7C" w:rsidRDefault="001744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C34D02" w14:textId="0FF4F4CA" w:rsidR="002F09CA" w:rsidRPr="00491E7C" w:rsidRDefault="002F09C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91E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4" w:type="dxa"/>
            <w:tcBorders>
              <w:left w:val="nil"/>
            </w:tcBorders>
          </w:tcPr>
          <w:p w14:paraId="2AA73B46" w14:textId="1957395F" w:rsidR="0017440C" w:rsidRPr="00491E7C" w:rsidRDefault="0017440C" w:rsidP="006B7B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5A6795A2" w14:textId="77777777" w:rsidR="00106610" w:rsidRPr="00491E7C" w:rsidRDefault="00106610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12FD9265" w14:textId="12C70E88" w:rsidR="00F0625B" w:rsidRPr="00491E7C" w:rsidRDefault="0017440C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91E7C">
        <w:rPr>
          <w:rFonts w:ascii="Times New Roman" w:hAnsi="Times New Roman"/>
          <w:sz w:val="28"/>
          <w:szCs w:val="28"/>
          <w:shd w:val="clear" w:color="auto" w:fill="FFFFFF"/>
        </w:rPr>
        <w:t xml:space="preserve">1.4. </w:t>
      </w:r>
      <w:r w:rsidR="00F0625B" w:rsidRPr="00491E7C">
        <w:rPr>
          <w:rFonts w:ascii="Times New Roman" w:hAnsi="Times New Roman"/>
          <w:sz w:val="28"/>
          <w:szCs w:val="28"/>
          <w:shd w:val="clear" w:color="auto" w:fill="FFFFFF"/>
        </w:rPr>
        <w:t xml:space="preserve">Приложение 5.2 изложить в новой редакции согласно </w:t>
      </w:r>
      <w:r w:rsidR="001D49C7" w:rsidRPr="00491E7C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="00F0625B" w:rsidRPr="00491E7C">
        <w:rPr>
          <w:rFonts w:ascii="Times New Roman" w:hAnsi="Times New Roman"/>
          <w:sz w:val="28"/>
          <w:szCs w:val="28"/>
          <w:shd w:val="clear" w:color="auto" w:fill="FFFFFF"/>
        </w:rPr>
        <w:t xml:space="preserve">риложению </w:t>
      </w:r>
      <w:r w:rsidR="00807695" w:rsidRPr="00491E7C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="00F0625B" w:rsidRPr="00491E7C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постановлению.</w:t>
      </w:r>
    </w:p>
    <w:p w14:paraId="24E5E1D1" w14:textId="2951D575" w:rsidR="00F0625B" w:rsidRPr="00491E7C" w:rsidRDefault="00F0625B" w:rsidP="008A497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91E7C">
        <w:rPr>
          <w:rFonts w:ascii="Times New Roman" w:hAnsi="Times New Roman"/>
          <w:sz w:val="28"/>
          <w:szCs w:val="28"/>
          <w:shd w:val="clear" w:color="auto" w:fill="FFFFFF"/>
        </w:rPr>
        <w:t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</w:t>
      </w:r>
      <w:r w:rsidR="001D49C7" w:rsidRPr="00491E7C">
        <w:rPr>
          <w:rFonts w:ascii="Times New Roman" w:hAnsi="Times New Roman"/>
          <w:sz w:val="28"/>
          <w:szCs w:val="28"/>
          <w:shd w:val="clear" w:color="auto" w:fill="FFFFFF"/>
        </w:rPr>
        <w:t>теле</w:t>
      </w:r>
      <w:r w:rsidRPr="00491E7C">
        <w:rPr>
          <w:rFonts w:ascii="Times New Roman" w:hAnsi="Times New Roman"/>
          <w:sz w:val="28"/>
          <w:szCs w:val="28"/>
          <w:shd w:val="clear" w:color="auto" w:fill="FFFFFF"/>
        </w:rPr>
        <w:t>коммуникационной сети «Интернет».</w:t>
      </w:r>
    </w:p>
    <w:p w14:paraId="4EC3C40E" w14:textId="78ABBCF4" w:rsidR="000C2500" w:rsidRPr="00491E7C" w:rsidRDefault="00F0625B" w:rsidP="008A49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91E7C">
        <w:rPr>
          <w:rFonts w:ascii="Times New Roman" w:hAnsi="Times New Roman"/>
          <w:sz w:val="28"/>
          <w:szCs w:val="28"/>
          <w:shd w:val="clear" w:color="auto" w:fill="FFFFFF"/>
        </w:rPr>
        <w:t>3. Контроль за исполнением настоящего постановления оставляю за собой.</w:t>
      </w:r>
    </w:p>
    <w:p w14:paraId="1F4532F3" w14:textId="12DAFE48" w:rsidR="0080462D" w:rsidRPr="00491E7C" w:rsidRDefault="0080462D" w:rsidP="00790B4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659C8E0" w14:textId="77777777" w:rsidR="00EB5ECA" w:rsidRPr="00491E7C" w:rsidRDefault="00EB5ECA" w:rsidP="00790B4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94AD85B" w14:textId="77777777" w:rsidR="008629FA" w:rsidRPr="00491E7C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1E7C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94AD861" w14:textId="6E199083" w:rsidR="008629FA" w:rsidRPr="00491E7C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91E7C">
        <w:rPr>
          <w:rFonts w:ascii="Times New Roman" w:hAnsi="Times New Roman"/>
          <w:sz w:val="28"/>
          <w:szCs w:val="28"/>
        </w:rPr>
        <w:t>«Городской округ Ногликский»</w:t>
      </w:r>
      <w:r w:rsidRPr="00491E7C">
        <w:rPr>
          <w:rFonts w:ascii="Times New Roman" w:hAnsi="Times New Roman"/>
          <w:sz w:val="28"/>
          <w:szCs w:val="28"/>
        </w:rPr>
        <w:tab/>
      </w:r>
      <w:r w:rsidRPr="00491E7C">
        <w:rPr>
          <w:rFonts w:ascii="Times New Roman" w:hAnsi="Times New Roman"/>
          <w:sz w:val="28"/>
          <w:szCs w:val="28"/>
        </w:rPr>
        <w:tab/>
      </w:r>
      <w:r w:rsidRPr="00491E7C">
        <w:rPr>
          <w:rFonts w:ascii="Times New Roman" w:hAnsi="Times New Roman"/>
          <w:sz w:val="28"/>
          <w:szCs w:val="28"/>
        </w:rPr>
        <w:tab/>
      </w:r>
      <w:r w:rsidRPr="00491E7C">
        <w:rPr>
          <w:rFonts w:ascii="Times New Roman" w:hAnsi="Times New Roman"/>
          <w:sz w:val="28"/>
          <w:szCs w:val="28"/>
        </w:rPr>
        <w:tab/>
      </w:r>
      <w:r w:rsidRPr="00491E7C">
        <w:rPr>
          <w:rFonts w:ascii="Times New Roman" w:hAnsi="Times New Roman"/>
          <w:sz w:val="28"/>
          <w:szCs w:val="28"/>
        </w:rPr>
        <w:tab/>
        <w:t xml:space="preserve">         С.В.</w:t>
      </w:r>
      <w:r w:rsidR="0045557D" w:rsidRPr="00491E7C">
        <w:rPr>
          <w:rFonts w:ascii="Times New Roman" w:hAnsi="Times New Roman"/>
          <w:sz w:val="28"/>
          <w:szCs w:val="28"/>
        </w:rPr>
        <w:t xml:space="preserve"> </w:t>
      </w:r>
      <w:r w:rsidRPr="00491E7C">
        <w:rPr>
          <w:rFonts w:ascii="Times New Roman" w:hAnsi="Times New Roman"/>
          <w:sz w:val="28"/>
          <w:szCs w:val="28"/>
        </w:rPr>
        <w:t>Камелин</w:t>
      </w:r>
    </w:p>
    <w:sectPr w:rsidR="008629FA" w:rsidRPr="00491E7C" w:rsidSect="00EA6376">
      <w:headerReference w:type="default" r:id="rId8"/>
      <w:pgSz w:w="11906" w:h="16838"/>
      <w:pgMar w:top="1134" w:right="849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4AD866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194AD867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4AD864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194AD865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1712097"/>
      <w:docPartObj>
        <w:docPartGallery w:val="Page Numbers (Top of Page)"/>
        <w:docPartUnique/>
      </w:docPartObj>
    </w:sdtPr>
    <w:sdtEndPr/>
    <w:sdtContent>
      <w:p w14:paraId="45C4608B" w14:textId="79D05FB4" w:rsidR="006B7BEC" w:rsidRDefault="006B7BE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6376">
          <w:rPr>
            <w:noProof/>
          </w:rPr>
          <w:t>6</w:t>
        </w:r>
        <w:r>
          <w:fldChar w:fldCharType="end"/>
        </w:r>
      </w:p>
    </w:sdtContent>
  </w:sdt>
  <w:p w14:paraId="372299CD" w14:textId="77777777" w:rsidR="006B7BEC" w:rsidRDefault="006B7BE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2015F"/>
    <w:rsid w:val="0005384D"/>
    <w:rsid w:val="00053BD0"/>
    <w:rsid w:val="00087D02"/>
    <w:rsid w:val="0009506A"/>
    <w:rsid w:val="000A6A76"/>
    <w:rsid w:val="000C2500"/>
    <w:rsid w:val="000F37CE"/>
    <w:rsid w:val="00106610"/>
    <w:rsid w:val="001477B5"/>
    <w:rsid w:val="001523CF"/>
    <w:rsid w:val="001567A6"/>
    <w:rsid w:val="0017440C"/>
    <w:rsid w:val="00174729"/>
    <w:rsid w:val="00175002"/>
    <w:rsid w:val="00185FEC"/>
    <w:rsid w:val="001A05C0"/>
    <w:rsid w:val="001A6BB6"/>
    <w:rsid w:val="001B2921"/>
    <w:rsid w:val="001D4786"/>
    <w:rsid w:val="001D49C7"/>
    <w:rsid w:val="001E1F9F"/>
    <w:rsid w:val="002003DC"/>
    <w:rsid w:val="00214FDB"/>
    <w:rsid w:val="00244AC3"/>
    <w:rsid w:val="00266E7B"/>
    <w:rsid w:val="002826E2"/>
    <w:rsid w:val="002902C2"/>
    <w:rsid w:val="002B01FF"/>
    <w:rsid w:val="002C0B78"/>
    <w:rsid w:val="002C118F"/>
    <w:rsid w:val="002F09CA"/>
    <w:rsid w:val="002F4791"/>
    <w:rsid w:val="00301692"/>
    <w:rsid w:val="00310BDB"/>
    <w:rsid w:val="003117FD"/>
    <w:rsid w:val="0033636C"/>
    <w:rsid w:val="00363B17"/>
    <w:rsid w:val="00370E74"/>
    <w:rsid w:val="003757E6"/>
    <w:rsid w:val="003A7875"/>
    <w:rsid w:val="003E4257"/>
    <w:rsid w:val="003F04D0"/>
    <w:rsid w:val="00442A49"/>
    <w:rsid w:val="0045557D"/>
    <w:rsid w:val="004734AF"/>
    <w:rsid w:val="00475902"/>
    <w:rsid w:val="004827AB"/>
    <w:rsid w:val="00491E7C"/>
    <w:rsid w:val="004F07A7"/>
    <w:rsid w:val="00520CBF"/>
    <w:rsid w:val="00534615"/>
    <w:rsid w:val="005946F8"/>
    <w:rsid w:val="005A1172"/>
    <w:rsid w:val="005A51C2"/>
    <w:rsid w:val="005B128D"/>
    <w:rsid w:val="005B3074"/>
    <w:rsid w:val="005B5615"/>
    <w:rsid w:val="005B78F7"/>
    <w:rsid w:val="005D15CE"/>
    <w:rsid w:val="00614C75"/>
    <w:rsid w:val="006316A8"/>
    <w:rsid w:val="00640921"/>
    <w:rsid w:val="006561B5"/>
    <w:rsid w:val="006A4C7B"/>
    <w:rsid w:val="006B70B1"/>
    <w:rsid w:val="006B7BEC"/>
    <w:rsid w:val="006E2DFB"/>
    <w:rsid w:val="00702A1A"/>
    <w:rsid w:val="007671D7"/>
    <w:rsid w:val="0078141F"/>
    <w:rsid w:val="00790B4F"/>
    <w:rsid w:val="00793D8C"/>
    <w:rsid w:val="007B18C4"/>
    <w:rsid w:val="007E026E"/>
    <w:rsid w:val="007E056B"/>
    <w:rsid w:val="007F1012"/>
    <w:rsid w:val="0080462D"/>
    <w:rsid w:val="00807695"/>
    <w:rsid w:val="00822047"/>
    <w:rsid w:val="0082636D"/>
    <w:rsid w:val="00835F6F"/>
    <w:rsid w:val="008465A0"/>
    <w:rsid w:val="00857D85"/>
    <w:rsid w:val="008629FA"/>
    <w:rsid w:val="008715CD"/>
    <w:rsid w:val="00884779"/>
    <w:rsid w:val="008A4976"/>
    <w:rsid w:val="008A62C7"/>
    <w:rsid w:val="008B575A"/>
    <w:rsid w:val="008B79E9"/>
    <w:rsid w:val="008C3075"/>
    <w:rsid w:val="008D1447"/>
    <w:rsid w:val="008F0F77"/>
    <w:rsid w:val="00906950"/>
    <w:rsid w:val="00913B37"/>
    <w:rsid w:val="009175FC"/>
    <w:rsid w:val="00952E76"/>
    <w:rsid w:val="00965E13"/>
    <w:rsid w:val="00977041"/>
    <w:rsid w:val="00977E25"/>
    <w:rsid w:val="00980586"/>
    <w:rsid w:val="00987DB5"/>
    <w:rsid w:val="00990C86"/>
    <w:rsid w:val="009F5C19"/>
    <w:rsid w:val="00A14C1D"/>
    <w:rsid w:val="00A54EAE"/>
    <w:rsid w:val="00A620F2"/>
    <w:rsid w:val="00A62F3B"/>
    <w:rsid w:val="00A741C5"/>
    <w:rsid w:val="00A945B6"/>
    <w:rsid w:val="00AA60FC"/>
    <w:rsid w:val="00AB2E14"/>
    <w:rsid w:val="00AB3052"/>
    <w:rsid w:val="00AC3862"/>
    <w:rsid w:val="00AC72C8"/>
    <w:rsid w:val="00AD03AD"/>
    <w:rsid w:val="00AE312C"/>
    <w:rsid w:val="00B03652"/>
    <w:rsid w:val="00B10ED9"/>
    <w:rsid w:val="00B25688"/>
    <w:rsid w:val="00B60F54"/>
    <w:rsid w:val="00B70FC4"/>
    <w:rsid w:val="00B74A98"/>
    <w:rsid w:val="00B85244"/>
    <w:rsid w:val="00BB34F2"/>
    <w:rsid w:val="00BB6664"/>
    <w:rsid w:val="00BE6E1F"/>
    <w:rsid w:val="00C02849"/>
    <w:rsid w:val="00C31D2B"/>
    <w:rsid w:val="00C31D9D"/>
    <w:rsid w:val="00CA0C93"/>
    <w:rsid w:val="00CC0929"/>
    <w:rsid w:val="00CC66FA"/>
    <w:rsid w:val="00CE3F25"/>
    <w:rsid w:val="00D12794"/>
    <w:rsid w:val="00D300B1"/>
    <w:rsid w:val="00D445A5"/>
    <w:rsid w:val="00D67BD8"/>
    <w:rsid w:val="00D82264"/>
    <w:rsid w:val="00DB10B3"/>
    <w:rsid w:val="00DC115B"/>
    <w:rsid w:val="00DE38B9"/>
    <w:rsid w:val="00DE64B6"/>
    <w:rsid w:val="00DF564B"/>
    <w:rsid w:val="00DF7897"/>
    <w:rsid w:val="00E17A3E"/>
    <w:rsid w:val="00E22093"/>
    <w:rsid w:val="00E37B8A"/>
    <w:rsid w:val="00E404D1"/>
    <w:rsid w:val="00E609BC"/>
    <w:rsid w:val="00E81B25"/>
    <w:rsid w:val="00E823B6"/>
    <w:rsid w:val="00E912EB"/>
    <w:rsid w:val="00E937A0"/>
    <w:rsid w:val="00E9786E"/>
    <w:rsid w:val="00EA6376"/>
    <w:rsid w:val="00EA7E27"/>
    <w:rsid w:val="00EB5ECA"/>
    <w:rsid w:val="00EB6271"/>
    <w:rsid w:val="00EC52BE"/>
    <w:rsid w:val="00EE55CE"/>
    <w:rsid w:val="00EF2727"/>
    <w:rsid w:val="00F03190"/>
    <w:rsid w:val="00F0625B"/>
    <w:rsid w:val="00F47D1B"/>
    <w:rsid w:val="00F76445"/>
    <w:rsid w:val="00FB34CB"/>
    <w:rsid w:val="00FD6B74"/>
    <w:rsid w:val="00FE00B9"/>
    <w:rsid w:val="00FE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AD847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E3F2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A78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A7875"/>
    <w:rPr>
      <w:rFonts w:ascii="Segoe UI" w:hAnsi="Segoe UI" w:cs="Segoe UI"/>
      <w:sz w:val="18"/>
      <w:szCs w:val="18"/>
      <w:lang w:eastAsia="en-US"/>
    </w:rPr>
  </w:style>
  <w:style w:type="table" w:styleId="ab">
    <w:name w:val="Table Grid"/>
    <w:basedOn w:val="a1"/>
    <w:uiPriority w:val="39"/>
    <w:rsid w:val="005346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620E72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620E72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520034"/>
    <w:rsid w:val="005B3074"/>
    <w:rsid w:val="00620E72"/>
    <w:rsid w:val="00AB2E14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20034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F89EC-593A-4CBA-807C-126C617CF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7</TotalTime>
  <Pages>6</Pages>
  <Words>1254</Words>
  <Characters>7150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4</cp:revision>
  <cp:lastPrinted>2024-09-30T03:23:00Z</cp:lastPrinted>
  <dcterms:created xsi:type="dcterms:W3CDTF">2024-09-30T03:16:00Z</dcterms:created>
  <dcterms:modified xsi:type="dcterms:W3CDTF">2024-09-30T03:27:00Z</dcterms:modified>
</cp:coreProperties>
</file>