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C71123" w14:textId="77777777" w:rsidTr="00987DB5">
        <w:tc>
          <w:tcPr>
            <w:tcW w:w="9498" w:type="dxa"/>
          </w:tcPr>
          <w:p w14:paraId="1BC7111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C7113A" wp14:editId="1BC7113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C7112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C7112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C7112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C71124" w14:textId="04B98670" w:rsidR="0033636C" w:rsidRPr="002E6D2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 w:rsidRPr="002E6D2C">
        <w:rPr>
          <w:rFonts w:ascii="Times New Roman" w:eastAsia="Times New Roman" w:hAnsi="Times New Roman"/>
          <w:sz w:val="28"/>
          <w:szCs w:val="24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4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E28A3">
            <w:rPr>
              <w:rFonts w:ascii="Times New Roman" w:hAnsi="Times New Roman"/>
              <w:sz w:val="28"/>
              <w:szCs w:val="24"/>
            </w:rPr>
            <w:t>14 октября 2021 года</w:t>
          </w:r>
        </w:sdtContent>
      </w:sdt>
      <w:r w:rsidRPr="002E6D2C">
        <w:rPr>
          <w:rFonts w:ascii="Times New Roman" w:eastAsia="Times New Roman" w:hAnsi="Times New Roman"/>
          <w:sz w:val="28"/>
          <w:szCs w:val="24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4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E28A3" w:rsidRPr="004E28A3">
            <w:rPr>
              <w:rFonts w:ascii="Times New Roman" w:hAnsi="Times New Roman"/>
              <w:sz w:val="28"/>
              <w:szCs w:val="24"/>
            </w:rPr>
            <w:t>575</w:t>
          </w:r>
        </w:sdtContent>
      </w:sdt>
    </w:p>
    <w:p w14:paraId="1BC7112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BC71127" w14:textId="151FB2DD" w:rsidR="00185FEC" w:rsidRDefault="0033636C" w:rsidP="002E6D2C">
      <w:pPr>
        <w:jc w:val="center"/>
        <w:rPr>
          <w:rFonts w:ascii="Times New Roman" w:hAnsi="Times New Roman"/>
          <w:b/>
          <w:sz w:val="28"/>
          <w:szCs w:val="28"/>
        </w:rPr>
      </w:pPr>
      <w:r w:rsidRPr="002E6D2C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2E6D2C">
        <w:rPr>
          <w:rFonts w:ascii="Times New Roman" w:hAnsi="Times New Roman"/>
          <w:b/>
          <w:sz w:val="28"/>
          <w:szCs w:val="28"/>
        </w:rPr>
        <w:br/>
      </w:r>
      <w:r w:rsidRPr="002E6D2C">
        <w:rPr>
          <w:rFonts w:ascii="Times New Roman" w:hAnsi="Times New Roman"/>
          <w:b/>
          <w:sz w:val="28"/>
          <w:szCs w:val="28"/>
        </w:rPr>
        <w:t xml:space="preserve">«Газификация муниципального образования </w:t>
      </w:r>
      <w:r w:rsidR="003756AB">
        <w:rPr>
          <w:rFonts w:ascii="Times New Roman" w:hAnsi="Times New Roman"/>
          <w:b/>
          <w:sz w:val="28"/>
          <w:szCs w:val="28"/>
        </w:rPr>
        <w:br/>
        <w:t>«Городской округ Ногликский</w:t>
      </w:r>
      <w:proofErr w:type="gramStart"/>
      <w:r w:rsidR="003756AB">
        <w:rPr>
          <w:rFonts w:ascii="Times New Roman" w:hAnsi="Times New Roman"/>
          <w:b/>
          <w:sz w:val="28"/>
          <w:szCs w:val="28"/>
        </w:rPr>
        <w:t>»,</w:t>
      </w:r>
      <w:r w:rsidR="003756AB">
        <w:rPr>
          <w:rFonts w:ascii="Times New Roman" w:hAnsi="Times New Roman"/>
          <w:b/>
          <w:sz w:val="28"/>
          <w:szCs w:val="28"/>
        </w:rPr>
        <w:br/>
      </w:r>
      <w:r w:rsidRPr="002E6D2C">
        <w:rPr>
          <w:rFonts w:ascii="Times New Roman" w:hAnsi="Times New Roman"/>
          <w:b/>
          <w:sz w:val="28"/>
          <w:szCs w:val="28"/>
        </w:rPr>
        <w:t>утвержденную</w:t>
      </w:r>
      <w:proofErr w:type="gramEnd"/>
      <w:r w:rsidRPr="002E6D2C">
        <w:rPr>
          <w:rFonts w:ascii="Times New Roman" w:hAnsi="Times New Roman"/>
          <w:b/>
          <w:sz w:val="28"/>
          <w:szCs w:val="28"/>
        </w:rPr>
        <w:t xml:space="preserve"> постановлением администрации </w:t>
      </w:r>
      <w:r w:rsidR="003756AB">
        <w:rPr>
          <w:rFonts w:ascii="Times New Roman" w:hAnsi="Times New Roman"/>
          <w:b/>
          <w:sz w:val="28"/>
          <w:szCs w:val="28"/>
        </w:rPr>
        <w:br/>
      </w:r>
      <w:r w:rsidRPr="002E6D2C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2E6D2C">
        <w:rPr>
          <w:rFonts w:ascii="Times New Roman" w:hAnsi="Times New Roman"/>
          <w:b/>
          <w:sz w:val="28"/>
          <w:szCs w:val="28"/>
        </w:rPr>
        <w:br/>
      </w:r>
      <w:r w:rsidRPr="002E6D2C">
        <w:rPr>
          <w:rFonts w:ascii="Times New Roman" w:hAnsi="Times New Roman"/>
          <w:b/>
          <w:sz w:val="28"/>
          <w:szCs w:val="28"/>
        </w:rPr>
        <w:t>от 30.07.2014 №</w:t>
      </w:r>
      <w:r w:rsidR="00270CB8">
        <w:rPr>
          <w:rFonts w:ascii="Times New Roman" w:hAnsi="Times New Roman"/>
          <w:b/>
          <w:sz w:val="28"/>
          <w:szCs w:val="28"/>
        </w:rPr>
        <w:t xml:space="preserve"> </w:t>
      </w:r>
      <w:r w:rsidRPr="002E6D2C">
        <w:rPr>
          <w:rFonts w:ascii="Times New Roman" w:hAnsi="Times New Roman"/>
          <w:b/>
          <w:sz w:val="28"/>
          <w:szCs w:val="28"/>
        </w:rPr>
        <w:t>502</w:t>
      </w:r>
    </w:p>
    <w:p w14:paraId="1D9F1CEB" w14:textId="77777777" w:rsidR="002E6D2C" w:rsidRPr="002E6D2C" w:rsidRDefault="002E6D2C" w:rsidP="0047655E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14:paraId="41BC845F" w14:textId="77777777" w:rsidR="00C647EE" w:rsidRPr="00CA37E0" w:rsidRDefault="00C647EE" w:rsidP="003064F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AA6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</w:t>
      </w:r>
      <w:r>
        <w:rPr>
          <w:rFonts w:ascii="Times New Roman" w:hAnsi="Times New Roman"/>
          <w:sz w:val="28"/>
          <w:szCs w:val="28"/>
        </w:rPr>
        <w:t>Газификация муниципального образования «Городской округ Ногликский</w:t>
      </w:r>
      <w:r w:rsidRPr="00324AA6">
        <w:rPr>
          <w:rFonts w:ascii="Times New Roman" w:hAnsi="Times New Roman"/>
          <w:sz w:val="28"/>
          <w:szCs w:val="28"/>
        </w:rPr>
        <w:t xml:space="preserve">» </w:t>
      </w:r>
      <w:r w:rsidRPr="00B07D9F">
        <w:rPr>
          <w:rFonts w:ascii="Times New Roman" w:hAnsi="Times New Roman"/>
          <w:sz w:val="28"/>
          <w:szCs w:val="28"/>
        </w:rPr>
        <w:t xml:space="preserve">в соответствии со сводной бюджетной росписи бюджета муниципального образования «Городской округ Ногликский» по состоянию на </w:t>
      </w:r>
      <w:r>
        <w:rPr>
          <w:rFonts w:ascii="Times New Roman" w:hAnsi="Times New Roman"/>
          <w:sz w:val="28"/>
          <w:szCs w:val="28"/>
        </w:rPr>
        <w:t>03.09.2021, с решением Собрания от 25</w:t>
      </w:r>
      <w:r w:rsidRPr="00B07D9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B07D9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B07D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150</w:t>
      </w:r>
      <w:r w:rsidRPr="00B07D9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в решение Собрания муниципального образования «Городской округ Ногликский» «</w:t>
      </w:r>
      <w:r w:rsidRPr="00B07D9F">
        <w:rPr>
          <w:rFonts w:ascii="Times New Roman" w:hAnsi="Times New Roman"/>
          <w:sz w:val="28"/>
          <w:szCs w:val="28"/>
        </w:rPr>
        <w:t>О бюджете муниципального образования «Городской округ Ногликский» на 2021 год и на плановый период 2022 и 2023 годов»,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782F015B" w14:textId="3F21FFF9" w:rsidR="00C647EE" w:rsidRPr="002E6D2C" w:rsidRDefault="002E6D2C" w:rsidP="003064F0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D2C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C647EE" w:rsidRPr="002E6D2C">
        <w:rPr>
          <w:rFonts w:ascii="Times New Roman" w:hAnsi="Times New Roman"/>
          <w:sz w:val="28"/>
          <w:szCs w:val="28"/>
        </w:rPr>
        <w:t>Внести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№</w:t>
      </w:r>
      <w:r w:rsidR="0047655E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502 «Об утверждении муниципальной программы «Газификация муниципального образования «Городской округ Ногликский» (редакции от 06.03.2015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170, от 11.09.2015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662, от 08.12.2015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 xml:space="preserve">827, </w:t>
      </w:r>
      <w:r w:rsidR="00823985">
        <w:rPr>
          <w:rFonts w:ascii="Times New Roman" w:hAnsi="Times New Roman"/>
          <w:sz w:val="28"/>
          <w:szCs w:val="28"/>
        </w:rPr>
        <w:br/>
      </w:r>
      <w:r w:rsidR="00C647EE" w:rsidRPr="002E6D2C">
        <w:rPr>
          <w:rFonts w:ascii="Times New Roman" w:hAnsi="Times New Roman"/>
          <w:sz w:val="28"/>
          <w:szCs w:val="28"/>
        </w:rPr>
        <w:t>от 28.12.2015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896, от 02.02.2016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109, от 12.04.2016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299, от 15.08.2016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633, от 22.11.2016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824, от 30.05.2017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348, от 04.07.2017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 xml:space="preserve">432, </w:t>
      </w:r>
      <w:r w:rsidR="00823985">
        <w:rPr>
          <w:rFonts w:ascii="Times New Roman" w:hAnsi="Times New Roman"/>
          <w:sz w:val="28"/>
          <w:szCs w:val="28"/>
        </w:rPr>
        <w:br/>
      </w:r>
      <w:r w:rsidR="00C647EE" w:rsidRPr="002E6D2C">
        <w:rPr>
          <w:rFonts w:ascii="Times New Roman" w:hAnsi="Times New Roman"/>
          <w:sz w:val="28"/>
          <w:szCs w:val="28"/>
        </w:rPr>
        <w:t>от 06.10.2017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>750, от 28.02.2018 №</w:t>
      </w:r>
      <w:r w:rsidR="004B5DAA">
        <w:rPr>
          <w:rFonts w:ascii="Times New Roman" w:hAnsi="Times New Roman"/>
          <w:sz w:val="28"/>
          <w:szCs w:val="28"/>
        </w:rPr>
        <w:t xml:space="preserve"> </w:t>
      </w:r>
      <w:r w:rsidR="00C647EE" w:rsidRPr="002E6D2C">
        <w:rPr>
          <w:rFonts w:ascii="Times New Roman" w:hAnsi="Times New Roman"/>
          <w:sz w:val="28"/>
          <w:szCs w:val="28"/>
        </w:rPr>
        <w:t xml:space="preserve">219, от 08.10.2019 № 745, от 15.10.2019 № 764, от 15.04.2020 № 187, от 15.04.2020 № 188, от 14.10.2020 № 503, </w:t>
      </w:r>
      <w:r w:rsidR="00823985">
        <w:rPr>
          <w:rFonts w:ascii="Times New Roman" w:hAnsi="Times New Roman"/>
          <w:sz w:val="28"/>
          <w:szCs w:val="28"/>
        </w:rPr>
        <w:br/>
      </w:r>
      <w:r w:rsidR="00C647EE" w:rsidRPr="002E6D2C">
        <w:rPr>
          <w:rFonts w:ascii="Times New Roman" w:hAnsi="Times New Roman"/>
          <w:sz w:val="28"/>
          <w:szCs w:val="28"/>
        </w:rPr>
        <w:t>от 19.01.2021 № 12, от 13.05.2021 № 252) следующие изменения:</w:t>
      </w:r>
    </w:p>
    <w:p w14:paraId="378C7CCF" w14:textId="52EE435C" w:rsidR="00C647EE" w:rsidRDefault="002E6D2C" w:rsidP="003064F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C647EE">
        <w:rPr>
          <w:rFonts w:ascii="Times New Roman" w:hAnsi="Times New Roman"/>
          <w:sz w:val="28"/>
          <w:szCs w:val="28"/>
        </w:rPr>
        <w:t>Раздел 1 «Паспорт программы» изложить в редакции согласно приложению 1 к настоящему постановлению.</w:t>
      </w:r>
    </w:p>
    <w:p w14:paraId="239CE6C5" w14:textId="199AF398" w:rsidR="00C647EE" w:rsidRDefault="002E6D2C" w:rsidP="003064F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C647EE">
        <w:rPr>
          <w:rFonts w:ascii="Times New Roman" w:hAnsi="Times New Roman"/>
          <w:sz w:val="28"/>
          <w:szCs w:val="28"/>
        </w:rPr>
        <w:t>Раздел 7 изложить в следующей редакции:</w:t>
      </w:r>
    </w:p>
    <w:p w14:paraId="554DD7AD" w14:textId="01CEE1C4" w:rsidR="00C647EE" w:rsidRPr="00F458C0" w:rsidRDefault="00C647EE" w:rsidP="003064F0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 «Конечные резу</w:t>
      </w:r>
      <w:bookmarkStart w:id="0" w:name="_GoBack"/>
      <w:bookmarkEnd w:id="0"/>
      <w:r w:rsidR="0047655E">
        <w:rPr>
          <w:rFonts w:ascii="Times New Roman" w:hAnsi="Times New Roman"/>
          <w:sz w:val="28"/>
          <w:szCs w:val="28"/>
        </w:rPr>
        <w:t xml:space="preserve">льтаты реализации муниципальной </w:t>
      </w:r>
      <w:r w:rsidRPr="00F458C0">
        <w:rPr>
          <w:rFonts w:ascii="Times New Roman" w:hAnsi="Times New Roman"/>
          <w:sz w:val="28"/>
          <w:szCs w:val="28"/>
        </w:rPr>
        <w:t>программы»</w:t>
      </w:r>
    </w:p>
    <w:p w14:paraId="2657E5F6" w14:textId="77777777" w:rsidR="00C647EE" w:rsidRPr="00F458C0" w:rsidRDefault="00C647EE" w:rsidP="003064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456D9CC6" w14:textId="0F6CD07C" w:rsidR="00030B8A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30B8A" w:rsidRPr="00B33859">
        <w:rPr>
          <w:rFonts w:ascii="Times New Roman" w:hAnsi="Times New Roman"/>
          <w:sz w:val="28"/>
          <w:szCs w:val="28"/>
        </w:rPr>
        <w:t>О</w:t>
      </w:r>
      <w:r w:rsidR="00942EAC">
        <w:rPr>
          <w:rFonts w:ascii="Times New Roman" w:hAnsi="Times New Roman"/>
          <w:sz w:val="28"/>
          <w:szCs w:val="28"/>
        </w:rPr>
        <w:t>бъем потребления газа – 25334</w:t>
      </w:r>
      <w:r w:rsidR="00030B8A" w:rsidRPr="00B33859">
        <w:rPr>
          <w:rFonts w:ascii="Times New Roman" w:hAnsi="Times New Roman"/>
          <w:sz w:val="28"/>
          <w:szCs w:val="28"/>
        </w:rPr>
        <w:t xml:space="preserve"> тыс. куб.</w:t>
      </w:r>
      <w:r w:rsidR="00BE0C2E">
        <w:rPr>
          <w:rFonts w:ascii="Times New Roman" w:hAnsi="Times New Roman"/>
          <w:sz w:val="28"/>
          <w:szCs w:val="28"/>
        </w:rPr>
        <w:t xml:space="preserve"> </w:t>
      </w:r>
      <w:r w:rsidR="00030B8A" w:rsidRPr="00B33859">
        <w:rPr>
          <w:rFonts w:ascii="Times New Roman" w:hAnsi="Times New Roman"/>
          <w:sz w:val="28"/>
          <w:szCs w:val="28"/>
        </w:rPr>
        <w:t>м. (до 2025 г. включительно)</w:t>
      </w:r>
      <w:r w:rsidR="00030B8A" w:rsidRPr="00F458C0">
        <w:rPr>
          <w:rFonts w:ascii="Times New Roman" w:hAnsi="Times New Roman"/>
          <w:sz w:val="28"/>
          <w:szCs w:val="28"/>
        </w:rPr>
        <w:t>;</w:t>
      </w:r>
    </w:p>
    <w:p w14:paraId="19242496" w14:textId="2CA7960B" w:rsidR="00030B8A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0B8A" w:rsidRPr="00F458C0">
        <w:rPr>
          <w:rFonts w:ascii="Times New Roman" w:hAnsi="Times New Roman"/>
          <w:sz w:val="28"/>
          <w:szCs w:val="28"/>
        </w:rPr>
        <w:t>Количество газовых котельн</w:t>
      </w:r>
      <w:r w:rsidR="00030B8A">
        <w:rPr>
          <w:rFonts w:ascii="Times New Roman" w:hAnsi="Times New Roman"/>
          <w:sz w:val="28"/>
          <w:szCs w:val="28"/>
        </w:rPr>
        <w:t>ых и промышленных установок – 16</w:t>
      </w:r>
      <w:r w:rsidR="00030B8A" w:rsidRPr="00F458C0">
        <w:rPr>
          <w:rFonts w:ascii="Times New Roman" w:hAnsi="Times New Roman"/>
          <w:sz w:val="28"/>
          <w:szCs w:val="28"/>
        </w:rPr>
        <w:t xml:space="preserve"> шт. к концу 2025 года;</w:t>
      </w:r>
    </w:p>
    <w:p w14:paraId="1A9C3B01" w14:textId="3F539020" w:rsidR="00030B8A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30B8A" w:rsidRPr="00F458C0">
        <w:rPr>
          <w:rFonts w:ascii="Times New Roman" w:hAnsi="Times New Roman"/>
          <w:sz w:val="28"/>
          <w:szCs w:val="28"/>
        </w:rPr>
        <w:t xml:space="preserve">Потребление газа в газовых котельных и промышленных установках – </w:t>
      </w:r>
      <w:r w:rsidR="00942EAC">
        <w:rPr>
          <w:rFonts w:ascii="Times New Roman" w:hAnsi="Times New Roman"/>
          <w:sz w:val="28"/>
          <w:szCs w:val="28"/>
        </w:rPr>
        <w:t>13903</w:t>
      </w:r>
      <w:r w:rsidR="0047655E">
        <w:rPr>
          <w:rFonts w:ascii="Times New Roman" w:hAnsi="Times New Roman"/>
          <w:sz w:val="28"/>
          <w:szCs w:val="28"/>
        </w:rPr>
        <w:t xml:space="preserve"> тыс. куб. м. </w:t>
      </w:r>
      <w:r w:rsidR="00030B8A" w:rsidRPr="00B33859">
        <w:rPr>
          <w:rFonts w:ascii="Times New Roman" w:hAnsi="Times New Roman"/>
          <w:sz w:val="28"/>
          <w:szCs w:val="28"/>
        </w:rPr>
        <w:t>(до 2025 г. включительно)</w:t>
      </w:r>
      <w:r w:rsidR="00030B8A" w:rsidRPr="00F458C0">
        <w:rPr>
          <w:rFonts w:ascii="Times New Roman" w:hAnsi="Times New Roman"/>
          <w:sz w:val="28"/>
          <w:szCs w:val="28"/>
        </w:rPr>
        <w:t>;</w:t>
      </w:r>
    </w:p>
    <w:p w14:paraId="769044CA" w14:textId="7CBC9155" w:rsidR="00030B8A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030B8A" w:rsidRPr="00F458C0">
        <w:rPr>
          <w:rFonts w:ascii="Times New Roman" w:hAnsi="Times New Roman"/>
          <w:sz w:val="28"/>
          <w:szCs w:val="28"/>
        </w:rPr>
        <w:t xml:space="preserve">Протяженность внутригородских </w:t>
      </w:r>
      <w:r w:rsidR="00030B8A">
        <w:rPr>
          <w:rFonts w:ascii="Times New Roman" w:hAnsi="Times New Roman"/>
          <w:sz w:val="28"/>
          <w:szCs w:val="28"/>
        </w:rPr>
        <w:t>и сельских газовых сетей – 0,1</w:t>
      </w:r>
      <w:r w:rsidR="00942EAC">
        <w:rPr>
          <w:rFonts w:ascii="Times New Roman" w:hAnsi="Times New Roman"/>
          <w:sz w:val="28"/>
          <w:szCs w:val="28"/>
        </w:rPr>
        <w:t>02</w:t>
      </w:r>
      <w:r w:rsidR="00030B8A" w:rsidRPr="00F458C0">
        <w:rPr>
          <w:rFonts w:ascii="Times New Roman" w:hAnsi="Times New Roman"/>
          <w:sz w:val="28"/>
          <w:szCs w:val="28"/>
        </w:rPr>
        <w:t xml:space="preserve"> тыс. км, в том числе: </w:t>
      </w:r>
    </w:p>
    <w:p w14:paraId="17ABF8C4" w14:textId="77777777" w:rsidR="00030B8A" w:rsidRPr="00B33859" w:rsidRDefault="00030B8A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городские сети - 62 км </w:t>
      </w:r>
      <w:r w:rsidRPr="00B33859">
        <w:rPr>
          <w:rFonts w:ascii="Times New Roman" w:hAnsi="Times New Roman"/>
          <w:sz w:val="28"/>
          <w:szCs w:val="28"/>
        </w:rPr>
        <w:t>(до 2025 г. включительно);</w:t>
      </w:r>
    </w:p>
    <w:p w14:paraId="3B732296" w14:textId="0262BF91" w:rsidR="00030B8A" w:rsidRPr="00F458C0" w:rsidRDefault="00030B8A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59">
        <w:rPr>
          <w:rFonts w:ascii="Times New Roman" w:hAnsi="Times New Roman"/>
          <w:sz w:val="28"/>
          <w:szCs w:val="28"/>
        </w:rPr>
        <w:t>- сел</w:t>
      </w:r>
      <w:r w:rsidR="00942EAC">
        <w:rPr>
          <w:rFonts w:ascii="Times New Roman" w:hAnsi="Times New Roman"/>
          <w:sz w:val="28"/>
          <w:szCs w:val="28"/>
        </w:rPr>
        <w:t>ьские сети - 40</w:t>
      </w:r>
      <w:r w:rsidRPr="00B33859">
        <w:rPr>
          <w:rFonts w:ascii="Times New Roman" w:hAnsi="Times New Roman"/>
          <w:sz w:val="28"/>
          <w:szCs w:val="28"/>
        </w:rPr>
        <w:t xml:space="preserve"> км (до 2025 г. включительно)</w:t>
      </w:r>
      <w:r w:rsidRPr="00F458C0">
        <w:rPr>
          <w:rFonts w:ascii="Times New Roman" w:hAnsi="Times New Roman"/>
          <w:sz w:val="28"/>
          <w:szCs w:val="28"/>
        </w:rPr>
        <w:t>;</w:t>
      </w:r>
    </w:p>
    <w:p w14:paraId="4B02B4DA" w14:textId="33EC5A39" w:rsidR="00030B8A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5. </w:t>
      </w:r>
      <w:r w:rsidR="00030B8A" w:rsidRPr="00F458C0">
        <w:rPr>
          <w:rFonts w:ascii="Times New Roman" w:hAnsi="Times New Roman"/>
          <w:sz w:val="28"/>
          <w:szCs w:val="28"/>
        </w:rPr>
        <w:t>Рабочие места в газоснабжении и г</w:t>
      </w:r>
      <w:r w:rsidR="00942EAC">
        <w:rPr>
          <w:rFonts w:ascii="Times New Roman" w:hAnsi="Times New Roman"/>
          <w:sz w:val="28"/>
          <w:szCs w:val="28"/>
        </w:rPr>
        <w:t>азификации – 15 ед. к концу 2018</w:t>
      </w:r>
      <w:r w:rsidR="00030B8A" w:rsidRPr="00F458C0">
        <w:rPr>
          <w:rFonts w:ascii="Times New Roman" w:hAnsi="Times New Roman"/>
          <w:sz w:val="28"/>
          <w:szCs w:val="28"/>
        </w:rPr>
        <w:t xml:space="preserve"> года;</w:t>
      </w:r>
    </w:p>
    <w:p w14:paraId="41E0D94D" w14:textId="27333270" w:rsidR="00030B8A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30B8A" w:rsidRPr="00F458C0">
        <w:rPr>
          <w:rFonts w:ascii="Times New Roman" w:hAnsi="Times New Roman"/>
          <w:sz w:val="28"/>
          <w:szCs w:val="28"/>
        </w:rPr>
        <w:t>Газификация дизельных</w:t>
      </w:r>
      <w:r w:rsidR="00942EAC">
        <w:rPr>
          <w:rFonts w:ascii="Times New Roman" w:hAnsi="Times New Roman"/>
          <w:sz w:val="28"/>
          <w:szCs w:val="28"/>
        </w:rPr>
        <w:t xml:space="preserve"> электростанций – 1 к концу 2018</w:t>
      </w:r>
      <w:r w:rsidR="00030B8A" w:rsidRPr="00F458C0">
        <w:rPr>
          <w:rFonts w:ascii="Times New Roman" w:hAnsi="Times New Roman"/>
          <w:sz w:val="28"/>
          <w:szCs w:val="28"/>
        </w:rPr>
        <w:t xml:space="preserve"> года.</w:t>
      </w:r>
    </w:p>
    <w:p w14:paraId="69FD2B19" w14:textId="35462BB6" w:rsidR="00030B8A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030B8A">
        <w:rPr>
          <w:rFonts w:ascii="Times New Roman" w:hAnsi="Times New Roman"/>
          <w:sz w:val="28"/>
          <w:szCs w:val="28"/>
        </w:rPr>
        <w:t xml:space="preserve">Газификация домовладений – 4 649 </w:t>
      </w:r>
      <w:r w:rsidR="00030B8A" w:rsidRPr="00F458C0">
        <w:rPr>
          <w:rFonts w:ascii="Times New Roman" w:hAnsi="Times New Roman"/>
          <w:sz w:val="28"/>
          <w:szCs w:val="28"/>
        </w:rPr>
        <w:t>ед. к концу 2025 года.</w:t>
      </w:r>
    </w:p>
    <w:p w14:paraId="0CD7BD61" w14:textId="20C64618" w:rsidR="00C647EE" w:rsidRPr="00F458C0" w:rsidRDefault="002E6D2C" w:rsidP="003064F0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="00030B8A">
        <w:rPr>
          <w:rFonts w:ascii="Times New Roman" w:hAnsi="Times New Roman"/>
          <w:sz w:val="28"/>
          <w:szCs w:val="28"/>
          <w:lang w:eastAsia="ru-RU"/>
        </w:rPr>
        <w:t>Газификация автотранспорта</w:t>
      </w:r>
      <w:r w:rsidR="00030B8A">
        <w:rPr>
          <w:rFonts w:ascii="Times New Roman" w:hAnsi="Times New Roman"/>
          <w:sz w:val="28"/>
          <w:szCs w:val="28"/>
        </w:rPr>
        <w:t xml:space="preserve"> – 6 ед. к концу 2025 года</w:t>
      </w:r>
      <w:r w:rsidR="00C647EE">
        <w:rPr>
          <w:rFonts w:ascii="Times New Roman" w:hAnsi="Times New Roman"/>
          <w:sz w:val="28"/>
          <w:szCs w:val="28"/>
        </w:rPr>
        <w:t>.</w:t>
      </w:r>
    </w:p>
    <w:p w14:paraId="4B88DCDF" w14:textId="57F40B70" w:rsidR="00C647EE" w:rsidRPr="00F458C0" w:rsidRDefault="00C647EE" w:rsidP="003064F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конечных результатов индикаторов указан в приложении 1 к муниципальной программе</w:t>
      </w:r>
      <w:r w:rsidR="00823985">
        <w:rPr>
          <w:rFonts w:ascii="Times New Roman" w:hAnsi="Times New Roman"/>
          <w:sz w:val="28"/>
          <w:szCs w:val="28"/>
        </w:rPr>
        <w:t>.</w:t>
      </w:r>
      <w:r w:rsidRPr="00F458C0">
        <w:rPr>
          <w:rFonts w:ascii="Times New Roman" w:hAnsi="Times New Roman"/>
          <w:sz w:val="28"/>
          <w:szCs w:val="28"/>
        </w:rPr>
        <w:t>».</w:t>
      </w:r>
    </w:p>
    <w:p w14:paraId="5C8E3E69" w14:textId="67AA4CA2" w:rsidR="00C647EE" w:rsidRDefault="00823985" w:rsidP="003064F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2E6D2C">
        <w:rPr>
          <w:rFonts w:ascii="Times New Roman" w:hAnsi="Times New Roman"/>
          <w:sz w:val="28"/>
          <w:szCs w:val="28"/>
        </w:rPr>
        <w:t xml:space="preserve">. </w:t>
      </w:r>
      <w:r w:rsidR="00C647EE"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 редакции в соответствии с приложением 2 к настоящему постановлению.</w:t>
      </w:r>
    </w:p>
    <w:p w14:paraId="57FD3575" w14:textId="6EA50D07" w:rsidR="00C647EE" w:rsidRPr="00E27FCE" w:rsidRDefault="002E6D2C" w:rsidP="003064F0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2398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C647EE">
        <w:rPr>
          <w:rFonts w:ascii="Times New Roman" w:hAnsi="Times New Roman"/>
          <w:sz w:val="28"/>
          <w:szCs w:val="28"/>
        </w:rPr>
        <w:t>Приложение 3 к муниципальной программе изложить в новой редакции в соответствии с приложением 3 к настоящему постановлению.</w:t>
      </w:r>
    </w:p>
    <w:p w14:paraId="0854E761" w14:textId="3B911F25" w:rsidR="00C647EE" w:rsidRDefault="00823985" w:rsidP="003064F0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E6D2C">
        <w:rPr>
          <w:rFonts w:ascii="Times New Roman" w:hAnsi="Times New Roman"/>
          <w:sz w:val="28"/>
          <w:szCs w:val="28"/>
        </w:rPr>
        <w:t xml:space="preserve">. </w:t>
      </w:r>
      <w:r w:rsidR="00C647EE" w:rsidRPr="00CA37E0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</w:t>
      </w:r>
      <w:r w:rsidR="00C647EE" w:rsidRPr="00CA37E0">
        <w:rPr>
          <w:rFonts w:ascii="Times New Roman" w:hAnsi="Times New Roman"/>
          <w:sz w:val="28"/>
          <w:szCs w:val="28"/>
        </w:rPr>
        <w:t xml:space="preserve"> «Интернет».</w:t>
      </w:r>
    </w:p>
    <w:p w14:paraId="1BC71132" w14:textId="6A0B8B83" w:rsidR="008629FA" w:rsidRDefault="00823985" w:rsidP="003064F0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E6D2C">
        <w:rPr>
          <w:rFonts w:ascii="Times New Roman" w:hAnsi="Times New Roman"/>
          <w:sz w:val="28"/>
          <w:szCs w:val="28"/>
        </w:rPr>
        <w:t xml:space="preserve">. </w:t>
      </w:r>
      <w:r w:rsidR="00C647EE" w:rsidRPr="00C647EE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="00C647EE" w:rsidRPr="00C647EE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ем</w:t>
      </w:r>
      <w:r w:rsidR="00C647EE" w:rsidRPr="00C647EE">
        <w:rPr>
          <w:rFonts w:ascii="Times New Roman" w:hAnsi="Times New Roman"/>
          <w:sz w:val="28"/>
          <w:szCs w:val="28"/>
        </w:rPr>
        <w:t xml:space="preserve"> настоящего постановления оставляю за собой.</w:t>
      </w:r>
    </w:p>
    <w:p w14:paraId="7E4CC15C" w14:textId="77777777" w:rsidR="002E6D2C" w:rsidRDefault="002E6D2C" w:rsidP="0047655E">
      <w:pPr>
        <w:pStyle w:val="a8"/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CF7661E" w14:textId="77777777" w:rsidR="002E6D2C" w:rsidRPr="00D12794" w:rsidRDefault="002E6D2C" w:rsidP="002E6D2C">
      <w:pPr>
        <w:pStyle w:val="a8"/>
        <w:tabs>
          <w:tab w:val="left" w:pos="1276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6528D51F" w14:textId="77777777" w:rsidR="00E51763" w:rsidRDefault="00E51763" w:rsidP="00BE0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1BC71133" w14:textId="39C65C81" w:rsidR="008629FA" w:rsidRDefault="008629FA" w:rsidP="00BE0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BC71134" w14:textId="5DC584D7" w:rsidR="008629FA" w:rsidRPr="008629FA" w:rsidRDefault="008629FA" w:rsidP="00BE0C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E51763">
        <w:rPr>
          <w:rFonts w:ascii="Times New Roman" w:hAnsi="Times New Roman"/>
          <w:sz w:val="28"/>
          <w:szCs w:val="28"/>
        </w:rPr>
        <w:t>С. Гуляев</w:t>
      </w:r>
    </w:p>
    <w:p w14:paraId="1BC71135" w14:textId="3B18458C" w:rsidR="008629FA" w:rsidRPr="00D12794" w:rsidRDefault="00BE0C2E" w:rsidP="00BE0C2E">
      <w:pPr>
        <w:tabs>
          <w:tab w:val="left" w:pos="3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1BC7113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BC71139" w14:textId="77777777" w:rsidR="008629FA" w:rsidRPr="008629FA" w:rsidRDefault="008629FA" w:rsidP="00BE0C2E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756A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7113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BC7113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71140" w14:textId="63F9CE4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7113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BC7113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229022"/>
      <w:docPartObj>
        <w:docPartGallery w:val="Page Numbers (Top of Page)"/>
        <w:docPartUnique/>
      </w:docPartObj>
    </w:sdtPr>
    <w:sdtContent>
      <w:p w14:paraId="10EC994C" w14:textId="27A26F3F" w:rsidR="003756AB" w:rsidRDefault="003756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B6E3345" w14:textId="77777777" w:rsidR="003756AB" w:rsidRDefault="003756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5A5921"/>
    <w:multiLevelType w:val="hybridMultilevel"/>
    <w:tmpl w:val="EA928B42"/>
    <w:lvl w:ilvl="0" w:tplc="885E0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>
    <w:nsid w:val="7E670896"/>
    <w:multiLevelType w:val="hybridMultilevel"/>
    <w:tmpl w:val="EB3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0B8A"/>
    <w:rsid w:val="000477D5"/>
    <w:rsid w:val="00053BD0"/>
    <w:rsid w:val="000879EB"/>
    <w:rsid w:val="00185FEC"/>
    <w:rsid w:val="001E1F9F"/>
    <w:rsid w:val="002003DC"/>
    <w:rsid w:val="00270CB8"/>
    <w:rsid w:val="002E6D2C"/>
    <w:rsid w:val="003064F0"/>
    <w:rsid w:val="0033636C"/>
    <w:rsid w:val="003756AB"/>
    <w:rsid w:val="003E4257"/>
    <w:rsid w:val="0047655E"/>
    <w:rsid w:val="004B5DAA"/>
    <w:rsid w:val="004E28A3"/>
    <w:rsid w:val="00520CBF"/>
    <w:rsid w:val="00552468"/>
    <w:rsid w:val="005B6F3A"/>
    <w:rsid w:val="00823985"/>
    <w:rsid w:val="008629FA"/>
    <w:rsid w:val="00942EAC"/>
    <w:rsid w:val="00987DB5"/>
    <w:rsid w:val="00AC72C8"/>
    <w:rsid w:val="00B10ED9"/>
    <w:rsid w:val="00B25688"/>
    <w:rsid w:val="00B4761C"/>
    <w:rsid w:val="00BE0C2E"/>
    <w:rsid w:val="00C02849"/>
    <w:rsid w:val="00C246D3"/>
    <w:rsid w:val="00C647EE"/>
    <w:rsid w:val="00D12794"/>
    <w:rsid w:val="00D67BD8"/>
    <w:rsid w:val="00D71832"/>
    <w:rsid w:val="00DF7897"/>
    <w:rsid w:val="00E37B8A"/>
    <w:rsid w:val="00E51763"/>
    <w:rsid w:val="00E609BC"/>
    <w:rsid w:val="00F4395D"/>
    <w:rsid w:val="00F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7111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C647E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7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0CB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479E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479E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4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3</cp:revision>
  <cp:lastPrinted>2021-10-14T01:35:00Z</cp:lastPrinted>
  <dcterms:created xsi:type="dcterms:W3CDTF">2021-10-14T01:36:00Z</dcterms:created>
  <dcterms:modified xsi:type="dcterms:W3CDTF">2021-10-14T01:40:00Z</dcterms:modified>
</cp:coreProperties>
</file>