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ED47F1B" w14:textId="77777777" w:rsidTr="00987DB5">
        <w:tc>
          <w:tcPr>
            <w:tcW w:w="9498" w:type="dxa"/>
          </w:tcPr>
          <w:p w14:paraId="6ED47F17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D47F32" wp14:editId="6ED47F3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D47F18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ED47F19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D47F1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ED47F1C" w14:textId="30A13E8E" w:rsidR="0033636C" w:rsidRPr="006F0D2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0D2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F0D2B" w:rsidRPr="006F0D2B">
            <w:rPr>
              <w:rFonts w:ascii="Times New Roman" w:hAnsi="Times New Roman"/>
              <w:sz w:val="28"/>
              <w:szCs w:val="28"/>
            </w:rPr>
            <w:t>08 сентября 2023 года</w:t>
          </w:r>
        </w:sdtContent>
      </w:sdt>
      <w:r w:rsidRPr="006F0D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F0D2B" w:rsidRPr="006F0D2B">
            <w:rPr>
              <w:rFonts w:ascii="Times New Roman" w:hAnsi="Times New Roman"/>
              <w:sz w:val="28"/>
              <w:szCs w:val="28"/>
            </w:rPr>
            <w:t>585</w:t>
          </w:r>
        </w:sdtContent>
      </w:sdt>
    </w:p>
    <w:p w14:paraId="6ED47F1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ED47F1F" w14:textId="109B8FA7" w:rsidR="00185FEC" w:rsidRPr="00573849" w:rsidRDefault="00955346" w:rsidP="003068B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73849">
        <w:rPr>
          <w:rFonts w:ascii="Times New Roman" w:hAnsi="Times New Roman"/>
          <w:b/>
          <w:bCs/>
          <w:sz w:val="28"/>
          <w:szCs w:val="28"/>
        </w:rPr>
        <w:t xml:space="preserve">Об утверждении административного регламента </w:t>
      </w:r>
      <w:r w:rsidR="00573849">
        <w:rPr>
          <w:rFonts w:ascii="Times New Roman" w:hAnsi="Times New Roman"/>
          <w:b/>
          <w:bCs/>
          <w:sz w:val="28"/>
          <w:szCs w:val="28"/>
        </w:rPr>
        <w:br/>
      </w:r>
      <w:r w:rsidRPr="00573849">
        <w:rPr>
          <w:rFonts w:ascii="Times New Roman" w:hAnsi="Times New Roman"/>
          <w:b/>
          <w:bCs/>
          <w:sz w:val="28"/>
          <w:szCs w:val="28"/>
        </w:rPr>
        <w:t xml:space="preserve">по предоставлению государственной услуги </w:t>
      </w:r>
      <w:r w:rsidRPr="00573849">
        <w:rPr>
          <w:rFonts w:ascii="Times New Roman" w:hAnsi="Times New Roman"/>
          <w:b/>
          <w:sz w:val="28"/>
          <w:szCs w:val="28"/>
        </w:rPr>
        <w:t xml:space="preserve">«Выдача заключения </w:t>
      </w:r>
      <w:r w:rsidR="00573849">
        <w:rPr>
          <w:rFonts w:ascii="Times New Roman" w:hAnsi="Times New Roman"/>
          <w:b/>
          <w:sz w:val="28"/>
          <w:szCs w:val="28"/>
        </w:rPr>
        <w:br/>
      </w:r>
      <w:r w:rsidRPr="00573849">
        <w:rPr>
          <w:rFonts w:ascii="Times New Roman" w:hAnsi="Times New Roman"/>
          <w:b/>
          <w:sz w:val="28"/>
          <w:szCs w:val="28"/>
        </w:rPr>
        <w:t>о возможности временной передачи детей, находящихся в организациях для детей-сирот и детей, оставшихся без попечения родителей, в семью»</w:t>
      </w:r>
    </w:p>
    <w:p w14:paraId="7FA677F6" w14:textId="77777777" w:rsidR="003068B5" w:rsidRDefault="003068B5" w:rsidP="003068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734E5C" w14:textId="31E6D5D7" w:rsidR="00955346" w:rsidRPr="00526F36" w:rsidRDefault="00955346" w:rsidP="003068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ст. 16 Федерального закона от 06.10.2003 № 131-ФЗ «Об общих принципах организации местного самоуправ</w:t>
      </w:r>
      <w:r w:rsidR="00573849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в Российской Федерации»,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27.07.2010 № 210-ФЗ «Об организации предоставления государс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твенных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услуг»</w:t>
      </w:r>
      <w:r w:rsidR="00573849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36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>Устава муниципального образования «Городской округ Ногликский», администраци</w:t>
      </w:r>
      <w:r w:rsidR="00573849">
        <w:rPr>
          <w:rFonts w:ascii="Times New Roman" w:eastAsia="Times New Roman" w:hAnsi="Times New Roman"/>
          <w:sz w:val="28"/>
          <w:szCs w:val="28"/>
          <w:lang w:eastAsia="ru-RU"/>
        </w:rPr>
        <w:t xml:space="preserve">я муниципального образования </w:t>
      </w:r>
      <w:r w:rsidRPr="00526F36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Ногликский» </w:t>
      </w:r>
      <w:r w:rsidRPr="00573849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2A92185C" w14:textId="2215360A" w:rsidR="00955346" w:rsidRPr="00BE1812" w:rsidRDefault="00955346" w:rsidP="00306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административный регламент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предоставлению государственной </w:t>
      </w: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 </w:t>
      </w:r>
      <w:r w:rsidRPr="00BE1812">
        <w:rPr>
          <w:rFonts w:ascii="Times New Roman" w:hAnsi="Times New Roman"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семью»</w:t>
      </w:r>
      <w:r w:rsidR="00573849">
        <w:rPr>
          <w:rFonts w:ascii="Times New Roman" w:hAnsi="Times New Roman"/>
          <w:sz w:val="28"/>
          <w:szCs w:val="28"/>
        </w:rPr>
        <w:t xml:space="preserve"> (прилагается)</w:t>
      </w:r>
      <w:r w:rsidRPr="00BE1812">
        <w:rPr>
          <w:rFonts w:ascii="Times New Roman" w:hAnsi="Times New Roman"/>
          <w:sz w:val="28"/>
          <w:szCs w:val="28"/>
        </w:rPr>
        <w:t>.</w:t>
      </w:r>
    </w:p>
    <w:p w14:paraId="41BD3B57" w14:textId="224B92B7" w:rsidR="00955346" w:rsidRPr="00BE1812" w:rsidRDefault="00955346" w:rsidP="00306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Признать утратившим</w:t>
      </w:r>
      <w:r w:rsidR="00630D3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постановления администрации муниципального образования «Городской округ Ногликский»:</w:t>
      </w:r>
    </w:p>
    <w:p w14:paraId="139A621C" w14:textId="432EDD76" w:rsidR="00955346" w:rsidRPr="00BE1812" w:rsidRDefault="00955346" w:rsidP="00306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 xml:space="preserve">- от 06.11.2020 № 542 «Об утверждении административного регламента по предоставлению государственной услуги </w:t>
      </w:r>
      <w:r w:rsidRPr="00BE1812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BE18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</w:t>
      </w:r>
      <w:r w:rsidR="00A7027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ерритории Сахалинской области»</w:t>
      </w:r>
      <w:r w:rsidR="003068B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4B2760F" w14:textId="0B5F1679" w:rsidR="00955346" w:rsidRPr="00BE1812" w:rsidRDefault="00955346" w:rsidP="00306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- от 24.05.2021 № 280 «О внесении изменений в постановление администрации муниципального образования «</w:t>
      </w:r>
      <w:r w:rsidR="00573849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Городской округ Ногликский» от </w:t>
      </w: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06.11.2020 № 542»;</w:t>
      </w:r>
    </w:p>
    <w:p w14:paraId="6D67E587" w14:textId="77777777" w:rsidR="00955346" w:rsidRPr="00BE1812" w:rsidRDefault="00955346" w:rsidP="003068B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>- от 28.07.2022 № 387 «О внесении изменений в постановление администрации муниципального образования «Городской округ Ногликский» от 06.11.2020 № 542».</w:t>
      </w:r>
    </w:p>
    <w:p w14:paraId="45DD6234" w14:textId="77777777" w:rsidR="00955346" w:rsidRPr="00BE1812" w:rsidRDefault="00955346" w:rsidP="003068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 Опубликовать настоящее постановление в газете «Знамя труда» и разместить на официальном сайте муниципального образования в сети «Интернет». </w:t>
      </w:r>
    </w:p>
    <w:p w14:paraId="590D4FF6" w14:textId="77777777" w:rsidR="00955346" w:rsidRPr="00BE1812" w:rsidRDefault="00955346" w:rsidP="003068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1812">
        <w:rPr>
          <w:rFonts w:ascii="Times New Roman" w:eastAsia="Times New Roman" w:hAnsi="Times New Roman"/>
          <w:sz w:val="28"/>
          <w:szCs w:val="28"/>
          <w:lang w:eastAsia="ru-RU"/>
        </w:rPr>
        <w:t xml:space="preserve">4. Контроль за исполнением настоящего постановления возложить на вице-мэра муниципального образования «Городской округ Ногликский»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6EC17FDC" w14:textId="77777777" w:rsidR="00955346" w:rsidRPr="00BE1812" w:rsidRDefault="00955346" w:rsidP="003068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47F2A" w14:textId="77F2D6F3" w:rsidR="008629FA" w:rsidRDefault="008629FA" w:rsidP="009553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A2D1560" w14:textId="77777777" w:rsidR="003068B5" w:rsidRPr="00955346" w:rsidRDefault="003068B5" w:rsidP="009553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47F2B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ED47F2C" w14:textId="609AF25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</w:t>
      </w:r>
      <w:r w:rsidR="00955346">
        <w:rPr>
          <w:rFonts w:ascii="Times New Roman" w:hAnsi="Times New Roman"/>
          <w:sz w:val="28"/>
          <w:szCs w:val="28"/>
        </w:rPr>
        <w:t>ой округ Ногликский»</w:t>
      </w:r>
      <w:r w:rsidR="00955346">
        <w:rPr>
          <w:rFonts w:ascii="Times New Roman" w:hAnsi="Times New Roman"/>
          <w:sz w:val="28"/>
          <w:szCs w:val="28"/>
        </w:rPr>
        <w:tab/>
      </w:r>
      <w:r w:rsidR="00955346">
        <w:rPr>
          <w:rFonts w:ascii="Times New Roman" w:hAnsi="Times New Roman"/>
          <w:sz w:val="28"/>
          <w:szCs w:val="28"/>
        </w:rPr>
        <w:tab/>
      </w:r>
      <w:r w:rsidR="00955346">
        <w:rPr>
          <w:rFonts w:ascii="Times New Roman" w:hAnsi="Times New Roman"/>
          <w:sz w:val="28"/>
          <w:szCs w:val="28"/>
        </w:rPr>
        <w:tab/>
      </w:r>
      <w:r w:rsidR="00955346">
        <w:rPr>
          <w:rFonts w:ascii="Times New Roman" w:hAnsi="Times New Roman"/>
          <w:sz w:val="28"/>
          <w:szCs w:val="28"/>
        </w:rPr>
        <w:tab/>
      </w:r>
      <w:r w:rsidR="00955346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9553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6ED47F2D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ED47F2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ED47F2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ED47F3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ED47F31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3068B5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A3E1F" w14:textId="77777777" w:rsidR="00310711" w:rsidRDefault="00310711" w:rsidP="0033636C">
      <w:pPr>
        <w:spacing w:after="0" w:line="240" w:lineRule="auto"/>
      </w:pPr>
      <w:r>
        <w:separator/>
      </w:r>
    </w:p>
  </w:endnote>
  <w:endnote w:type="continuationSeparator" w:id="0">
    <w:p w14:paraId="51AB8503" w14:textId="77777777" w:rsidR="00310711" w:rsidRDefault="0031071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47F38" w14:textId="696EA594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0D6FF" w14:textId="77777777" w:rsidR="00310711" w:rsidRDefault="00310711" w:rsidP="0033636C">
      <w:pPr>
        <w:spacing w:after="0" w:line="240" w:lineRule="auto"/>
      </w:pPr>
      <w:r>
        <w:separator/>
      </w:r>
    </w:p>
  </w:footnote>
  <w:footnote w:type="continuationSeparator" w:id="0">
    <w:p w14:paraId="3651A987" w14:textId="77777777" w:rsidR="00310711" w:rsidRDefault="0031071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650988"/>
      <w:docPartObj>
        <w:docPartGallery w:val="Page Numbers (Top of Page)"/>
        <w:docPartUnique/>
      </w:docPartObj>
    </w:sdtPr>
    <w:sdtEndPr/>
    <w:sdtContent>
      <w:p w14:paraId="6BF51220" w14:textId="316725BC" w:rsidR="003068B5" w:rsidRDefault="003068B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D2B">
          <w:rPr>
            <w:noProof/>
          </w:rPr>
          <w:t>2</w:t>
        </w:r>
        <w:r>
          <w:fldChar w:fldCharType="end"/>
        </w:r>
      </w:p>
    </w:sdtContent>
  </w:sdt>
  <w:p w14:paraId="31A771E4" w14:textId="77777777" w:rsidR="003068B5" w:rsidRDefault="003068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13594"/>
    <w:rsid w:val="003068B5"/>
    <w:rsid w:val="00310711"/>
    <w:rsid w:val="0033636C"/>
    <w:rsid w:val="003E4257"/>
    <w:rsid w:val="00520CBF"/>
    <w:rsid w:val="00573849"/>
    <w:rsid w:val="00630D3F"/>
    <w:rsid w:val="006F0D2B"/>
    <w:rsid w:val="008629FA"/>
    <w:rsid w:val="00955346"/>
    <w:rsid w:val="00987DB5"/>
    <w:rsid w:val="00A70270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47F17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8C19F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8C19F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A6684"/>
    <w:rsid w:val="007066F7"/>
    <w:rsid w:val="008C19F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79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8</cp:revision>
  <dcterms:created xsi:type="dcterms:W3CDTF">2020-04-07T04:52:00Z</dcterms:created>
  <dcterms:modified xsi:type="dcterms:W3CDTF">2023-09-19T01:06:00Z</dcterms:modified>
</cp:coreProperties>
</file>