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2946DC2" w14:textId="77777777" w:rsidTr="00987DB5">
        <w:tc>
          <w:tcPr>
            <w:tcW w:w="9498" w:type="dxa"/>
          </w:tcPr>
          <w:p w14:paraId="62946DB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2946DD9" wp14:editId="62946DD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946DB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2946DC0" w14:textId="581800BD" w:rsidR="00053BD0" w:rsidRPr="00053BD0" w:rsidRDefault="001A359C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 САХАЛИНСКОЙ ОБЛАСТИ</w:t>
            </w:r>
          </w:p>
          <w:p w14:paraId="62946DC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2946DC3" w14:textId="4F05C364" w:rsidR="0033636C" w:rsidRPr="00441D2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41D2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bookmarkStart w:id="0" w:name="_GoBack"/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51D7B" w:rsidRPr="00D51D7B">
            <w:rPr>
              <w:rFonts w:ascii="Times New Roman" w:hAnsi="Times New Roman"/>
              <w:sz w:val="28"/>
              <w:szCs w:val="28"/>
            </w:rPr>
            <w:t>17 февраля 2025 года</w:t>
          </w:r>
        </w:sdtContent>
      </w:sdt>
      <w:r w:rsidRPr="00D51D7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51D7B" w:rsidRPr="00D51D7B">
            <w:rPr>
              <w:rFonts w:ascii="Times New Roman" w:hAnsi="Times New Roman"/>
              <w:sz w:val="28"/>
              <w:szCs w:val="28"/>
            </w:rPr>
            <w:t>58</w:t>
          </w:r>
        </w:sdtContent>
      </w:sdt>
      <w:bookmarkEnd w:id="0"/>
    </w:p>
    <w:p w14:paraId="62946DC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FCE08FB" w14:textId="77777777" w:rsidR="00441D20" w:rsidRDefault="00E37678" w:rsidP="00441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31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441D20">
        <w:rPr>
          <w:rFonts w:ascii="Times New Roman" w:hAnsi="Times New Roman"/>
          <w:b/>
          <w:sz w:val="28"/>
          <w:szCs w:val="28"/>
        </w:rPr>
        <w:t>Порядка предоставления субсидий</w:t>
      </w:r>
    </w:p>
    <w:p w14:paraId="2B96B247" w14:textId="0519664B" w:rsidR="00441D20" w:rsidRDefault="00E37678" w:rsidP="00441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31">
        <w:rPr>
          <w:rFonts w:ascii="Times New Roman" w:hAnsi="Times New Roman"/>
          <w:b/>
          <w:sz w:val="28"/>
          <w:szCs w:val="28"/>
        </w:rPr>
        <w:t>управляющим организациям (то</w:t>
      </w:r>
      <w:r w:rsidR="00441D20">
        <w:rPr>
          <w:rFonts w:ascii="Times New Roman" w:hAnsi="Times New Roman"/>
          <w:b/>
          <w:sz w:val="28"/>
          <w:szCs w:val="28"/>
        </w:rPr>
        <w:t>вариществам собственников жилья</w:t>
      </w:r>
    </w:p>
    <w:p w14:paraId="3AE87E6B" w14:textId="75742524" w:rsidR="00441D20" w:rsidRDefault="00E37678" w:rsidP="00441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31">
        <w:rPr>
          <w:rFonts w:ascii="Times New Roman" w:hAnsi="Times New Roman"/>
          <w:b/>
          <w:sz w:val="28"/>
          <w:szCs w:val="28"/>
        </w:rPr>
        <w:t>либо жилищным кооперати</w:t>
      </w:r>
      <w:r w:rsidR="00A87E7C">
        <w:rPr>
          <w:rFonts w:ascii="Times New Roman" w:hAnsi="Times New Roman"/>
          <w:b/>
          <w:sz w:val="28"/>
          <w:szCs w:val="28"/>
        </w:rPr>
        <w:t>вам или иным специализированным</w:t>
      </w:r>
    </w:p>
    <w:p w14:paraId="5D6B94FE" w14:textId="0446AD96" w:rsidR="00441D20" w:rsidRDefault="00E37678" w:rsidP="00441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31">
        <w:rPr>
          <w:rFonts w:ascii="Times New Roman" w:hAnsi="Times New Roman"/>
          <w:b/>
          <w:sz w:val="28"/>
          <w:szCs w:val="28"/>
        </w:rPr>
        <w:t>потребительс</w:t>
      </w:r>
      <w:r w:rsidR="00441D20">
        <w:rPr>
          <w:rFonts w:ascii="Times New Roman" w:hAnsi="Times New Roman"/>
          <w:b/>
          <w:sz w:val="28"/>
          <w:szCs w:val="28"/>
        </w:rPr>
        <w:t>ким кооперативам) на проведение</w:t>
      </w:r>
    </w:p>
    <w:p w14:paraId="6D206622" w14:textId="77777777" w:rsidR="001921E2" w:rsidRDefault="00E37678" w:rsidP="00441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31">
        <w:rPr>
          <w:rFonts w:ascii="Times New Roman" w:hAnsi="Times New Roman"/>
          <w:b/>
          <w:sz w:val="28"/>
          <w:szCs w:val="28"/>
        </w:rPr>
        <w:t>капитального ремонта жилищного фо</w:t>
      </w:r>
      <w:r w:rsidR="001921E2">
        <w:rPr>
          <w:rFonts w:ascii="Times New Roman" w:hAnsi="Times New Roman"/>
          <w:b/>
          <w:sz w:val="28"/>
          <w:szCs w:val="28"/>
        </w:rPr>
        <w:t>нда в муниципальном образовании</w:t>
      </w:r>
    </w:p>
    <w:p w14:paraId="63B0B660" w14:textId="0EFB207D" w:rsidR="00E37678" w:rsidRPr="002A2831" w:rsidRDefault="00E37678" w:rsidP="00441D2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2831">
        <w:rPr>
          <w:rFonts w:ascii="Times New Roman" w:eastAsia="Times New Roman" w:hAnsi="Times New Roman"/>
          <w:b/>
          <w:sz w:val="28"/>
          <w:szCs w:val="28"/>
          <w:lang w:eastAsia="ru-RU"/>
        </w:rPr>
        <w:t>Ногликский муниципальный округ Сахалинской области</w:t>
      </w:r>
    </w:p>
    <w:p w14:paraId="62946DC6" w14:textId="77777777" w:rsidR="00185FEC" w:rsidRDefault="00185FEC" w:rsidP="00441D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F2F9AE" w14:textId="38E7EE3C" w:rsidR="00E37678" w:rsidRPr="002A2831" w:rsidRDefault="00E37678" w:rsidP="00441D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2831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эффективного использования бюджетных средств, </w:t>
      </w:r>
      <w:r w:rsidRPr="002A2831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|в соответствии со ст. 78 Бюджетного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</w:t>
      </w:r>
      <w:r w:rsidR="00441D2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A2831">
        <w:rPr>
          <w:rFonts w:ascii="Times New Roman" w:eastAsia="Times New Roman" w:hAnsi="Times New Roman"/>
          <w:sz w:val="28"/>
          <w:szCs w:val="28"/>
          <w:lang w:eastAsia="ru-RU"/>
        </w:rPr>
        <w:t xml:space="preserve">из бюджетов субъектов Российской Федерации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</w:t>
      </w:r>
      <w:r w:rsidR="00441D2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A2831">
        <w:rPr>
          <w:rFonts w:ascii="Times New Roman" w:eastAsia="Times New Roman" w:hAnsi="Times New Roman"/>
          <w:sz w:val="28"/>
          <w:szCs w:val="28"/>
          <w:lang w:eastAsia="ru-RU"/>
        </w:rPr>
        <w:t xml:space="preserve">и проведение отборов получателей указанных субсидий, в том числе грантов в форме субсидий», руководствуясь ст.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2A283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54614161" w14:textId="5B581546" w:rsidR="00E37678" w:rsidRPr="002A2831" w:rsidRDefault="00E37678" w:rsidP="00441D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2831">
        <w:rPr>
          <w:rFonts w:ascii="Times New Roman" w:hAnsi="Times New Roman"/>
          <w:sz w:val="28"/>
          <w:szCs w:val="28"/>
        </w:rPr>
        <w:t xml:space="preserve">1. Утвердить Порядок предоставления субсидий управляющим организациям (товариществам собственников жилья либо жилищным кооперативам или иным специализированным потребительским кооперативам) на проведение капитального ремонта жилищного фонда </w:t>
      </w:r>
      <w:r w:rsidR="00441D20">
        <w:rPr>
          <w:rFonts w:ascii="Times New Roman" w:hAnsi="Times New Roman"/>
          <w:sz w:val="28"/>
          <w:szCs w:val="28"/>
        </w:rPr>
        <w:br/>
      </w:r>
      <w:r w:rsidRPr="002A2831"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r w:rsidRPr="002A2831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2A2831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321616C8" w14:textId="77777777" w:rsidR="00E37678" w:rsidRPr="002A2831" w:rsidRDefault="00E37678" w:rsidP="00441D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2831"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2A2831"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утратившими силу постановления администрации муниципального образования «Городской округ Ногликский»:</w:t>
      </w:r>
    </w:p>
    <w:p w14:paraId="1474C9C1" w14:textId="77777777" w:rsidR="00E37678" w:rsidRPr="002A2831" w:rsidRDefault="00E37678" w:rsidP="00441D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2831">
        <w:rPr>
          <w:rFonts w:ascii="Times New Roman" w:eastAsia="Times New Roman" w:hAnsi="Times New Roman"/>
          <w:sz w:val="28"/>
          <w:szCs w:val="28"/>
          <w:lang w:eastAsia="ru-RU"/>
        </w:rPr>
        <w:t>- от 24.12.2021 № 735 «</w:t>
      </w:r>
      <w:r w:rsidRPr="002A2831">
        <w:rPr>
          <w:rFonts w:ascii="Times New Roman" w:hAnsi="Times New Roman"/>
          <w:sz w:val="28"/>
          <w:szCs w:val="28"/>
        </w:rPr>
        <w:t>Об утверждении Порядка предоставления субсидий управляющим организациям (товариществам собственников жилья либо жилищным кооперативам или иным специализированным потребительским кооперативам) на проведение капитального ремонта жилищного фонда в муниципальном образовании «Городской округ Ногликский»;</w:t>
      </w:r>
    </w:p>
    <w:p w14:paraId="5F6CB572" w14:textId="5D3510D8" w:rsidR="00E37678" w:rsidRPr="002A2831" w:rsidRDefault="00E37678" w:rsidP="00441D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2831">
        <w:rPr>
          <w:rFonts w:ascii="Times New Roman" w:hAnsi="Times New Roman"/>
          <w:sz w:val="28"/>
          <w:szCs w:val="28"/>
        </w:rPr>
        <w:t>- от 01.06.2022 № 274 «О внесении изменений в постановление администрации муниципального образования «Городской округ Ногликский» от 24 декабря 2021 года №</w:t>
      </w:r>
      <w:r w:rsidR="00A87E7C">
        <w:rPr>
          <w:rFonts w:ascii="Times New Roman" w:hAnsi="Times New Roman"/>
          <w:sz w:val="28"/>
          <w:szCs w:val="28"/>
        </w:rPr>
        <w:t xml:space="preserve"> </w:t>
      </w:r>
      <w:r w:rsidRPr="002A2831">
        <w:rPr>
          <w:rFonts w:ascii="Times New Roman" w:hAnsi="Times New Roman"/>
          <w:sz w:val="28"/>
          <w:szCs w:val="28"/>
        </w:rPr>
        <w:t>735»;</w:t>
      </w:r>
    </w:p>
    <w:p w14:paraId="6879C96D" w14:textId="6EA02C0E" w:rsidR="00E37678" w:rsidRPr="002A2831" w:rsidRDefault="00441D20" w:rsidP="00441D2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37678" w:rsidRPr="002A2831">
        <w:rPr>
          <w:rFonts w:ascii="Times New Roman" w:hAnsi="Times New Roman"/>
          <w:sz w:val="28"/>
          <w:szCs w:val="28"/>
        </w:rPr>
        <w:t xml:space="preserve">от 13.01.2023 № 7 «О внесении изменений в Порядок предоставления субсидий управляющим организациям (товариществам собственников жилья либо жилищным кооперативам или иным специализированным потребительским кооперативам) на проведение капитального ремонта жилищного фонда в муниципальном образовании «Городской округ Ногликский», утвержденный постановлением администрации муниципального образования «Городской округ Ногликский» от 24.12.2021 </w:t>
      </w:r>
      <w:r>
        <w:rPr>
          <w:rFonts w:ascii="Times New Roman" w:hAnsi="Times New Roman"/>
          <w:sz w:val="28"/>
          <w:szCs w:val="28"/>
        </w:rPr>
        <w:br/>
      </w:r>
      <w:r w:rsidR="00E37678" w:rsidRPr="002A2831">
        <w:rPr>
          <w:rFonts w:ascii="Times New Roman" w:hAnsi="Times New Roman"/>
          <w:sz w:val="28"/>
          <w:szCs w:val="28"/>
        </w:rPr>
        <w:t>№ 735»;</w:t>
      </w:r>
    </w:p>
    <w:p w14:paraId="233153D5" w14:textId="11C7167E" w:rsidR="00E37678" w:rsidRPr="002A2831" w:rsidRDefault="00E37678" w:rsidP="00441D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2831">
        <w:rPr>
          <w:rFonts w:ascii="Times New Roman" w:hAnsi="Times New Roman"/>
          <w:sz w:val="28"/>
          <w:szCs w:val="28"/>
        </w:rPr>
        <w:t xml:space="preserve">- от 14.03.2023 № 139 «О внесении изменений в Порядок предоставления субсидий управляющим организациям (товариществам собственников жилья либо жилищным кооперативам или иным специализированным потребительским кооперативам) на проведение капитального ремонта жилищного фонда в муниципальном образовании «Городской округ Ногликский», утвержденный постановлением администрации муниципального образования «Городской округ Ногликский» от 24.12.2021 </w:t>
      </w:r>
      <w:r w:rsidR="00441D20">
        <w:rPr>
          <w:rFonts w:ascii="Times New Roman" w:hAnsi="Times New Roman"/>
          <w:sz w:val="28"/>
          <w:szCs w:val="28"/>
        </w:rPr>
        <w:br/>
      </w:r>
      <w:r w:rsidRPr="002A2831">
        <w:rPr>
          <w:rFonts w:ascii="Times New Roman" w:hAnsi="Times New Roman"/>
          <w:sz w:val="28"/>
          <w:szCs w:val="28"/>
        </w:rPr>
        <w:t>№ 735».</w:t>
      </w:r>
    </w:p>
    <w:p w14:paraId="3669E82C" w14:textId="0393334F" w:rsidR="00E37678" w:rsidRPr="002A2831" w:rsidRDefault="00E37678" w:rsidP="00441D2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2831">
        <w:rPr>
          <w:rFonts w:ascii="Times New Roman" w:hAnsi="Times New Roman"/>
          <w:sz w:val="28"/>
          <w:szCs w:val="28"/>
        </w:rPr>
        <w:t xml:space="preserve">3. </w:t>
      </w:r>
      <w:r w:rsidR="00506FF2">
        <w:rPr>
          <w:rFonts w:ascii="Times New Roman" w:hAnsi="Times New Roman"/>
          <w:sz w:val="28"/>
          <w:szCs w:val="28"/>
        </w:rPr>
        <w:t>Настоящее п</w:t>
      </w:r>
      <w:r w:rsidRPr="002A2831">
        <w:rPr>
          <w:rFonts w:ascii="Times New Roman" w:hAnsi="Times New Roman"/>
          <w:sz w:val="28"/>
          <w:szCs w:val="28"/>
        </w:rPr>
        <w:t>остановление вступает в силу с 01.01.2025 года.</w:t>
      </w:r>
    </w:p>
    <w:p w14:paraId="17FCB901" w14:textId="5B77D3A3" w:rsidR="00E37678" w:rsidRPr="002A2831" w:rsidRDefault="00E37678" w:rsidP="00441D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2831">
        <w:rPr>
          <w:rFonts w:ascii="Times New Roman" w:hAnsi="Times New Roman"/>
          <w:sz w:val="28"/>
          <w:szCs w:val="28"/>
        </w:rPr>
        <w:t xml:space="preserve">4. </w:t>
      </w:r>
      <w:r w:rsidR="00A87E7C">
        <w:rPr>
          <w:rFonts w:ascii="Times New Roman" w:hAnsi="Times New Roman"/>
          <w:sz w:val="28"/>
          <w:szCs w:val="28"/>
        </w:rPr>
        <w:t>О</w:t>
      </w:r>
      <w:r w:rsidR="00A87E7C" w:rsidRPr="002A2831">
        <w:rPr>
          <w:rFonts w:ascii="Times New Roman" w:hAnsi="Times New Roman"/>
          <w:sz w:val="28"/>
          <w:szCs w:val="28"/>
        </w:rPr>
        <w:t xml:space="preserve">публиковать </w:t>
      </w:r>
      <w:r w:rsidR="00A87E7C">
        <w:rPr>
          <w:rFonts w:ascii="Times New Roman" w:hAnsi="Times New Roman"/>
          <w:sz w:val="28"/>
          <w:szCs w:val="28"/>
        </w:rPr>
        <w:t>н</w:t>
      </w:r>
      <w:r w:rsidRPr="002A2831">
        <w:rPr>
          <w:rFonts w:ascii="Times New Roman" w:hAnsi="Times New Roman"/>
          <w:sz w:val="28"/>
          <w:szCs w:val="28"/>
        </w:rPr>
        <w:t xml:space="preserve">астоящее постановление в газете «Знамя труда» </w:t>
      </w:r>
      <w:r w:rsidR="00441D20">
        <w:rPr>
          <w:rFonts w:ascii="Times New Roman" w:hAnsi="Times New Roman"/>
          <w:sz w:val="28"/>
          <w:szCs w:val="28"/>
        </w:rPr>
        <w:br/>
      </w:r>
      <w:r w:rsidRPr="002A2831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r w:rsidR="00506FF2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2A2831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55206BF" w14:textId="796420E3" w:rsidR="00E37678" w:rsidRPr="002A2831" w:rsidRDefault="00E37678" w:rsidP="00441D2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831"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постановления возложить </w:t>
      </w:r>
      <w:r w:rsidR="00441D20">
        <w:rPr>
          <w:rFonts w:ascii="Times New Roman" w:hAnsi="Times New Roman" w:cs="Times New Roman"/>
          <w:sz w:val="28"/>
          <w:szCs w:val="28"/>
        </w:rPr>
        <w:br/>
      </w:r>
      <w:r w:rsidRPr="002A2831">
        <w:rPr>
          <w:rFonts w:ascii="Times New Roman" w:hAnsi="Times New Roman" w:cs="Times New Roman"/>
          <w:sz w:val="28"/>
          <w:szCs w:val="28"/>
        </w:rPr>
        <w:t xml:space="preserve">на директора департамента экономического развития, строительства, жилищно-коммунального и дорожного хозяйства администрации муниципального образования </w:t>
      </w:r>
      <w:r w:rsidRPr="002A2831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2A28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2831">
        <w:rPr>
          <w:rFonts w:ascii="Times New Roman" w:hAnsi="Times New Roman" w:cs="Times New Roman"/>
          <w:sz w:val="28"/>
          <w:szCs w:val="28"/>
        </w:rPr>
        <w:t>Логареву</w:t>
      </w:r>
      <w:proofErr w:type="spellEnd"/>
      <w:r w:rsidR="00441D20" w:rsidRPr="00441D20">
        <w:rPr>
          <w:rFonts w:ascii="Times New Roman" w:hAnsi="Times New Roman" w:cs="Times New Roman"/>
          <w:sz w:val="28"/>
          <w:szCs w:val="28"/>
        </w:rPr>
        <w:t xml:space="preserve"> </w:t>
      </w:r>
      <w:r w:rsidR="00441D20" w:rsidRPr="002A2831">
        <w:rPr>
          <w:rFonts w:ascii="Times New Roman" w:hAnsi="Times New Roman" w:cs="Times New Roman"/>
          <w:sz w:val="28"/>
          <w:szCs w:val="28"/>
        </w:rPr>
        <w:t>О.П.</w:t>
      </w:r>
    </w:p>
    <w:p w14:paraId="46D9ADBF" w14:textId="77777777" w:rsidR="00E37678" w:rsidRDefault="00E37678" w:rsidP="00441D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4EABDD" w14:textId="58469EEE" w:rsidR="00441D20" w:rsidRDefault="00441D20" w:rsidP="00441D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31884D" w14:textId="77777777" w:rsidR="00441D20" w:rsidRPr="002A2831" w:rsidRDefault="00441D20" w:rsidP="00441D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E89CE9" w14:textId="77777777" w:rsidR="00E37678" w:rsidRPr="002A2831" w:rsidRDefault="00E37678" w:rsidP="00441D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2831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ED86086" w14:textId="77777777" w:rsidR="00E37678" w:rsidRPr="002A2831" w:rsidRDefault="00E37678" w:rsidP="00441D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2831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</w:t>
      </w:r>
    </w:p>
    <w:p w14:paraId="62946DCF" w14:textId="635ACCB2" w:rsidR="008629FA" w:rsidRPr="00D12794" w:rsidRDefault="00E37678" w:rsidP="00441D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2831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С.В. Гурьянов</w:t>
      </w:r>
    </w:p>
    <w:sectPr w:rsidR="008629FA" w:rsidRPr="00D12794" w:rsidSect="00441D20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46DD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2946DDE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46DDF" w14:textId="0F5F058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46DDB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2946DDC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6152716"/>
      <w:docPartObj>
        <w:docPartGallery w:val="Page Numbers (Top of Page)"/>
        <w:docPartUnique/>
      </w:docPartObj>
    </w:sdtPr>
    <w:sdtEndPr/>
    <w:sdtContent>
      <w:p w14:paraId="1B9E79E6" w14:textId="1210234C" w:rsidR="00441D20" w:rsidRDefault="00441D2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D7B">
          <w:rPr>
            <w:noProof/>
          </w:rPr>
          <w:t>2</w:t>
        </w:r>
        <w:r>
          <w:fldChar w:fldCharType="end"/>
        </w:r>
      </w:p>
    </w:sdtContent>
  </w:sdt>
  <w:p w14:paraId="194BC018" w14:textId="77777777" w:rsidR="00441D20" w:rsidRDefault="00441D2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921E2"/>
    <w:rsid w:val="001A359C"/>
    <w:rsid w:val="001E1F9F"/>
    <w:rsid w:val="002003DC"/>
    <w:rsid w:val="0033636C"/>
    <w:rsid w:val="003E4257"/>
    <w:rsid w:val="00441D20"/>
    <w:rsid w:val="00506FF2"/>
    <w:rsid w:val="00520CBF"/>
    <w:rsid w:val="008629FA"/>
    <w:rsid w:val="00987DB5"/>
    <w:rsid w:val="00A87E7C"/>
    <w:rsid w:val="00AC72C8"/>
    <w:rsid w:val="00B10ED9"/>
    <w:rsid w:val="00B25688"/>
    <w:rsid w:val="00B34E1D"/>
    <w:rsid w:val="00B87859"/>
    <w:rsid w:val="00C02849"/>
    <w:rsid w:val="00D12794"/>
    <w:rsid w:val="00D51D7B"/>
    <w:rsid w:val="00D67BD8"/>
    <w:rsid w:val="00DF7897"/>
    <w:rsid w:val="00E37678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46DB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E3767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51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51D7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1615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1615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1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22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cp:lastPrinted>2025-02-17T09:12:00Z</cp:lastPrinted>
  <dcterms:created xsi:type="dcterms:W3CDTF">2020-04-07T04:52:00Z</dcterms:created>
  <dcterms:modified xsi:type="dcterms:W3CDTF">2025-02-17T09:12:00Z</dcterms:modified>
</cp:coreProperties>
</file>