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B2DEFCC" w14:textId="77777777" w:rsidTr="00987DB5">
        <w:tc>
          <w:tcPr>
            <w:tcW w:w="9498" w:type="dxa"/>
          </w:tcPr>
          <w:p w14:paraId="6B2DEFC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B2DEFE3" wp14:editId="6B2DEFE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2DEFC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B2DEFC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B2DEFC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B2DEFCD" w14:textId="161362CA" w:rsidR="0033636C" w:rsidRPr="0078757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8757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423B8">
            <w:rPr>
              <w:rFonts w:ascii="Times New Roman" w:hAnsi="Times New Roman"/>
              <w:sz w:val="28"/>
              <w:szCs w:val="28"/>
            </w:rPr>
            <w:t>18 сентября 2023 года</w:t>
          </w:r>
        </w:sdtContent>
      </w:sdt>
      <w:r w:rsidRPr="0078757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423B8" w:rsidRPr="005423B8">
            <w:rPr>
              <w:rFonts w:ascii="Times New Roman" w:hAnsi="Times New Roman"/>
              <w:sz w:val="28"/>
              <w:szCs w:val="28"/>
            </w:rPr>
            <w:t>598</w:t>
          </w:r>
        </w:sdtContent>
      </w:sdt>
    </w:p>
    <w:p w14:paraId="6B2DEFC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584EFF3" w14:textId="77777777" w:rsidR="00787573" w:rsidRDefault="0033636C" w:rsidP="007875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629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</w:p>
    <w:p w14:paraId="5F604936" w14:textId="77777777" w:rsidR="00787573" w:rsidRDefault="0033636C" w:rsidP="007875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629">
        <w:rPr>
          <w:rFonts w:ascii="Times New Roman" w:hAnsi="Times New Roman"/>
          <w:b/>
          <w:sz w:val="28"/>
          <w:szCs w:val="28"/>
        </w:rPr>
        <w:t>предо</w:t>
      </w:r>
      <w:bookmarkStart w:id="0" w:name="_GoBack"/>
      <w:bookmarkEnd w:id="0"/>
      <w:r w:rsidRPr="000F0629">
        <w:rPr>
          <w:rFonts w:ascii="Times New Roman" w:hAnsi="Times New Roman"/>
          <w:b/>
          <w:sz w:val="28"/>
          <w:szCs w:val="28"/>
        </w:rPr>
        <w:t xml:space="preserve">ставления муниципальной услуги </w:t>
      </w:r>
    </w:p>
    <w:p w14:paraId="002E9374" w14:textId="77777777" w:rsidR="00787573" w:rsidRDefault="0033636C" w:rsidP="007875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629">
        <w:rPr>
          <w:rFonts w:ascii="Times New Roman" w:hAnsi="Times New Roman"/>
          <w:b/>
          <w:sz w:val="28"/>
          <w:szCs w:val="28"/>
        </w:rPr>
        <w:t xml:space="preserve">«Предоставление информации о результатах сданных экзаменов, тестирования и иных вступительных испытаний, </w:t>
      </w:r>
    </w:p>
    <w:p w14:paraId="6B2DEFCF" w14:textId="15DB68B0" w:rsidR="0033636C" w:rsidRPr="000F0629" w:rsidRDefault="0033636C" w:rsidP="007875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629">
        <w:rPr>
          <w:rFonts w:ascii="Times New Roman" w:hAnsi="Times New Roman"/>
          <w:b/>
          <w:sz w:val="28"/>
          <w:szCs w:val="28"/>
        </w:rPr>
        <w:t>а также о зачислении в образовательную организацию»</w:t>
      </w:r>
    </w:p>
    <w:p w14:paraId="6B2DEFD0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B2DEFD2" w14:textId="581910AB" w:rsidR="000F0629" w:rsidRDefault="000F0629" w:rsidP="007875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27.07.2010 № 210-ФЗ «Об организации предоставления государственных и муниципальных услуг», распоряжения Правительства Сахалинской области от 07.12.2020 </w:t>
      </w:r>
      <w:r w:rsidR="00B5509A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756-р «Об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</w:t>
      </w:r>
      <w:r w:rsidR="00B5509A">
        <w:rPr>
          <w:rFonts w:ascii="Times New Roman" w:hAnsi="Times New Roman"/>
          <w:sz w:val="28"/>
          <w:szCs w:val="28"/>
        </w:rPr>
        <w:t xml:space="preserve"> </w:t>
      </w:r>
      <w:r w:rsidRPr="000F0629">
        <w:rPr>
          <w:rFonts w:ascii="Times New Roman" w:hAnsi="Times New Roman"/>
          <w:b/>
          <w:sz w:val="28"/>
          <w:szCs w:val="28"/>
        </w:rPr>
        <w:t>ПОСТАНОВЛЯЕТ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6B2DEFD3" w14:textId="5F7DAB3D" w:rsidR="000F0629" w:rsidRDefault="00787573" w:rsidP="00787573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F0629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«Предоставление информации о результатах сд</w:t>
      </w:r>
      <w:r w:rsidR="00AC59A0">
        <w:rPr>
          <w:rFonts w:ascii="Times New Roman" w:hAnsi="Times New Roman"/>
          <w:sz w:val="28"/>
          <w:szCs w:val="28"/>
        </w:rPr>
        <w:t>анных экзаменов, тестирования и</w:t>
      </w:r>
      <w:r w:rsidR="000F0629">
        <w:rPr>
          <w:rFonts w:ascii="Times New Roman" w:hAnsi="Times New Roman"/>
          <w:sz w:val="28"/>
          <w:szCs w:val="28"/>
        </w:rPr>
        <w:t xml:space="preserve"> иных вступительных испытаний, а также о зачислении в образовательную организацию»</w:t>
      </w:r>
      <w:r w:rsidR="00AC59A0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6B2DEFD4" w14:textId="6083644F" w:rsidR="00067496" w:rsidRDefault="00787573" w:rsidP="00787573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C59A0">
        <w:rPr>
          <w:rFonts w:ascii="Times New Roman" w:hAnsi="Times New Roman"/>
          <w:sz w:val="28"/>
          <w:szCs w:val="28"/>
        </w:rPr>
        <w:t>Счита</w:t>
      </w:r>
      <w:r w:rsidR="00067496">
        <w:rPr>
          <w:rFonts w:ascii="Times New Roman" w:hAnsi="Times New Roman"/>
          <w:sz w:val="28"/>
          <w:szCs w:val="28"/>
        </w:rPr>
        <w:t>ть утратившим</w:t>
      </w:r>
      <w:r w:rsidR="00B5509A">
        <w:rPr>
          <w:rFonts w:ascii="Times New Roman" w:hAnsi="Times New Roman"/>
          <w:sz w:val="28"/>
          <w:szCs w:val="28"/>
        </w:rPr>
        <w:t>и</w:t>
      </w:r>
      <w:r w:rsidR="00067496">
        <w:rPr>
          <w:rFonts w:ascii="Times New Roman" w:hAnsi="Times New Roman"/>
          <w:sz w:val="28"/>
          <w:szCs w:val="28"/>
        </w:rPr>
        <w:t xml:space="preserve"> силу постановления</w:t>
      </w:r>
      <w:r w:rsidR="00AC59A0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 w:rsidR="00067496">
        <w:rPr>
          <w:rFonts w:ascii="Times New Roman" w:hAnsi="Times New Roman"/>
          <w:sz w:val="28"/>
          <w:szCs w:val="28"/>
        </w:rPr>
        <w:t>:</w:t>
      </w:r>
    </w:p>
    <w:p w14:paraId="6B2DEFD5" w14:textId="18071FCA" w:rsidR="00AC59A0" w:rsidRDefault="00067496" w:rsidP="0078757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C59A0">
        <w:rPr>
          <w:rFonts w:ascii="Times New Roman" w:hAnsi="Times New Roman"/>
          <w:sz w:val="28"/>
          <w:szCs w:val="28"/>
        </w:rPr>
        <w:t>от 27.02.2018 № 209 «Об утверждении административного регламента по предоставлению муниципальной услуги «Предоставление информации о результатах сданных экзаменов, тестирования и иных испытаний, а также о зачислении в образовательную организации»</w:t>
      </w:r>
      <w:r>
        <w:rPr>
          <w:rFonts w:ascii="Times New Roman" w:hAnsi="Times New Roman"/>
          <w:sz w:val="28"/>
          <w:szCs w:val="28"/>
        </w:rPr>
        <w:t>;</w:t>
      </w:r>
    </w:p>
    <w:p w14:paraId="6B2DEFD6" w14:textId="1D3D34A2" w:rsidR="00067496" w:rsidRDefault="00067496" w:rsidP="0078757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от 14.06.2018 № 552 «О внесении изменений в постановление администрации муниципального образования «Городской округ Ногликский» от 27.02.2018 № 209»;</w:t>
      </w:r>
    </w:p>
    <w:p w14:paraId="6B2DEFD7" w14:textId="33B1A127" w:rsidR="00067496" w:rsidRDefault="00067496" w:rsidP="0078757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02.10.2018 № 959 </w:t>
      </w:r>
      <w:r w:rsidRPr="00067496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«Городской округ Н</w:t>
      </w:r>
      <w:r w:rsidR="00D94656">
        <w:rPr>
          <w:rFonts w:ascii="Times New Roman" w:hAnsi="Times New Roman"/>
          <w:sz w:val="28"/>
          <w:szCs w:val="28"/>
        </w:rPr>
        <w:t>огликский» от 27.02.2018 № 209».</w:t>
      </w:r>
    </w:p>
    <w:p w14:paraId="6B2DEFD8" w14:textId="731F8CC4" w:rsidR="00AC59A0" w:rsidRDefault="00787573" w:rsidP="0078757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AC59A0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</w:t>
      </w:r>
      <w:r w:rsidR="00067496">
        <w:rPr>
          <w:rFonts w:ascii="Times New Roman" w:hAnsi="Times New Roman"/>
          <w:sz w:val="28"/>
          <w:szCs w:val="28"/>
        </w:rPr>
        <w:t xml:space="preserve"> в информационно-телекоммуника</w:t>
      </w:r>
      <w:r w:rsidR="00AC59A0">
        <w:rPr>
          <w:rFonts w:ascii="Times New Roman" w:hAnsi="Times New Roman"/>
          <w:sz w:val="28"/>
          <w:szCs w:val="28"/>
        </w:rPr>
        <w:t>ционной сети «Интернет».</w:t>
      </w:r>
    </w:p>
    <w:p w14:paraId="6B2DEFD9" w14:textId="0C1DCC52" w:rsidR="00067496" w:rsidRPr="000F0629" w:rsidRDefault="00787573" w:rsidP="0078757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067496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вице-мэра муниципального образования «Городской округ Ногликский» </w:t>
      </w:r>
      <w:proofErr w:type="spellStart"/>
      <w:r w:rsidR="00067496">
        <w:rPr>
          <w:rFonts w:ascii="Times New Roman" w:hAnsi="Times New Roman"/>
          <w:sz w:val="28"/>
          <w:szCs w:val="28"/>
        </w:rPr>
        <w:t>Русанова</w:t>
      </w:r>
      <w:proofErr w:type="spellEnd"/>
      <w:r w:rsidR="00067496">
        <w:rPr>
          <w:rFonts w:ascii="Times New Roman" w:hAnsi="Times New Roman"/>
          <w:sz w:val="28"/>
          <w:szCs w:val="28"/>
        </w:rPr>
        <w:t xml:space="preserve"> Я.С.</w:t>
      </w:r>
    </w:p>
    <w:p w14:paraId="6B2DEFD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B2DEFD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B2DEFD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B2DEFDD" w14:textId="7777777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</w:t>
      </w:r>
      <w:r w:rsidR="00067496">
        <w:rPr>
          <w:rFonts w:ascii="Times New Roman" w:hAnsi="Times New Roman"/>
          <w:sz w:val="28"/>
          <w:szCs w:val="28"/>
        </w:rPr>
        <w:t>ой округ Ногликский»</w:t>
      </w:r>
      <w:r w:rsidR="00067496">
        <w:rPr>
          <w:rFonts w:ascii="Times New Roman" w:hAnsi="Times New Roman"/>
          <w:sz w:val="28"/>
          <w:szCs w:val="28"/>
        </w:rPr>
        <w:tab/>
      </w:r>
      <w:r w:rsidR="00067496">
        <w:rPr>
          <w:rFonts w:ascii="Times New Roman" w:hAnsi="Times New Roman"/>
          <w:sz w:val="28"/>
          <w:szCs w:val="28"/>
        </w:rPr>
        <w:tab/>
      </w:r>
      <w:r w:rsidR="00067496">
        <w:rPr>
          <w:rFonts w:ascii="Times New Roman" w:hAnsi="Times New Roman"/>
          <w:sz w:val="28"/>
          <w:szCs w:val="28"/>
        </w:rPr>
        <w:tab/>
      </w:r>
      <w:r w:rsidR="00067496">
        <w:rPr>
          <w:rFonts w:ascii="Times New Roman" w:hAnsi="Times New Roman"/>
          <w:sz w:val="28"/>
          <w:szCs w:val="28"/>
        </w:rPr>
        <w:tab/>
      </w:r>
      <w:r w:rsidR="00067496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0674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78757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CCCCB" w14:textId="77777777" w:rsidR="00D27E55" w:rsidRDefault="00D27E55" w:rsidP="0033636C">
      <w:pPr>
        <w:spacing w:after="0" w:line="240" w:lineRule="auto"/>
      </w:pPr>
      <w:r>
        <w:separator/>
      </w:r>
    </w:p>
  </w:endnote>
  <w:endnote w:type="continuationSeparator" w:id="0">
    <w:p w14:paraId="13803523" w14:textId="77777777" w:rsidR="00D27E55" w:rsidRDefault="00D27E55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BF3983" w14:textId="77777777" w:rsidR="00D27E55" w:rsidRDefault="00D27E55" w:rsidP="0033636C">
      <w:pPr>
        <w:spacing w:after="0" w:line="240" w:lineRule="auto"/>
      </w:pPr>
      <w:r>
        <w:separator/>
      </w:r>
    </w:p>
  </w:footnote>
  <w:footnote w:type="continuationSeparator" w:id="0">
    <w:p w14:paraId="05FF9FA2" w14:textId="77777777" w:rsidR="00D27E55" w:rsidRDefault="00D27E55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597787"/>
      <w:docPartObj>
        <w:docPartGallery w:val="Page Numbers (Top of Page)"/>
        <w:docPartUnique/>
      </w:docPartObj>
    </w:sdtPr>
    <w:sdtEndPr/>
    <w:sdtContent>
      <w:p w14:paraId="1FE0A8BB" w14:textId="434E4E4E" w:rsidR="00787573" w:rsidRDefault="007875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3B8">
          <w:rPr>
            <w:noProof/>
          </w:rPr>
          <w:t>2</w:t>
        </w:r>
        <w:r>
          <w:fldChar w:fldCharType="end"/>
        </w:r>
      </w:p>
    </w:sdtContent>
  </w:sdt>
  <w:p w14:paraId="19D27359" w14:textId="77777777" w:rsidR="00787573" w:rsidRDefault="0078757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501B5"/>
    <w:multiLevelType w:val="hybridMultilevel"/>
    <w:tmpl w:val="366E9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7496"/>
    <w:rsid w:val="000F0629"/>
    <w:rsid w:val="00185FEC"/>
    <w:rsid w:val="001E1F9F"/>
    <w:rsid w:val="002003DC"/>
    <w:rsid w:val="0033636C"/>
    <w:rsid w:val="003E4257"/>
    <w:rsid w:val="00520CBF"/>
    <w:rsid w:val="005423B8"/>
    <w:rsid w:val="00787573"/>
    <w:rsid w:val="008629FA"/>
    <w:rsid w:val="00935C43"/>
    <w:rsid w:val="00987DB5"/>
    <w:rsid w:val="00AC59A0"/>
    <w:rsid w:val="00AC72C8"/>
    <w:rsid w:val="00B10ED9"/>
    <w:rsid w:val="00B25688"/>
    <w:rsid w:val="00B5509A"/>
    <w:rsid w:val="00B86D59"/>
    <w:rsid w:val="00C02849"/>
    <w:rsid w:val="00D12794"/>
    <w:rsid w:val="00D27E55"/>
    <w:rsid w:val="00D67BD8"/>
    <w:rsid w:val="00D94656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DEFC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0F06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B4BD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B4BD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B4BD2"/>
    <w:rsid w:val="00821F40"/>
    <w:rsid w:val="0094358C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47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2020-04-07T04:52:00Z</dcterms:created>
  <dcterms:modified xsi:type="dcterms:W3CDTF">2023-09-18T04:49:00Z</dcterms:modified>
</cp:coreProperties>
</file>