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CC13540" w14:textId="77777777" w:rsidTr="00987DB5">
        <w:tc>
          <w:tcPr>
            <w:tcW w:w="9498" w:type="dxa"/>
          </w:tcPr>
          <w:p w14:paraId="6CC1353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C13557" wp14:editId="6CC1355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C1353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CC1353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CC1353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CC13541" w14:textId="0F031810" w:rsidR="0033636C" w:rsidRPr="00DF706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F706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82176">
            <w:rPr>
              <w:rFonts w:ascii="Times New Roman" w:hAnsi="Times New Roman"/>
              <w:sz w:val="28"/>
              <w:szCs w:val="28"/>
            </w:rPr>
            <w:t>10 ноября 2022 года</w:t>
          </w:r>
        </w:sdtContent>
      </w:sdt>
      <w:r w:rsidRPr="00DF706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482176" w:rsidRPr="00482176">
            <w:rPr>
              <w:rFonts w:ascii="Times New Roman" w:hAnsi="Times New Roman"/>
              <w:sz w:val="28"/>
              <w:szCs w:val="28"/>
            </w:rPr>
            <w:t>599</w:t>
          </w:r>
          <w:bookmarkEnd w:id="0"/>
        </w:sdtContent>
      </w:sdt>
    </w:p>
    <w:p w14:paraId="6CC1354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A7236E5" w14:textId="47D6E1E0" w:rsidR="000E6927" w:rsidRPr="00FA68E6" w:rsidRDefault="000E6927" w:rsidP="00DF70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68E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DF7063">
        <w:rPr>
          <w:rFonts w:ascii="Times New Roman" w:hAnsi="Times New Roman"/>
          <w:b/>
          <w:sz w:val="28"/>
          <w:szCs w:val="28"/>
        </w:rPr>
        <w:br/>
      </w:r>
      <w:r w:rsidRPr="00FA68E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DF7063">
        <w:rPr>
          <w:rFonts w:ascii="Times New Roman" w:hAnsi="Times New Roman"/>
          <w:b/>
          <w:sz w:val="28"/>
          <w:szCs w:val="28"/>
        </w:rPr>
        <w:br/>
      </w:r>
      <w:r w:rsidRPr="00FA68E6">
        <w:rPr>
          <w:rFonts w:ascii="Times New Roman" w:hAnsi="Times New Roman"/>
          <w:b/>
          <w:sz w:val="28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аварийным </w:t>
      </w:r>
      <w:r w:rsidR="00DF7063">
        <w:rPr>
          <w:rFonts w:ascii="Times New Roman" w:hAnsi="Times New Roman"/>
          <w:b/>
          <w:sz w:val="28"/>
          <w:szCs w:val="28"/>
        </w:rPr>
        <w:br/>
      </w:r>
      <w:r w:rsidRPr="00FA68E6">
        <w:rPr>
          <w:rFonts w:ascii="Times New Roman" w:hAnsi="Times New Roman"/>
          <w:b/>
          <w:sz w:val="28"/>
          <w:szCs w:val="28"/>
        </w:rPr>
        <w:t>и подлежащим сносу или реконструкции»</w:t>
      </w:r>
    </w:p>
    <w:p w14:paraId="6AB0C7FB" w14:textId="77777777" w:rsidR="000E6927" w:rsidRDefault="000E6927" w:rsidP="00DF70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F4CB64" w14:textId="01C47599" w:rsidR="000E6927" w:rsidRPr="00DF7063" w:rsidRDefault="000E6927" w:rsidP="000E6927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DF7063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 w:rsidR="00DF7063"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3C2B81B0" w14:textId="68E020DB" w:rsidR="000E6927" w:rsidRPr="0054790D" w:rsidRDefault="000E6927" w:rsidP="000E69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FA68E6">
        <w:rPr>
          <w:rFonts w:ascii="Times New Roman" w:hAnsi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6C1B05EA" w14:textId="03BB029D" w:rsidR="000E6927" w:rsidRPr="0054790D" w:rsidRDefault="000E6927" w:rsidP="00DF70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14.11.2018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 w:rsidR="001571E0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1097</w:t>
      </w:r>
      <w:r w:rsidRPr="0054790D">
        <w:rPr>
          <w:rFonts w:ascii="Times New Roman" w:hAnsi="Times New Roman"/>
          <w:sz w:val="28"/>
          <w:szCs w:val="28"/>
        </w:rPr>
        <w:t xml:space="preserve"> «</w:t>
      </w:r>
      <w:r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FA68E6">
        <w:rPr>
          <w:rFonts w:ascii="Times New Roman" w:hAnsi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54790D">
        <w:rPr>
          <w:rFonts w:ascii="Times New Roman" w:hAnsi="Times New Roman"/>
          <w:sz w:val="28"/>
          <w:szCs w:val="28"/>
        </w:rPr>
        <w:t xml:space="preserve">», за исключением </w:t>
      </w:r>
      <w:r w:rsidR="001571E0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>пункта 2</w:t>
      </w:r>
      <w:r>
        <w:rPr>
          <w:rFonts w:ascii="Times New Roman" w:hAnsi="Times New Roman"/>
          <w:sz w:val="28"/>
          <w:szCs w:val="28"/>
        </w:rPr>
        <w:t>.</w:t>
      </w:r>
    </w:p>
    <w:p w14:paraId="63BEDF10" w14:textId="1524F9DC" w:rsidR="000E6927" w:rsidRPr="0054790D" w:rsidRDefault="000E6927" w:rsidP="000E6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DF7063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Pr="0054790D">
        <w:rPr>
          <w:rFonts w:ascii="Times New Roman" w:hAnsi="Times New Roman" w:cs="Times New Roman"/>
          <w:sz w:val="28"/>
          <w:szCs w:val="28"/>
        </w:rPr>
        <w:lastRenderedPageBreak/>
        <w:t>«Городской округ Ногликский» в информационно-телекоммуникационной сети «Интернет».</w:t>
      </w:r>
    </w:p>
    <w:p w14:paraId="2C8048CC" w14:textId="1C46288A" w:rsidR="000E6927" w:rsidRDefault="000E6927" w:rsidP="000E6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7063">
        <w:rPr>
          <w:rFonts w:ascii="Times New Roman" w:hAnsi="Times New Roman" w:cs="Times New Roman"/>
          <w:sz w:val="28"/>
          <w:szCs w:val="28"/>
        </w:rPr>
        <w:t xml:space="preserve">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507587BC" w14:textId="46922EA2" w:rsidR="000E6927" w:rsidRPr="0054790D" w:rsidRDefault="000E6927" w:rsidP="000E6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DF7063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47E51807" w14:textId="77777777" w:rsidR="000E6927" w:rsidRDefault="000E6927" w:rsidP="000E69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D7B17D" w14:textId="77777777" w:rsidR="000E6927" w:rsidRPr="0054790D" w:rsidRDefault="000E6927" w:rsidP="000E69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FC0E64B" w14:textId="77777777" w:rsidR="000E6927" w:rsidRPr="008629FA" w:rsidRDefault="000E6927" w:rsidP="000E6927">
      <w:pPr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      С.В.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0E6927" w:rsidRPr="008629FA" w:rsidSect="00234563">
      <w:headerReference w:type="default" r:id="rId7"/>
      <w:pgSz w:w="11906" w:h="16838"/>
      <w:pgMar w:top="567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1355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CC1355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1355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CC1355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4395378"/>
      <w:docPartObj>
        <w:docPartGallery w:val="Page Numbers (Top of Page)"/>
        <w:docPartUnique/>
      </w:docPartObj>
    </w:sdtPr>
    <w:sdtEndPr/>
    <w:sdtContent>
      <w:p w14:paraId="7673C1D8" w14:textId="5E83F7E6" w:rsidR="00DF7063" w:rsidRDefault="00DF70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563">
          <w:rPr>
            <w:noProof/>
          </w:rPr>
          <w:t>2</w:t>
        </w:r>
        <w:r>
          <w:fldChar w:fldCharType="end"/>
        </w:r>
      </w:p>
    </w:sdtContent>
  </w:sdt>
  <w:p w14:paraId="79FEE236" w14:textId="77777777" w:rsidR="00DF7063" w:rsidRDefault="00DF70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6927"/>
    <w:rsid w:val="001571E0"/>
    <w:rsid w:val="00185FEC"/>
    <w:rsid w:val="001E1F9F"/>
    <w:rsid w:val="002003DC"/>
    <w:rsid w:val="00234563"/>
    <w:rsid w:val="0033636C"/>
    <w:rsid w:val="003E4257"/>
    <w:rsid w:val="00482176"/>
    <w:rsid w:val="00520CBF"/>
    <w:rsid w:val="008629FA"/>
    <w:rsid w:val="00987DB5"/>
    <w:rsid w:val="00AC72C8"/>
    <w:rsid w:val="00B10ED9"/>
    <w:rsid w:val="00B25688"/>
    <w:rsid w:val="00C02849"/>
    <w:rsid w:val="00D12794"/>
    <w:rsid w:val="00D67BD8"/>
    <w:rsid w:val="00DF7063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353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0E692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0E692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C405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C405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C405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2022-11-09T22:16:00Z</dcterms:modified>
</cp:coreProperties>
</file>