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5757450" w14:textId="77777777" w:rsidTr="00987DB5">
        <w:tc>
          <w:tcPr>
            <w:tcW w:w="9498" w:type="dxa"/>
          </w:tcPr>
          <w:p w14:paraId="4575744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5757467" wp14:editId="4575746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75744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575744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575744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5757451" w14:textId="4EA7174A" w:rsidR="0033636C" w:rsidRPr="00D06D2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06D2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84804">
            <w:rPr>
              <w:rFonts w:ascii="Times New Roman" w:hAnsi="Times New Roman"/>
              <w:sz w:val="28"/>
              <w:szCs w:val="28"/>
            </w:rPr>
            <w:t>15 ноября 2022 года</w:t>
          </w:r>
        </w:sdtContent>
      </w:sdt>
      <w:r w:rsidRPr="00D06D2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B84804" w:rsidRPr="00B84804">
            <w:rPr>
              <w:rFonts w:ascii="Times New Roman" w:hAnsi="Times New Roman"/>
              <w:sz w:val="28"/>
              <w:szCs w:val="28"/>
            </w:rPr>
            <w:t>608</w:t>
          </w:r>
          <w:bookmarkEnd w:id="0"/>
        </w:sdtContent>
      </w:sdt>
    </w:p>
    <w:p w14:paraId="45757452" w14:textId="77777777" w:rsidR="0033636C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409CB33" w14:textId="785F7517" w:rsidR="00D06D2D" w:rsidRPr="00D06D2D" w:rsidRDefault="00D06D2D" w:rsidP="00D06D2D">
      <w:pPr>
        <w:tabs>
          <w:tab w:val="left" w:pos="2835"/>
        </w:tabs>
        <w:spacing w:after="24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6D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муниципальную программу </w:t>
      </w:r>
      <w:r w:rsidRPr="00D06D2D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«Развитие физической культуры, спорта и молодежной политики </w:t>
      </w:r>
      <w:r w:rsidRPr="00D06D2D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в муниципальном образовании «Городской округ Ногликский», утвержденную постановлением администрации </w:t>
      </w:r>
      <w:r w:rsidRPr="00D06D2D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муниципального образования «Городской округ Ногликский» </w:t>
      </w:r>
      <w:r w:rsidRPr="00D06D2D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от 26.06.2015 № 430</w:t>
      </w:r>
    </w:p>
    <w:p w14:paraId="62A2CD6A" w14:textId="5EA1D69C" w:rsidR="00BA115F" w:rsidRPr="006222BA" w:rsidRDefault="00BA115F" w:rsidP="00BA115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r w:rsidRPr="0017783A">
        <w:rPr>
          <w:rFonts w:ascii="Times New Roman" w:hAnsi="Times New Roman"/>
          <w:sz w:val="28"/>
          <w:szCs w:val="28"/>
        </w:rPr>
        <w:t xml:space="preserve">приведения ресурсного </w:t>
      </w:r>
      <w:r w:rsidRPr="00054477">
        <w:rPr>
          <w:rFonts w:ascii="Times New Roman" w:hAnsi="Times New Roman"/>
          <w:sz w:val="28"/>
          <w:szCs w:val="28"/>
        </w:rPr>
        <w:t>обеспечения муниципальной программы «Развитие физической культуры, спорта и молодежной политики в муниципальном образовании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54477">
        <w:rPr>
          <w:rFonts w:ascii="Times New Roman" w:hAnsi="Times New Roman"/>
          <w:sz w:val="28"/>
          <w:szCs w:val="28"/>
        </w:rPr>
        <w:t>утвержденн</w:t>
      </w:r>
      <w:r>
        <w:rPr>
          <w:rFonts w:ascii="Times New Roman" w:hAnsi="Times New Roman"/>
          <w:sz w:val="28"/>
          <w:szCs w:val="28"/>
        </w:rPr>
        <w:t>ой</w:t>
      </w:r>
      <w:r w:rsidRPr="00054477">
        <w:rPr>
          <w:rFonts w:ascii="Times New Roman" w:hAnsi="Times New Roman"/>
          <w:sz w:val="28"/>
          <w:szCs w:val="28"/>
        </w:rPr>
        <w:t xml:space="preserve"> постановлением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26.06.</w:t>
      </w:r>
      <w:r w:rsidRPr="006222BA">
        <w:rPr>
          <w:rFonts w:ascii="Times New Roman" w:hAnsi="Times New Roman"/>
          <w:sz w:val="28"/>
          <w:szCs w:val="28"/>
        </w:rPr>
        <w:t xml:space="preserve">2015 № 430, в соответствие с уточненными бюджетными показателями по состоянию на </w:t>
      </w:r>
      <w:r>
        <w:rPr>
          <w:rFonts w:ascii="Times New Roman" w:hAnsi="Times New Roman"/>
          <w:sz w:val="28"/>
          <w:szCs w:val="28"/>
        </w:rPr>
        <w:t>01</w:t>
      </w:r>
      <w:r w:rsidRPr="006222BA">
        <w:rPr>
          <w:rFonts w:ascii="Times New Roman" w:hAnsi="Times New Roman"/>
          <w:sz w:val="28"/>
          <w:szCs w:val="28"/>
        </w:rPr>
        <w:t xml:space="preserve"> </w:t>
      </w:r>
      <w:r w:rsidR="00642CA8">
        <w:rPr>
          <w:rFonts w:ascii="Times New Roman" w:hAnsi="Times New Roman"/>
          <w:sz w:val="28"/>
          <w:szCs w:val="28"/>
        </w:rPr>
        <w:t>октября</w:t>
      </w:r>
      <w:r w:rsidRPr="006222B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22</w:t>
      </w:r>
      <w:r w:rsidRPr="006222BA">
        <w:rPr>
          <w:rFonts w:ascii="Times New Roman" w:hAnsi="Times New Roman"/>
          <w:sz w:val="28"/>
          <w:szCs w:val="28"/>
        </w:rPr>
        <w:t xml:space="preserve"> года, решением Собрания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br/>
      </w:r>
      <w:r w:rsidRPr="006222BA">
        <w:rPr>
          <w:rFonts w:ascii="Times New Roman" w:hAnsi="Times New Roman"/>
          <w:sz w:val="28"/>
          <w:szCs w:val="28"/>
        </w:rPr>
        <w:t>от 09.12.2021 № 186</w:t>
      </w:r>
      <w:r w:rsidRPr="006222BA">
        <w:rPr>
          <w:sz w:val="28"/>
          <w:szCs w:val="28"/>
        </w:rPr>
        <w:t xml:space="preserve"> </w:t>
      </w:r>
      <w:r w:rsidRPr="006222BA"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6222BA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6222BA">
        <w:rPr>
          <w:rFonts w:ascii="Times New Roman" w:hAnsi="Times New Roman"/>
          <w:sz w:val="28"/>
          <w:szCs w:val="28"/>
        </w:rPr>
        <w:t xml:space="preserve"> на 2022 год и на плановый период 2023 и 2024 годов», 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222BA">
        <w:rPr>
          <w:rFonts w:ascii="Times New Roman" w:hAnsi="Times New Roman"/>
          <w:b/>
          <w:sz w:val="28"/>
          <w:szCs w:val="28"/>
        </w:rPr>
        <w:t>ПОСТАНОВЛЯЕТ:</w:t>
      </w:r>
    </w:p>
    <w:p w14:paraId="1AAF35B9" w14:textId="7AD1FEF8" w:rsidR="00BA115F" w:rsidRPr="006222BA" w:rsidRDefault="00BA115F" w:rsidP="00BA11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22BA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bookmarkStart w:id="1" w:name="_Hlk49245282"/>
      <w:r w:rsidRPr="006222BA">
        <w:rPr>
          <w:rFonts w:ascii="Times New Roman" w:hAnsi="Times New Roman"/>
          <w:sz w:val="28"/>
          <w:szCs w:val="28"/>
        </w:rPr>
        <w:t>«Развитие физической культуры, спорта и молодежной политики в муниципальном образовании «Городской округ Ногликский»</w:t>
      </w:r>
      <w:bookmarkEnd w:id="1"/>
      <w:r w:rsidRPr="006222BA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муниципального образования «Городской </w:t>
      </w:r>
      <w:r w:rsidRPr="006222BA">
        <w:rPr>
          <w:rFonts w:ascii="Times New Roman" w:hAnsi="Times New Roman"/>
          <w:sz w:val="28"/>
          <w:szCs w:val="28"/>
        </w:rPr>
        <w:lastRenderedPageBreak/>
        <w:t xml:space="preserve">округ Ногликский» от 26.06.2015 № 430 (в редакции от 30.09.2015 № 692, от 19.10.2015 № 718, </w:t>
      </w:r>
      <w:r w:rsidRPr="006222BA">
        <w:rPr>
          <w:rFonts w:ascii="Times New Roman" w:hAnsi="Times New Roman"/>
          <w:sz w:val="28"/>
          <w:szCs w:val="28"/>
        </w:rPr>
        <w:br/>
        <w:t xml:space="preserve">от 31.12.2016 № 921, от 10.03.2016 № 208, от </w:t>
      </w:r>
      <w:r>
        <w:rPr>
          <w:rFonts w:ascii="Times New Roman" w:hAnsi="Times New Roman"/>
          <w:sz w:val="28"/>
          <w:szCs w:val="28"/>
        </w:rPr>
        <w:t xml:space="preserve">11.04.2016 № 288, от 30.05.2016 </w:t>
      </w:r>
      <w:r w:rsidRPr="006222BA">
        <w:rPr>
          <w:rFonts w:ascii="Times New Roman" w:hAnsi="Times New Roman"/>
          <w:sz w:val="28"/>
          <w:szCs w:val="28"/>
        </w:rPr>
        <w:t xml:space="preserve">№ 433, от 15.06.2016 № 485, от 31.08.2016 № 666, от 07.10.2016 № 739, </w:t>
      </w:r>
      <w:r w:rsidR="00D06D2D">
        <w:rPr>
          <w:rFonts w:ascii="Times New Roman" w:hAnsi="Times New Roman"/>
          <w:sz w:val="28"/>
          <w:szCs w:val="28"/>
        </w:rPr>
        <w:br/>
      </w:r>
      <w:r w:rsidRPr="006222BA">
        <w:rPr>
          <w:rFonts w:ascii="Times New Roman" w:hAnsi="Times New Roman"/>
          <w:sz w:val="28"/>
          <w:szCs w:val="28"/>
        </w:rPr>
        <w:t>от 07.02.2017 № 108, от 07.06.2017 № 367, от 03.08.2017 № 521, от 27.09.2017 № 703, от 27.02.2018 № 191, от 13.04.20</w:t>
      </w:r>
      <w:r>
        <w:rPr>
          <w:rFonts w:ascii="Times New Roman" w:hAnsi="Times New Roman"/>
          <w:sz w:val="28"/>
          <w:szCs w:val="28"/>
        </w:rPr>
        <w:t xml:space="preserve">18 № 386, от 11.07.2018 № 669, </w:t>
      </w:r>
      <w:r w:rsidR="00D06D2D">
        <w:rPr>
          <w:rFonts w:ascii="Times New Roman" w:hAnsi="Times New Roman"/>
          <w:sz w:val="28"/>
          <w:szCs w:val="28"/>
        </w:rPr>
        <w:br/>
      </w:r>
      <w:r w:rsidRPr="006222BA">
        <w:rPr>
          <w:rFonts w:ascii="Times New Roman" w:hAnsi="Times New Roman"/>
          <w:sz w:val="28"/>
          <w:szCs w:val="28"/>
        </w:rPr>
        <w:t>от 19.12.2018 № 1224, от 26.03.2019 № 196, от 23.05.2019 № 358, от 19.06.2019 № 462, от 02.09.2019 № 665, от 10.03.2020 № 109, от 01.06.2020 № 270,</w:t>
      </w:r>
      <w:r>
        <w:rPr>
          <w:rFonts w:ascii="Times New Roman" w:hAnsi="Times New Roman"/>
          <w:sz w:val="28"/>
          <w:szCs w:val="28"/>
        </w:rPr>
        <w:t xml:space="preserve"> </w:t>
      </w:r>
      <w:r w:rsidR="00D06D2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14.07.2020 № 357,</w:t>
      </w:r>
      <w:r w:rsidRPr="006222BA">
        <w:rPr>
          <w:rFonts w:ascii="Times New Roman" w:hAnsi="Times New Roman"/>
          <w:sz w:val="28"/>
          <w:szCs w:val="28"/>
        </w:rPr>
        <w:t xml:space="preserve"> от 14.10.2020 № 505, от 28.04.2021 № 232, от 22.09.2021 № 521</w:t>
      </w:r>
      <w:r w:rsidR="00501288">
        <w:rPr>
          <w:rFonts w:ascii="Times New Roman" w:hAnsi="Times New Roman"/>
          <w:sz w:val="28"/>
          <w:szCs w:val="28"/>
        </w:rPr>
        <w:t>, от 17.06.2022 № 311</w:t>
      </w:r>
      <w:r w:rsidRPr="006222BA">
        <w:rPr>
          <w:rFonts w:ascii="Times New Roman" w:hAnsi="Times New Roman"/>
          <w:sz w:val="28"/>
          <w:szCs w:val="28"/>
        </w:rPr>
        <w:t>) (далее – Программа)</w:t>
      </w:r>
      <w:r w:rsidR="00B476C4">
        <w:rPr>
          <w:rFonts w:ascii="Times New Roman" w:hAnsi="Times New Roman"/>
          <w:sz w:val="28"/>
          <w:szCs w:val="28"/>
        </w:rPr>
        <w:t>,</w:t>
      </w:r>
      <w:r w:rsidRPr="006222BA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4EACC85B" w14:textId="407B430B" w:rsidR="00BA115F" w:rsidRDefault="00BA115F" w:rsidP="00BA1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>1.1. Раздел 1 Программы «Объемы и источники финансирования муниципальной программы» изложить в следующей редакции:</w:t>
      </w:r>
    </w:p>
    <w:p w14:paraId="53C7CE38" w14:textId="77777777" w:rsidR="00F80CC5" w:rsidRPr="006222BA" w:rsidRDefault="00F80CC5" w:rsidP="00BA1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2977"/>
        <w:gridCol w:w="6091"/>
        <w:gridCol w:w="6091"/>
      </w:tblGrid>
      <w:tr w:rsidR="00BA115F" w:rsidRPr="006222BA" w14:paraId="7479C128" w14:textId="77777777" w:rsidTr="00F80CC5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8F3634" w14:textId="77777777" w:rsidR="00BA115F" w:rsidRPr="006222BA" w:rsidRDefault="00BA115F" w:rsidP="00A14AD7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14:paraId="721F5F59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</w:t>
            </w:r>
          </w:p>
          <w:p w14:paraId="3899E034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 муниципальной программы</w:t>
            </w:r>
          </w:p>
          <w:p w14:paraId="023B02EF" w14:textId="77777777" w:rsidR="00BA115F" w:rsidRPr="006222BA" w:rsidRDefault="00BA115F" w:rsidP="00A14AD7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91" w:type="dxa"/>
            <w:tcBorders>
              <w:right w:val="single" w:sz="4" w:space="0" w:color="auto"/>
            </w:tcBorders>
          </w:tcPr>
          <w:p w14:paraId="2CEC4EB6" w14:textId="67688C6F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средств, направляемых на реализацию мероприятий 1</w:t>
            </w:r>
            <w:r w:rsidR="003A3F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379 434,4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00946554" w14:textId="74B024EE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3A3F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660 679,5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7FFFD63" w14:textId="026FFF0F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 w:rsidR="003A3F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698 167,0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2A8AFD0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 – 20 587,9 тыс. руб.;</w:t>
            </w:r>
          </w:p>
          <w:p w14:paraId="6C6D6C44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44 374,0 тыс. руб.;</w:t>
            </w:r>
          </w:p>
          <w:p w14:paraId="3CDF6543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15 276,3 тыс. руб.;</w:t>
            </w:r>
          </w:p>
          <w:p w14:paraId="613C9F38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29 097,7 тыс. руб.;</w:t>
            </w:r>
          </w:p>
          <w:p w14:paraId="6DB5060D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87 323,0 тыс. руб.;</w:t>
            </w:r>
          </w:p>
          <w:p w14:paraId="54B61157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19 069,3 руб.;</w:t>
            </w:r>
          </w:p>
          <w:p w14:paraId="67C410BE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68 253,7 тыс. руб.;</w:t>
            </w:r>
          </w:p>
          <w:p w14:paraId="67C33691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31 518,2 тыс. руб.;</w:t>
            </w:r>
          </w:p>
          <w:p w14:paraId="471147F2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29 454,4 тыс. руб.;</w:t>
            </w:r>
          </w:p>
          <w:p w14:paraId="7D01DEA2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2 063,8 тыс. руб.;</w:t>
            </w:r>
          </w:p>
          <w:p w14:paraId="4BC6F73E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47 532,5 тыс. руб.;</w:t>
            </w:r>
          </w:p>
          <w:p w14:paraId="2B07F23F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37 053,2 тыс. руб.;</w:t>
            </w:r>
          </w:p>
          <w:p w14:paraId="6AE523DD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9 379,3 тыс. руб.;</w:t>
            </w:r>
          </w:p>
          <w:p w14:paraId="739DD256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-федеральный бюджет – 1 100,0 тыс. руб.;</w:t>
            </w:r>
          </w:p>
          <w:p w14:paraId="089B3398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69 400,1 тыс. руб.;</w:t>
            </w:r>
          </w:p>
          <w:p w14:paraId="4516F58E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37 257,2 тыс. руб.;</w:t>
            </w:r>
          </w:p>
          <w:p w14:paraId="1CD7304A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12 655,0 тыс. руб.;</w:t>
            </w:r>
          </w:p>
          <w:p w14:paraId="06644959" w14:textId="652F6EDF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</w:t>
            </w:r>
            <w:r w:rsidR="00D06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 – 19 487,9 тыс. руб.;</w:t>
            </w:r>
          </w:p>
          <w:p w14:paraId="505E933A" w14:textId="77777777" w:rsidR="00BA115F" w:rsidRPr="006222BA" w:rsidRDefault="00BA115F" w:rsidP="00A14AD7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206 322,6 тыс. руб.;</w:t>
            </w:r>
          </w:p>
          <w:p w14:paraId="5743053D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50 483,3 тыс. руб.;</w:t>
            </w:r>
          </w:p>
          <w:p w14:paraId="412CE7F3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155 839,3 тыс. руб.;</w:t>
            </w:r>
          </w:p>
          <w:p w14:paraId="72CB399B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198 240,3 тыс. руб.;</w:t>
            </w:r>
          </w:p>
          <w:p w14:paraId="796DD176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123 265,5 тыс. руб.;</w:t>
            </w:r>
          </w:p>
          <w:p w14:paraId="05099A46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74 974,8 тыс. руб.;</w:t>
            </w:r>
          </w:p>
          <w:p w14:paraId="5C703363" w14:textId="652ADFAC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</w:rPr>
              <w:t xml:space="preserve">2022 год – </w:t>
            </w:r>
            <w:r w:rsidR="002240DB">
              <w:rPr>
                <w:rFonts w:ascii="Times New Roman" w:eastAsia="Times New Roman" w:hAnsi="Times New Roman"/>
                <w:sz w:val="28"/>
                <w:szCs w:val="28"/>
              </w:rPr>
              <w:t>335 824,1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7705380" w14:textId="3FFAF4B6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 w:rsidR="002240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151 644,9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B403CFB" w14:textId="473E7414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184 179,2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A7016BE" w14:textId="0B4490CF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</w:rPr>
              <w:t xml:space="preserve">2023 год – </w:t>
            </w:r>
            <w:r w:rsidR="002240DB">
              <w:rPr>
                <w:rFonts w:ascii="Times New Roman" w:eastAsia="Times New Roman" w:hAnsi="Times New Roman"/>
                <w:sz w:val="28"/>
                <w:szCs w:val="28"/>
              </w:rPr>
              <w:t>220 436,8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9253B48" w14:textId="2383855D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107</w:t>
            </w:r>
            <w:r w:rsidR="002240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459,9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4602534" w14:textId="5C987BB9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2240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112 976,9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7801309" w14:textId="496C855B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</w:rPr>
              <w:t xml:space="preserve">2024 год – </w:t>
            </w:r>
            <w:r w:rsidR="002240DB">
              <w:rPr>
                <w:rFonts w:ascii="Times New Roman" w:eastAsia="Times New Roman" w:hAnsi="Times New Roman"/>
                <w:sz w:val="28"/>
                <w:szCs w:val="28"/>
              </w:rPr>
              <w:t>112 465,4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2766FD43" w14:textId="375D5A0A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101</w:t>
            </w:r>
            <w:r w:rsidR="002240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205,6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50EC7A3" w14:textId="6619A0F1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2240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11 259,8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30D78F5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</w:rPr>
              <w:t xml:space="preserve">2025 год – 25 997,4 </w:t>
            </w: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руб.;</w:t>
            </w:r>
          </w:p>
          <w:p w14:paraId="06E60016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25 997,4 тыс. руб.</w:t>
            </w:r>
          </w:p>
          <w:p w14:paraId="409DFE7F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0,0 тыс. руб.</w:t>
            </w:r>
          </w:p>
        </w:tc>
        <w:tc>
          <w:tcPr>
            <w:tcW w:w="6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911F3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725984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E0E650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F037E0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9C3151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1CB8F4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F06241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F60398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F4CFF7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DAE004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D0D683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C2505A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919B22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F94CBA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01728E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949C83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4508DB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71AD65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15F4DB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5F1E05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0F82F4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1F9C03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B102F8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CBC2CE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FD2318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38036C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E80672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4C36CE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DF4C2F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7A8EA1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BE6B03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1C3897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B3E547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6FA856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99D964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358540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45E3BC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3E63F7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8DA4D6" w14:textId="77777777" w:rsidR="00BA115F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F9A918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D8C13A" w14:textId="77777777" w:rsidR="00BA115F" w:rsidRPr="006222BA" w:rsidRDefault="00BA115F" w:rsidP="00A14A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222B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732A4FA0" w14:textId="77777777" w:rsidR="00F80CC5" w:rsidRDefault="00F80CC5" w:rsidP="00BA1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F41BBB" w14:textId="2314E1E2" w:rsidR="00BA115F" w:rsidRPr="006222BA" w:rsidRDefault="00BA115F" w:rsidP="00BA1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>1.2. Раздел 7 Программы «Ресурсное обеспечение Программы» изложить в следующей редакции:</w:t>
      </w:r>
    </w:p>
    <w:p w14:paraId="18D8CD0C" w14:textId="77777777" w:rsidR="00BA115F" w:rsidRPr="006222BA" w:rsidRDefault="00BA115F" w:rsidP="00BA1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>«Раздел 7. Ресурсное обеспечение Программы</w:t>
      </w:r>
    </w:p>
    <w:p w14:paraId="503EFF6E" w14:textId="789F4232" w:rsidR="00BA115F" w:rsidRDefault="00BA115F" w:rsidP="00BA1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>Общий прогнозируемый объем финансирования мероприятий Программы составляет – 1</w:t>
      </w:r>
      <w:r w:rsidR="003A3F62">
        <w:rPr>
          <w:rFonts w:ascii="Times New Roman" w:eastAsia="Times New Roman" w:hAnsi="Times New Roman"/>
          <w:sz w:val="28"/>
          <w:szCs w:val="28"/>
          <w:lang w:eastAsia="ru-RU"/>
        </w:rPr>
        <w:t> 379 434,4</w:t>
      </w: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 средства местного бюджета – </w:t>
      </w:r>
      <w:r w:rsidR="003A3F62">
        <w:rPr>
          <w:rFonts w:ascii="Times New Roman" w:eastAsia="Times New Roman" w:hAnsi="Times New Roman"/>
          <w:sz w:val="28"/>
          <w:szCs w:val="28"/>
          <w:lang w:eastAsia="ru-RU"/>
        </w:rPr>
        <w:t>698 167,0</w:t>
      </w: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областного бюджета – </w:t>
      </w:r>
      <w:r w:rsidR="003A3F62">
        <w:rPr>
          <w:rFonts w:ascii="Times New Roman" w:eastAsia="Times New Roman" w:hAnsi="Times New Roman"/>
          <w:sz w:val="28"/>
          <w:szCs w:val="28"/>
          <w:lang w:eastAsia="ru-RU"/>
        </w:rPr>
        <w:t>660 679,5</w:t>
      </w: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</w:t>
      </w:r>
      <w:r w:rsidR="00F80CC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bookmarkStart w:id="2" w:name="Par539"/>
      <w:bookmarkEnd w:id="2"/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>, федерального бюджета – 20 587,9 тыс</w:t>
      </w:r>
      <w:r w:rsidR="00F80CC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222B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 Информация об общем объеме финансовых ресурсов, необходимых для реализации муниципальной программы, в том числе в разрезе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всех источников финансирования, и распределение объемов финансирования по годам реализации муниципальной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граммы приводятся в приложении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 </w:t>
      </w:r>
      <w:r w:rsidR="005D1F5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113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настоящей Программе</w:t>
      </w:r>
      <w:r w:rsidRPr="0064186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BD9F009" w14:textId="2A6F52C4" w:rsidR="00BA115F" w:rsidRPr="00FE0638" w:rsidRDefault="00BA115F" w:rsidP="00BA1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1.3.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Приложение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 2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Программе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«Перечень мероприятий муниципальной программы «Развитие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физической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культуры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спорта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и молодежной политики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в муниципальном образовании «Городской округ Ногликский» изложить в новой редакции</w:t>
      </w:r>
      <w:r w:rsidR="005D1F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12DA5147" w14:textId="562E0275" w:rsidR="00BA115F" w:rsidRPr="00FE0638" w:rsidRDefault="00BA115F" w:rsidP="00BA115F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B249F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1.4. Приложение 3 часть </w:t>
      </w:r>
      <w:r w:rsidR="00B476C4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Pr="00B249F4">
        <w:rPr>
          <w:rFonts w:ascii="Times New Roman" w:eastAsia="Times New Roman" w:hAnsi="Times New Roman"/>
          <w:sz w:val="28"/>
          <w:szCs w:val="28"/>
          <w:lang w:eastAsia="ru-RU"/>
        </w:rPr>
        <w:t>к Программе «</w:t>
      </w:r>
      <w:r w:rsidRPr="00B249F4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Pr="00B249F4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физической культуры, спорта и молодежной политики в муниципальном образовании «Городской округ Ногликский» </w:t>
      </w:r>
      <w:r w:rsidRPr="00B249F4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изложить в новой редакции согласно приложению 2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br/>
      </w:r>
      <w:r w:rsidRPr="00B249F4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к настоящему постановлению.</w:t>
      </w:r>
    </w:p>
    <w:p w14:paraId="5C6CD99F" w14:textId="77777777" w:rsidR="00BA115F" w:rsidRPr="00FC6C07" w:rsidRDefault="00BA115F" w:rsidP="00BA11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C6C07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FC6C07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FC6C07">
        <w:rPr>
          <w:rFonts w:ascii="Times New Roman" w:hAnsi="Times New Roman"/>
          <w:sz w:val="28"/>
          <w:szCs w:val="28"/>
        </w:rPr>
        <w:t>сети «Интернет».</w:t>
      </w:r>
    </w:p>
    <w:p w14:paraId="56E597E1" w14:textId="77777777" w:rsidR="00BA115F" w:rsidRPr="00FC6C07" w:rsidRDefault="00BA115F" w:rsidP="00BA11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C6C07">
        <w:rPr>
          <w:rFonts w:ascii="Times New Roman" w:hAnsi="Times New Roman"/>
          <w:sz w:val="28"/>
          <w:szCs w:val="28"/>
        </w:rPr>
        <w:t xml:space="preserve">. Контроль за </w:t>
      </w:r>
      <w:r>
        <w:rPr>
          <w:rFonts w:ascii="Times New Roman" w:hAnsi="Times New Roman"/>
          <w:sz w:val="28"/>
          <w:szCs w:val="28"/>
        </w:rPr>
        <w:t>ис</w:t>
      </w:r>
      <w:r w:rsidRPr="00FC6C07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FC6C07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вице-мэра </w:t>
      </w:r>
      <w:r w:rsidRPr="00FC6C07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Русанова Я.С.</w:t>
      </w:r>
    </w:p>
    <w:p w14:paraId="41007AE4" w14:textId="77777777" w:rsidR="00BA115F" w:rsidRDefault="00BA115F" w:rsidP="00BA11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7742BC" w14:textId="77777777" w:rsidR="00BA115F" w:rsidRDefault="00BA115F" w:rsidP="00BA11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481231" w14:textId="77777777" w:rsidR="00BA115F" w:rsidRDefault="00BA115F" w:rsidP="00BA11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3EED138" w14:textId="77777777" w:rsidR="00BA115F" w:rsidRPr="008629FA" w:rsidRDefault="00BA115F" w:rsidP="00BA11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BA115F" w:rsidRPr="008629FA" w:rsidSect="00D06D2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5746B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575746C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757469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575746A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5518814"/>
      <w:docPartObj>
        <w:docPartGallery w:val="Page Numbers (Top of Page)"/>
        <w:docPartUnique/>
      </w:docPartObj>
    </w:sdtPr>
    <w:sdtEndPr/>
    <w:sdtContent>
      <w:p w14:paraId="3D3C70F2" w14:textId="23B7AA0E" w:rsidR="00D06D2D" w:rsidRDefault="00D06D2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804">
          <w:rPr>
            <w:noProof/>
          </w:rPr>
          <w:t>2</w:t>
        </w:r>
        <w:r>
          <w:fldChar w:fldCharType="end"/>
        </w:r>
      </w:p>
    </w:sdtContent>
  </w:sdt>
  <w:p w14:paraId="4789A127" w14:textId="77777777" w:rsidR="00D06D2D" w:rsidRDefault="00D06D2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240DB"/>
    <w:rsid w:val="0033636C"/>
    <w:rsid w:val="003A3F62"/>
    <w:rsid w:val="003E4257"/>
    <w:rsid w:val="00501288"/>
    <w:rsid w:val="00520CBF"/>
    <w:rsid w:val="005D1F52"/>
    <w:rsid w:val="00642CA8"/>
    <w:rsid w:val="008629FA"/>
    <w:rsid w:val="008A113E"/>
    <w:rsid w:val="00987DB5"/>
    <w:rsid w:val="00AC72C8"/>
    <w:rsid w:val="00B10ED9"/>
    <w:rsid w:val="00B25688"/>
    <w:rsid w:val="00B476C4"/>
    <w:rsid w:val="00B84804"/>
    <w:rsid w:val="00BA115F"/>
    <w:rsid w:val="00C02849"/>
    <w:rsid w:val="00D06D2D"/>
    <w:rsid w:val="00D12794"/>
    <w:rsid w:val="00D67BD8"/>
    <w:rsid w:val="00DF7897"/>
    <w:rsid w:val="00E37B8A"/>
    <w:rsid w:val="00E609BC"/>
    <w:rsid w:val="00F8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5744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84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48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8531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8531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83D75"/>
    <w:rsid w:val="00685318"/>
    <w:rsid w:val="00B13DA8"/>
    <w:rsid w:val="00BB38A9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38A9"/>
    <w:rPr>
      <w:color w:val="808080"/>
    </w:rPr>
  </w:style>
  <w:style w:type="paragraph" w:customStyle="1" w:styleId="0C17DAE616C34662AD36E3B23B570B78">
    <w:name w:val="0C17DAE616C34662AD36E3B23B570B78"/>
    <w:rsid w:val="0068531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38499D1574244CA195CA1457BA502CC9">
    <w:name w:val="38499D1574244CA195CA1457BA502CC9"/>
    <w:rsid w:val="00BB38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70</TotalTime>
  <Pages>3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2022-11-15T06:49:00Z</cp:lastPrinted>
  <dcterms:created xsi:type="dcterms:W3CDTF">2020-04-07T04:52:00Z</dcterms:created>
  <dcterms:modified xsi:type="dcterms:W3CDTF">2022-11-15T06:50:00Z</dcterms:modified>
</cp:coreProperties>
</file>