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901F0F" w14:textId="77777777" w:rsidTr="00987DB5">
        <w:tc>
          <w:tcPr>
            <w:tcW w:w="9498" w:type="dxa"/>
          </w:tcPr>
          <w:p w14:paraId="41901F0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901F26" wp14:editId="41901F2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901F0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901F0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901F0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1901F10" w14:textId="0932BB2E" w:rsidR="0033636C" w:rsidRPr="009C044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C044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95B55">
            <w:rPr>
              <w:rFonts w:ascii="Times New Roman" w:hAnsi="Times New Roman"/>
              <w:sz w:val="28"/>
              <w:szCs w:val="28"/>
            </w:rPr>
            <w:t>15 ноября 2022 года</w:t>
          </w:r>
        </w:sdtContent>
      </w:sdt>
      <w:r w:rsidRPr="009C044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195B55" w:rsidRPr="00195B55">
            <w:rPr>
              <w:rFonts w:ascii="Times New Roman" w:hAnsi="Times New Roman"/>
              <w:sz w:val="28"/>
              <w:szCs w:val="28"/>
            </w:rPr>
            <w:t>609</w:t>
          </w:r>
        </w:sdtContent>
      </w:sdt>
    </w:p>
    <w:p w14:paraId="41901F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1901F12" w14:textId="51E8A5AD" w:rsidR="0033636C" w:rsidRPr="0011126C" w:rsidRDefault="0033636C" w:rsidP="009C0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6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9C0448">
        <w:rPr>
          <w:rFonts w:ascii="Times New Roman" w:hAnsi="Times New Roman"/>
          <w:b/>
          <w:sz w:val="28"/>
          <w:szCs w:val="28"/>
        </w:rPr>
        <w:br/>
      </w:r>
      <w:r w:rsidRPr="0011126C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«Признание </w:t>
      </w:r>
      <w:r w:rsidR="009C0448">
        <w:rPr>
          <w:rFonts w:ascii="Times New Roman" w:hAnsi="Times New Roman"/>
          <w:b/>
          <w:sz w:val="28"/>
          <w:szCs w:val="28"/>
        </w:rPr>
        <w:br/>
      </w:r>
      <w:r w:rsidRPr="0011126C">
        <w:rPr>
          <w:rFonts w:ascii="Times New Roman" w:hAnsi="Times New Roman"/>
          <w:b/>
          <w:sz w:val="28"/>
          <w:szCs w:val="28"/>
        </w:rPr>
        <w:t>садового дома жилым домом и жилого дома садовым домом»</w:t>
      </w:r>
    </w:p>
    <w:p w14:paraId="41901F13" w14:textId="77777777" w:rsidR="00185FEC" w:rsidRDefault="00185FEC" w:rsidP="009C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B7DBEC" w14:textId="1E09EE01" w:rsidR="0011126C" w:rsidRPr="0054790D" w:rsidRDefault="0011126C" w:rsidP="009C04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7C1B22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C0448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D7CDBC8" w14:textId="14818452" w:rsidR="0011126C" w:rsidRPr="0054790D" w:rsidRDefault="0011126C" w:rsidP="007C1B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11126C">
        <w:rPr>
          <w:rFonts w:ascii="Times New Roman" w:hAnsi="Times New Roman"/>
          <w:sz w:val="28"/>
          <w:szCs w:val="28"/>
        </w:rPr>
        <w:t>Признание садового дома жилым домом и жилого дома садовым домом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2A08427A" w14:textId="786160DC" w:rsidR="0011126C" w:rsidRPr="0054790D" w:rsidRDefault="0011126C" w:rsidP="009C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19.11.20</w:t>
      </w:r>
      <w:r w:rsidR="00A3284C">
        <w:rPr>
          <w:rFonts w:ascii="Times New Roman" w:hAnsi="Times New Roman"/>
          <w:sz w:val="28"/>
          <w:szCs w:val="28"/>
        </w:rPr>
        <w:t>19</w:t>
      </w:r>
      <w:bookmarkStart w:id="0" w:name="_GoBack"/>
      <w:bookmarkEnd w:id="0"/>
      <w:r w:rsidRPr="0054790D">
        <w:rPr>
          <w:rFonts w:ascii="Times New Roman" w:hAnsi="Times New Roman"/>
          <w:sz w:val="28"/>
          <w:szCs w:val="28"/>
        </w:rPr>
        <w:t xml:space="preserve"> </w:t>
      </w:r>
      <w:r w:rsidR="009C0448"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843</w:t>
      </w:r>
      <w:r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11126C">
        <w:rPr>
          <w:rFonts w:ascii="Times New Roman" w:hAnsi="Times New Roman"/>
          <w:sz w:val="28"/>
          <w:szCs w:val="28"/>
        </w:rPr>
        <w:t>Признание садового дома жилым домом и жилого дома садовым домом</w:t>
      </w:r>
      <w:r w:rsidRPr="0054790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19EB0C5A" w14:textId="29416B26" w:rsidR="0011126C" w:rsidRPr="0054790D" w:rsidRDefault="0011126C" w:rsidP="009C04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9C0448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EC5A723" w14:textId="41EB8A4C" w:rsidR="0011126C" w:rsidRDefault="00703C49" w:rsidP="009C04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C0448">
        <w:rPr>
          <w:rFonts w:ascii="Times New Roman" w:hAnsi="Times New Roman" w:cs="Times New Roman"/>
          <w:sz w:val="28"/>
          <w:szCs w:val="28"/>
        </w:rPr>
        <w:t xml:space="preserve">. </w:t>
      </w:r>
      <w:r w:rsidR="0011126C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7C0CCE54" w14:textId="4DB85AAF" w:rsidR="00703C49" w:rsidRPr="0054790D" w:rsidRDefault="00703C49" w:rsidP="009C04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9C0448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6FA9B59D" w14:textId="77777777" w:rsidR="0011126C" w:rsidRDefault="0011126C" w:rsidP="001112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0FE9E6" w14:textId="77777777" w:rsidR="009C0448" w:rsidRPr="0054790D" w:rsidRDefault="009C0448" w:rsidP="001112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7FDB3" w14:textId="77777777" w:rsidR="0011126C" w:rsidRPr="0054790D" w:rsidRDefault="0011126C" w:rsidP="001112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1901F25" w14:textId="03A6CE60" w:rsidR="008629FA" w:rsidRPr="008629FA" w:rsidRDefault="0011126C" w:rsidP="0011126C">
      <w:pPr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           С.В.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9C0448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8DF7A" w14:textId="77777777" w:rsidR="009F36B4" w:rsidRDefault="009F36B4" w:rsidP="0033636C">
      <w:pPr>
        <w:spacing w:after="0" w:line="240" w:lineRule="auto"/>
      </w:pPr>
      <w:r>
        <w:separator/>
      </w:r>
    </w:p>
  </w:endnote>
  <w:endnote w:type="continuationSeparator" w:id="0">
    <w:p w14:paraId="55210107" w14:textId="77777777" w:rsidR="009F36B4" w:rsidRDefault="009F36B4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84E2E" w14:textId="77777777" w:rsidR="009F36B4" w:rsidRDefault="009F36B4" w:rsidP="0033636C">
      <w:pPr>
        <w:spacing w:after="0" w:line="240" w:lineRule="auto"/>
      </w:pPr>
      <w:r>
        <w:separator/>
      </w:r>
    </w:p>
  </w:footnote>
  <w:footnote w:type="continuationSeparator" w:id="0">
    <w:p w14:paraId="1D6E5503" w14:textId="77777777" w:rsidR="009F36B4" w:rsidRDefault="009F36B4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126C"/>
    <w:rsid w:val="00185FEC"/>
    <w:rsid w:val="00195B55"/>
    <w:rsid w:val="001E1F9F"/>
    <w:rsid w:val="002003DC"/>
    <w:rsid w:val="0033636C"/>
    <w:rsid w:val="003E4257"/>
    <w:rsid w:val="00520CBF"/>
    <w:rsid w:val="00703C49"/>
    <w:rsid w:val="007C1B22"/>
    <w:rsid w:val="008629FA"/>
    <w:rsid w:val="00987DB5"/>
    <w:rsid w:val="009C0448"/>
    <w:rsid w:val="009F36B4"/>
    <w:rsid w:val="00A3284C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1F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11126C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customStyle="1" w:styleId="ConsPlusNormal">
    <w:name w:val="ConsPlusNormal"/>
    <w:link w:val="ConsPlusNormal0"/>
    <w:rsid w:val="0011126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1126C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351E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351E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072CF"/>
    <w:rsid w:val="00B13DA8"/>
    <w:rsid w:val="00C95804"/>
    <w:rsid w:val="00CF735B"/>
    <w:rsid w:val="00D351EF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8</cp:revision>
  <dcterms:created xsi:type="dcterms:W3CDTF">2020-04-07T04:52:00Z</dcterms:created>
  <dcterms:modified xsi:type="dcterms:W3CDTF">2022-11-16T01:54:00Z</dcterms:modified>
</cp:coreProperties>
</file>