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9A65F2" w14:textId="77777777" w:rsidTr="00987DB5">
        <w:tc>
          <w:tcPr>
            <w:tcW w:w="9498" w:type="dxa"/>
          </w:tcPr>
          <w:p w14:paraId="4F9A65E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9A6609" wp14:editId="4F9A660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A65E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9A65F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9A65F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9A65F3" w14:textId="722F55A7" w:rsidR="0033636C" w:rsidRPr="00D92F1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F1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92F1E" w:rsidRPr="00D92F1E">
            <w:rPr>
              <w:rFonts w:ascii="Times New Roman" w:hAnsi="Times New Roman"/>
              <w:sz w:val="28"/>
              <w:szCs w:val="28"/>
            </w:rPr>
            <w:t>02 февраля 2024 года</w:t>
          </w:r>
        </w:sdtContent>
      </w:sdt>
      <w:r w:rsidRPr="00D92F1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92F1E" w:rsidRPr="00D92F1E">
            <w:rPr>
              <w:rFonts w:ascii="Times New Roman" w:hAnsi="Times New Roman"/>
              <w:sz w:val="28"/>
              <w:szCs w:val="28"/>
            </w:rPr>
            <w:t>60</w:t>
          </w:r>
        </w:sdtContent>
      </w:sdt>
    </w:p>
    <w:p w14:paraId="4F9A65F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9A65F6" w14:textId="79EFE930" w:rsidR="00185FEC" w:rsidRPr="00FD3F3C" w:rsidRDefault="0033636C" w:rsidP="00FD3F3C">
      <w:pPr>
        <w:jc w:val="center"/>
        <w:rPr>
          <w:rFonts w:ascii="Times New Roman" w:hAnsi="Times New Roman"/>
          <w:b/>
          <w:sz w:val="28"/>
          <w:szCs w:val="28"/>
        </w:rPr>
      </w:pPr>
      <w:r w:rsidRPr="00FD3F3C">
        <w:rPr>
          <w:rFonts w:ascii="Times New Roman" w:hAnsi="Times New Roman"/>
          <w:b/>
          <w:sz w:val="28"/>
          <w:szCs w:val="28"/>
        </w:rPr>
        <w:t xml:space="preserve">О перечне объектов для отбывания наказания </w:t>
      </w:r>
      <w:r w:rsidR="00D92F1E">
        <w:rPr>
          <w:rFonts w:ascii="Times New Roman" w:hAnsi="Times New Roman"/>
          <w:b/>
          <w:sz w:val="28"/>
          <w:szCs w:val="28"/>
        </w:rPr>
        <w:br/>
      </w:r>
      <w:r w:rsidRPr="00FD3F3C">
        <w:rPr>
          <w:rFonts w:ascii="Times New Roman" w:hAnsi="Times New Roman"/>
          <w:b/>
          <w:sz w:val="28"/>
          <w:szCs w:val="28"/>
        </w:rPr>
        <w:t>в виде обязательных работ</w:t>
      </w:r>
    </w:p>
    <w:p w14:paraId="667E83EE" w14:textId="77777777" w:rsidR="00FD3F3C" w:rsidRPr="00D92F1E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 xml:space="preserve">В соответствии со ст. 49 Уголовного кодекса Российской Федерации и со ст. 25 Уголовно-исполнительного кодекса Российской Федерации, руководствуясь ст. ст. 36, 45 Устава муниципального образования «Городской округ </w:t>
      </w:r>
      <w:proofErr w:type="spellStart"/>
      <w:r w:rsidRPr="00FD3F3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D3F3C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FD3F3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D3F3C">
        <w:rPr>
          <w:rFonts w:ascii="Times New Roman" w:hAnsi="Times New Roman"/>
          <w:sz w:val="28"/>
          <w:szCs w:val="28"/>
        </w:rPr>
        <w:t xml:space="preserve">» </w:t>
      </w:r>
      <w:r w:rsidRPr="00D92F1E">
        <w:rPr>
          <w:rFonts w:ascii="Times New Roman" w:hAnsi="Times New Roman"/>
          <w:b/>
          <w:sz w:val="28"/>
          <w:szCs w:val="28"/>
        </w:rPr>
        <w:t>ПОСТАНОВЛЯЕТ:</w:t>
      </w:r>
    </w:p>
    <w:p w14:paraId="1E984021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1. Утвердить перечень объектов для отбывания наказания в виде обязательных работ (прилагается).</w:t>
      </w:r>
    </w:p>
    <w:p w14:paraId="51E0FB1E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2. Установить для отбывания наказания в виде обязательных работ следующие виды работ:</w:t>
      </w:r>
    </w:p>
    <w:p w14:paraId="3F0E9287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уборка и санитарная очистка территорий сел и поселка, отдельных объектов;</w:t>
      </w:r>
    </w:p>
    <w:p w14:paraId="2D181CB6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благоустрой</w:t>
      </w:r>
      <w:bookmarkStart w:id="0" w:name="_GoBack"/>
      <w:bookmarkEnd w:id="0"/>
      <w:r w:rsidRPr="00FD3F3C">
        <w:rPr>
          <w:rFonts w:ascii="Times New Roman" w:hAnsi="Times New Roman"/>
          <w:sz w:val="28"/>
          <w:szCs w:val="28"/>
        </w:rPr>
        <w:t>ство дворовых территорий;</w:t>
      </w:r>
    </w:p>
    <w:p w14:paraId="11123987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озеленение территорий населенных пунктов;</w:t>
      </w:r>
    </w:p>
    <w:p w14:paraId="0335A77E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очистка подвалов от мусора в жилом муниципальном фонде;</w:t>
      </w:r>
    </w:p>
    <w:p w14:paraId="3C675022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расчистка снега на территории сел и поселка, детских садов, школ, учреждений культуры, отдельных объектов;</w:t>
      </w:r>
    </w:p>
    <w:p w14:paraId="627A0D81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ремонт деревянных ограждений на территории сел и поселка, детских садов, школ, учреждений культуры, отдельных объектов;</w:t>
      </w:r>
    </w:p>
    <w:p w14:paraId="7F6506F2" w14:textId="77777777" w:rsidR="00FD3F3C" w:rsidRP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F3C">
        <w:rPr>
          <w:rFonts w:ascii="Times New Roman" w:hAnsi="Times New Roman"/>
          <w:sz w:val="28"/>
          <w:szCs w:val="28"/>
        </w:rPr>
        <w:t>- другие работы, не требующие квалификационных разрядов и специальных допусков.</w:t>
      </w:r>
    </w:p>
    <w:p w14:paraId="61C86022" w14:textId="6B616495" w:rsid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D3F3C">
        <w:rPr>
          <w:rFonts w:ascii="Times New Roman" w:hAnsi="Times New Roman"/>
          <w:sz w:val="28"/>
          <w:szCs w:val="28"/>
        </w:rPr>
        <w:t xml:space="preserve">. Считать утратившими силу постановления администрации муниципального образования «Городской округ </w:t>
      </w:r>
      <w:proofErr w:type="spellStart"/>
      <w:r w:rsidRPr="00FD3F3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D3F3C">
        <w:rPr>
          <w:rFonts w:ascii="Times New Roman" w:hAnsi="Times New Roman"/>
          <w:sz w:val="28"/>
          <w:szCs w:val="28"/>
        </w:rPr>
        <w:t>»:</w:t>
      </w:r>
    </w:p>
    <w:p w14:paraId="62EBCD60" w14:textId="751BDE00" w:rsid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- 27.02.2018 № 188 «О перечне объектов для отбывания наказания в виде обязательных работ»;</w:t>
      </w:r>
    </w:p>
    <w:p w14:paraId="68753FC2" w14:textId="05ADFC30" w:rsidR="00FD3F3C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24.05.2018 № 496 «О внесении дополнения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</w:t>
      </w:r>
      <w:r w:rsidR="003754A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</w:t>
      </w:r>
      <w:r w:rsidR="003754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.2018 № </w:t>
      </w:r>
      <w:r w:rsidR="003754A5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>».</w:t>
      </w:r>
    </w:p>
    <w:p w14:paraId="4F9A6600" w14:textId="6FD463EE" w:rsidR="008629FA" w:rsidRDefault="00FD3F3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FD3F3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FD3F3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D3F3C">
        <w:rPr>
          <w:rFonts w:ascii="Times New Roman" w:hAnsi="Times New Roman"/>
          <w:sz w:val="28"/>
          <w:szCs w:val="28"/>
        </w:rPr>
        <w:t xml:space="preserve">» в </w:t>
      </w:r>
      <w:r w:rsidR="00D92F1E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D3F3C">
        <w:rPr>
          <w:rFonts w:ascii="Times New Roman" w:hAnsi="Times New Roman"/>
          <w:sz w:val="28"/>
          <w:szCs w:val="28"/>
        </w:rPr>
        <w:t>сети Интернет.</w:t>
      </w:r>
    </w:p>
    <w:p w14:paraId="63D627A4" w14:textId="77777777" w:rsidR="00233E8C" w:rsidRPr="00D12794" w:rsidRDefault="00233E8C" w:rsidP="00D92F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F9A6601" w14:textId="77777777" w:rsidR="008629FA" w:rsidRPr="00D12794" w:rsidRDefault="008629FA" w:rsidP="00D92F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A6602" w14:textId="77777777" w:rsidR="008629FA" w:rsidRDefault="008629FA" w:rsidP="00D92F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9A6603" w14:textId="452FEAE4" w:rsidR="008629FA" w:rsidRPr="008629FA" w:rsidRDefault="008629FA" w:rsidP="00D92F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724D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4F9A6604" w14:textId="77777777" w:rsidR="008629FA" w:rsidRPr="00D12794" w:rsidRDefault="008629FA" w:rsidP="00D92F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A6605" w14:textId="77777777" w:rsidR="008629FA" w:rsidRPr="00D12794" w:rsidRDefault="008629FA" w:rsidP="00D92F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A660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A660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A660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92F1E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EFBE7" w14:textId="77777777" w:rsidR="00B94E87" w:rsidRDefault="00B94E87" w:rsidP="0033636C">
      <w:pPr>
        <w:spacing w:after="0" w:line="240" w:lineRule="auto"/>
      </w:pPr>
      <w:r>
        <w:separator/>
      </w:r>
    </w:p>
  </w:endnote>
  <w:endnote w:type="continuationSeparator" w:id="0">
    <w:p w14:paraId="10319299" w14:textId="77777777" w:rsidR="00B94E87" w:rsidRDefault="00B94E8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A660F" w14:textId="2CACAC0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DE27B" w14:textId="77777777" w:rsidR="00B94E87" w:rsidRDefault="00B94E87" w:rsidP="0033636C">
      <w:pPr>
        <w:spacing w:after="0" w:line="240" w:lineRule="auto"/>
      </w:pPr>
      <w:r>
        <w:separator/>
      </w:r>
    </w:p>
  </w:footnote>
  <w:footnote w:type="continuationSeparator" w:id="0">
    <w:p w14:paraId="34286997" w14:textId="77777777" w:rsidR="00B94E87" w:rsidRDefault="00B94E8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936939"/>
      <w:docPartObj>
        <w:docPartGallery w:val="Page Numbers (Top of Page)"/>
        <w:docPartUnique/>
      </w:docPartObj>
    </w:sdtPr>
    <w:sdtContent>
      <w:p w14:paraId="10E2848D" w14:textId="6BA8D9A1" w:rsidR="00D92F1E" w:rsidRDefault="00D92F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530A1B" w14:textId="77777777" w:rsidR="00D92F1E" w:rsidRDefault="00D92F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33E8C"/>
    <w:rsid w:val="0033636C"/>
    <w:rsid w:val="003754A5"/>
    <w:rsid w:val="003E4257"/>
    <w:rsid w:val="00520CBF"/>
    <w:rsid w:val="007724DC"/>
    <w:rsid w:val="008629FA"/>
    <w:rsid w:val="00987DB5"/>
    <w:rsid w:val="00AC72C8"/>
    <w:rsid w:val="00B10ED9"/>
    <w:rsid w:val="00B25688"/>
    <w:rsid w:val="00B94E87"/>
    <w:rsid w:val="00C02849"/>
    <w:rsid w:val="00D12794"/>
    <w:rsid w:val="00D67BD8"/>
    <w:rsid w:val="00D92F1E"/>
    <w:rsid w:val="00DF7897"/>
    <w:rsid w:val="00E37B8A"/>
    <w:rsid w:val="00E609BC"/>
    <w:rsid w:val="00FD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65E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92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2F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B024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B024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0249"/>
    <w:rsid w:val="00B13DA8"/>
    <w:rsid w:val="00C95804"/>
    <w:rsid w:val="00CF735B"/>
    <w:rsid w:val="00D07D53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62B75-BE90-403B-B3C2-73E07C1C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2024-02-02T05:07:00Z</cp:lastPrinted>
  <dcterms:created xsi:type="dcterms:W3CDTF">2020-04-07T04:52:00Z</dcterms:created>
  <dcterms:modified xsi:type="dcterms:W3CDTF">2024-02-02T05:08:00Z</dcterms:modified>
</cp:coreProperties>
</file>