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D270868" w14:textId="77777777" w:rsidTr="00987DB5">
        <w:tc>
          <w:tcPr>
            <w:tcW w:w="9498" w:type="dxa"/>
          </w:tcPr>
          <w:p w14:paraId="6D27086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27087F" wp14:editId="6D27088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27086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D27086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D27086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D270869" w14:textId="28CDFDDC" w:rsidR="0033636C" w:rsidRPr="004867A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867A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867A4" w:rsidRPr="004867A4">
            <w:rPr>
              <w:rFonts w:ascii="Times New Roman" w:hAnsi="Times New Roman"/>
              <w:sz w:val="28"/>
              <w:szCs w:val="28"/>
            </w:rPr>
            <w:t>10 ноября 2021 года</w:t>
          </w:r>
        </w:sdtContent>
      </w:sdt>
      <w:r w:rsidRPr="004867A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867A4" w:rsidRPr="004867A4">
            <w:rPr>
              <w:rFonts w:ascii="Times New Roman" w:hAnsi="Times New Roman"/>
              <w:sz w:val="28"/>
              <w:szCs w:val="28"/>
            </w:rPr>
            <w:t>613</w:t>
          </w:r>
        </w:sdtContent>
      </w:sdt>
    </w:p>
    <w:p w14:paraId="6D27086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286292B" w14:textId="4942254A" w:rsidR="00913BB3" w:rsidRPr="006A514F" w:rsidRDefault="00913BB3" w:rsidP="00913B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514F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sz w:val="28"/>
          <w:szCs w:val="28"/>
        </w:rPr>
        <w:t xml:space="preserve">муниципальную программу </w:t>
      </w:r>
      <w:r w:rsidR="004867A4">
        <w:rPr>
          <w:rFonts w:ascii="Times New Roman" w:hAnsi="Times New Roman"/>
          <w:b/>
          <w:sz w:val="28"/>
          <w:szCs w:val="28"/>
        </w:rPr>
        <w:br/>
      </w:r>
      <w:r w:rsidRPr="000644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населения муниципального образования </w:t>
      </w:r>
      <w:r w:rsidR="004867A4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0644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«Городской округ Ногликский» качественными услугами </w:t>
      </w:r>
      <w:r w:rsidR="004867A4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0644A6"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жилищно-коммунального хозяйства»</w:t>
      </w:r>
      <w:r>
        <w:rPr>
          <w:rFonts w:ascii="Times New Roman" w:hAnsi="Times New Roman"/>
          <w:b/>
          <w:sz w:val="28"/>
          <w:szCs w:val="28"/>
        </w:rPr>
        <w:t>, утвержденную</w:t>
      </w:r>
      <w:r w:rsidRPr="000644A6">
        <w:rPr>
          <w:rFonts w:ascii="Times New Roman" w:hAnsi="Times New Roman"/>
          <w:b/>
          <w:sz w:val="28"/>
          <w:szCs w:val="28"/>
        </w:rPr>
        <w:t xml:space="preserve"> </w:t>
      </w:r>
      <w:r w:rsidR="004867A4">
        <w:rPr>
          <w:rFonts w:ascii="Times New Roman" w:hAnsi="Times New Roman"/>
          <w:b/>
          <w:sz w:val="28"/>
          <w:szCs w:val="28"/>
        </w:rPr>
        <w:br/>
      </w:r>
      <w:r w:rsidRPr="006A514F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>м</w:t>
      </w:r>
      <w:r w:rsidRPr="006A514F">
        <w:rPr>
          <w:rFonts w:ascii="Times New Roman" w:hAnsi="Times New Roman"/>
          <w:b/>
          <w:sz w:val="28"/>
          <w:szCs w:val="28"/>
        </w:rPr>
        <w:t xml:space="preserve"> администрации</w:t>
      </w:r>
      <w:r w:rsidR="004867A4">
        <w:rPr>
          <w:rFonts w:ascii="Times New Roman" w:hAnsi="Times New Roman"/>
          <w:b/>
          <w:sz w:val="28"/>
          <w:szCs w:val="28"/>
        </w:rPr>
        <w:t xml:space="preserve"> </w:t>
      </w:r>
      <w:r w:rsidRPr="006A514F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 от 04.08.2015 № 551</w:t>
      </w:r>
    </w:p>
    <w:p w14:paraId="6D27086C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2068F4" w14:textId="696D7760" w:rsidR="00913BB3" w:rsidRPr="006A514F" w:rsidRDefault="00913BB3" w:rsidP="00913BB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514F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</w:t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>«Обеспечение населения муниципального образования «Городской округ Ногликский» качественными услугами жилищно-коммунального хозяйства»</w:t>
      </w:r>
      <w:r w:rsidRPr="006A514F">
        <w:rPr>
          <w:rFonts w:ascii="Times New Roman" w:hAnsi="Times New Roman"/>
          <w:sz w:val="28"/>
          <w:szCs w:val="28"/>
        </w:rPr>
        <w:t xml:space="preserve"> в соответствие с уточненными бюджетным</w:t>
      </w:r>
      <w:r>
        <w:rPr>
          <w:rFonts w:ascii="Times New Roman" w:hAnsi="Times New Roman"/>
          <w:sz w:val="28"/>
          <w:szCs w:val="28"/>
        </w:rPr>
        <w:t>и показателями по состоянию на 06</w:t>
      </w:r>
      <w:r w:rsidRPr="006A514F">
        <w:rPr>
          <w:rFonts w:ascii="Times New Roman" w:hAnsi="Times New Roman"/>
          <w:sz w:val="28"/>
          <w:szCs w:val="28"/>
        </w:rPr>
        <w:t>.0</w:t>
      </w:r>
      <w:r w:rsidR="00027054">
        <w:rPr>
          <w:rFonts w:ascii="Times New Roman" w:hAnsi="Times New Roman"/>
          <w:sz w:val="28"/>
          <w:szCs w:val="28"/>
        </w:rPr>
        <w:t>9</w:t>
      </w:r>
      <w:r w:rsidR="004867A4">
        <w:rPr>
          <w:rFonts w:ascii="Times New Roman" w:hAnsi="Times New Roman"/>
          <w:sz w:val="28"/>
          <w:szCs w:val="28"/>
        </w:rPr>
        <w:t>.2021</w:t>
      </w:r>
      <w:r w:rsidRPr="006A514F">
        <w:rPr>
          <w:rFonts w:ascii="Times New Roman" w:hAnsi="Times New Roman"/>
          <w:sz w:val="28"/>
          <w:szCs w:val="28"/>
        </w:rPr>
        <w:t>, р</w:t>
      </w:r>
      <w:r w:rsidR="004867A4">
        <w:rPr>
          <w:rFonts w:ascii="Times New Roman" w:eastAsia="Times New Roman" w:hAnsi="Times New Roman"/>
          <w:sz w:val="28"/>
          <w:szCs w:val="28"/>
          <w:lang w:eastAsia="ru-RU"/>
        </w:rPr>
        <w:t>уководствуясь пунктами</w:t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 xml:space="preserve"> 4.1, 5.3 Порядка раз</w:t>
      </w:r>
      <w:r w:rsidR="00AB7CD2">
        <w:rPr>
          <w:rFonts w:ascii="Times New Roman" w:eastAsia="Times New Roman" w:hAnsi="Times New Roman"/>
          <w:sz w:val="28"/>
          <w:szCs w:val="28"/>
          <w:lang w:eastAsia="ru-RU"/>
        </w:rPr>
        <w:t>работки, реализации и проведения</w:t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</w:t>
      </w:r>
      <w:r w:rsidR="004867A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 xml:space="preserve">№ 344, распоряжением мэра муниципального образования от 17.07.2018 </w:t>
      </w:r>
      <w:r w:rsidR="004867A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 xml:space="preserve">№ 53-р «Об утверждении Перечня муниципальных программ муниципального образования «Городской округ </w:t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Ногликский»,</w:t>
      </w:r>
      <w:r w:rsidRPr="006A514F">
        <w:rPr>
          <w:rFonts w:ascii="Times New Roman" w:hAnsi="Times New Roman"/>
          <w:sz w:val="28"/>
          <w:szCs w:val="28"/>
        </w:rPr>
        <w:t xml:space="preserve"> </w:t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A514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286740A5" w14:textId="7594A7E5" w:rsidR="00913BB3" w:rsidRPr="006A514F" w:rsidRDefault="00913BB3" w:rsidP="0091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«Обеспечение населения муниципального образования «Городской округ Ногликский» качественными услугами жилищно-коммунал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ьного хозяйства», утвержденную </w:t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администрации муниципального образования «Городской округ Ногликский» от 04.08.2015 № 551 (в редакции от 13.11.2015 № 779,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 xml:space="preserve">от 05.04.2016 № 273, от 01.06.2016 № 459, от 06.07.2016 № 539, от 10.08.2016 № 614, от 09.06.2017 № 376, от 11.07.2017 № 458, от 12.10.2017 № 771,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 xml:space="preserve">от 19.03.2018 № 273, от 31.08.2018 № 814, от 22.05.2019 № 351, от 23.05.2019 № 366, от 06.06.2019 № 419, от 06.09.2019 № 685, от 19.11.2019 № 845, </w:t>
      </w:r>
      <w:r w:rsidR="004867A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>от 23.03.2020 № 138, от 15.09.2020 № 457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 26.02.2021 № 108</w:t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6A514F">
        <w:rPr>
          <w:rFonts w:ascii="Times New Roman" w:hAnsi="Times New Roman"/>
          <w:color w:val="332E2D"/>
          <w:spacing w:val="2"/>
          <w:sz w:val="28"/>
          <w:szCs w:val="28"/>
          <w:shd w:val="clear" w:color="auto" w:fill="FFFFFF"/>
        </w:rPr>
        <w:t xml:space="preserve"> «</w:t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муниципальной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населения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</w:t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качественными услугами жилищно-коммунального хозяйства» следующие изменения:</w:t>
      </w:r>
    </w:p>
    <w:p w14:paraId="1C27B1EA" w14:textId="77777777" w:rsidR="00913BB3" w:rsidRPr="006A514F" w:rsidRDefault="00913BB3" w:rsidP="00913B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514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1.1. </w:t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>Подраздел «Объемы и источники финансиро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вания муниципальной программы» </w:t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>Паспорта муниципальной программы изложить в следующей редакции: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268"/>
        <w:gridCol w:w="6383"/>
        <w:gridCol w:w="426"/>
      </w:tblGrid>
      <w:tr w:rsidR="00913BB3" w:rsidRPr="009F2CC1" w14:paraId="3A637D6C" w14:textId="77777777" w:rsidTr="0041688B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E12BC9" w14:textId="77777777" w:rsidR="00913BB3" w:rsidRPr="009F2CC1" w:rsidRDefault="00913BB3" w:rsidP="00416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0E598654" w14:textId="77777777" w:rsidR="00913BB3" w:rsidRPr="009F2CC1" w:rsidRDefault="00913BB3" w:rsidP="00416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  <w:p w14:paraId="1B8302DC" w14:textId="77777777" w:rsidR="00913BB3" w:rsidRPr="009F2CC1" w:rsidRDefault="00913BB3" w:rsidP="00416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116A32" w14:textId="77777777" w:rsidR="00913BB3" w:rsidRPr="009F2CC1" w:rsidRDefault="00913BB3" w:rsidP="00416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23C374" w14:textId="77777777" w:rsidR="00913BB3" w:rsidRPr="009F2CC1" w:rsidRDefault="00913BB3" w:rsidP="00416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0DF0F6" w14:textId="77777777" w:rsidR="00913BB3" w:rsidRPr="009F2CC1" w:rsidRDefault="00913BB3" w:rsidP="00416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E1F391" w14:textId="77777777" w:rsidR="00913BB3" w:rsidRPr="009F2CC1" w:rsidRDefault="00913BB3" w:rsidP="00416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49F897" w14:textId="77777777" w:rsidR="00913BB3" w:rsidRPr="009F2CC1" w:rsidRDefault="00913BB3" w:rsidP="00416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D27672" w14:textId="77777777" w:rsidR="00913BB3" w:rsidRPr="009F2CC1" w:rsidRDefault="00913BB3" w:rsidP="00416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16D918" w14:textId="77777777" w:rsidR="00913BB3" w:rsidRPr="009F2CC1" w:rsidRDefault="00913BB3" w:rsidP="00416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9333DB" w14:textId="77777777" w:rsidR="00913BB3" w:rsidRPr="009F2CC1" w:rsidRDefault="00913BB3" w:rsidP="00416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390CA2" w14:textId="77777777" w:rsidR="00913BB3" w:rsidRPr="009F2CC1" w:rsidRDefault="00913BB3" w:rsidP="00416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A685E8" w14:textId="77777777" w:rsidR="00913BB3" w:rsidRPr="009F2CC1" w:rsidRDefault="00913BB3" w:rsidP="00416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3" w:type="dxa"/>
            <w:tcBorders>
              <w:right w:val="single" w:sz="4" w:space="0" w:color="auto"/>
            </w:tcBorders>
            <w:hideMark/>
          </w:tcPr>
          <w:p w14:paraId="3E6C0B12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2015 – 2025 годах составит:</w:t>
            </w:r>
          </w:p>
          <w:p w14:paraId="51F179B2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–3 351 820,9 тыс. руб., в том числе:</w:t>
            </w:r>
          </w:p>
          <w:p w14:paraId="37D6786F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469 499,8 тыс. руб.;</w:t>
            </w:r>
          </w:p>
          <w:p w14:paraId="39D6FAD7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198 790,9 тыс. руб.;</w:t>
            </w:r>
          </w:p>
          <w:p w14:paraId="0761CCA5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166 220,4 тыс. руб.;</w:t>
            </w:r>
          </w:p>
          <w:p w14:paraId="4DF494CE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290 100,7 тыс. руб.;</w:t>
            </w:r>
          </w:p>
          <w:p w14:paraId="3AFD8BE3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808 256,9 тыс. руб.;</w:t>
            </w:r>
          </w:p>
          <w:p w14:paraId="2BEC5045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599 469,5 тыс. руб.;</w:t>
            </w:r>
          </w:p>
          <w:p w14:paraId="23D02183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410 391,1 тыс. руб.;</w:t>
            </w:r>
          </w:p>
          <w:p w14:paraId="02A26C25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247 204,4 тыс. руб.;</w:t>
            </w:r>
          </w:p>
          <w:p w14:paraId="2C1B7AD8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52 863,9 тыс. руб.;</w:t>
            </w:r>
          </w:p>
          <w:p w14:paraId="35447B2D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60 468,3 тыс. руб.;</w:t>
            </w:r>
          </w:p>
          <w:p w14:paraId="1F363B80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48 555,0 тыс. руб.</w:t>
            </w:r>
          </w:p>
          <w:p w14:paraId="7E956248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43E85A9E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sym w:font="Symbol" w:char="F02D"/>
            </w: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федерального бюджета - </w:t>
            </w: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546 966,8 тыс. руб., в том числе:</w:t>
            </w:r>
          </w:p>
          <w:p w14:paraId="43E93FFB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- 470 291,4 тыс. руб.;</w:t>
            </w:r>
          </w:p>
          <w:p w14:paraId="66485F31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- 76 675,4 тыс. руб.;</w:t>
            </w:r>
          </w:p>
          <w:p w14:paraId="0178C0EF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областного бюджета – </w:t>
            </w: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1 843 105,7 тыс. руб., в том числе:</w:t>
            </w:r>
          </w:p>
          <w:p w14:paraId="108E340B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380 086,6 тыс. руб.;</w:t>
            </w:r>
          </w:p>
          <w:p w14:paraId="3A6F4BB6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110 007,9 тыс. руб.;</w:t>
            </w:r>
          </w:p>
          <w:p w14:paraId="5AB84F8F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75 399,6 тыс. руб.;</w:t>
            </w:r>
          </w:p>
          <w:p w14:paraId="6BD0F936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158 732,8 тыс. руб.;</w:t>
            </w:r>
          </w:p>
          <w:p w14:paraId="4AF58BC5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248 036,0 тыс. руб.;</w:t>
            </w:r>
          </w:p>
          <w:p w14:paraId="48FFE7D9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394 938,9 тыс. руб.;</w:t>
            </w:r>
          </w:p>
          <w:p w14:paraId="1C6E3D29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275 606,7 тыс. руб.;</w:t>
            </w:r>
          </w:p>
          <w:p w14:paraId="4C2D12C1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190 429,1 тыс. руб.;</w:t>
            </w:r>
          </w:p>
          <w:p w14:paraId="78354D2D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8 421,9 тыс. руб.;</w:t>
            </w:r>
          </w:p>
          <w:p w14:paraId="2FDEBA19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723,1 тыс. руб.;</w:t>
            </w:r>
          </w:p>
          <w:p w14:paraId="0E962993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723,1 тыс. руб.;</w:t>
            </w:r>
          </w:p>
          <w:p w14:paraId="31C5B3BC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местного бюджета – </w:t>
            </w: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661 220,6 тыс. руб., в том числе:</w:t>
            </w:r>
          </w:p>
          <w:p w14:paraId="088D0A24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52 522,0 тыс. руб.;</w:t>
            </w:r>
          </w:p>
          <w:p w14:paraId="25CACE90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53 286,0 тыс. руб.;</w:t>
            </w:r>
          </w:p>
          <w:p w14:paraId="706328BA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52 083,1 тыс. руб.;</w:t>
            </w:r>
          </w:p>
          <w:p w14:paraId="271E4D2D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90 269,7 тыс. руб.;</w:t>
            </w:r>
          </w:p>
          <w:p w14:paraId="50837683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63 421,9 тыс. руб.;</w:t>
            </w:r>
          </w:p>
          <w:p w14:paraId="5E665E26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73 964,2 тыс. руб.;</w:t>
            </w:r>
          </w:p>
          <w:p w14:paraId="1836BA7D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117 890,5 тыс. руб.;</w:t>
            </w:r>
          </w:p>
          <w:p w14:paraId="069D095B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44 022,5 тыс. руб.;</w:t>
            </w:r>
          </w:p>
          <w:p w14:paraId="517CA786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31 689,2 тыс. руб.;</w:t>
            </w:r>
          </w:p>
          <w:p w14:paraId="363393C0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46 992,4 тыс. руб.;</w:t>
            </w:r>
          </w:p>
          <w:p w14:paraId="73B7FEF2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35 079,1 тыс. руб.</w:t>
            </w:r>
          </w:p>
          <w:p w14:paraId="74BC6DB7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внебюджетных источников – </w:t>
            </w: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300 527,8 тыс. руб., в том числе:</w:t>
            </w:r>
          </w:p>
          <w:p w14:paraId="7BCA0395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36 891,2 тыс. руб.;</w:t>
            </w:r>
          </w:p>
          <w:p w14:paraId="0FF85FF2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35 497,0 тыс. руб.;</w:t>
            </w:r>
          </w:p>
          <w:p w14:paraId="46858148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38 737,7 тыс. руб.;</w:t>
            </w:r>
          </w:p>
          <w:p w14:paraId="0ABD941B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41 098,2 тыс. руб.;</w:t>
            </w:r>
          </w:p>
          <w:p w14:paraId="25E78755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26 507,6 тыс. руб.;</w:t>
            </w:r>
          </w:p>
          <w:p w14:paraId="3E3F9235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53 891,0 тыс. руб.;</w:t>
            </w:r>
          </w:p>
          <w:p w14:paraId="27D8DC4A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16 893,9 тыс. руб.;</w:t>
            </w:r>
          </w:p>
          <w:p w14:paraId="4587BEFA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12 752,8 тыс. руб.;</w:t>
            </w:r>
          </w:p>
          <w:p w14:paraId="03B64A3A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12 752,8 тыс. руб.;</w:t>
            </w:r>
          </w:p>
          <w:p w14:paraId="034A388A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12 752,8 тыс. руб.;</w:t>
            </w:r>
          </w:p>
          <w:p w14:paraId="5167B2B7" w14:textId="77777777" w:rsidR="00913BB3" w:rsidRPr="009F2CC1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2C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2025 год – 12 752,8 тыс. руб.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87E76" w14:textId="77777777" w:rsidR="00913BB3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78475D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B08BC9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C5F5F0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78E762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51635B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5D8236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5917AE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EE1B52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9AD99B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9AC75A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DEC2CD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E41D05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3A2E0B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05450D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36AA50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308773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C8FCBA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943D04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F5AD4D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063D90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7487F1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8FFF17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3A0DB1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2C0E59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2F5E60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444E08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727BD9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05FFBC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30A936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D85543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4B9A3F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69317D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9C67A4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40F99D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B4B968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397531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51AB4B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255BEC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445A5C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4B24EE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D4B06E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812A13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380AFF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0AA849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E6D594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9C7F89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D56C68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ACB01D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ED3CAD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3D8127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9099DF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6BDEA5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494998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99040A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3CD9D7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7DCE4B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5FEE22" w14:textId="77777777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3FF33F" w14:textId="78E648F1" w:rsidR="004867A4" w:rsidRPr="009F2CC1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15CF614B" w14:textId="4642865C" w:rsidR="00913BB3" w:rsidRPr="009E75D8" w:rsidRDefault="00913BB3" w:rsidP="00913B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2C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1.2. Подраздел «Объемы и источни</w:t>
      </w:r>
      <w:r w:rsidR="00AB7CD2">
        <w:rPr>
          <w:rFonts w:ascii="Times New Roman" w:eastAsia="Times New Roman" w:hAnsi="Times New Roman"/>
          <w:sz w:val="28"/>
          <w:szCs w:val="28"/>
          <w:lang w:eastAsia="ru-RU"/>
        </w:rPr>
        <w:t>ки финансирования подпрограммы»</w:t>
      </w:r>
      <w:r w:rsidRPr="009F2CC1">
        <w:rPr>
          <w:rFonts w:ascii="Times New Roman" w:eastAsia="Times New Roman" w:hAnsi="Times New Roman"/>
          <w:sz w:val="28"/>
          <w:szCs w:val="28"/>
          <w:lang w:eastAsia="ru-RU"/>
        </w:rPr>
        <w:t xml:space="preserve"> Паспорта подпрограммы 3 «Комплексный капитальный ремонт и</w:t>
      </w: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75D8">
        <w:rPr>
          <w:rFonts w:ascii="Times New Roman" w:eastAsia="Times New Roman" w:hAnsi="Times New Roman"/>
          <w:sz w:val="28"/>
          <w:szCs w:val="28"/>
          <w:lang w:eastAsia="ru-RU"/>
        </w:rPr>
        <w:t>реконструкция жилищного фонда» изложить в следующей редакции: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268"/>
        <w:gridCol w:w="6101"/>
        <w:gridCol w:w="278"/>
      </w:tblGrid>
      <w:tr w:rsidR="00913BB3" w:rsidRPr="009E75D8" w14:paraId="5CA7D54E" w14:textId="77777777" w:rsidTr="0041688B"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D4318B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  <w:p w14:paraId="1A7D7D49" w14:textId="77777777" w:rsidR="00913BB3" w:rsidRPr="009E75D8" w:rsidRDefault="00913BB3" w:rsidP="00416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5B3C208D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101" w:type="dxa"/>
            <w:tcBorders>
              <w:right w:val="single" w:sz="4" w:space="0" w:color="auto"/>
            </w:tcBorders>
            <w:hideMark/>
          </w:tcPr>
          <w:p w14:paraId="2CB9A28E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3 в 2015 - 2025 годах составит:</w:t>
            </w:r>
          </w:p>
          <w:p w14:paraId="689DF98D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637 952,3 тыс. руб., в том числе:</w:t>
            </w:r>
          </w:p>
          <w:p w14:paraId="0F7B7982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40 591,2 тыс. руб.;</w:t>
            </w:r>
          </w:p>
          <w:p w14:paraId="0EF11731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39 618,4 тыс. руб.;</w:t>
            </w:r>
          </w:p>
          <w:p w14:paraId="521377A9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76 669,7 тыс. руб.;</w:t>
            </w:r>
          </w:p>
          <w:p w14:paraId="4FE26576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105 445,8 тыс. руб.;</w:t>
            </w:r>
          </w:p>
          <w:p w14:paraId="3B5B3C41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88 361,2 тыс. руб.;</w:t>
            </w:r>
          </w:p>
          <w:p w14:paraId="36236208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89 697,2 тыс. руб.;</w:t>
            </w:r>
          </w:p>
          <w:p w14:paraId="06748D46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99 397,2 тыс. руб.;</w:t>
            </w:r>
          </w:p>
          <w:p w14:paraId="405C6B08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35 098,0 тыс. руб.;</w:t>
            </w:r>
          </w:p>
          <w:p w14:paraId="3482D904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18 500,3 тыс. руб.;</w:t>
            </w:r>
          </w:p>
          <w:p w14:paraId="1ACC3065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22 117,7 тыс. руб.;</w:t>
            </w:r>
          </w:p>
          <w:p w14:paraId="2669402D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22 455,6 тыс. руб.</w:t>
            </w:r>
          </w:p>
          <w:p w14:paraId="2ECFBBA4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725E4C61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местного бюджета – </w:t>
            </w: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105 165,4 тыс. руб., в том числе:</w:t>
            </w:r>
          </w:p>
          <w:p w14:paraId="26A52238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3 700,0 тыс. руб.;</w:t>
            </w:r>
          </w:p>
          <w:p w14:paraId="281E9749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4 121,4 тыс. руб.;</w:t>
            </w:r>
          </w:p>
          <w:p w14:paraId="389E964C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14 832,0 тыс. руб.;</w:t>
            </w:r>
          </w:p>
          <w:p w14:paraId="36F8C617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3 961,9 тыс. руб.;</w:t>
            </w:r>
          </w:p>
          <w:p w14:paraId="00D42A17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6 793,7 тыс. руб.;</w:t>
            </w:r>
          </w:p>
          <w:p w14:paraId="665F5DA4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18 251,3 тыс. руб.;</w:t>
            </w:r>
          </w:p>
          <w:p w14:paraId="739839A3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9 530,0 тыс. руб.;</w:t>
            </w:r>
          </w:p>
          <w:p w14:paraId="31E81E72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20 858,7 тыс. руб.;</w:t>
            </w:r>
          </w:p>
          <w:p w14:paraId="30E4DB8C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4 048,7 тыс. руб.;</w:t>
            </w:r>
          </w:p>
          <w:p w14:paraId="56C7656C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9 364,9 тыс. руб.;</w:t>
            </w:r>
          </w:p>
          <w:p w14:paraId="3A8AB8BA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9 702,8 тыс. руб.</w:t>
            </w:r>
          </w:p>
          <w:p w14:paraId="76DD7EE6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областного бюджета – </w:t>
            </w: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232 259,1 тыс. руб., в том числе:</w:t>
            </w:r>
          </w:p>
          <w:p w14:paraId="2A5A3AC3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руб.;</w:t>
            </w:r>
          </w:p>
          <w:p w14:paraId="628D1265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0,0 тыс. руб.;</w:t>
            </w:r>
          </w:p>
          <w:p w14:paraId="59079870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23 100,0 тыс. руб.;</w:t>
            </w:r>
          </w:p>
          <w:p w14:paraId="136FE22C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60 385,7 тыс. руб.;</w:t>
            </w:r>
          </w:p>
          <w:p w14:paraId="46447186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55 059,9 тыс. руб.;</w:t>
            </w:r>
          </w:p>
          <w:p w14:paraId="4AC3FCB8" w14:textId="77777777" w:rsidR="00913BB3" w:rsidRPr="009E75D8" w:rsidRDefault="00913BB3" w:rsidP="00416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2020 год – 17 554,9 тыс. руб.;</w:t>
            </w:r>
          </w:p>
          <w:p w14:paraId="5BC2ECEB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72 973,3 тыс. руб.;</w:t>
            </w:r>
          </w:p>
          <w:p w14:paraId="6007D78C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1 486,5 тыс. руб.;</w:t>
            </w:r>
          </w:p>
          <w:p w14:paraId="27E51072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1 698,8 тыс. руб.;</w:t>
            </w:r>
          </w:p>
          <w:p w14:paraId="19B49F30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414BA9A3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0EB7AAB5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внебюджетных источников – </w:t>
            </w: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300 527,8 тыс. руб., в том числе:</w:t>
            </w:r>
          </w:p>
          <w:p w14:paraId="371CA916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36 891,2 тыс. руб.;</w:t>
            </w:r>
          </w:p>
          <w:p w14:paraId="618F87D5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35 497,0 тыс. руб.;</w:t>
            </w:r>
          </w:p>
          <w:p w14:paraId="5A5AE439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38 737,7 тыс. руб.;</w:t>
            </w:r>
          </w:p>
          <w:p w14:paraId="6BF2437C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41 098,2 тыс. руб.;</w:t>
            </w:r>
          </w:p>
          <w:p w14:paraId="4813D1A6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26 507,6 тыс. руб.;</w:t>
            </w:r>
          </w:p>
          <w:p w14:paraId="3B5EB2D5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53 891,0 тыс. руб.;</w:t>
            </w:r>
          </w:p>
          <w:p w14:paraId="3AFF73F0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16 893,9 тыс. руб.;</w:t>
            </w:r>
          </w:p>
          <w:p w14:paraId="750FA0DD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12 752,8 тыс. руб.;</w:t>
            </w:r>
          </w:p>
          <w:p w14:paraId="739B46F4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12 752,8 тыс. руб.;</w:t>
            </w:r>
          </w:p>
          <w:p w14:paraId="26FDE478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12 752,8 тыс. руб.;</w:t>
            </w:r>
          </w:p>
          <w:p w14:paraId="7532A3BC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12 752,8 тыс. руб.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2C062D3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9C187D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64331A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092F0E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5F1848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336716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06843E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0C22C6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9F077A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EED5C6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8BC98C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BFD7AE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C1DD32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4F765F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7CDE9F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7557DE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B8E53F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3F76A1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B6E90A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16E37F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226830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03C63D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D8F2F7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EDE1A5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F650C9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85DA54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15A1E8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F10F82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ECB9FA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A79E29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6B6BC7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1285D1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A45234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F28655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1844DF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16D841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732D21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96F39A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0C1FA8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27392A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C8BE85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41F259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FB07E3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6A7B37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05A83F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146CBA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9BEE85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1A1AB6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7FB35F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113C13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3A6257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DBA1B5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D79191" w14:textId="77777777" w:rsidR="00913BB3" w:rsidRPr="009E75D8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F84855" w14:textId="77777777" w:rsidR="00913BB3" w:rsidRDefault="00913BB3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894BF9" w14:textId="6DDB1C09" w:rsidR="004867A4" w:rsidRDefault="004867A4" w:rsidP="0041688B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FBCB02" w14:textId="299697FA" w:rsidR="00913BB3" w:rsidRPr="009E75D8" w:rsidRDefault="004867A4" w:rsidP="004867A4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DAEF96A" w14:textId="77777777" w:rsidR="00913BB3" w:rsidRPr="009E75D8" w:rsidRDefault="00913BB3" w:rsidP="00913B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5D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1.3. Приложение 2 к муниципальной программе «Обеспечение населения муниципального образования «Городской округ Ногликский» качественными услугами жилищно-коммунального хозяйства» изложить в новой редакции согласно приложению 1 к настоящему постановлению.</w:t>
      </w:r>
    </w:p>
    <w:p w14:paraId="2CA31673" w14:textId="77777777" w:rsidR="00913BB3" w:rsidRPr="009E75D8" w:rsidRDefault="00913BB3" w:rsidP="00913B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5D8">
        <w:rPr>
          <w:rFonts w:ascii="Times New Roman" w:eastAsia="Times New Roman" w:hAnsi="Times New Roman"/>
          <w:sz w:val="28"/>
          <w:szCs w:val="28"/>
          <w:lang w:eastAsia="ru-RU"/>
        </w:rPr>
        <w:t>1.4. Приложение 3 к муниципальной программе «Обеспечение населения муниципального образования «Городской округ Ногликский» качественными услугами жилищно-коммунального хозяйства» изложить в новой редакции согласно приложению 2 к настоящему постановлению.</w:t>
      </w:r>
    </w:p>
    <w:p w14:paraId="07A10370" w14:textId="77777777" w:rsidR="00913BB3" w:rsidRPr="006A514F" w:rsidRDefault="00913BB3" w:rsidP="00913B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5D8">
        <w:rPr>
          <w:rFonts w:ascii="Times New Roman" w:eastAsia="Times New Roman" w:hAnsi="Times New Roman"/>
          <w:sz w:val="28"/>
          <w:szCs w:val="28"/>
          <w:lang w:eastAsia="ru-RU"/>
        </w:rPr>
        <w:t>1.5. Приложение 3 к Подпрограмме 3 изложить в новой редакции согласно приложению 3 к настоящему по</w:t>
      </w:r>
      <w:bookmarkStart w:id="0" w:name="_GoBack"/>
      <w:bookmarkEnd w:id="0"/>
      <w:r w:rsidRPr="009E75D8">
        <w:rPr>
          <w:rFonts w:ascii="Times New Roman" w:eastAsia="Times New Roman" w:hAnsi="Times New Roman"/>
          <w:sz w:val="28"/>
          <w:szCs w:val="28"/>
          <w:lang w:eastAsia="ru-RU"/>
        </w:rPr>
        <w:t>становлению.</w:t>
      </w:r>
    </w:p>
    <w:p w14:paraId="470D8201" w14:textId="77777777" w:rsidR="00913BB3" w:rsidRPr="006A514F" w:rsidRDefault="00913BB3" w:rsidP="00913B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C41418B" w14:textId="0F9F566F" w:rsidR="00913BB3" w:rsidRPr="006A514F" w:rsidRDefault="00913BB3" w:rsidP="00913B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51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 Контроль за исполнением настоящего постановления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возложить на первого вице-мэра муниципального образования «Городской округ Ногликский» Гуляева</w:t>
      </w:r>
      <w:r w:rsidR="004867A4" w:rsidRPr="004867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67A4">
        <w:rPr>
          <w:rFonts w:ascii="Times New Roman" w:eastAsia="Times New Roman" w:hAnsi="Times New Roman"/>
          <w:sz w:val="28"/>
          <w:szCs w:val="28"/>
          <w:lang w:eastAsia="ru-RU"/>
        </w:rPr>
        <w:t>С.С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D270877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EC39A64" w14:textId="77777777" w:rsidR="004867A4" w:rsidRPr="00D12794" w:rsidRDefault="004867A4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27087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D270879" w14:textId="5CC3354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913B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D27087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27087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27087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27087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27087E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4867A4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7088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D27088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70885" w14:textId="5797CCB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7088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D27088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1468173"/>
      <w:docPartObj>
        <w:docPartGallery w:val="Page Numbers (Top of Page)"/>
        <w:docPartUnique/>
      </w:docPartObj>
    </w:sdtPr>
    <w:sdtContent>
      <w:p w14:paraId="6B3BC3BB" w14:textId="5C6D28B8" w:rsidR="004867A4" w:rsidRDefault="004867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57326384" w14:textId="77777777" w:rsidR="004867A4" w:rsidRDefault="004867A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7054"/>
    <w:rsid w:val="00053BD0"/>
    <w:rsid w:val="00184C1F"/>
    <w:rsid w:val="00185FEC"/>
    <w:rsid w:val="001E1F9F"/>
    <w:rsid w:val="002003DC"/>
    <w:rsid w:val="0033636C"/>
    <w:rsid w:val="003E4257"/>
    <w:rsid w:val="004867A4"/>
    <w:rsid w:val="00520CBF"/>
    <w:rsid w:val="008629FA"/>
    <w:rsid w:val="00913BB3"/>
    <w:rsid w:val="00987DB5"/>
    <w:rsid w:val="00AB7CD2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086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746D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746D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746D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5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dcterms:created xsi:type="dcterms:W3CDTF">2020-04-07T04:52:00Z</dcterms:created>
  <dcterms:modified xsi:type="dcterms:W3CDTF">2021-11-10T00:46:00Z</dcterms:modified>
</cp:coreProperties>
</file>