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DA2EBC" w14:textId="77777777" w:rsidTr="00987DB5">
        <w:tc>
          <w:tcPr>
            <w:tcW w:w="9498" w:type="dxa"/>
          </w:tcPr>
          <w:p w14:paraId="61DA2EB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DA2ED3" wp14:editId="61DA2ED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DA2EB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DA2EB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DA2EB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1DA2EBD" w14:textId="4E758A12" w:rsidR="0033636C" w:rsidRPr="003C236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C236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C2369" w:rsidRPr="003C2369">
            <w:rPr>
              <w:rFonts w:ascii="Times New Roman" w:hAnsi="Times New Roman"/>
              <w:sz w:val="28"/>
              <w:szCs w:val="28"/>
            </w:rPr>
            <w:t>10 ноября 2021 года</w:t>
          </w:r>
        </w:sdtContent>
      </w:sdt>
      <w:r w:rsidRPr="003C236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C2369" w:rsidRPr="003C2369">
            <w:rPr>
              <w:rFonts w:ascii="Times New Roman" w:hAnsi="Times New Roman"/>
              <w:sz w:val="28"/>
              <w:szCs w:val="28"/>
            </w:rPr>
            <w:t>614</w:t>
          </w:r>
        </w:sdtContent>
      </w:sdt>
    </w:p>
    <w:p w14:paraId="61DA2EB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1DA2EBF" w14:textId="77777777" w:rsidR="0033636C" w:rsidRPr="00DE3814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DE3814">
        <w:rPr>
          <w:rFonts w:ascii="Times New Roman" w:hAnsi="Times New Roman"/>
          <w:b/>
          <w:sz w:val="28"/>
          <w:szCs w:val="28"/>
        </w:rPr>
        <w:t>О сносе самовольной постройки</w:t>
      </w:r>
    </w:p>
    <w:p w14:paraId="4A10040D" w14:textId="77777777" w:rsidR="00DE3814" w:rsidRDefault="00DE3814" w:rsidP="00F0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136F0F" w14:textId="6B0D225B" w:rsidR="00F022DF" w:rsidRDefault="00F022DF" w:rsidP="00DE38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4 статьи 222 Гражданского кодекса Российской Федерации, Положением об организации работы по сносу самовольных построек, созданных (возведенных) на территории муниципального образования «Городской округ Ногликский» на земельных участках, не предоставленных в установленном порядке для этих целей, в зонах с особыми условиями использования территории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местного значения», утвержденного постановлением администрации муниципального образования «Городской округ Ногликский» от 12.12.2018 № 1199, на основании акта о выявлении объекта самовольной постройки от 25.10.2021 № 65-732-07-2021,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15BF0">
        <w:rPr>
          <w:rFonts w:ascii="Times New Roman" w:hAnsi="Times New Roman"/>
          <w:b/>
          <w:sz w:val="28"/>
          <w:szCs w:val="28"/>
        </w:rPr>
        <w:t>ПОСТАНОВЛЯЕТ:</w:t>
      </w:r>
    </w:p>
    <w:p w14:paraId="52984673" w14:textId="6501FFDA" w:rsidR="00F022DF" w:rsidRDefault="00F022DF" w:rsidP="00DE3814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Снести самовольную постройку, расположенную между земельными участками с кадастровыми номерами 65:22:0000005:120 и 65:22:0000005:140.</w:t>
      </w:r>
    </w:p>
    <w:p w14:paraId="36D385DD" w14:textId="77777777" w:rsidR="00F022DF" w:rsidRPr="00170138" w:rsidRDefault="00F022DF" w:rsidP="00DE3814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срок для добровольного сноса самовольных построек, указанных в пункте 1 настоящего постановления, 3 (три) месяца с момента размещения настоящего постановления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BC35230" w14:textId="7174E715" w:rsidR="00F022DF" w:rsidRDefault="00F022DF" w:rsidP="00DE3814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E3814">
        <w:rPr>
          <w:rFonts w:ascii="Times New Roman" w:hAnsi="Times New Roman"/>
          <w:sz w:val="28"/>
          <w:szCs w:val="28"/>
        </w:rPr>
        <w:t>Разместить н</w:t>
      </w:r>
      <w:r>
        <w:rPr>
          <w:rFonts w:ascii="Times New Roman" w:hAnsi="Times New Roman"/>
          <w:sz w:val="28"/>
          <w:szCs w:val="28"/>
        </w:rPr>
        <w:t xml:space="preserve">астоящее постановление на официальном сайте муниципального образования «Городской округ Ногликский» в </w:t>
      </w:r>
      <w:r w:rsidR="00DE3814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«Интернет».</w:t>
      </w:r>
    </w:p>
    <w:p w14:paraId="61DA2EC1" w14:textId="3F34F2A6" w:rsidR="00E609BC" w:rsidRPr="00D12794" w:rsidRDefault="00F022DF" w:rsidP="00DE38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05CAE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575FAE2B" w14:textId="77777777" w:rsidR="00DE3814" w:rsidRDefault="00DE381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A2EC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1DA2ED2" w14:textId="44CD4F2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40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E3814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A2ED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1DA2ED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A2ED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1DA2ED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C2369"/>
    <w:rsid w:val="003E4257"/>
    <w:rsid w:val="00520CBF"/>
    <w:rsid w:val="0074020D"/>
    <w:rsid w:val="008629FA"/>
    <w:rsid w:val="00987DB5"/>
    <w:rsid w:val="00AC72C8"/>
    <w:rsid w:val="00B10ED9"/>
    <w:rsid w:val="00B25688"/>
    <w:rsid w:val="00C02849"/>
    <w:rsid w:val="00D12794"/>
    <w:rsid w:val="00D67BD8"/>
    <w:rsid w:val="00DE3814"/>
    <w:rsid w:val="00DF7897"/>
    <w:rsid w:val="00E37B8A"/>
    <w:rsid w:val="00E609BC"/>
    <w:rsid w:val="00F0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2EB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0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E035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E035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035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2021-11-10T01:24:00Z</dcterms:created>
  <dcterms:modified xsi:type="dcterms:W3CDTF">2021-11-10T01:24:00Z</dcterms:modified>
</cp:coreProperties>
</file>