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19462AA" w14:textId="77777777" w:rsidTr="00987DB5">
        <w:tc>
          <w:tcPr>
            <w:tcW w:w="9498" w:type="dxa"/>
          </w:tcPr>
          <w:p w14:paraId="719462A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19462C1" wp14:editId="719462C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9462A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19462A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19462A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19462AB" w14:textId="4D418BE1" w:rsidR="0033636C" w:rsidRPr="00C8101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101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A417B">
            <w:rPr>
              <w:rFonts w:ascii="Times New Roman" w:hAnsi="Times New Roman"/>
              <w:sz w:val="28"/>
              <w:szCs w:val="28"/>
            </w:rPr>
            <w:t>26 сентября 2023 года</w:t>
          </w:r>
        </w:sdtContent>
      </w:sdt>
      <w:r w:rsidRPr="00C8101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A417B">
            <w:rPr>
              <w:rFonts w:ascii="Times New Roman" w:hAnsi="Times New Roman"/>
              <w:sz w:val="28"/>
              <w:szCs w:val="28"/>
            </w:rPr>
            <w:t>616</w:t>
          </w:r>
          <w:bookmarkStart w:id="0" w:name="_GoBack"/>
          <w:bookmarkEnd w:id="0"/>
        </w:sdtContent>
      </w:sdt>
    </w:p>
    <w:p w14:paraId="719462A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19462AE" w14:textId="39C33B1B" w:rsidR="00185FEC" w:rsidRDefault="0033636C" w:rsidP="00C8101C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0979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7B580A">
        <w:rPr>
          <w:rFonts w:ascii="Times New Roman" w:hAnsi="Times New Roman"/>
          <w:b/>
          <w:sz w:val="28"/>
          <w:szCs w:val="28"/>
        </w:rPr>
        <w:br/>
      </w:r>
      <w:r w:rsidRPr="00560979">
        <w:rPr>
          <w:rFonts w:ascii="Times New Roman" w:hAnsi="Times New Roman"/>
          <w:b/>
          <w:sz w:val="28"/>
          <w:szCs w:val="28"/>
        </w:rPr>
        <w:t xml:space="preserve">предоставления муниципальной услуги </w:t>
      </w:r>
      <w:r w:rsidR="007B580A">
        <w:rPr>
          <w:rFonts w:ascii="Times New Roman" w:hAnsi="Times New Roman"/>
          <w:b/>
          <w:sz w:val="28"/>
          <w:szCs w:val="28"/>
        </w:rPr>
        <w:br/>
      </w:r>
      <w:r w:rsidRPr="00560979">
        <w:rPr>
          <w:rFonts w:ascii="Times New Roman" w:hAnsi="Times New Roman"/>
          <w:b/>
          <w:sz w:val="28"/>
          <w:szCs w:val="28"/>
        </w:rPr>
        <w:t>«Выдача разрешений на проведение</w:t>
      </w:r>
      <w:r w:rsidR="00C8101C">
        <w:rPr>
          <w:rFonts w:ascii="Times New Roman" w:hAnsi="Times New Roman"/>
          <w:b/>
          <w:sz w:val="28"/>
          <w:szCs w:val="28"/>
        </w:rPr>
        <w:t xml:space="preserve"> </w:t>
      </w:r>
      <w:r w:rsidRPr="00560979">
        <w:rPr>
          <w:rFonts w:ascii="Times New Roman" w:hAnsi="Times New Roman"/>
          <w:b/>
          <w:sz w:val="28"/>
          <w:szCs w:val="28"/>
        </w:rPr>
        <w:t>земляных работ»</w:t>
      </w:r>
    </w:p>
    <w:p w14:paraId="38AA3A47" w14:textId="77777777" w:rsidR="008E5065" w:rsidRPr="008E5065" w:rsidRDefault="008E5065" w:rsidP="00834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Pr="008E5065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с Федеральным законом от 27.07.2010 № 210-ФЗ </w:t>
      </w:r>
      <w:r w:rsidRPr="008E5065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 статьей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8E5065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Pr="008E5065">
        <w:rPr>
          <w:rFonts w:ascii="Times New Roman" w:hAnsi="Times New Roman"/>
          <w:sz w:val="28"/>
          <w:szCs w:val="28"/>
        </w:rPr>
        <w:t>:</w:t>
      </w:r>
    </w:p>
    <w:p w14:paraId="758A99E5" w14:textId="77777777" w:rsidR="008E5065" w:rsidRPr="008E5065" w:rsidRDefault="008E5065" w:rsidP="00834B40">
      <w:pPr>
        <w:tabs>
          <w:tab w:val="left" w:pos="851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«Выдача разрешений на проведение земляных работ» (прилагается).</w:t>
      </w:r>
    </w:p>
    <w:p w14:paraId="45D76B66" w14:textId="67D3B59D" w:rsidR="008E5065" w:rsidRPr="008E5065" w:rsidRDefault="008E5065" w:rsidP="00834B40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2. Счи</w:t>
      </w:r>
      <w:r w:rsidR="00140174">
        <w:rPr>
          <w:rFonts w:ascii="Times New Roman" w:hAnsi="Times New Roman"/>
          <w:sz w:val="28"/>
          <w:szCs w:val="28"/>
        </w:rPr>
        <w:t>тать утратившим</w:t>
      </w:r>
      <w:r w:rsidRPr="008E5065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140174">
        <w:rPr>
          <w:rFonts w:ascii="Times New Roman" w:hAnsi="Times New Roman"/>
          <w:sz w:val="28"/>
          <w:szCs w:val="28"/>
        </w:rPr>
        <w:t>е</w:t>
      </w:r>
      <w:r w:rsidRPr="008E5065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 xml:space="preserve">ия «Городской округ Ногликский» </w:t>
      </w:r>
      <w:r w:rsidRPr="008E506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662024">
        <w:rPr>
          <w:rFonts w:ascii="Times New Roman" w:hAnsi="Times New Roman"/>
          <w:sz w:val="28"/>
          <w:szCs w:val="28"/>
        </w:rPr>
        <w:t>09</w:t>
      </w:r>
      <w:r w:rsidR="00E70793">
        <w:rPr>
          <w:rFonts w:ascii="Times New Roman" w:hAnsi="Times New Roman"/>
          <w:sz w:val="28"/>
          <w:szCs w:val="28"/>
        </w:rPr>
        <w:t xml:space="preserve"> февраля </w:t>
      </w:r>
      <w:r w:rsidR="00662024">
        <w:rPr>
          <w:rFonts w:ascii="Times New Roman" w:hAnsi="Times New Roman"/>
          <w:sz w:val="28"/>
          <w:szCs w:val="28"/>
        </w:rPr>
        <w:t>2023</w:t>
      </w:r>
      <w:r w:rsidR="00662024" w:rsidRPr="008E5065">
        <w:rPr>
          <w:rFonts w:ascii="Times New Roman" w:hAnsi="Times New Roman"/>
          <w:sz w:val="28"/>
          <w:szCs w:val="28"/>
        </w:rPr>
        <w:t xml:space="preserve"> </w:t>
      </w:r>
      <w:r w:rsidR="00E70793">
        <w:rPr>
          <w:rFonts w:ascii="Times New Roman" w:hAnsi="Times New Roman"/>
          <w:sz w:val="28"/>
          <w:szCs w:val="28"/>
        </w:rPr>
        <w:t xml:space="preserve">года </w:t>
      </w:r>
      <w:r w:rsidR="0066202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53</w:t>
      </w:r>
      <w:r w:rsidRPr="008E5065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муниципальной услуги «Выдача разрешений на проведение земляных работ».</w:t>
      </w:r>
    </w:p>
    <w:p w14:paraId="7440045D" w14:textId="77777777" w:rsidR="008E5065" w:rsidRPr="008E5065" w:rsidRDefault="008E5065" w:rsidP="00834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8E5065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8E5065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719462B9" w14:textId="63881186" w:rsidR="008629FA" w:rsidRDefault="008E5065" w:rsidP="00834B4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5065">
        <w:rPr>
          <w:rFonts w:ascii="Times New Roman" w:hAnsi="Times New Roman"/>
          <w:bCs/>
          <w:sz w:val="28"/>
          <w:szCs w:val="28"/>
        </w:rPr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Водолагу О.В.</w:t>
      </w:r>
    </w:p>
    <w:p w14:paraId="65702E57" w14:textId="77777777" w:rsidR="008E5065" w:rsidRDefault="008E5065" w:rsidP="00834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B49895" w14:textId="77777777" w:rsidR="008E5065" w:rsidRPr="00D12794" w:rsidRDefault="008E5065" w:rsidP="00834B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19462BA" w14:textId="77777777" w:rsidR="008629FA" w:rsidRDefault="008629FA" w:rsidP="00834B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19462C0" w14:textId="58DB18F1" w:rsidR="008629FA" w:rsidRPr="008629FA" w:rsidRDefault="008629FA" w:rsidP="00834B4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8E5065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8E5065">
        <w:rPr>
          <w:rFonts w:ascii="Times New Roman" w:hAnsi="Times New Roman"/>
          <w:sz w:val="28"/>
          <w:szCs w:val="28"/>
        </w:rPr>
        <w:tab/>
      </w:r>
      <w:r w:rsidR="008E5065">
        <w:rPr>
          <w:rFonts w:ascii="Times New Roman" w:hAnsi="Times New Roman"/>
          <w:sz w:val="28"/>
          <w:szCs w:val="28"/>
        </w:rPr>
        <w:tab/>
      </w:r>
      <w:r w:rsidR="008E5065">
        <w:rPr>
          <w:rFonts w:ascii="Times New Roman" w:hAnsi="Times New Roman"/>
          <w:sz w:val="28"/>
          <w:szCs w:val="28"/>
        </w:rPr>
        <w:tab/>
      </w:r>
      <w:r w:rsidR="008E5065">
        <w:rPr>
          <w:rFonts w:ascii="Times New Roman" w:hAnsi="Times New Roman"/>
          <w:sz w:val="28"/>
          <w:szCs w:val="28"/>
        </w:rPr>
        <w:tab/>
      </w:r>
      <w:r w:rsidR="008E5065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E50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B555F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7AD9C" w14:textId="77777777" w:rsidR="000E16F2" w:rsidRDefault="000E16F2" w:rsidP="0033636C">
      <w:pPr>
        <w:spacing w:after="0" w:line="240" w:lineRule="auto"/>
      </w:pPr>
      <w:r>
        <w:separator/>
      </w:r>
    </w:p>
  </w:endnote>
  <w:endnote w:type="continuationSeparator" w:id="0">
    <w:p w14:paraId="11100219" w14:textId="77777777" w:rsidR="000E16F2" w:rsidRDefault="000E16F2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915EE" w14:textId="77777777" w:rsidR="000E16F2" w:rsidRDefault="000E16F2" w:rsidP="0033636C">
      <w:pPr>
        <w:spacing w:after="0" w:line="240" w:lineRule="auto"/>
      </w:pPr>
      <w:r>
        <w:separator/>
      </w:r>
    </w:p>
  </w:footnote>
  <w:footnote w:type="continuationSeparator" w:id="0">
    <w:p w14:paraId="626CAFBB" w14:textId="77777777" w:rsidR="000E16F2" w:rsidRDefault="000E16F2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555F"/>
    <w:rsid w:val="000E16F2"/>
    <w:rsid w:val="00140174"/>
    <w:rsid w:val="00185FEC"/>
    <w:rsid w:val="001A417B"/>
    <w:rsid w:val="001E1F9F"/>
    <w:rsid w:val="002003DC"/>
    <w:rsid w:val="0033636C"/>
    <w:rsid w:val="003E4257"/>
    <w:rsid w:val="00436643"/>
    <w:rsid w:val="00520CBF"/>
    <w:rsid w:val="00560979"/>
    <w:rsid w:val="00662024"/>
    <w:rsid w:val="007B580A"/>
    <w:rsid w:val="00834B40"/>
    <w:rsid w:val="008629FA"/>
    <w:rsid w:val="008E5065"/>
    <w:rsid w:val="00987DB5"/>
    <w:rsid w:val="00AC72C8"/>
    <w:rsid w:val="00B10ED9"/>
    <w:rsid w:val="00B25688"/>
    <w:rsid w:val="00C02849"/>
    <w:rsid w:val="00C8101C"/>
    <w:rsid w:val="00D12794"/>
    <w:rsid w:val="00D14E7A"/>
    <w:rsid w:val="00D67BD8"/>
    <w:rsid w:val="00DF7897"/>
    <w:rsid w:val="00E37B8A"/>
    <w:rsid w:val="00E609BC"/>
    <w:rsid w:val="00E7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62A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D282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D282E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C1680"/>
    <w:rsid w:val="00560091"/>
    <w:rsid w:val="00AD282E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dcterms:created xsi:type="dcterms:W3CDTF">2020-04-07T04:52:00Z</dcterms:created>
  <dcterms:modified xsi:type="dcterms:W3CDTF">2023-09-26T06:51:00Z</dcterms:modified>
</cp:coreProperties>
</file>