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637BFF5" w14:textId="77777777" w:rsidTr="00987DB5">
        <w:tc>
          <w:tcPr>
            <w:tcW w:w="9498" w:type="dxa"/>
          </w:tcPr>
          <w:p w14:paraId="6637BFF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637C00C" wp14:editId="6637C00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37BFF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637BFF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637BFF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637BFF6" w14:textId="7A19476E" w:rsidR="0033636C" w:rsidRPr="0071015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bookmarkStart w:id="0" w:name="_GoBack"/>
      <w:bookmarkEnd w:id="0"/>
      <w:r w:rsidRPr="0071015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1015A" w:rsidRPr="0071015A">
            <w:rPr>
              <w:rFonts w:ascii="Times New Roman" w:hAnsi="Times New Roman"/>
              <w:sz w:val="28"/>
              <w:szCs w:val="28"/>
            </w:rPr>
            <w:t>22 февраля 2022 года</w:t>
          </w:r>
        </w:sdtContent>
      </w:sdt>
      <w:r w:rsidRPr="0071015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1015A" w:rsidRPr="0071015A">
            <w:rPr>
              <w:rFonts w:ascii="Times New Roman" w:hAnsi="Times New Roman"/>
              <w:sz w:val="28"/>
              <w:szCs w:val="28"/>
            </w:rPr>
            <w:t>61</w:t>
          </w:r>
        </w:sdtContent>
      </w:sdt>
    </w:p>
    <w:p w14:paraId="6637BFF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637BFF8" w14:textId="34674B14" w:rsidR="0033636C" w:rsidRPr="003770DC" w:rsidRDefault="0033636C" w:rsidP="00F32FE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70DC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153948">
        <w:rPr>
          <w:rFonts w:ascii="Times New Roman" w:hAnsi="Times New Roman"/>
          <w:b/>
          <w:sz w:val="28"/>
          <w:szCs w:val="28"/>
        </w:rPr>
        <w:br/>
      </w:r>
      <w:r w:rsidRPr="003770DC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153948">
        <w:rPr>
          <w:rFonts w:ascii="Times New Roman" w:hAnsi="Times New Roman"/>
          <w:b/>
          <w:sz w:val="28"/>
          <w:szCs w:val="28"/>
        </w:rPr>
        <w:br/>
        <w:t>«</w:t>
      </w:r>
      <w:r w:rsidRPr="003770DC">
        <w:rPr>
          <w:rFonts w:ascii="Times New Roman" w:hAnsi="Times New Roman"/>
          <w:b/>
          <w:sz w:val="28"/>
          <w:szCs w:val="28"/>
        </w:rPr>
        <w:t>Выдача разрешения на ввод объекта в эксплуатацию</w:t>
      </w:r>
      <w:r w:rsidR="00153948">
        <w:rPr>
          <w:rFonts w:ascii="Times New Roman" w:hAnsi="Times New Roman"/>
          <w:b/>
          <w:sz w:val="28"/>
          <w:szCs w:val="28"/>
        </w:rPr>
        <w:t>»</w:t>
      </w:r>
    </w:p>
    <w:p w14:paraId="6637BFF9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04EC6CC" w14:textId="7001D672" w:rsidR="003770DC" w:rsidRPr="003770DC" w:rsidRDefault="003770DC" w:rsidP="003770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На основании Федерального закона от 27.12.2019 № 472-ФЗ </w:t>
      </w:r>
      <w:r w:rsidRPr="003770DC">
        <w:rPr>
          <w:rFonts w:ascii="Times New Roman" w:hAnsi="Times New Roman"/>
          <w:sz w:val="28"/>
          <w:szCs w:val="28"/>
        </w:rPr>
        <w:br/>
        <w:t>«О внесении изменений в Градостроительный кодекс Российской Федерации и отдельные законодательные акты Российской Федерации», ст. 16 Федерального закона от 06.10.2003 № 131-ФЗ «Об общих принципах организации местного самоуправления в Российской Федерации»,</w:t>
      </w:r>
      <w:r w:rsidR="00F32FE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54A1E">
        <w:rPr>
          <w:rFonts w:ascii="Times New Roman" w:hAnsi="Times New Roman"/>
          <w:sz w:val="28"/>
          <w:szCs w:val="28"/>
        </w:rPr>
        <w:t xml:space="preserve">Федерального закона от 27.07.2010 № 210-ФЗ «Об организации предоставления государственных и муниципальных услуг», </w:t>
      </w:r>
      <w:r w:rsidRPr="003770DC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770DC">
        <w:rPr>
          <w:rFonts w:ascii="Times New Roman" w:hAnsi="Times New Roman"/>
          <w:b/>
          <w:sz w:val="28"/>
          <w:szCs w:val="28"/>
        </w:rPr>
        <w:t>ПОСТАНОВЛЯЕТ:</w:t>
      </w:r>
    </w:p>
    <w:p w14:paraId="792D5107" w14:textId="1D0686AB" w:rsidR="003770DC" w:rsidRPr="003770DC" w:rsidRDefault="003770DC" w:rsidP="00F32FEA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1. Утвердить административный регламент предоставления муниципальной услуги «Выдача разрешения на ввод объекта в эксплуатацию» (прилагается). </w:t>
      </w:r>
    </w:p>
    <w:p w14:paraId="5A8A8056" w14:textId="77777777" w:rsidR="003770DC" w:rsidRPr="003770DC" w:rsidRDefault="003770DC" w:rsidP="00F32FEA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lastRenderedPageBreak/>
        <w:t>2. Считать утратившими силу постановления администрации муниципального образования «Городской округ Ногликский»:</w:t>
      </w:r>
    </w:p>
    <w:p w14:paraId="0E6A5AC2" w14:textId="392C2D29" w:rsidR="003770DC" w:rsidRPr="003770DC" w:rsidRDefault="003770DC" w:rsidP="00153948">
      <w:pPr>
        <w:pStyle w:val="aa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 от 23.03.2020 № 145 «Об утверждении административного регламента предоставления муниципальной услуги «Выдача разрешения на ввод объекта в эксплуатацию при осуществлении строительства, реконструкции»</w:t>
      </w:r>
      <w:r w:rsidR="00440255">
        <w:rPr>
          <w:rFonts w:ascii="Times New Roman" w:hAnsi="Times New Roman"/>
          <w:sz w:val="28"/>
          <w:szCs w:val="28"/>
        </w:rPr>
        <w:t>, за исключением пункта 2</w:t>
      </w:r>
      <w:r w:rsidRPr="003770DC">
        <w:rPr>
          <w:rFonts w:ascii="Times New Roman" w:hAnsi="Times New Roman"/>
          <w:sz w:val="28"/>
          <w:szCs w:val="28"/>
        </w:rPr>
        <w:t>;</w:t>
      </w:r>
    </w:p>
    <w:p w14:paraId="1E754103" w14:textId="52321E81" w:rsidR="003770DC" w:rsidRPr="003770DC" w:rsidRDefault="003770DC" w:rsidP="00153948">
      <w:pPr>
        <w:pStyle w:val="aa"/>
        <w:numPr>
          <w:ilvl w:val="0"/>
          <w:numId w:val="2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 от 17.06.2020 № 307 «О внесении изменений в постановление администрации муниципального образования «Городской округ Ногликский» от 23.03.2020 № 145»;</w:t>
      </w:r>
    </w:p>
    <w:p w14:paraId="75880919" w14:textId="5D04C03A" w:rsidR="003770DC" w:rsidRDefault="003770DC" w:rsidP="00153948">
      <w:pPr>
        <w:pStyle w:val="aa"/>
        <w:numPr>
          <w:ilvl w:val="0"/>
          <w:numId w:val="1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12.11.2020</w:t>
      </w:r>
      <w:r w:rsidRPr="003770D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559</w:t>
      </w:r>
      <w:r w:rsidRPr="003770DC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23.03.2020</w:t>
      </w:r>
      <w:r w:rsidRPr="003770D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145»;</w:t>
      </w:r>
    </w:p>
    <w:p w14:paraId="1A4F4FEF" w14:textId="0DEC7B34" w:rsidR="003770DC" w:rsidRPr="003770DC" w:rsidRDefault="003770DC" w:rsidP="00153948">
      <w:pPr>
        <w:pStyle w:val="aa"/>
        <w:numPr>
          <w:ilvl w:val="0"/>
          <w:numId w:val="1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25.02.2021</w:t>
      </w:r>
      <w:r w:rsidRPr="003770D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100</w:t>
      </w:r>
      <w:r w:rsidRPr="003770DC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23.03.2020</w:t>
      </w:r>
      <w:r w:rsidRPr="003770D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145»</w:t>
      </w:r>
      <w:r w:rsidR="00CB37F8">
        <w:rPr>
          <w:rFonts w:ascii="Times New Roman" w:hAnsi="Times New Roman"/>
          <w:sz w:val="28"/>
          <w:szCs w:val="28"/>
        </w:rPr>
        <w:t>.</w:t>
      </w:r>
    </w:p>
    <w:p w14:paraId="26EDD011" w14:textId="77777777" w:rsidR="003770DC" w:rsidRPr="003770DC" w:rsidRDefault="003770DC" w:rsidP="003770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</w:t>
      </w:r>
      <w:r w:rsidRPr="003770DC">
        <w:rPr>
          <w:rFonts w:ascii="Times New Roman" w:hAnsi="Times New Roman"/>
          <w:bCs/>
          <w:sz w:val="28"/>
          <w:szCs w:val="28"/>
        </w:rPr>
        <w:t xml:space="preserve">на официальном сайте муниципального образования «Городской округ Ногликский» в информационно-телекоммуникационной сети </w:t>
      </w:r>
      <w:r w:rsidRPr="003770DC">
        <w:rPr>
          <w:rFonts w:ascii="Times New Roman" w:hAnsi="Times New Roman"/>
          <w:bCs/>
          <w:sz w:val="28"/>
          <w:szCs w:val="28"/>
        </w:rPr>
        <w:br/>
        <w:t>«Интернет».</w:t>
      </w:r>
    </w:p>
    <w:p w14:paraId="0C53E54F" w14:textId="1945DAB3" w:rsidR="003770DC" w:rsidRPr="003770DC" w:rsidRDefault="003770DC" w:rsidP="003770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bCs/>
          <w:sz w:val="28"/>
          <w:szCs w:val="28"/>
        </w:rPr>
        <w:t xml:space="preserve">4. Контроль за исполнением настоящего постановления </w:t>
      </w:r>
      <w:r>
        <w:rPr>
          <w:rFonts w:ascii="Times New Roman" w:hAnsi="Times New Roman"/>
          <w:bCs/>
          <w:sz w:val="28"/>
          <w:szCs w:val="28"/>
        </w:rPr>
        <w:t>возложить на первого вице-мэра муниципального образования «Городской округ Ногликский» Гуляева С.С.</w:t>
      </w:r>
    </w:p>
    <w:p w14:paraId="6637BFFB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37C00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637C00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637C006" w14:textId="09858640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</w:t>
      </w:r>
      <w:r w:rsidR="003770DC">
        <w:rPr>
          <w:rFonts w:ascii="Times New Roman" w:hAnsi="Times New Roman"/>
          <w:sz w:val="28"/>
          <w:szCs w:val="28"/>
        </w:rPr>
        <w:t>родской округ Ногликский»</w:t>
      </w:r>
      <w:r w:rsidR="003770DC">
        <w:rPr>
          <w:rFonts w:ascii="Times New Roman" w:hAnsi="Times New Roman"/>
          <w:sz w:val="28"/>
          <w:szCs w:val="28"/>
        </w:rPr>
        <w:tab/>
      </w:r>
      <w:r w:rsidR="003770DC">
        <w:rPr>
          <w:rFonts w:ascii="Times New Roman" w:hAnsi="Times New Roman"/>
          <w:sz w:val="28"/>
          <w:szCs w:val="28"/>
        </w:rPr>
        <w:tab/>
      </w:r>
      <w:r w:rsidR="003770DC">
        <w:rPr>
          <w:rFonts w:ascii="Times New Roman" w:hAnsi="Times New Roman"/>
          <w:sz w:val="28"/>
          <w:szCs w:val="28"/>
        </w:rPr>
        <w:tab/>
      </w:r>
      <w:r w:rsidR="003770DC">
        <w:rPr>
          <w:rFonts w:ascii="Times New Roman" w:hAnsi="Times New Roman"/>
          <w:sz w:val="28"/>
          <w:szCs w:val="28"/>
        </w:rPr>
        <w:tab/>
      </w:r>
      <w:r w:rsidR="003770DC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3770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6637C00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637C00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637C00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637C00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637C00B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153948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37C01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637C01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37C00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637C00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1505612"/>
      <w:docPartObj>
        <w:docPartGallery w:val="Page Numbers (Top of Page)"/>
        <w:docPartUnique/>
      </w:docPartObj>
    </w:sdtPr>
    <w:sdtEndPr/>
    <w:sdtContent>
      <w:p w14:paraId="5B300BFD" w14:textId="4D1BDDA2" w:rsidR="00153948" w:rsidRDefault="0015394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15A">
          <w:rPr>
            <w:noProof/>
          </w:rPr>
          <w:t>2</w:t>
        </w:r>
        <w:r>
          <w:fldChar w:fldCharType="end"/>
        </w:r>
      </w:p>
    </w:sdtContent>
  </w:sdt>
  <w:p w14:paraId="5554E6FE" w14:textId="77777777" w:rsidR="00153948" w:rsidRDefault="0015394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7213F"/>
    <w:multiLevelType w:val="hybridMultilevel"/>
    <w:tmpl w:val="27A08134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412611C"/>
    <w:multiLevelType w:val="hybridMultilevel"/>
    <w:tmpl w:val="53C66B1A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849"/>
    <w:rsid w:val="00006513"/>
    <w:rsid w:val="00053BD0"/>
    <w:rsid w:val="00153948"/>
    <w:rsid w:val="00185FEC"/>
    <w:rsid w:val="001E1F9F"/>
    <w:rsid w:val="002003DC"/>
    <w:rsid w:val="0033636C"/>
    <w:rsid w:val="003770DC"/>
    <w:rsid w:val="003E4257"/>
    <w:rsid w:val="00440255"/>
    <w:rsid w:val="00520CBF"/>
    <w:rsid w:val="0071015A"/>
    <w:rsid w:val="00754A1E"/>
    <w:rsid w:val="008629FA"/>
    <w:rsid w:val="00987DB5"/>
    <w:rsid w:val="00AC72C8"/>
    <w:rsid w:val="00B10ED9"/>
    <w:rsid w:val="00B25688"/>
    <w:rsid w:val="00C02849"/>
    <w:rsid w:val="00CB37F8"/>
    <w:rsid w:val="00D12794"/>
    <w:rsid w:val="00D67BD8"/>
    <w:rsid w:val="00DF7897"/>
    <w:rsid w:val="00E37B8A"/>
    <w:rsid w:val="00E609BC"/>
    <w:rsid w:val="00F3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7BFF1"/>
  <w15:docId w15:val="{0424FA8F-85F3-4937-8E85-0F7331AB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77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70DC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377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F6F3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F6F3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04"/>
    <w:rsid w:val="001F6F30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25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9</cp:revision>
  <dcterms:created xsi:type="dcterms:W3CDTF">2020-04-07T04:52:00Z</dcterms:created>
  <dcterms:modified xsi:type="dcterms:W3CDTF">2022-02-24T00:59:00Z</dcterms:modified>
</cp:coreProperties>
</file>