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235B97C" w14:textId="77777777" w:rsidTr="00987DB5">
        <w:tc>
          <w:tcPr>
            <w:tcW w:w="9498" w:type="dxa"/>
          </w:tcPr>
          <w:p w14:paraId="7235B9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35B993" wp14:editId="7235B9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35B97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235B97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235B97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235B97D" w14:textId="357F62D9" w:rsidR="0033636C" w:rsidRPr="006F2C4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F2C4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020B2">
            <w:rPr>
              <w:rFonts w:ascii="Times New Roman" w:hAnsi="Times New Roman"/>
              <w:sz w:val="28"/>
              <w:szCs w:val="28"/>
            </w:rPr>
            <w:t>16 октября 2024 года</w:t>
          </w:r>
        </w:sdtContent>
      </w:sdt>
      <w:r w:rsidRPr="006F2C4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020B2" w:rsidRPr="00D020B2">
            <w:rPr>
              <w:rFonts w:ascii="Times New Roman" w:hAnsi="Times New Roman"/>
              <w:sz w:val="28"/>
              <w:szCs w:val="28"/>
            </w:rPr>
            <w:t>624</w:t>
          </w:r>
        </w:sdtContent>
      </w:sdt>
    </w:p>
    <w:p w14:paraId="7235B97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280892D" w14:textId="77777777" w:rsidR="006F2C48" w:rsidRDefault="0033636C" w:rsidP="006F2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3E0F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14:paraId="5FD9794F" w14:textId="0D7E4404" w:rsidR="006F2C48" w:rsidRDefault="0033636C" w:rsidP="006F2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3E0F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6F2C48">
        <w:rPr>
          <w:rFonts w:ascii="Times New Roman" w:hAnsi="Times New Roman"/>
          <w:b/>
          <w:sz w:val="28"/>
          <w:szCs w:val="28"/>
        </w:rPr>
        <w:t>«</w:t>
      </w:r>
      <w:r w:rsidRPr="00F33E0F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6F2C48">
        <w:rPr>
          <w:rFonts w:ascii="Times New Roman" w:hAnsi="Times New Roman"/>
          <w:b/>
          <w:sz w:val="28"/>
          <w:szCs w:val="28"/>
        </w:rPr>
        <w:t>»</w:t>
      </w:r>
    </w:p>
    <w:p w14:paraId="7235B97F" w14:textId="1D2E1F94" w:rsidR="0033636C" w:rsidRPr="00F33E0F" w:rsidRDefault="0033636C" w:rsidP="006F2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3E0F">
        <w:rPr>
          <w:rFonts w:ascii="Times New Roman" w:hAnsi="Times New Roman"/>
          <w:b/>
          <w:sz w:val="28"/>
          <w:szCs w:val="28"/>
        </w:rPr>
        <w:t>от 08</w:t>
      </w:r>
      <w:r w:rsidR="006F2C48">
        <w:rPr>
          <w:rFonts w:ascii="Times New Roman" w:hAnsi="Times New Roman"/>
          <w:b/>
          <w:sz w:val="28"/>
          <w:szCs w:val="28"/>
        </w:rPr>
        <w:t xml:space="preserve"> декабря </w:t>
      </w:r>
      <w:r w:rsidRPr="00F33E0F">
        <w:rPr>
          <w:rFonts w:ascii="Times New Roman" w:hAnsi="Times New Roman"/>
          <w:b/>
          <w:sz w:val="28"/>
          <w:szCs w:val="28"/>
        </w:rPr>
        <w:t xml:space="preserve">2023 </w:t>
      </w:r>
      <w:r w:rsidR="006F2C48">
        <w:rPr>
          <w:rFonts w:ascii="Times New Roman" w:hAnsi="Times New Roman"/>
          <w:b/>
          <w:sz w:val="28"/>
          <w:szCs w:val="28"/>
        </w:rPr>
        <w:t xml:space="preserve">года </w:t>
      </w:r>
      <w:r w:rsidRPr="00F33E0F">
        <w:rPr>
          <w:rFonts w:ascii="Times New Roman" w:hAnsi="Times New Roman"/>
          <w:b/>
          <w:sz w:val="28"/>
          <w:szCs w:val="28"/>
        </w:rPr>
        <w:t>№ 753</w:t>
      </w:r>
    </w:p>
    <w:p w14:paraId="7235B980" w14:textId="77777777" w:rsidR="00185FEC" w:rsidRDefault="00185FEC" w:rsidP="006F2C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2800E4" w14:textId="4023FA21" w:rsidR="00F33E0F" w:rsidRPr="001E73DA" w:rsidRDefault="00F33E0F" w:rsidP="006F2C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E73DA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2358CD">
        <w:rPr>
          <w:rFonts w:ascii="Times New Roman" w:hAnsi="Times New Roman"/>
          <w:sz w:val="28"/>
          <w:szCs w:val="28"/>
        </w:rPr>
        <w:t xml:space="preserve">Собрания муниципального образования «Городской округ Ногликский» от 07.12.2023 № 290 «О бюджете муниципального образования «Городской округ Ногликский» на 2024 год и на плановый период 2025 и 2026 годов» (в редакции от </w:t>
      </w:r>
      <w:r>
        <w:rPr>
          <w:rFonts w:ascii="Times New Roman" w:hAnsi="Times New Roman"/>
          <w:sz w:val="28"/>
          <w:szCs w:val="28"/>
        </w:rPr>
        <w:t xml:space="preserve">13.08.2024 </w:t>
      </w:r>
      <w:r w:rsidRPr="002358C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326</w:t>
      </w:r>
      <w:r w:rsidRPr="002358CD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73DA">
        <w:rPr>
          <w:rFonts w:ascii="Times New Roman" w:hAnsi="Times New Roman"/>
          <w:sz w:val="28"/>
          <w:szCs w:val="28"/>
        </w:rPr>
        <w:t>руководствуясь ст. 36 Устава муниципального образования «Городской округ Ногликский», администрация</w:t>
      </w:r>
      <w:bookmarkStart w:id="0" w:name="_GoBack"/>
      <w:bookmarkEnd w:id="0"/>
      <w:r w:rsidRPr="001E73DA">
        <w:rPr>
          <w:rFonts w:ascii="Times New Roman" w:hAnsi="Times New Roman"/>
          <w:sz w:val="28"/>
          <w:szCs w:val="28"/>
        </w:rPr>
        <w:t xml:space="preserve"> муниципального образования «Городской </w:t>
      </w:r>
      <w:r>
        <w:rPr>
          <w:rFonts w:ascii="Times New Roman" w:hAnsi="Times New Roman"/>
          <w:sz w:val="28"/>
          <w:szCs w:val="28"/>
        </w:rPr>
        <w:t xml:space="preserve">округ Ногликский» </w:t>
      </w:r>
      <w:r w:rsidRPr="00D02217">
        <w:rPr>
          <w:rFonts w:ascii="Times New Roman" w:hAnsi="Times New Roman"/>
          <w:b/>
          <w:sz w:val="28"/>
          <w:szCs w:val="28"/>
        </w:rPr>
        <w:t>ПОСТАНОВЛЯЕТ:</w:t>
      </w:r>
    </w:p>
    <w:p w14:paraId="20B6FA08" w14:textId="112B33CB" w:rsidR="00F33E0F" w:rsidRDefault="00F33E0F" w:rsidP="006F2C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Внести в постановление администрации муниципального образования «Городской округ Ногликский» от 08</w:t>
      </w:r>
      <w:r w:rsidR="006F2C48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6F2C48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753 «Об утверждении норм, выраженных в натуральных 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 следующие изменения:</w:t>
      </w:r>
    </w:p>
    <w:p w14:paraId="26A2B829" w14:textId="77777777" w:rsidR="00F33E0F" w:rsidRPr="00491E7C" w:rsidRDefault="00F33E0F" w:rsidP="006F2C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>Приложение 2 изложить в новой редакции согласно приложению 1 к настоящему постановлению.</w:t>
      </w:r>
    </w:p>
    <w:p w14:paraId="4B7FB9A9" w14:textId="77777777" w:rsidR="00F33E0F" w:rsidRPr="00491E7C" w:rsidRDefault="00F33E0F" w:rsidP="006F2C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изложить в новой редакции согласно приложению 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7E026E25" w14:textId="77777777" w:rsidR="00F33E0F" w:rsidRDefault="00F33E0F" w:rsidP="006F2C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2</w:t>
      </w:r>
      <w:r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>. 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E4874E8" w14:textId="77777777" w:rsidR="00F33E0F" w:rsidRDefault="00F33E0F" w:rsidP="006F2C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управляющего делами администрации муниципа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«Городской округ Ногликский» Авдеева И.Ю.</w:t>
      </w:r>
    </w:p>
    <w:p w14:paraId="7CB9BEAC" w14:textId="77777777" w:rsidR="00F33E0F" w:rsidRPr="001E73DA" w:rsidRDefault="00F33E0F" w:rsidP="006F2C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D4B6E1" w14:textId="77777777" w:rsidR="00F33E0F" w:rsidRPr="001E73DA" w:rsidRDefault="00F33E0F" w:rsidP="00F33E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78D33F" w14:textId="77777777" w:rsidR="00F33E0F" w:rsidRPr="001E73DA" w:rsidRDefault="00F33E0F" w:rsidP="00F33E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Мэр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414CD4F4" w14:textId="77777777" w:rsidR="00F33E0F" w:rsidRPr="001E73DA" w:rsidRDefault="00F33E0F" w:rsidP="00F33E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С.В. Камелин</w:t>
      </w:r>
    </w:p>
    <w:sectPr w:rsidR="00F33E0F" w:rsidRPr="001E73DA" w:rsidSect="0058099B">
      <w:footerReference w:type="default" r:id="rId7"/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710FA" w14:textId="77777777" w:rsidR="003F3771" w:rsidRDefault="003F3771" w:rsidP="0033636C">
      <w:pPr>
        <w:spacing w:after="0" w:line="240" w:lineRule="auto"/>
      </w:pPr>
      <w:r>
        <w:separator/>
      </w:r>
    </w:p>
  </w:endnote>
  <w:endnote w:type="continuationSeparator" w:id="0">
    <w:p w14:paraId="611ED16C" w14:textId="77777777" w:rsidR="003F3771" w:rsidRDefault="003F377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5B999" w14:textId="34A2F06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67FA7" w14:textId="77777777" w:rsidR="003F3771" w:rsidRDefault="003F3771" w:rsidP="0033636C">
      <w:pPr>
        <w:spacing w:after="0" w:line="240" w:lineRule="auto"/>
      </w:pPr>
      <w:r>
        <w:separator/>
      </w:r>
    </w:p>
  </w:footnote>
  <w:footnote w:type="continuationSeparator" w:id="0">
    <w:p w14:paraId="7B569486" w14:textId="77777777" w:rsidR="003F3771" w:rsidRDefault="003F3771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C2B21"/>
    <w:rsid w:val="001E1F9F"/>
    <w:rsid w:val="002003DC"/>
    <w:rsid w:val="0033636C"/>
    <w:rsid w:val="00372223"/>
    <w:rsid w:val="003E4257"/>
    <w:rsid w:val="003F3771"/>
    <w:rsid w:val="00520CBF"/>
    <w:rsid w:val="0058099B"/>
    <w:rsid w:val="006F2C48"/>
    <w:rsid w:val="008629FA"/>
    <w:rsid w:val="00987DB5"/>
    <w:rsid w:val="00AC72C8"/>
    <w:rsid w:val="00B10ED9"/>
    <w:rsid w:val="00B25688"/>
    <w:rsid w:val="00C02849"/>
    <w:rsid w:val="00D020B2"/>
    <w:rsid w:val="00D12794"/>
    <w:rsid w:val="00D67BD8"/>
    <w:rsid w:val="00DF7897"/>
    <w:rsid w:val="00E37B8A"/>
    <w:rsid w:val="00E609BC"/>
    <w:rsid w:val="00F3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5B9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F33E0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02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20B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75CF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75CF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4393B"/>
    <w:rsid w:val="00575CF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2024-10-15T23:49:00Z</cp:lastPrinted>
  <dcterms:created xsi:type="dcterms:W3CDTF">2020-04-07T04:52:00Z</dcterms:created>
  <dcterms:modified xsi:type="dcterms:W3CDTF">2024-10-15T23:49:00Z</dcterms:modified>
</cp:coreProperties>
</file>