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D6FC72" w14:textId="77777777" w:rsidTr="00987DB5">
        <w:tc>
          <w:tcPr>
            <w:tcW w:w="9498" w:type="dxa"/>
          </w:tcPr>
          <w:p w14:paraId="0AD6FC6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6FC89" wp14:editId="0AD6FC8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6FC6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D6FC7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D6FC7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D6FC73" w14:textId="7FB8996B" w:rsidR="0033636C" w:rsidRPr="00FA11A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1A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5C06">
            <w:rPr>
              <w:rFonts w:ascii="Times New Roman" w:hAnsi="Times New Roman"/>
              <w:sz w:val="28"/>
              <w:szCs w:val="28"/>
            </w:rPr>
            <w:t>13 октября</w:t>
          </w:r>
          <w:r w:rsidR="00FA11A8" w:rsidRPr="00FA11A8">
            <w:rPr>
              <w:rFonts w:ascii="Times New Roman" w:hAnsi="Times New Roman"/>
              <w:sz w:val="28"/>
              <w:szCs w:val="28"/>
            </w:rPr>
            <w:t xml:space="preserve"> 2023 года</w:t>
          </w:r>
        </w:sdtContent>
      </w:sdt>
      <w:r w:rsidRPr="00FA11A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5C06">
            <w:rPr>
              <w:rFonts w:ascii="Times New Roman" w:hAnsi="Times New Roman"/>
              <w:sz w:val="28"/>
              <w:szCs w:val="28"/>
            </w:rPr>
            <w:t>632</w:t>
          </w:r>
        </w:sdtContent>
      </w:sdt>
    </w:p>
    <w:p w14:paraId="0AD6FC7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99F736" w14:textId="77777777" w:rsidR="004A6828" w:rsidRPr="0022259C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муниципальном образовании «Городской округ </w:t>
      </w:r>
      <w:proofErr w:type="spellStart"/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</w:t>
      </w:r>
      <w:proofErr w:type="spellEnd"/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», утвержденную постановлением администрации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образования «Городской округ </w:t>
      </w:r>
      <w:proofErr w:type="spellStart"/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</w:t>
      </w:r>
      <w:proofErr w:type="spellEnd"/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от 09.10.2014 № 639</w:t>
      </w:r>
    </w:p>
    <w:p w14:paraId="49ADB54C" w14:textId="77777777" w:rsidR="004A6828" w:rsidRPr="0022259C" w:rsidRDefault="004A6828" w:rsidP="004A682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1106EB" w14:textId="0E49D022" w:rsidR="004A6828" w:rsidRPr="002B717B" w:rsidRDefault="004A6828" w:rsidP="002B717B">
      <w:pPr>
        <w:pStyle w:val="2"/>
        <w:ind w:firstLine="709"/>
        <w:jc w:val="both"/>
        <w:rPr>
          <w:sz w:val="24"/>
          <w:szCs w:val="24"/>
        </w:rPr>
      </w:pPr>
      <w:r w:rsidRPr="00F36186">
        <w:rPr>
          <w:szCs w:val="28"/>
        </w:rPr>
        <w:t xml:space="preserve">В целях приведения ресурсного обеспечения муниципальной программы «Обеспечение безопасности жизнедеятельности населения </w:t>
      </w:r>
      <w:r w:rsidR="00DB3786">
        <w:rPr>
          <w:szCs w:val="28"/>
        </w:rPr>
        <w:br/>
      </w:r>
      <w:r w:rsidRPr="00F36186">
        <w:rPr>
          <w:szCs w:val="28"/>
        </w:rPr>
        <w:t xml:space="preserve">в муниципальном образовании «Городской округ </w:t>
      </w:r>
      <w:proofErr w:type="spellStart"/>
      <w:r w:rsidRPr="00F36186">
        <w:rPr>
          <w:szCs w:val="28"/>
        </w:rPr>
        <w:t>Ногликский</w:t>
      </w:r>
      <w:proofErr w:type="spellEnd"/>
      <w:r w:rsidRPr="00F36186">
        <w:rPr>
          <w:szCs w:val="28"/>
        </w:rPr>
        <w:t xml:space="preserve">» </w:t>
      </w:r>
      <w:r w:rsidRPr="0037299E">
        <w:rPr>
          <w:szCs w:val="28"/>
        </w:rPr>
        <w:t xml:space="preserve">в соответствие </w:t>
      </w:r>
      <w:r w:rsidR="00A71D3A" w:rsidRPr="0037299E">
        <w:rPr>
          <w:szCs w:val="28"/>
        </w:rPr>
        <w:t>с решением</w:t>
      </w:r>
      <w:r w:rsidRPr="0037299E">
        <w:rPr>
          <w:szCs w:val="28"/>
        </w:rPr>
        <w:t xml:space="preserve"> Собрания муниципального образования «Городской округ </w:t>
      </w:r>
      <w:proofErr w:type="spellStart"/>
      <w:r w:rsidRPr="0037299E">
        <w:rPr>
          <w:szCs w:val="28"/>
        </w:rPr>
        <w:t>Ногликский</w:t>
      </w:r>
      <w:proofErr w:type="spellEnd"/>
      <w:r w:rsidRPr="0037299E">
        <w:rPr>
          <w:szCs w:val="28"/>
        </w:rPr>
        <w:t xml:space="preserve">» от </w:t>
      </w:r>
      <w:r w:rsidR="002B717B" w:rsidRPr="0037299E">
        <w:rPr>
          <w:szCs w:val="28"/>
        </w:rPr>
        <w:t>22.06</w:t>
      </w:r>
      <w:r w:rsidRPr="0037299E">
        <w:rPr>
          <w:szCs w:val="28"/>
        </w:rPr>
        <w:t>.202</w:t>
      </w:r>
      <w:r w:rsidR="002B717B" w:rsidRPr="0037299E">
        <w:rPr>
          <w:szCs w:val="28"/>
        </w:rPr>
        <w:t>3</w:t>
      </w:r>
      <w:r w:rsidRPr="0037299E">
        <w:rPr>
          <w:szCs w:val="28"/>
        </w:rPr>
        <w:t xml:space="preserve"> № </w:t>
      </w:r>
      <w:r w:rsidR="002B717B" w:rsidRPr="0037299E">
        <w:rPr>
          <w:szCs w:val="28"/>
        </w:rPr>
        <w:t>271</w:t>
      </w:r>
      <w:r w:rsidRPr="0037299E">
        <w:rPr>
          <w:szCs w:val="28"/>
        </w:rPr>
        <w:t xml:space="preserve"> «</w:t>
      </w:r>
      <w:r w:rsidR="002B717B" w:rsidRPr="0037299E">
        <w:rPr>
          <w:szCs w:val="28"/>
        </w:rPr>
        <w:t xml:space="preserve">О внесении изменений в решение Собрания муниципального образования «Городской округ </w:t>
      </w:r>
      <w:proofErr w:type="spellStart"/>
      <w:r w:rsidR="002B717B" w:rsidRPr="0037299E">
        <w:rPr>
          <w:szCs w:val="28"/>
        </w:rPr>
        <w:t>Ногликский</w:t>
      </w:r>
      <w:proofErr w:type="spellEnd"/>
      <w:r w:rsidR="002B717B" w:rsidRPr="0037299E">
        <w:rPr>
          <w:szCs w:val="28"/>
        </w:rPr>
        <w:t xml:space="preserve">» «О бюджете муниципального образования «Городской округ </w:t>
      </w:r>
      <w:proofErr w:type="spellStart"/>
      <w:r w:rsidR="002B717B" w:rsidRPr="0037299E">
        <w:rPr>
          <w:szCs w:val="28"/>
        </w:rPr>
        <w:t>Ногликский</w:t>
      </w:r>
      <w:proofErr w:type="spellEnd"/>
      <w:r w:rsidR="002B717B" w:rsidRPr="0037299E">
        <w:rPr>
          <w:szCs w:val="28"/>
        </w:rPr>
        <w:t>» на 2023 год и на плановый период 2</w:t>
      </w:r>
      <w:bookmarkStart w:id="0" w:name="_GoBack"/>
      <w:bookmarkEnd w:id="0"/>
      <w:r w:rsidR="002B717B" w:rsidRPr="0037299E">
        <w:rPr>
          <w:szCs w:val="28"/>
        </w:rPr>
        <w:t>024 и 2025 годов»</w:t>
      </w:r>
      <w:r w:rsidRPr="00F36186">
        <w:rPr>
          <w:szCs w:val="28"/>
        </w:rPr>
        <w:t xml:space="preserve">, 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</w:t>
      </w:r>
      <w:proofErr w:type="spellStart"/>
      <w:r w:rsidRPr="00F36186">
        <w:rPr>
          <w:szCs w:val="28"/>
        </w:rPr>
        <w:t>Ногликский</w:t>
      </w:r>
      <w:proofErr w:type="spellEnd"/>
      <w:r w:rsidRPr="00F36186">
        <w:rPr>
          <w:szCs w:val="28"/>
        </w:rPr>
        <w:t>», утвержденного постановлением администрации муниципального образован</w:t>
      </w:r>
      <w:r w:rsidR="008C0D77">
        <w:rPr>
          <w:szCs w:val="28"/>
        </w:rPr>
        <w:t xml:space="preserve">ия «Городской округ </w:t>
      </w:r>
      <w:proofErr w:type="spellStart"/>
      <w:r w:rsidR="008C0D77">
        <w:rPr>
          <w:szCs w:val="28"/>
        </w:rPr>
        <w:t>Ногликский</w:t>
      </w:r>
      <w:proofErr w:type="spellEnd"/>
      <w:r w:rsidR="008C0D77">
        <w:rPr>
          <w:szCs w:val="28"/>
        </w:rPr>
        <w:t xml:space="preserve">» </w:t>
      </w:r>
      <w:r w:rsidRPr="00F36186">
        <w:rPr>
          <w:szCs w:val="28"/>
        </w:rPr>
        <w:t xml:space="preserve">от 28.04.2016 </w:t>
      </w:r>
      <w:r w:rsidR="0037299E">
        <w:rPr>
          <w:szCs w:val="28"/>
        </w:rPr>
        <w:br/>
      </w:r>
      <w:r w:rsidRPr="00F36186">
        <w:rPr>
          <w:szCs w:val="28"/>
        </w:rPr>
        <w:t xml:space="preserve">№ 344, руководствуясь ст. 36 Устава муниципального образования «Городской округ </w:t>
      </w:r>
      <w:proofErr w:type="spellStart"/>
      <w:r w:rsidRPr="00F36186">
        <w:rPr>
          <w:szCs w:val="28"/>
        </w:rPr>
        <w:t>Ногликский</w:t>
      </w:r>
      <w:proofErr w:type="spellEnd"/>
      <w:r w:rsidRPr="00F36186">
        <w:rPr>
          <w:szCs w:val="28"/>
        </w:rPr>
        <w:t>», администрация муниципального образован</w:t>
      </w:r>
      <w:r>
        <w:rPr>
          <w:szCs w:val="28"/>
        </w:rPr>
        <w:t xml:space="preserve">ия «Городской округ </w:t>
      </w:r>
      <w:proofErr w:type="spellStart"/>
      <w:r>
        <w:rPr>
          <w:szCs w:val="28"/>
        </w:rPr>
        <w:t>Ногликский</w:t>
      </w:r>
      <w:proofErr w:type="spellEnd"/>
      <w:r>
        <w:rPr>
          <w:szCs w:val="28"/>
        </w:rPr>
        <w:t xml:space="preserve">» </w:t>
      </w:r>
      <w:r w:rsidRPr="00F36186">
        <w:rPr>
          <w:b/>
          <w:szCs w:val="28"/>
        </w:rPr>
        <w:t>ПОСТАНОВЛЯЕТ:</w:t>
      </w:r>
    </w:p>
    <w:p w14:paraId="304324D6" w14:textId="4C83FFDB" w:rsidR="004A6828" w:rsidRPr="00F36186" w:rsidRDefault="004A6828" w:rsidP="004A6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безопасности жизнедеятельности населения в муниципальном образовании «Городской округ </w:t>
      </w:r>
      <w:proofErr w:type="spellStart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09.10.2014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639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(в редакции от 08.05.2015 № 316, от 11.09.20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15 № 663, от 02.02.2016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110,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от 28.04.2016 № 339, от 25.05.2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016 № 414, от 12.07.2016 № 549,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11.10.2017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№ 766, от 28.11.2017 № 969, от 17.04.20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 № 395, от 10.05.2018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454,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от 03.07.2018 № 634, от 27.09.2</w:t>
      </w:r>
      <w:r w:rsidR="008C0D77">
        <w:rPr>
          <w:rFonts w:ascii="Times New Roman" w:eastAsia="Times New Roman" w:hAnsi="Times New Roman"/>
          <w:sz w:val="28"/>
          <w:szCs w:val="28"/>
          <w:lang w:eastAsia="ru-RU"/>
        </w:rPr>
        <w:t xml:space="preserve">018 № 937, от 02.04.2019 № 215, от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14.11.2019 № 830,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23.03.2020 № 140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05.03.2021 № 126, от 23.08.2021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465</w:t>
      </w:r>
      <w:r w:rsidR="00BE7E17">
        <w:rPr>
          <w:rFonts w:ascii="Times New Roman" w:eastAsia="Times New Roman" w:hAnsi="Times New Roman"/>
          <w:sz w:val="28"/>
          <w:szCs w:val="28"/>
          <w:lang w:eastAsia="ru-RU"/>
        </w:rPr>
        <w:t>, от 08.06.2022 № 299, от 25.08.2022 № 458</w:t>
      </w:r>
      <w:r w:rsidR="00D97BD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97BDD" w:rsidRPr="00A37811">
        <w:rPr>
          <w:rFonts w:ascii="Times New Roman" w:eastAsia="Times New Roman" w:hAnsi="Times New Roman"/>
          <w:sz w:val="28"/>
          <w:szCs w:val="28"/>
          <w:lang w:eastAsia="ru-RU"/>
        </w:rPr>
        <w:t>от 07.03.2023 № 123</w:t>
      </w:r>
      <w:r w:rsidR="00A37811">
        <w:rPr>
          <w:rFonts w:ascii="Times New Roman" w:eastAsia="Times New Roman" w:hAnsi="Times New Roman"/>
          <w:sz w:val="28"/>
          <w:szCs w:val="28"/>
          <w:lang w:eastAsia="ru-RU"/>
        </w:rPr>
        <w:t>, от 10.07.2023 № 436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) «Об утверждении муниципальной программы «Обеспечение безопасности жизнедеятельности населения в муниципальном образовании «Городской округ </w:t>
      </w:r>
      <w:proofErr w:type="spellStart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», следующие изменения:</w:t>
      </w:r>
    </w:p>
    <w:p w14:paraId="1AE8F9D0" w14:textId="77777777" w:rsidR="004A6828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муниципальной программы «Обеспечение безопасности жизнедеятельности населения в муниципальном образовании «Городской округ </w:t>
      </w:r>
      <w:proofErr w:type="spellStart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редакции:</w:t>
      </w:r>
    </w:p>
    <w:p w14:paraId="187BA6C8" w14:textId="77777777" w:rsidR="008C0D77" w:rsidRPr="00F36186" w:rsidRDefault="008C0D77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17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520"/>
        <w:gridCol w:w="345"/>
      </w:tblGrid>
      <w:tr w:rsidR="004A6828" w:rsidRPr="00F36186" w14:paraId="223B140B" w14:textId="77777777" w:rsidTr="00CE2149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76C472C1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6047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81E7" w14:textId="4CF2598E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8F4428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203 895,2</w:t>
            </w: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8F4428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173 172,2</w:t>
            </w: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 из областного бюджета – 30 723,0 тыс. руб.</w:t>
            </w:r>
          </w:p>
          <w:p w14:paraId="0E2122EF" w14:textId="77777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2B1DE8DF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17 356,2 тыс. руб., </w:t>
            </w:r>
          </w:p>
          <w:p w14:paraId="2845DE27" w14:textId="1F1CB379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1 516,2 тыс. руб., из областного бюджета – 15 840,0 тыс. руб.;</w:t>
            </w:r>
          </w:p>
          <w:p w14:paraId="5F7E3CE0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16 785,7 тыс. руб., </w:t>
            </w:r>
          </w:p>
          <w:p w14:paraId="1B6841E8" w14:textId="357B8A8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1 902,7 тыс. руб., из областного бюджета – 14 883,0 тыс. руб.;</w:t>
            </w:r>
          </w:p>
          <w:p w14:paraId="51119592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4 370,6 тыс. руб., </w:t>
            </w:r>
          </w:p>
          <w:p w14:paraId="09B51C8E" w14:textId="08F2436E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4 370,6 тыс. руб.;</w:t>
            </w:r>
          </w:p>
          <w:p w14:paraId="6DF758B9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12 386,1 тыс. руб., </w:t>
            </w:r>
          </w:p>
          <w:p w14:paraId="04151AB4" w14:textId="2AA3EE3D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- 12 386,1 тыс. руб.;</w:t>
            </w:r>
          </w:p>
          <w:p w14:paraId="1DA410D3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14 496,8 тыс. руб., </w:t>
            </w:r>
          </w:p>
          <w:p w14:paraId="38AE17D3" w14:textId="4513A4BF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14 496,8 тыс. руб.;</w:t>
            </w:r>
          </w:p>
          <w:p w14:paraId="66E09C2A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15 965,8 тыс. руб., </w:t>
            </w:r>
          </w:p>
          <w:p w14:paraId="09D4C87B" w14:textId="3A263589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15 965,8 тыс. руб.;</w:t>
            </w:r>
          </w:p>
          <w:p w14:paraId="46FDD2C3" w14:textId="77777777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431BCD75" w14:textId="51D3D777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9D7A54" w14:textId="6858C1B4" w:rsidR="00F25199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F25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17 277,2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1CA5D2E1" w14:textId="25056E4C" w:rsidR="004A6828" w:rsidRPr="00F36186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5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17 277,2</w:t>
            </w: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F51C33" w14:textId="6ADB599C" w:rsidR="00F25199" w:rsidRPr="0037299E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8F4428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17 999</w:t>
            </w:r>
            <w:r w:rsidR="00F25199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2097BF42" w14:textId="71DDA610" w:rsidR="004A6828" w:rsidRPr="0037299E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8F4428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17 999</w:t>
            </w:r>
            <w:r w:rsidR="00F25199"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  <w:r w:rsidRPr="00372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65E6A17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18 316,9 тыс. руб., </w:t>
            </w:r>
          </w:p>
          <w:p w14:paraId="2F18CF3F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18 316,9 тыс. руб.;</w:t>
            </w:r>
          </w:p>
          <w:p w14:paraId="65D36406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18 508,7 тыс. руб., </w:t>
            </w:r>
          </w:p>
          <w:p w14:paraId="79B12699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18 508,7 тыс. руб.;</w:t>
            </w:r>
          </w:p>
          <w:p w14:paraId="1C22B56B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17 275,0 тыс. руб., </w:t>
            </w:r>
          </w:p>
          <w:p w14:paraId="7A968AD5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17 275,0 тыс. руб.;</w:t>
            </w:r>
          </w:p>
          <w:p w14:paraId="7C58F9B9" w14:textId="77777777" w:rsidR="00A37811" w:rsidRPr="008F4428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17 275,0 тыс. руб., </w:t>
            </w:r>
          </w:p>
          <w:p w14:paraId="6D9FDD67" w14:textId="7C712138" w:rsidR="004A6828" w:rsidRPr="00F36186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17 275,0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28FDB8E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BFCF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56C25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2B96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FAF30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0873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F834D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CD74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2C4C8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0FA0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4218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7FD9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905EA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4BD5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E0C2E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28510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7B2E5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6CD3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2C7307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5B386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50FAC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6F3D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5DF2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E45F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EDF23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3035B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47208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76AAE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483E1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654AF" w14:textId="54759436" w:rsidR="004A6828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3BBC0" w14:textId="26E6B682" w:rsidR="0037299E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458EA" w14:textId="0CB98304" w:rsidR="0037299E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3DF5C" w14:textId="77777777" w:rsidR="0037299E" w:rsidRPr="00F36186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BA73A" w14:textId="77777777" w:rsidR="004A6828" w:rsidRPr="00F36186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61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4FC044F" w14:textId="77777777" w:rsidR="007873BA" w:rsidRDefault="007873BA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C9"/>
      <w:bookmarkStart w:id="2" w:name="C10"/>
      <w:bookmarkStart w:id="3" w:name="C11"/>
      <w:bookmarkStart w:id="4" w:name="C12"/>
      <w:bookmarkStart w:id="5" w:name="C13"/>
      <w:bookmarkEnd w:id="1"/>
      <w:bookmarkEnd w:id="2"/>
      <w:bookmarkEnd w:id="3"/>
      <w:bookmarkEnd w:id="4"/>
      <w:bookmarkEnd w:id="5"/>
    </w:p>
    <w:p w14:paraId="4F7CB7C5" w14:textId="717CE21E" w:rsidR="004A6828" w:rsidRPr="00F36186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1.2. Абзац </w:t>
      </w:r>
      <w:r w:rsidR="007873BA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6 муниципальной программы «Ресурсное обеспечение муниципальной программы» изложить в новой редакции:</w:t>
      </w:r>
    </w:p>
    <w:p w14:paraId="2742A882" w14:textId="2ED58A28" w:rsidR="00A37811" w:rsidRPr="00F36186" w:rsidRDefault="004A6828" w:rsidP="00A378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99E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 w:rsidR="008F4428" w:rsidRPr="0037299E">
        <w:rPr>
          <w:rFonts w:ascii="Times New Roman" w:eastAsia="Times New Roman" w:hAnsi="Times New Roman"/>
          <w:sz w:val="28"/>
          <w:szCs w:val="28"/>
          <w:lang w:eastAsia="ru-RU"/>
        </w:rPr>
        <w:t xml:space="preserve">203 895,2 тыс. рублей, в том числе из местного бюджета – 173 172,2 </w:t>
      </w:r>
      <w:r w:rsidR="008C0D77" w:rsidRPr="0037299E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Pr="0037299E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областного </w:t>
      </w:r>
      <w:r w:rsidR="008C0D77" w:rsidRPr="0037299E">
        <w:rPr>
          <w:rFonts w:ascii="Times New Roman" w:eastAsia="Times New Roman" w:hAnsi="Times New Roman"/>
          <w:sz w:val="28"/>
          <w:szCs w:val="28"/>
          <w:lang w:eastAsia="ru-RU"/>
        </w:rPr>
        <w:t>бюджета – 30 723,0 тыс. рублей</w:t>
      </w:r>
      <w:r w:rsidRPr="0037299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BC0B580" w14:textId="2632683A" w:rsidR="004A6828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2. Приложение </w:t>
      </w:r>
      <w:r w:rsidR="0035630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 часть 2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муниципальной программе </w:t>
      </w:r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в муниципальном образовании «Городской округ </w:t>
      </w:r>
      <w:proofErr w:type="spellStart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», утвержденн</w:t>
      </w:r>
      <w:r w:rsidR="0037299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</w:t>
      </w:r>
      <w:proofErr w:type="spellStart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09.10.2014 </w:t>
      </w:r>
      <w:r w:rsidR="00356308">
        <w:rPr>
          <w:rFonts w:ascii="Times New Roman" w:eastAsia="Times New Roman" w:hAnsi="Times New Roman"/>
          <w:sz w:val="28"/>
          <w:szCs w:val="28"/>
          <w:lang w:eastAsia="ru-RU"/>
        </w:rPr>
        <w:t xml:space="preserve">№ 639, 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изложить в новой редакции </w:t>
      </w:r>
      <w:r w:rsidR="0035630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согласно приложению 1 к настоящему постановлению</w:t>
      </w:r>
      <w:r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1EF713AD" w14:textId="2916D3C5" w:rsidR="00005F12" w:rsidRPr="00F36186" w:rsidRDefault="00005F12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35630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  <w:r w:rsidR="0035630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 часть 2</w:t>
      </w:r>
      <w:r w:rsidR="0035630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муниципальной программе </w:t>
      </w:r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в муниципальном образовании «Городской округ </w:t>
      </w:r>
      <w:proofErr w:type="spellStart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», утвержденн</w:t>
      </w:r>
      <w:r w:rsidR="0037299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</w:t>
      </w:r>
      <w:proofErr w:type="spellStart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356308" w:rsidRPr="00F36186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09.10.2014 </w:t>
      </w:r>
      <w:r w:rsidR="00356308">
        <w:rPr>
          <w:rFonts w:ascii="Times New Roman" w:eastAsia="Times New Roman" w:hAnsi="Times New Roman"/>
          <w:sz w:val="28"/>
          <w:szCs w:val="28"/>
          <w:lang w:eastAsia="ru-RU"/>
        </w:rPr>
        <w:t xml:space="preserve">№ 639, </w:t>
      </w:r>
      <w:r w:rsidR="0035630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изложить в новой редакции </w:t>
      </w:r>
      <w:r w:rsidR="0035630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согласно приложению 2 к настоящему постановлению</w:t>
      </w:r>
      <w:r w:rsidR="0035630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3AFFCE23" w14:textId="60E87888" w:rsidR="004A6828" w:rsidRPr="00F36186" w:rsidRDefault="00005F12" w:rsidP="006E7D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DB37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</w:t>
      </w:r>
      <w:proofErr w:type="spellStart"/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</w:t>
      </w:r>
      <w:proofErr w:type="spellEnd"/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 в информационно-телекоммуникационной сети </w:t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0AD6FC80" w14:textId="2E9025A4" w:rsidR="008629FA" w:rsidRPr="004A6828" w:rsidRDefault="00005F12" w:rsidP="004A6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5</w:t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 Контроль за исполнением настоящего постан</w:t>
      </w:r>
      <w:r w:rsidR="004A682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овления возложить </w:t>
      </w:r>
      <w:r w:rsidR="00DB37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4A682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управляющего</w:t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 xml:space="preserve">«Городской округ </w:t>
      </w:r>
      <w:proofErr w:type="spellStart"/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Ногликский</w:t>
      </w:r>
      <w:proofErr w:type="spellEnd"/>
      <w:r w:rsidR="004A6828" w:rsidRPr="00F3618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» Фомину А.С.</w:t>
      </w:r>
    </w:p>
    <w:p w14:paraId="0AD6FC81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ED35E" w14:textId="77777777" w:rsidR="00DB3786" w:rsidRPr="00D12794" w:rsidRDefault="00DB378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4D72C2C" w14:textId="77777777" w:rsidR="00515042" w:rsidRDefault="0051504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AD6FC82" w14:textId="30C3659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AD6FC83" w14:textId="44540A9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 w:rsidR="0051504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15042">
        <w:rPr>
          <w:rFonts w:ascii="Times New Roman" w:hAnsi="Times New Roman"/>
          <w:sz w:val="28"/>
          <w:szCs w:val="28"/>
        </w:rPr>
        <w:t>»</w:t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515042">
        <w:rPr>
          <w:rFonts w:ascii="Times New Roman" w:hAnsi="Times New Roman"/>
          <w:sz w:val="28"/>
          <w:szCs w:val="28"/>
        </w:rPr>
        <w:t>О.В. Водолага</w:t>
      </w:r>
    </w:p>
    <w:sectPr w:rsidR="008629FA" w:rsidRPr="008629FA" w:rsidSect="00DB37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EEF6" w14:textId="77777777" w:rsidR="0071650D" w:rsidRDefault="0071650D" w:rsidP="0033636C">
      <w:pPr>
        <w:spacing w:after="0" w:line="240" w:lineRule="auto"/>
      </w:pPr>
      <w:r>
        <w:separator/>
      </w:r>
    </w:p>
  </w:endnote>
  <w:endnote w:type="continuationSeparator" w:id="0">
    <w:p w14:paraId="503A071F" w14:textId="77777777" w:rsidR="0071650D" w:rsidRDefault="0071650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CDB3B" w14:textId="77777777" w:rsidR="0071650D" w:rsidRDefault="0071650D" w:rsidP="0033636C">
      <w:pPr>
        <w:spacing w:after="0" w:line="240" w:lineRule="auto"/>
      </w:pPr>
      <w:r>
        <w:separator/>
      </w:r>
    </w:p>
  </w:footnote>
  <w:footnote w:type="continuationSeparator" w:id="0">
    <w:p w14:paraId="0651BABA" w14:textId="77777777" w:rsidR="0071650D" w:rsidRDefault="0071650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255431"/>
      <w:docPartObj>
        <w:docPartGallery w:val="Page Numbers (Top of Page)"/>
        <w:docPartUnique/>
      </w:docPartObj>
    </w:sdtPr>
    <w:sdtEndPr/>
    <w:sdtContent>
      <w:p w14:paraId="77A1F726" w14:textId="11D52563" w:rsidR="00DB3786" w:rsidRDefault="00DB37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06">
          <w:rPr>
            <w:noProof/>
          </w:rPr>
          <w:t>3</w:t>
        </w:r>
        <w:r>
          <w:fldChar w:fldCharType="end"/>
        </w:r>
      </w:p>
    </w:sdtContent>
  </w:sdt>
  <w:p w14:paraId="20EE9A2C" w14:textId="77777777" w:rsidR="00DB3786" w:rsidRDefault="00DB37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F12"/>
    <w:rsid w:val="00006513"/>
    <w:rsid w:val="00053BD0"/>
    <w:rsid w:val="000A4181"/>
    <w:rsid w:val="00144E48"/>
    <w:rsid w:val="00185FEC"/>
    <w:rsid w:val="001E1F9F"/>
    <w:rsid w:val="002003DC"/>
    <w:rsid w:val="002313A0"/>
    <w:rsid w:val="00266376"/>
    <w:rsid w:val="002B717B"/>
    <w:rsid w:val="00334E50"/>
    <w:rsid w:val="0033636C"/>
    <w:rsid w:val="00356308"/>
    <w:rsid w:val="0037299E"/>
    <w:rsid w:val="003B740B"/>
    <w:rsid w:val="003E4257"/>
    <w:rsid w:val="0040133F"/>
    <w:rsid w:val="004122F3"/>
    <w:rsid w:val="00461E34"/>
    <w:rsid w:val="004A6828"/>
    <w:rsid w:val="004D114A"/>
    <w:rsid w:val="00515042"/>
    <w:rsid w:val="00520CBF"/>
    <w:rsid w:val="006E7DEE"/>
    <w:rsid w:val="0071650D"/>
    <w:rsid w:val="007873BA"/>
    <w:rsid w:val="008629FA"/>
    <w:rsid w:val="008C0D77"/>
    <w:rsid w:val="008F4428"/>
    <w:rsid w:val="00987DB5"/>
    <w:rsid w:val="00A37811"/>
    <w:rsid w:val="00A71D3A"/>
    <w:rsid w:val="00AC72C8"/>
    <w:rsid w:val="00B10ED9"/>
    <w:rsid w:val="00B15C06"/>
    <w:rsid w:val="00B25688"/>
    <w:rsid w:val="00BE7E17"/>
    <w:rsid w:val="00C02849"/>
    <w:rsid w:val="00C06F75"/>
    <w:rsid w:val="00C50E0A"/>
    <w:rsid w:val="00D12794"/>
    <w:rsid w:val="00D67BD8"/>
    <w:rsid w:val="00D97BDD"/>
    <w:rsid w:val="00DB3786"/>
    <w:rsid w:val="00DF7897"/>
    <w:rsid w:val="00E14C54"/>
    <w:rsid w:val="00E37B8A"/>
    <w:rsid w:val="00E609BC"/>
    <w:rsid w:val="00E81302"/>
    <w:rsid w:val="00EA4385"/>
    <w:rsid w:val="00F25199"/>
    <w:rsid w:val="00FA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FC6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B717B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1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133F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rsid w:val="002B717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A40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A40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1371"/>
    <w:rsid w:val="002A4039"/>
    <w:rsid w:val="002F163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2022-06-08T23:04:00Z</cp:lastPrinted>
  <dcterms:created xsi:type="dcterms:W3CDTF">2023-07-25T22:31:00Z</dcterms:created>
  <dcterms:modified xsi:type="dcterms:W3CDTF">2023-10-13T05:01:00Z</dcterms:modified>
</cp:coreProperties>
</file>