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51D772B" w14:textId="77777777" w:rsidTr="00987DB5">
        <w:tc>
          <w:tcPr>
            <w:tcW w:w="9498" w:type="dxa"/>
          </w:tcPr>
          <w:p w14:paraId="051D772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1D7742" wp14:editId="051D774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D772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51D772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51D772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51D772C" w14:textId="231881BB" w:rsidR="0033636C" w:rsidRPr="00707A7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07A7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D40BA">
            <w:rPr>
              <w:rFonts w:ascii="Times New Roman" w:hAnsi="Times New Roman"/>
              <w:sz w:val="28"/>
              <w:szCs w:val="28"/>
            </w:rPr>
            <w:t>06 декабря 2022 года</w:t>
          </w:r>
        </w:sdtContent>
      </w:sdt>
      <w:r w:rsidRPr="00707A7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D40BA" w:rsidRPr="001D40BA">
            <w:rPr>
              <w:rFonts w:ascii="Times New Roman" w:hAnsi="Times New Roman"/>
              <w:sz w:val="28"/>
              <w:szCs w:val="28"/>
            </w:rPr>
            <w:t>662</w:t>
          </w:r>
        </w:sdtContent>
      </w:sdt>
    </w:p>
    <w:p w14:paraId="051D772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51D772F" w14:textId="18563214" w:rsidR="00185FEC" w:rsidRPr="00622048" w:rsidRDefault="0033636C" w:rsidP="00622048">
      <w:pPr>
        <w:jc w:val="center"/>
        <w:rPr>
          <w:rFonts w:ascii="Times New Roman" w:hAnsi="Times New Roman"/>
          <w:b/>
          <w:sz w:val="28"/>
          <w:szCs w:val="28"/>
        </w:rPr>
      </w:pPr>
      <w:r w:rsidRPr="00622048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707A78">
        <w:rPr>
          <w:rFonts w:ascii="Times New Roman" w:hAnsi="Times New Roman"/>
          <w:b/>
          <w:sz w:val="28"/>
          <w:szCs w:val="28"/>
        </w:rPr>
        <w:br/>
      </w:r>
      <w:r w:rsidRPr="00622048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707A78">
        <w:rPr>
          <w:rFonts w:ascii="Times New Roman" w:hAnsi="Times New Roman"/>
          <w:b/>
          <w:sz w:val="28"/>
          <w:szCs w:val="28"/>
        </w:rPr>
        <w:br/>
      </w:r>
      <w:r w:rsidRPr="00622048">
        <w:rPr>
          <w:rFonts w:ascii="Times New Roman" w:hAnsi="Times New Roman"/>
          <w:b/>
          <w:sz w:val="28"/>
          <w:szCs w:val="28"/>
        </w:rPr>
        <w:t>«Предоставление выписки из похозяйственной книги учета личных подсобных хозяйств»</w:t>
      </w:r>
    </w:p>
    <w:p w14:paraId="473B6CCF" w14:textId="77777777" w:rsidR="00622048" w:rsidRPr="00DF7063" w:rsidRDefault="00622048" w:rsidP="0062204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54790D">
        <w:rPr>
          <w:rFonts w:ascii="Times New Roman" w:hAnsi="Times New Roman" w:cs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70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4DCA0DB3" w14:textId="0CD86DB4" w:rsidR="00622048" w:rsidRPr="0054790D" w:rsidRDefault="00622048" w:rsidP="00622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Предоставление выписки из похозяйственной книги учета личных подсобных хозяйств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5B7C7753" w14:textId="5AFA84FE" w:rsidR="00622048" w:rsidRPr="0054790D" w:rsidRDefault="00622048" w:rsidP="00622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23.10.2018</w:t>
      </w:r>
      <w:r w:rsidRPr="005479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1039</w:t>
      </w:r>
      <w:r w:rsidRPr="0054790D">
        <w:rPr>
          <w:rFonts w:ascii="Times New Roman" w:hAnsi="Times New Roman"/>
          <w:sz w:val="28"/>
          <w:szCs w:val="28"/>
        </w:rPr>
        <w:t xml:space="preserve"> «</w:t>
      </w:r>
      <w:r w:rsidRPr="00FA68E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«Предоставление выписки из похозяйственной книги учета личных подсобных хозяйств», </w:t>
      </w:r>
      <w:r w:rsidRPr="0054790D">
        <w:rPr>
          <w:rFonts w:ascii="Times New Roman" w:hAnsi="Times New Roman"/>
          <w:sz w:val="28"/>
          <w:szCs w:val="28"/>
        </w:rPr>
        <w:t>за исключением пункта 2</w:t>
      </w:r>
      <w:r>
        <w:rPr>
          <w:rFonts w:ascii="Times New Roman" w:hAnsi="Times New Roman"/>
          <w:sz w:val="28"/>
          <w:szCs w:val="28"/>
        </w:rPr>
        <w:t>.</w:t>
      </w:r>
    </w:p>
    <w:p w14:paraId="50FA8930" w14:textId="77777777" w:rsidR="00622048" w:rsidRPr="0054790D" w:rsidRDefault="00622048" w:rsidP="006220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66DCEB4" w14:textId="77777777" w:rsidR="00622048" w:rsidRDefault="00622048" w:rsidP="006220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051D773A" w14:textId="5B26435B" w:rsidR="008629FA" w:rsidRDefault="00622048" w:rsidP="0062204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4790D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5A5CA0C5" w14:textId="77777777" w:rsidR="005166F4" w:rsidRPr="00D12794" w:rsidRDefault="005166F4" w:rsidP="00622048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051D773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1D7741" w14:textId="7EF75D44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707A78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707A78">
        <w:rPr>
          <w:rFonts w:ascii="Times New Roman" w:hAnsi="Times New Roman"/>
          <w:sz w:val="28"/>
          <w:szCs w:val="28"/>
        </w:rPr>
        <w:t>Ногликский»</w:t>
      </w:r>
      <w:r w:rsidR="00707A78">
        <w:rPr>
          <w:rFonts w:ascii="Times New Roman" w:hAnsi="Times New Roman"/>
          <w:sz w:val="28"/>
          <w:szCs w:val="28"/>
        </w:rPr>
        <w:tab/>
      </w:r>
      <w:proofErr w:type="gramEnd"/>
      <w:r w:rsidR="00707A78">
        <w:rPr>
          <w:rFonts w:ascii="Times New Roman" w:hAnsi="Times New Roman"/>
          <w:sz w:val="28"/>
          <w:szCs w:val="28"/>
        </w:rPr>
        <w:tab/>
      </w:r>
      <w:r w:rsidR="00707A78">
        <w:rPr>
          <w:rFonts w:ascii="Times New Roman" w:hAnsi="Times New Roman"/>
          <w:sz w:val="28"/>
          <w:szCs w:val="28"/>
        </w:rPr>
        <w:tab/>
      </w:r>
      <w:r w:rsidR="00707A78">
        <w:rPr>
          <w:rFonts w:ascii="Times New Roman" w:hAnsi="Times New Roman"/>
          <w:sz w:val="28"/>
          <w:szCs w:val="28"/>
        </w:rPr>
        <w:tab/>
      </w:r>
      <w:r w:rsidR="00707A78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07A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A51E24">
      <w:footerReference w:type="default" r:id="rId7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D774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51D774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D7748" w14:textId="6BC75D8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774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51D774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D40BA"/>
    <w:rsid w:val="001E1F9F"/>
    <w:rsid w:val="002003DC"/>
    <w:rsid w:val="0033636C"/>
    <w:rsid w:val="003E4257"/>
    <w:rsid w:val="005166F4"/>
    <w:rsid w:val="00520CBF"/>
    <w:rsid w:val="00622048"/>
    <w:rsid w:val="00707A78"/>
    <w:rsid w:val="008629FA"/>
    <w:rsid w:val="00987DB5"/>
    <w:rsid w:val="00A51E24"/>
    <w:rsid w:val="00AC72C8"/>
    <w:rsid w:val="00B10ED9"/>
    <w:rsid w:val="00B25688"/>
    <w:rsid w:val="00C02849"/>
    <w:rsid w:val="00C87730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772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2204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22048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723D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723D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723D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2022-12-06T07:40:00Z</cp:lastPrinted>
  <dcterms:created xsi:type="dcterms:W3CDTF">2022-12-06T07:41:00Z</dcterms:created>
  <dcterms:modified xsi:type="dcterms:W3CDTF">2022-12-06T07:41:00Z</dcterms:modified>
</cp:coreProperties>
</file>