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1CF0D13" w14:textId="77777777" w:rsidTr="00987DB5">
        <w:tc>
          <w:tcPr>
            <w:tcW w:w="9498" w:type="dxa"/>
          </w:tcPr>
          <w:p w14:paraId="61CF0D0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CF0D2A" wp14:editId="61CF0D2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CF0D1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1CF0D1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1CF0D1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1CF0D14" w14:textId="53A455A4" w:rsidR="0033636C" w:rsidRPr="00906A9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06A9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E2459">
            <w:rPr>
              <w:rFonts w:ascii="Times New Roman" w:hAnsi="Times New Roman"/>
              <w:sz w:val="28"/>
              <w:szCs w:val="28"/>
            </w:rPr>
            <w:t>06 декабря 2022 года</w:t>
          </w:r>
        </w:sdtContent>
      </w:sdt>
      <w:r w:rsidRPr="00906A9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E2459" w:rsidRPr="000E2459">
            <w:rPr>
              <w:rFonts w:ascii="Times New Roman" w:hAnsi="Times New Roman"/>
              <w:sz w:val="28"/>
              <w:szCs w:val="28"/>
            </w:rPr>
            <w:t>665</w:t>
          </w:r>
        </w:sdtContent>
      </w:sdt>
    </w:p>
    <w:p w14:paraId="61CF0D1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50E3E2" w14:textId="77777777" w:rsidR="00A85E5B" w:rsidRDefault="0033636C" w:rsidP="00A85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E5B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14:paraId="439E8DD6" w14:textId="77777777" w:rsidR="00A85E5B" w:rsidRDefault="0033636C" w:rsidP="00A85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E5B">
        <w:rPr>
          <w:rFonts w:ascii="Times New Roman" w:hAnsi="Times New Roman"/>
          <w:b/>
          <w:sz w:val="28"/>
          <w:szCs w:val="28"/>
        </w:rPr>
        <w:t xml:space="preserve"> предоставления муниципальной услуги</w:t>
      </w:r>
    </w:p>
    <w:p w14:paraId="61CF0D17" w14:textId="6A3076CC" w:rsidR="00185FEC" w:rsidRDefault="00906A94" w:rsidP="00A85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3636C" w:rsidRPr="00A85E5B">
        <w:rPr>
          <w:rFonts w:ascii="Times New Roman" w:hAnsi="Times New Roman"/>
          <w:b/>
          <w:sz w:val="28"/>
          <w:szCs w:val="28"/>
        </w:rPr>
        <w:t>Выдача разрешения</w:t>
      </w:r>
      <w:r>
        <w:rPr>
          <w:rFonts w:ascii="Times New Roman" w:hAnsi="Times New Roman"/>
          <w:b/>
          <w:sz w:val="28"/>
          <w:szCs w:val="28"/>
        </w:rPr>
        <w:t xml:space="preserve"> на ввод объекта в эксплуатацию»</w:t>
      </w:r>
    </w:p>
    <w:p w14:paraId="670F91B1" w14:textId="77777777" w:rsidR="00A85E5B" w:rsidRPr="00A85E5B" w:rsidRDefault="00A85E5B" w:rsidP="00A85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1C50D3" w14:textId="5173CBED" w:rsidR="00A85E5B" w:rsidRPr="003770DC" w:rsidRDefault="00A85E5B" w:rsidP="00A85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На основании Ф</w:t>
      </w:r>
      <w:r>
        <w:rPr>
          <w:rFonts w:ascii="Times New Roman" w:hAnsi="Times New Roman"/>
          <w:sz w:val="28"/>
          <w:szCs w:val="28"/>
        </w:rPr>
        <w:t>едерального закона от 14.07.2022 № 350</w:t>
      </w:r>
      <w:r w:rsidRPr="003770DC">
        <w:rPr>
          <w:rFonts w:ascii="Times New Roman" w:hAnsi="Times New Roman"/>
          <w:sz w:val="28"/>
          <w:szCs w:val="28"/>
        </w:rPr>
        <w:t xml:space="preserve">-ФЗ </w:t>
      </w:r>
      <w:r w:rsidRPr="003770DC">
        <w:rPr>
          <w:rFonts w:ascii="Times New Roman" w:hAnsi="Times New Roman"/>
          <w:sz w:val="28"/>
          <w:szCs w:val="28"/>
        </w:rPr>
        <w:br/>
        <w:t xml:space="preserve">«О внесении изменений в Градостроительный кодекс Российской Федерации и отдельные законодательные акты Российской Федерации», </w:t>
      </w:r>
      <w:r>
        <w:rPr>
          <w:rFonts w:ascii="Times New Roman" w:hAnsi="Times New Roman"/>
          <w:sz w:val="28"/>
          <w:szCs w:val="28"/>
        </w:rPr>
        <w:t xml:space="preserve">ст. 55 Градостроительного кодекса Российской Федерации, </w:t>
      </w:r>
      <w:r w:rsidRPr="003770DC">
        <w:rPr>
          <w:rFonts w:ascii="Times New Roman" w:hAnsi="Times New Roman"/>
          <w:sz w:val="28"/>
          <w:szCs w:val="28"/>
        </w:rPr>
        <w:t>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58556A25" w14:textId="77777777" w:rsidR="00A85E5B" w:rsidRPr="003770DC" w:rsidRDefault="00A85E5B" w:rsidP="00A85E5B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«Выдача разрешения на ввод объекта в эксплуатацию» (прилагается). </w:t>
      </w:r>
    </w:p>
    <w:p w14:paraId="5FD5EFD2" w14:textId="03D80098" w:rsidR="00A85E5B" w:rsidRPr="003770DC" w:rsidRDefault="00A85E5B" w:rsidP="00A85E5B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</w:t>
      </w:r>
      <w:r w:rsidR="00906A94">
        <w:rPr>
          <w:rFonts w:ascii="Times New Roman" w:hAnsi="Times New Roman"/>
          <w:sz w:val="28"/>
          <w:szCs w:val="28"/>
        </w:rPr>
        <w:t>ь утратившим</w:t>
      </w:r>
      <w:r>
        <w:rPr>
          <w:rFonts w:ascii="Times New Roman" w:hAnsi="Times New Roman"/>
          <w:sz w:val="28"/>
          <w:szCs w:val="28"/>
        </w:rPr>
        <w:t xml:space="preserve"> силу постановление</w:t>
      </w:r>
      <w:r w:rsidRPr="003770D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>ия «Городской округ Ногликский» от 06.06.2022 № 292 «Об утверждении административного регламента предоставления муниципальной услуги «Выдача разрешений на ввод объектов в эксплуатацию»</w:t>
      </w:r>
      <w:r w:rsidR="00136B42">
        <w:rPr>
          <w:rFonts w:ascii="Times New Roman" w:hAnsi="Times New Roman"/>
          <w:sz w:val="28"/>
          <w:szCs w:val="28"/>
        </w:rPr>
        <w:t>, за исключением пункта 2</w:t>
      </w:r>
      <w:r>
        <w:rPr>
          <w:rFonts w:ascii="Times New Roman" w:hAnsi="Times New Roman"/>
          <w:sz w:val="28"/>
          <w:szCs w:val="28"/>
        </w:rPr>
        <w:t>.</w:t>
      </w:r>
    </w:p>
    <w:p w14:paraId="64B5BDFE" w14:textId="49765444" w:rsidR="00A85E5B" w:rsidRPr="003770DC" w:rsidRDefault="00A85E5B" w:rsidP="00A85E5B">
      <w:pPr>
        <w:pStyle w:val="aa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61CF0D22" w14:textId="7C296AC2" w:rsidR="008629FA" w:rsidRDefault="00A85E5B" w:rsidP="00A85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21635E67" w14:textId="77777777" w:rsidR="00A85E5B" w:rsidRDefault="00A85E5B" w:rsidP="00A85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FF6B1E5" w14:textId="77777777" w:rsidR="00906A94" w:rsidRPr="00D12794" w:rsidRDefault="00906A94" w:rsidP="00A85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CF0D2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2B17C6D" w14:textId="53388900" w:rsidR="00A85E5B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</w:t>
      </w:r>
      <w:r w:rsidR="00A85E5B">
        <w:rPr>
          <w:rFonts w:ascii="Times New Roman" w:hAnsi="Times New Roman"/>
          <w:sz w:val="28"/>
          <w:szCs w:val="28"/>
        </w:rPr>
        <w:t xml:space="preserve">дской округ </w:t>
      </w:r>
      <w:proofErr w:type="gramStart"/>
      <w:r w:rsidR="00A85E5B">
        <w:rPr>
          <w:rFonts w:ascii="Times New Roman" w:hAnsi="Times New Roman"/>
          <w:sz w:val="28"/>
          <w:szCs w:val="28"/>
        </w:rPr>
        <w:t>Ногликский»</w:t>
      </w:r>
      <w:r w:rsidR="00A85E5B">
        <w:rPr>
          <w:rFonts w:ascii="Times New Roman" w:hAnsi="Times New Roman"/>
          <w:sz w:val="28"/>
          <w:szCs w:val="28"/>
        </w:rPr>
        <w:tab/>
      </w:r>
      <w:proofErr w:type="gramEnd"/>
      <w:r w:rsidR="00A85E5B">
        <w:rPr>
          <w:rFonts w:ascii="Times New Roman" w:hAnsi="Times New Roman"/>
          <w:sz w:val="28"/>
          <w:szCs w:val="28"/>
        </w:rPr>
        <w:tab/>
      </w:r>
      <w:r w:rsidR="00A85E5B">
        <w:rPr>
          <w:rFonts w:ascii="Times New Roman" w:hAnsi="Times New Roman"/>
          <w:sz w:val="28"/>
          <w:szCs w:val="28"/>
        </w:rPr>
        <w:tab/>
      </w:r>
      <w:r w:rsidR="00A85E5B">
        <w:rPr>
          <w:rFonts w:ascii="Times New Roman" w:hAnsi="Times New Roman"/>
          <w:sz w:val="28"/>
          <w:szCs w:val="28"/>
        </w:rPr>
        <w:tab/>
      </w:r>
      <w:r w:rsidR="00A85E5B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85E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A85E5B" w:rsidRPr="008629FA" w:rsidSect="000E2459">
      <w:headerReference w:type="default" r:id="rId8"/>
      <w:footerReference w:type="default" r:id="rId9"/>
      <w:pgSz w:w="11906" w:h="16838"/>
      <w:pgMar w:top="993" w:right="851" w:bottom="184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F0D2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1CF0D2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F0D30" w14:textId="5D1DCC7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F0D2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1CF0D2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7969954"/>
      <w:docPartObj>
        <w:docPartGallery w:val="Page Numbers (Top of Page)"/>
        <w:docPartUnique/>
      </w:docPartObj>
    </w:sdtPr>
    <w:sdtContent>
      <w:p w14:paraId="160278D5" w14:textId="3BFD85A1" w:rsidR="000E2459" w:rsidRDefault="000E24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515">
          <w:rPr>
            <w:noProof/>
          </w:rPr>
          <w:t>2</w:t>
        </w:r>
        <w:r>
          <w:fldChar w:fldCharType="end"/>
        </w:r>
      </w:p>
    </w:sdtContent>
  </w:sdt>
  <w:p w14:paraId="7FC552B8" w14:textId="77777777" w:rsidR="000E2459" w:rsidRDefault="000E24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412611C"/>
    <w:multiLevelType w:val="hybridMultilevel"/>
    <w:tmpl w:val="53C66B1A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E2459"/>
    <w:rsid w:val="00136B42"/>
    <w:rsid w:val="00185FEC"/>
    <w:rsid w:val="001E1F9F"/>
    <w:rsid w:val="002003DC"/>
    <w:rsid w:val="0033636C"/>
    <w:rsid w:val="003E4257"/>
    <w:rsid w:val="00426515"/>
    <w:rsid w:val="00520CBF"/>
    <w:rsid w:val="005A0DA3"/>
    <w:rsid w:val="008629FA"/>
    <w:rsid w:val="00906A94"/>
    <w:rsid w:val="00987DB5"/>
    <w:rsid w:val="00A85E5B"/>
    <w:rsid w:val="00AC72C8"/>
    <w:rsid w:val="00B10ED9"/>
    <w:rsid w:val="00B25688"/>
    <w:rsid w:val="00C02849"/>
    <w:rsid w:val="00D12794"/>
    <w:rsid w:val="00D30B45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F0D0F"/>
  <w15:docId w15:val="{939F0E92-D4F5-4884-A325-0BD79FEB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85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E5B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A85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E36B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E36B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B13DA8"/>
    <w:rsid w:val="00C95804"/>
    <w:rsid w:val="00CF735B"/>
    <w:rsid w:val="00E7774E"/>
    <w:rsid w:val="00E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F2713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2022-12-06T08:42:00Z</cp:lastPrinted>
  <dcterms:created xsi:type="dcterms:W3CDTF">2022-12-06T08:43:00Z</dcterms:created>
  <dcterms:modified xsi:type="dcterms:W3CDTF">2022-12-06T08:43:00Z</dcterms:modified>
</cp:coreProperties>
</file>