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9DE973E" w14:textId="77777777" w:rsidTr="00987DB5">
        <w:tc>
          <w:tcPr>
            <w:tcW w:w="9498" w:type="dxa"/>
          </w:tcPr>
          <w:p w14:paraId="79DE973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9DE9755" wp14:editId="79DE975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DE973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9DE973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9DE973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9DE973F" w14:textId="062F9ACA" w:rsidR="0033636C" w:rsidRPr="00CD633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33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D633A" w:rsidRPr="00CD633A">
            <w:rPr>
              <w:rFonts w:ascii="Times New Roman" w:hAnsi="Times New Roman"/>
              <w:sz w:val="28"/>
              <w:szCs w:val="28"/>
            </w:rPr>
            <w:t>16 февраля 2023 года</w:t>
          </w:r>
        </w:sdtContent>
      </w:sdt>
      <w:r w:rsidRPr="00CD633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D633A" w:rsidRPr="00CD633A">
            <w:rPr>
              <w:rFonts w:ascii="Times New Roman" w:hAnsi="Times New Roman"/>
              <w:sz w:val="28"/>
              <w:szCs w:val="28"/>
            </w:rPr>
            <w:t>66</w:t>
          </w:r>
        </w:sdtContent>
      </w:sdt>
    </w:p>
    <w:p w14:paraId="79DE974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ABF57ED" w14:textId="57CBB504" w:rsidR="00661A44" w:rsidRDefault="0033636C" w:rsidP="00BA496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1A44">
        <w:rPr>
          <w:rFonts w:ascii="Times New Roman" w:hAnsi="Times New Roman"/>
          <w:b/>
          <w:bCs/>
          <w:sz w:val="28"/>
          <w:szCs w:val="28"/>
        </w:rPr>
        <w:t>О внесени</w:t>
      </w:r>
      <w:r w:rsidR="00BA70F0">
        <w:rPr>
          <w:rFonts w:ascii="Times New Roman" w:hAnsi="Times New Roman"/>
          <w:b/>
          <w:bCs/>
          <w:sz w:val="28"/>
          <w:szCs w:val="28"/>
        </w:rPr>
        <w:t>и</w:t>
      </w:r>
      <w:r w:rsidRPr="00661A4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61A44" w:rsidRPr="00661A44">
        <w:rPr>
          <w:rFonts w:ascii="Times New Roman" w:hAnsi="Times New Roman"/>
          <w:b/>
          <w:bCs/>
          <w:sz w:val="28"/>
          <w:szCs w:val="28"/>
        </w:rPr>
        <w:t>из</w:t>
      </w:r>
      <w:r w:rsidRPr="00661A44">
        <w:rPr>
          <w:rFonts w:ascii="Times New Roman" w:hAnsi="Times New Roman"/>
          <w:b/>
          <w:bCs/>
          <w:sz w:val="28"/>
          <w:szCs w:val="28"/>
        </w:rPr>
        <w:t>ме</w:t>
      </w:r>
      <w:r w:rsidR="00BA4962">
        <w:rPr>
          <w:rFonts w:ascii="Times New Roman" w:hAnsi="Times New Roman"/>
          <w:b/>
          <w:bCs/>
          <w:sz w:val="28"/>
          <w:szCs w:val="28"/>
        </w:rPr>
        <w:t>нений в муниципальную программу</w:t>
      </w:r>
    </w:p>
    <w:p w14:paraId="5E8DFD67" w14:textId="1505D8C2" w:rsidR="00661A44" w:rsidRDefault="0033636C" w:rsidP="00BA496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1A44">
        <w:rPr>
          <w:rFonts w:ascii="Times New Roman" w:hAnsi="Times New Roman"/>
          <w:b/>
          <w:bCs/>
          <w:sz w:val="28"/>
          <w:szCs w:val="28"/>
        </w:rPr>
        <w:t>«Доступная среда в муниципальном образовании «Городской округ Ногликский», утвержденную постановлением администрации муниципального образован</w:t>
      </w:r>
      <w:r w:rsidR="00BA4962">
        <w:rPr>
          <w:rFonts w:ascii="Times New Roman" w:hAnsi="Times New Roman"/>
          <w:b/>
          <w:bCs/>
          <w:sz w:val="28"/>
          <w:szCs w:val="28"/>
        </w:rPr>
        <w:t>ия «Го</w:t>
      </w:r>
      <w:bookmarkStart w:id="0" w:name="_GoBack"/>
      <w:bookmarkEnd w:id="0"/>
      <w:r w:rsidR="00BA4962">
        <w:rPr>
          <w:rFonts w:ascii="Times New Roman" w:hAnsi="Times New Roman"/>
          <w:b/>
          <w:bCs/>
          <w:sz w:val="28"/>
          <w:szCs w:val="28"/>
        </w:rPr>
        <w:t>родской округ Ногликский»</w:t>
      </w:r>
    </w:p>
    <w:p w14:paraId="79DE9741" w14:textId="63E0C292" w:rsidR="0033636C" w:rsidRPr="00661A44" w:rsidRDefault="001F5C3D" w:rsidP="00BA496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09.07.2015 № 466</w:t>
      </w:r>
    </w:p>
    <w:p w14:paraId="79DE974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E50D7CC" w14:textId="62BB920A" w:rsidR="00661A44" w:rsidRPr="00F73328" w:rsidRDefault="00661A44" w:rsidP="00BA49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03694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«Доступная среда в муниципальном образовани</w:t>
      </w:r>
      <w:r w:rsidR="001F5C3D">
        <w:rPr>
          <w:rFonts w:ascii="Times New Roman" w:hAnsi="Times New Roman"/>
          <w:sz w:val="28"/>
          <w:szCs w:val="28"/>
        </w:rPr>
        <w:t>и «Городской округ Ногликский»</w:t>
      </w:r>
      <w:r w:rsidR="00F94CA3">
        <w:rPr>
          <w:rFonts w:ascii="Times New Roman" w:hAnsi="Times New Roman"/>
          <w:sz w:val="28"/>
          <w:szCs w:val="28"/>
        </w:rPr>
        <w:t xml:space="preserve">, </w:t>
      </w:r>
      <w:r w:rsidR="00F94CA3" w:rsidRPr="009B29B5">
        <w:rPr>
          <w:rFonts w:ascii="Times New Roman" w:hAnsi="Times New Roman"/>
          <w:sz w:val="28"/>
          <w:szCs w:val="28"/>
        </w:rPr>
        <w:t xml:space="preserve">утвержденной постановлением администрации муниципального образования «Городской округ Ногликский» от </w:t>
      </w:r>
      <w:r w:rsidR="00F94CA3">
        <w:rPr>
          <w:rFonts w:ascii="Times New Roman" w:hAnsi="Times New Roman"/>
          <w:sz w:val="28"/>
          <w:szCs w:val="28"/>
        </w:rPr>
        <w:t>09.07.2015</w:t>
      </w:r>
      <w:r w:rsidR="00F94CA3" w:rsidRPr="009B29B5">
        <w:rPr>
          <w:rFonts w:ascii="Times New Roman" w:hAnsi="Times New Roman"/>
          <w:sz w:val="28"/>
          <w:szCs w:val="28"/>
        </w:rPr>
        <w:t xml:space="preserve"> </w:t>
      </w:r>
      <w:r w:rsidR="00F94CA3" w:rsidRPr="009B29B5">
        <w:rPr>
          <w:rFonts w:ascii="Times New Roman" w:hAnsi="Times New Roman"/>
          <w:sz w:val="28"/>
          <w:szCs w:val="28"/>
        </w:rPr>
        <w:br/>
        <w:t xml:space="preserve">№ </w:t>
      </w:r>
      <w:r w:rsidR="00F94CA3">
        <w:rPr>
          <w:rFonts w:ascii="Times New Roman" w:hAnsi="Times New Roman"/>
          <w:sz w:val="28"/>
          <w:szCs w:val="28"/>
        </w:rPr>
        <w:t xml:space="preserve">466, </w:t>
      </w:r>
      <w:r w:rsidR="00F94CA3" w:rsidRPr="009B29B5">
        <w:rPr>
          <w:rFonts w:ascii="Times New Roman" w:hAnsi="Times New Roman"/>
          <w:sz w:val="28"/>
          <w:szCs w:val="28"/>
        </w:rPr>
        <w:t xml:space="preserve">в соответствие с уточненными бюджетными показателями по состоянию на </w:t>
      </w:r>
      <w:r w:rsidR="005E79FA">
        <w:rPr>
          <w:rFonts w:ascii="Times New Roman" w:hAnsi="Times New Roman"/>
          <w:sz w:val="28"/>
          <w:szCs w:val="28"/>
        </w:rPr>
        <w:t>31 декабря 2022</w:t>
      </w:r>
      <w:r w:rsidR="00F94CA3" w:rsidRPr="009B29B5">
        <w:rPr>
          <w:rFonts w:ascii="Times New Roman" w:hAnsi="Times New Roman"/>
          <w:sz w:val="28"/>
          <w:szCs w:val="28"/>
        </w:rPr>
        <w:t xml:space="preserve"> года</w:t>
      </w:r>
      <w:r w:rsidR="005E79FA">
        <w:rPr>
          <w:rFonts w:ascii="Times New Roman" w:hAnsi="Times New Roman"/>
          <w:sz w:val="28"/>
          <w:szCs w:val="28"/>
        </w:rPr>
        <w:t xml:space="preserve"> и решением Собрания муниципального образования «Городской округ Ногликский» «О бюджете муниципального образования «Городской округ Ногликский» на 2023 год и плановый период 2024 и 2025 годов» от 08.12.2022 № 237</w:t>
      </w:r>
      <w:r w:rsidR="00F94CA3">
        <w:rPr>
          <w:rFonts w:ascii="Times New Roman" w:hAnsi="Times New Roman"/>
          <w:sz w:val="28"/>
          <w:szCs w:val="28"/>
        </w:rPr>
        <w:t>,</w:t>
      </w:r>
      <w:r w:rsidR="001F5C3D">
        <w:rPr>
          <w:rFonts w:ascii="Times New Roman" w:hAnsi="Times New Roman"/>
          <w:sz w:val="28"/>
          <w:szCs w:val="28"/>
        </w:rPr>
        <w:t xml:space="preserve"> </w:t>
      </w:r>
      <w:r w:rsidRPr="00603694">
        <w:rPr>
          <w:rFonts w:ascii="Times New Roman" w:hAnsi="Times New Roman"/>
          <w:sz w:val="28"/>
          <w:szCs w:val="28"/>
        </w:rPr>
        <w:t xml:space="preserve">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BA4962" w:rsidRPr="00BA4962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497EDB08" w14:textId="359E8F4F" w:rsidR="003E3825" w:rsidRDefault="00661A44" w:rsidP="00BA49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694">
        <w:rPr>
          <w:rFonts w:ascii="Times New Roman" w:hAnsi="Times New Roman"/>
          <w:sz w:val="28"/>
          <w:szCs w:val="28"/>
        </w:rPr>
        <w:t>1. Внести в муниципальную программу «Доступная среда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09.07.2015 № 466</w:t>
      </w:r>
      <w:r w:rsidR="00BA70F0">
        <w:rPr>
          <w:rFonts w:ascii="Times New Roman" w:hAnsi="Times New Roman"/>
          <w:sz w:val="28"/>
          <w:szCs w:val="28"/>
        </w:rPr>
        <w:t xml:space="preserve"> </w:t>
      </w:r>
      <w:r w:rsidR="001F5C3D">
        <w:rPr>
          <w:rFonts w:ascii="Times New Roman" w:hAnsi="Times New Roman"/>
          <w:sz w:val="28"/>
          <w:szCs w:val="28"/>
        </w:rPr>
        <w:lastRenderedPageBreak/>
        <w:t xml:space="preserve">«Об утверждении </w:t>
      </w:r>
      <w:r w:rsidR="00BA70F0" w:rsidRPr="00603694">
        <w:rPr>
          <w:rFonts w:ascii="Times New Roman" w:hAnsi="Times New Roman"/>
          <w:sz w:val="28"/>
          <w:szCs w:val="28"/>
        </w:rPr>
        <w:t>муниципальной программы «Доступная среда в муниципальном образовании «Городской округ Ногликский»</w:t>
      </w:r>
      <w:r w:rsidRPr="00603694">
        <w:rPr>
          <w:rFonts w:ascii="Times New Roman" w:hAnsi="Times New Roman"/>
          <w:sz w:val="28"/>
          <w:szCs w:val="28"/>
        </w:rPr>
        <w:t xml:space="preserve"> (в редакции от 11.09.2015 № 666, от 02.02.2016 № 107, </w:t>
      </w:r>
      <w:r w:rsidR="00F7427C">
        <w:rPr>
          <w:rFonts w:ascii="Times New Roman" w:hAnsi="Times New Roman"/>
          <w:sz w:val="28"/>
          <w:szCs w:val="28"/>
        </w:rPr>
        <w:br/>
      </w:r>
      <w:r w:rsidRPr="00603694">
        <w:rPr>
          <w:rFonts w:ascii="Times New Roman" w:hAnsi="Times New Roman"/>
          <w:sz w:val="28"/>
          <w:szCs w:val="28"/>
        </w:rPr>
        <w:t>от 25.05.2016 № 413, от 15.08.2016 № 628, от 07.02.2017 № 1</w:t>
      </w:r>
      <w:r w:rsidR="00BA4962">
        <w:rPr>
          <w:rFonts w:ascii="Times New Roman" w:hAnsi="Times New Roman"/>
          <w:sz w:val="28"/>
          <w:szCs w:val="28"/>
        </w:rPr>
        <w:t xml:space="preserve">10, от 23.03.2017 </w:t>
      </w:r>
      <w:r w:rsidR="00F7427C">
        <w:rPr>
          <w:rFonts w:ascii="Times New Roman" w:hAnsi="Times New Roman"/>
          <w:sz w:val="28"/>
          <w:szCs w:val="28"/>
        </w:rPr>
        <w:br/>
      </w:r>
      <w:r w:rsidR="00BA4962">
        <w:rPr>
          <w:rFonts w:ascii="Times New Roman" w:hAnsi="Times New Roman"/>
          <w:sz w:val="28"/>
          <w:szCs w:val="28"/>
        </w:rPr>
        <w:t>№ 197, от 30.05.</w:t>
      </w:r>
      <w:r w:rsidRPr="00603694">
        <w:rPr>
          <w:rFonts w:ascii="Times New Roman" w:hAnsi="Times New Roman"/>
          <w:sz w:val="28"/>
          <w:szCs w:val="28"/>
        </w:rPr>
        <w:t>2017 № 349, от 07.09.20</w:t>
      </w:r>
      <w:r w:rsidR="001F5C3D">
        <w:rPr>
          <w:rFonts w:ascii="Times New Roman" w:hAnsi="Times New Roman"/>
          <w:sz w:val="28"/>
          <w:szCs w:val="28"/>
        </w:rPr>
        <w:t xml:space="preserve">17 № 657, от 27.02.2018 № 203, </w:t>
      </w:r>
      <w:r w:rsidR="00F7427C">
        <w:rPr>
          <w:rFonts w:ascii="Times New Roman" w:hAnsi="Times New Roman"/>
          <w:sz w:val="28"/>
          <w:szCs w:val="28"/>
        </w:rPr>
        <w:br/>
      </w:r>
      <w:r w:rsidRPr="00603694">
        <w:rPr>
          <w:rFonts w:ascii="Times New Roman" w:hAnsi="Times New Roman"/>
          <w:sz w:val="28"/>
          <w:szCs w:val="28"/>
        </w:rPr>
        <w:t xml:space="preserve">от 14.11.2018 № 1099, от 19.03.2019 №170, от 05.09.2019 № 679, </w:t>
      </w:r>
      <w:r w:rsidR="00843BE7">
        <w:rPr>
          <w:rFonts w:ascii="Times New Roman" w:hAnsi="Times New Roman"/>
          <w:sz w:val="28"/>
          <w:szCs w:val="28"/>
        </w:rPr>
        <w:t xml:space="preserve">от </w:t>
      </w:r>
      <w:r w:rsidRPr="00603694">
        <w:rPr>
          <w:rFonts w:ascii="Times New Roman" w:hAnsi="Times New Roman"/>
          <w:sz w:val="28"/>
          <w:szCs w:val="28"/>
        </w:rPr>
        <w:t xml:space="preserve">15.10.2019 </w:t>
      </w:r>
      <w:r w:rsidR="00F7427C">
        <w:rPr>
          <w:rFonts w:ascii="Times New Roman" w:hAnsi="Times New Roman"/>
          <w:sz w:val="28"/>
          <w:szCs w:val="28"/>
        </w:rPr>
        <w:br/>
      </w:r>
      <w:r w:rsidRPr="00603694">
        <w:rPr>
          <w:rFonts w:ascii="Times New Roman" w:hAnsi="Times New Roman"/>
          <w:sz w:val="28"/>
          <w:szCs w:val="28"/>
        </w:rPr>
        <w:t>№ 763</w:t>
      </w:r>
      <w:r>
        <w:rPr>
          <w:rFonts w:ascii="Times New Roman" w:hAnsi="Times New Roman"/>
          <w:sz w:val="28"/>
          <w:szCs w:val="28"/>
        </w:rPr>
        <w:t xml:space="preserve">, от 11.02.2020 № 77, от 10.03.2020 № 107, от 14.10.2020 № 504, </w:t>
      </w:r>
      <w:r w:rsidR="00843BE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10.02.2021 №</w:t>
      </w:r>
      <w:r w:rsidR="00625AA7">
        <w:rPr>
          <w:rFonts w:ascii="Times New Roman" w:hAnsi="Times New Roman"/>
          <w:sz w:val="28"/>
          <w:szCs w:val="28"/>
        </w:rPr>
        <w:t xml:space="preserve"> 62</w:t>
      </w:r>
      <w:r w:rsidR="00F94CA3">
        <w:rPr>
          <w:rFonts w:ascii="Times New Roman" w:hAnsi="Times New Roman"/>
          <w:sz w:val="28"/>
          <w:szCs w:val="28"/>
        </w:rPr>
        <w:t>, от 25.08.2021 № 473</w:t>
      </w:r>
      <w:r w:rsidR="00D152E5">
        <w:rPr>
          <w:rFonts w:ascii="Times New Roman" w:hAnsi="Times New Roman"/>
          <w:sz w:val="28"/>
          <w:szCs w:val="28"/>
        </w:rPr>
        <w:t xml:space="preserve">, </w:t>
      </w:r>
      <w:r w:rsidR="005E79FA">
        <w:rPr>
          <w:rFonts w:ascii="Times New Roman" w:hAnsi="Times New Roman"/>
          <w:sz w:val="28"/>
          <w:szCs w:val="28"/>
        </w:rPr>
        <w:t>от 26.05.2022 № 260</w:t>
      </w:r>
      <w:r>
        <w:rPr>
          <w:rFonts w:ascii="Times New Roman" w:hAnsi="Times New Roman"/>
          <w:sz w:val="28"/>
          <w:szCs w:val="28"/>
        </w:rPr>
        <w:t>)</w:t>
      </w:r>
      <w:r w:rsidR="007531BB">
        <w:rPr>
          <w:rFonts w:ascii="Times New Roman" w:hAnsi="Times New Roman"/>
          <w:sz w:val="28"/>
          <w:szCs w:val="28"/>
        </w:rPr>
        <w:t xml:space="preserve"> </w:t>
      </w:r>
      <w:r w:rsidRPr="00603694">
        <w:rPr>
          <w:rFonts w:ascii="Times New Roman" w:hAnsi="Times New Roman"/>
          <w:sz w:val="28"/>
          <w:szCs w:val="28"/>
        </w:rPr>
        <w:t>(далее – Программа</w:t>
      </w:r>
      <w:r>
        <w:rPr>
          <w:rFonts w:ascii="Times New Roman" w:hAnsi="Times New Roman"/>
          <w:sz w:val="28"/>
          <w:szCs w:val="28"/>
        </w:rPr>
        <w:t>)</w:t>
      </w:r>
      <w:r w:rsidR="003E3825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029F57D9" w14:textId="75600B51" w:rsidR="00661A44" w:rsidRDefault="00661A44" w:rsidP="00BA4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7FA5">
        <w:rPr>
          <w:rFonts w:ascii="Times New Roman" w:eastAsia="Times New Roman" w:hAnsi="Times New Roman"/>
          <w:sz w:val="28"/>
          <w:szCs w:val="28"/>
          <w:lang w:eastAsia="ru-RU"/>
        </w:rPr>
        <w:t>1.1. Раздел «Объемы и источники финансирования программы» Паспорта муниципальной программы «Доступная среда в муниципальном образовании «Городской округ Ногликский» изложить в новой редакции:</w:t>
      </w:r>
    </w:p>
    <w:p w14:paraId="009F2122" w14:textId="77777777" w:rsidR="00CE6D64" w:rsidRPr="007C7FA5" w:rsidRDefault="00CE6D64" w:rsidP="00BA4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7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2283"/>
        <w:gridCol w:w="7073"/>
        <w:gridCol w:w="236"/>
      </w:tblGrid>
      <w:tr w:rsidR="00661A44" w:rsidRPr="00CE6D64" w14:paraId="3975EE61" w14:textId="77777777" w:rsidTr="00BA4962"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5F9D15C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83" w:type="dxa"/>
          </w:tcPr>
          <w:p w14:paraId="4BE192BC" w14:textId="77777777" w:rsidR="00661A44" w:rsidRPr="00CE6D64" w:rsidRDefault="00661A44" w:rsidP="00EE42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7073" w:type="dxa"/>
          </w:tcPr>
          <w:p w14:paraId="27C71EC0" w14:textId="70E2DD03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Программа финансируется из средств областного и местного бюджетов. Общий объем средств, направляемых на реализацию Программы, составляет </w:t>
            </w:r>
          </w:p>
          <w:p w14:paraId="1CF3672C" w14:textId="4F511AB8" w:rsidR="00661A44" w:rsidRPr="00CE6D64" w:rsidRDefault="005E79FA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31 262,1</w:t>
            </w:r>
            <w:r w:rsidR="00661A44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из них:</w:t>
            </w:r>
          </w:p>
          <w:p w14:paraId="40C9B809" w14:textId="1FD06F9E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</w:t>
            </w:r>
            <w:r w:rsidR="00C51FB6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5E79FA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22 314,6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15A5FBD3" w14:textId="4EB90C4D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областной бюджет – </w:t>
            </w:r>
            <w:r w:rsidR="005E79FA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8 947,5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1BBA9D3B" w14:textId="4A45A451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по годам:</w:t>
            </w:r>
          </w:p>
          <w:p w14:paraId="612E9029" w14:textId="34936C6F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– 2</w:t>
            </w:r>
            <w:r w:rsidR="001F5C3D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168,8 тыс. руб.</w:t>
            </w:r>
          </w:p>
          <w:p w14:paraId="525D69C8" w14:textId="77777777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числе: </w:t>
            </w:r>
          </w:p>
          <w:p w14:paraId="64B00548" w14:textId="1739BCC7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</w:t>
            </w:r>
            <w:r w:rsid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- 272,1 тыс. руб.</w:t>
            </w:r>
          </w:p>
          <w:p w14:paraId="4FC77D03" w14:textId="35E85196" w:rsidR="00661A44" w:rsidRPr="00CE6D64" w:rsidRDefault="00BA4962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 1</w:t>
            </w:r>
            <w:r w:rsidR="00A408A1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896,7 </w:t>
            </w:r>
            <w:r w:rsidR="00661A44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  <w:p w14:paraId="3313BE79" w14:textId="16B3BB9D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– 3</w:t>
            </w:r>
            <w:r w:rsidR="00A408A1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460,2 тыс. руб.</w:t>
            </w:r>
          </w:p>
          <w:p w14:paraId="177EEE64" w14:textId="284C9B08" w:rsidR="00661A44" w:rsidRPr="00CE6D64" w:rsidRDefault="00BA4962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7B8C4246" w14:textId="3BBA55E8" w:rsidR="00661A44" w:rsidRPr="00CE6D64" w:rsidRDefault="00BA4962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</w:t>
            </w:r>
            <w:r w:rsid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- 748,5 тыс. руб.</w:t>
            </w:r>
          </w:p>
          <w:p w14:paraId="4ED7705D" w14:textId="334D41F6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 2</w:t>
            </w:r>
            <w:r w:rsidR="00A408A1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711,7 тыс. руб.</w:t>
            </w:r>
          </w:p>
          <w:p w14:paraId="39FE8038" w14:textId="08312EFC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– 2</w:t>
            </w:r>
            <w:r w:rsidR="00A408A1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530,2 тыс. руб.</w:t>
            </w:r>
          </w:p>
          <w:p w14:paraId="7389B56A" w14:textId="5517E825" w:rsidR="00661A44" w:rsidRPr="00CE6D64" w:rsidRDefault="00BA4962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050191E2" w14:textId="40728922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</w:t>
            </w:r>
            <w:r w:rsid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- 937,3 тыс. руб.</w:t>
            </w:r>
          </w:p>
          <w:p w14:paraId="28462DA5" w14:textId="77777777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 1592,9 тыс. руб.</w:t>
            </w:r>
          </w:p>
          <w:p w14:paraId="2751E2AB" w14:textId="61E42ED2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– 1</w:t>
            </w:r>
            <w:r w:rsidR="00A408A1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123,6 тыс. руб.</w:t>
            </w:r>
          </w:p>
          <w:p w14:paraId="0B7177CA" w14:textId="77777777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1B0D46AB" w14:textId="77777777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 – 363,9 тыс. руб.</w:t>
            </w:r>
          </w:p>
          <w:p w14:paraId="675CD021" w14:textId="77777777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 759,7 тыс. руб.</w:t>
            </w:r>
          </w:p>
          <w:p w14:paraId="6EA9832A" w14:textId="09E50DC0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– 1</w:t>
            </w:r>
            <w:r w:rsidR="00A408A1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368,6 тыс. руб.</w:t>
            </w:r>
          </w:p>
          <w:p w14:paraId="7819C1CA" w14:textId="77777777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0F2C5301" w14:textId="55C0518A" w:rsidR="00661A44" w:rsidRPr="00CE6D64" w:rsidRDefault="00BA4962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 –</w:t>
            </w:r>
            <w:r w:rsidR="00A408A1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807,0 тыс. руб.</w:t>
            </w:r>
          </w:p>
          <w:p w14:paraId="32790124" w14:textId="77777777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 561,6 тыс. руб.</w:t>
            </w:r>
          </w:p>
          <w:p w14:paraId="672D8942" w14:textId="2C8EAB74" w:rsidR="00661A44" w:rsidRPr="00CE6D64" w:rsidRDefault="00BA4962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– 1</w:t>
            </w:r>
            <w:r w:rsidR="00A408A1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128,4 тыс. руб.</w:t>
            </w:r>
          </w:p>
          <w:p w14:paraId="58F7983E" w14:textId="3369B18B" w:rsidR="00661A44" w:rsidRPr="00CE6D64" w:rsidRDefault="00BA4962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2D98789D" w14:textId="78545150" w:rsidR="00661A44" w:rsidRPr="00CE6D64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 – 1</w:t>
            </w:r>
            <w:r w:rsidR="00A408A1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128,4 тыс. руб.</w:t>
            </w:r>
          </w:p>
          <w:p w14:paraId="4D57DCB3" w14:textId="7C602343" w:rsidR="00661A44" w:rsidRPr="00CE6D64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</w:t>
            </w:r>
            <w:r w:rsidR="00625AA7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 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  <w:p w14:paraId="3EBAABAC" w14:textId="51806CDA" w:rsidR="00661A44" w:rsidRPr="00CE6D64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" w:name="_Hlk79069348"/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–</w:t>
            </w:r>
            <w:r w:rsidR="00BF0996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408A1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2 271,3</w:t>
            </w:r>
            <w:r w:rsidR="00625AA7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  <w:p w14:paraId="1A58CDDD" w14:textId="77777777" w:rsidR="00661A44" w:rsidRPr="00CE6D64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5BDE4BBC" w14:textId="58F2F9A3" w:rsidR="00661A44" w:rsidRPr="00CE6D64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 –</w:t>
            </w:r>
            <w:r w:rsid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408A1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2 104,2</w:t>
            </w:r>
            <w:r w:rsidR="00625AA7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  <w:p w14:paraId="7A0C4AD4" w14:textId="4E04EF20" w:rsidR="00661A44" w:rsidRPr="00CE6D64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</w:t>
            </w:r>
            <w:r w:rsidR="00A408A1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5AA7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167,1 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  <w:bookmarkEnd w:id="1"/>
          <w:p w14:paraId="449F978F" w14:textId="38C1D817" w:rsidR="00661A44" w:rsidRPr="00CE6D64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– </w:t>
            </w:r>
            <w:r w:rsidR="005E79FA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2 122,2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39861C32" w14:textId="77777777" w:rsidR="00661A44" w:rsidRPr="00CE6D64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68F47C6F" w14:textId="0CC99083" w:rsidR="00661A44" w:rsidRPr="00CE6D64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</w:t>
            </w:r>
            <w:r w:rsidR="00BA4962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естный бюджет – </w:t>
            </w:r>
            <w:r w:rsidR="005E79FA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1 797,6</w:t>
            </w:r>
            <w:r w:rsidR="00BA4962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0656991A" w14:textId="1EC9E926" w:rsidR="00661A44" w:rsidRPr="00CE6D64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областной бюджет – </w:t>
            </w:r>
            <w:r w:rsidR="00D152E5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324,6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433C27B4" w14:textId="49355F7C" w:rsidR="00661A44" w:rsidRPr="00CE6D64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– </w:t>
            </w:r>
            <w:r w:rsidR="005E79FA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2 362,1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75CBF323" w14:textId="77777777" w:rsidR="00661A44" w:rsidRPr="00CE6D64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2C3B823F" w14:textId="1546755F" w:rsidR="00661A44" w:rsidRPr="00CE6D64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5E79FA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2 001,4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02008089" w14:textId="777244C4" w:rsidR="00661A44" w:rsidRPr="00CE6D64" w:rsidRDefault="00BA4962" w:rsidP="00711C3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областной бюджет – </w:t>
            </w:r>
            <w:r w:rsidR="005E79FA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360,7</w:t>
            </w:r>
            <w:r w:rsidR="00661A44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684FAC7B" w14:textId="6E036802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– </w:t>
            </w:r>
            <w:r w:rsidR="005E79FA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12 057,1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5398EB0A" w14:textId="77777777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2C7DAEE2" w14:textId="0F64CEF5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="00BA4962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естный бюджет –</w:t>
            </w:r>
            <w:r w:rsidR="00A408A1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E79FA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11 699,3</w:t>
            </w:r>
            <w:r w:rsidR="00BA4962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6CAADC2E" w14:textId="52FF65E3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областной бюджет – </w:t>
            </w:r>
            <w:r w:rsidR="005E79FA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357,8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71CDC6DF" w14:textId="11D0C9FA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– </w:t>
            </w:r>
            <w:r w:rsidR="005E79FA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669,6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7E534415" w14:textId="77777777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5B67C932" w14:textId="510CE1E4" w:rsidR="00661A44" w:rsidRPr="00CE6D64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5E79FA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454,9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379E6ED6" w14:textId="19A1165F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областной бюджет – </w:t>
            </w:r>
            <w:r w:rsidR="005E79FA"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214,7</w:t>
            </w: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540EE241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0AC1A3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B364E0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31DD56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04FEA9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AA921A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B3E143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D59DCF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13D934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8072E9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C53860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108BA7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CA31CE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E55EC9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7232A4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0D8D74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F866BE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8A6B6E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481DB8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A915FB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BCF4A9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02ACE5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AF9B32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E18403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923F6E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983EB8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AAF7EE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F62C32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0A3F9F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379F37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E3BC65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BF7077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4A7626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A35F61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8EE254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8DA568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0F480B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4BAFDA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A62093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3C9432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0E387A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9972E5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D9751D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6E9CAD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6313B8" w14:textId="16E0CB45" w:rsidR="00405E1E" w:rsidRPr="00CE6D64" w:rsidRDefault="00405E1E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911509" w14:textId="77777777" w:rsidR="00405E1E" w:rsidRPr="00CE6D64" w:rsidRDefault="00405E1E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957804" w14:textId="0C24A96B" w:rsidR="00405E1E" w:rsidRDefault="00405E1E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843340" w14:textId="3DEFBF12" w:rsidR="00CE6D64" w:rsidRDefault="00CE6D6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81ED48" w14:textId="12FE2589" w:rsidR="00CE6D64" w:rsidRDefault="00CE6D6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F2AC05" w14:textId="77777777" w:rsidR="00CE6D64" w:rsidRPr="00CE6D64" w:rsidRDefault="00CE6D6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7D42BC" w14:textId="77777777" w:rsidR="00661A44" w:rsidRPr="00CE6D6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70CF75E0" w14:textId="77777777" w:rsidR="00CE6D64" w:rsidRDefault="00CE6D64" w:rsidP="00661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46CF09" w14:textId="402544DC" w:rsidR="00661A44" w:rsidRPr="00CE6D64" w:rsidRDefault="00661A44" w:rsidP="00661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1.2. Раздел 6 «Ресурсное обеспечение муниципальной програ</w:t>
      </w:r>
      <w:r w:rsidR="00BA4962" w:rsidRPr="00CE6D64">
        <w:rPr>
          <w:rFonts w:ascii="Times New Roman" w:eastAsia="Times New Roman" w:hAnsi="Times New Roman"/>
          <w:sz w:val="28"/>
          <w:szCs w:val="28"/>
          <w:lang w:eastAsia="ru-RU"/>
        </w:rPr>
        <w:t>ммы» изложить в новой редакции:</w:t>
      </w:r>
    </w:p>
    <w:p w14:paraId="69198210" w14:textId="740D5DF8" w:rsidR="00BA4962" w:rsidRPr="00CE6D64" w:rsidRDefault="00661A44" w:rsidP="00BA4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«6. Ресурсное обес</w:t>
      </w:r>
      <w:r w:rsidR="00F7427C" w:rsidRPr="00CE6D64">
        <w:rPr>
          <w:rFonts w:ascii="Times New Roman" w:eastAsia="Times New Roman" w:hAnsi="Times New Roman"/>
          <w:sz w:val="28"/>
          <w:szCs w:val="28"/>
          <w:lang w:eastAsia="ru-RU"/>
        </w:rPr>
        <w:t>печение муниципальной программы</w:t>
      </w:r>
    </w:p>
    <w:p w14:paraId="464ACDEE" w14:textId="2653B326" w:rsidR="00924F5A" w:rsidRPr="00CE6D64" w:rsidRDefault="00661A44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реализации мероприятий Программы необходимо предусмотреть финансирование в размере </w:t>
      </w:r>
      <w:r w:rsidR="00D11891" w:rsidRPr="00CE6D64">
        <w:rPr>
          <w:rFonts w:ascii="Times New Roman" w:eastAsia="Times New Roman" w:hAnsi="Times New Roman"/>
          <w:sz w:val="28"/>
          <w:szCs w:val="28"/>
          <w:lang w:eastAsia="ru-RU"/>
        </w:rPr>
        <w:t>31 262,1</w:t>
      </w:r>
      <w:r w:rsidR="00924F5A" w:rsidRPr="00CE6D64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из них:</w:t>
      </w:r>
    </w:p>
    <w:p w14:paraId="3ECAF2E3" w14:textId="70E8C53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местный бюджет – </w:t>
      </w:r>
      <w:r w:rsidR="00D11891" w:rsidRPr="00CE6D64">
        <w:rPr>
          <w:rFonts w:ascii="Times New Roman" w:eastAsia="Times New Roman" w:hAnsi="Times New Roman"/>
          <w:sz w:val="28"/>
          <w:szCs w:val="28"/>
          <w:lang w:eastAsia="ru-RU"/>
        </w:rPr>
        <w:t>22 314,6</w:t>
      </w: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</w:p>
    <w:p w14:paraId="0AD4B6A0" w14:textId="2C075D2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8</w:t>
      </w:r>
      <w:r w:rsidR="00D11891" w:rsidRPr="00CE6D64">
        <w:rPr>
          <w:rFonts w:ascii="Times New Roman" w:eastAsia="Times New Roman" w:hAnsi="Times New Roman"/>
          <w:sz w:val="28"/>
          <w:szCs w:val="28"/>
          <w:lang w:eastAsia="ru-RU"/>
        </w:rPr>
        <w:t> 947,5</w:t>
      </w: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</w:p>
    <w:p w14:paraId="1D6EC888" w14:textId="7777777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в том числе по годам:</w:t>
      </w:r>
    </w:p>
    <w:p w14:paraId="3E0FC9EC" w14:textId="7777777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2015 – 2 168,8 тыс. руб.</w:t>
      </w:r>
    </w:p>
    <w:p w14:paraId="7EC22544" w14:textId="7777777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числе: </w:t>
      </w:r>
    </w:p>
    <w:p w14:paraId="791CAD4B" w14:textId="3E865151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местный бюджет</w:t>
      </w:r>
      <w:r w:rsidR="00CE6D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- 272,1 тыс. руб.</w:t>
      </w:r>
    </w:p>
    <w:p w14:paraId="5C30FF5E" w14:textId="7777777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1 896,7 тыс. руб.</w:t>
      </w:r>
    </w:p>
    <w:p w14:paraId="5EC1B35B" w14:textId="7777777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2016 – 3 460,2 тыс. руб.</w:t>
      </w:r>
    </w:p>
    <w:p w14:paraId="480A8DB7" w14:textId="7777777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57EB6F49" w14:textId="46BF6BAF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местный бюджет</w:t>
      </w:r>
      <w:r w:rsidR="00CE6D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- 748,5 тыс. руб.</w:t>
      </w:r>
    </w:p>
    <w:p w14:paraId="7E191A22" w14:textId="7777777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2 711,7 тыс. руб.</w:t>
      </w:r>
    </w:p>
    <w:p w14:paraId="240C89A8" w14:textId="7777777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2017 – 2 530,2 тыс. руб.</w:t>
      </w:r>
    </w:p>
    <w:p w14:paraId="1009BCE3" w14:textId="7777777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60A0158C" w14:textId="16AAB31B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местный бюджет</w:t>
      </w:r>
      <w:r w:rsidR="00CE6D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- 937,3 тыс. руб.</w:t>
      </w:r>
    </w:p>
    <w:p w14:paraId="786787D4" w14:textId="7777777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1592,9 тыс. руб.</w:t>
      </w:r>
    </w:p>
    <w:p w14:paraId="36D2C667" w14:textId="7777777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2018 – 1 123,6 тыс. руб.</w:t>
      </w:r>
    </w:p>
    <w:p w14:paraId="4F1236F5" w14:textId="7777777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08D3312B" w14:textId="7777777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местный бюджет – 363,9 тыс. руб.</w:t>
      </w:r>
    </w:p>
    <w:p w14:paraId="29120222" w14:textId="7777777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759,7 тыс. руб.</w:t>
      </w:r>
    </w:p>
    <w:p w14:paraId="32E89F14" w14:textId="7777777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2019 – 1 368,6 тыс. руб.</w:t>
      </w:r>
    </w:p>
    <w:p w14:paraId="212B9C1B" w14:textId="7777777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2110897C" w14:textId="7777777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местный бюджет – 807,0 тыс. руб.</w:t>
      </w:r>
    </w:p>
    <w:p w14:paraId="12770D13" w14:textId="7777777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561,6 тыс. руб.</w:t>
      </w:r>
    </w:p>
    <w:p w14:paraId="7C3D6020" w14:textId="7777777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2020 – 1 128,4 тыс. руб.</w:t>
      </w:r>
    </w:p>
    <w:p w14:paraId="599D9DBD" w14:textId="7777777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0EB94E14" w14:textId="7777777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местный бюджет – 1 128,4 тыс. руб.</w:t>
      </w:r>
    </w:p>
    <w:p w14:paraId="75F516C0" w14:textId="7777777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0,0 тыс. руб.</w:t>
      </w:r>
    </w:p>
    <w:p w14:paraId="5676BA83" w14:textId="2B0ECCEA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2021 –</w:t>
      </w:r>
      <w:r w:rsidR="00CE6D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2 271,3 тыс. руб.</w:t>
      </w:r>
    </w:p>
    <w:p w14:paraId="23DE09AF" w14:textId="77777777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18264D1A" w14:textId="172BA9B8" w:rsidR="00924F5A" w:rsidRPr="00CE6D64" w:rsidRDefault="00924F5A" w:rsidP="00924F5A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местный бюджет –</w:t>
      </w:r>
      <w:r w:rsidR="00CE6D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2 104,2 тыс. руб.</w:t>
      </w:r>
    </w:p>
    <w:p w14:paraId="10689FB6" w14:textId="77777777" w:rsidR="00924F5A" w:rsidRPr="00CE6D64" w:rsidRDefault="00924F5A" w:rsidP="00CB1935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167,1 тыс. руб.</w:t>
      </w:r>
    </w:p>
    <w:p w14:paraId="50D048B0" w14:textId="77777777" w:rsidR="00BF0996" w:rsidRPr="00CE6D64" w:rsidRDefault="00BF0996" w:rsidP="00BF0996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2022 – 2 122,2 тыс. руб.</w:t>
      </w:r>
    </w:p>
    <w:p w14:paraId="61817914" w14:textId="77777777" w:rsidR="00BF0996" w:rsidRPr="00CE6D64" w:rsidRDefault="00BF0996" w:rsidP="00BF0996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3F0ED8BF" w14:textId="77777777" w:rsidR="00BF0996" w:rsidRPr="00CE6D64" w:rsidRDefault="00BF0996" w:rsidP="00BF0996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местный бюджет – 1 797,6 тыс. руб.</w:t>
      </w:r>
    </w:p>
    <w:p w14:paraId="379DE11E" w14:textId="77777777" w:rsidR="00BF0996" w:rsidRPr="00CE6D64" w:rsidRDefault="00BF0996" w:rsidP="00BF0996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324,6 тыс. руб.</w:t>
      </w:r>
    </w:p>
    <w:p w14:paraId="3ED20B8C" w14:textId="77777777" w:rsidR="00BF0996" w:rsidRPr="00CE6D64" w:rsidRDefault="00BF0996" w:rsidP="00BF0996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2023 – 2 362,1 тыс. руб.</w:t>
      </w:r>
    </w:p>
    <w:p w14:paraId="1B11D6EC" w14:textId="77777777" w:rsidR="00BF0996" w:rsidRPr="00CE6D64" w:rsidRDefault="00BF0996" w:rsidP="00BF0996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166EE624" w14:textId="77777777" w:rsidR="00BF0996" w:rsidRPr="00CE6D64" w:rsidRDefault="00BF0996" w:rsidP="00BF0996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местный бюджет – 2 001,4 тыс. руб.</w:t>
      </w:r>
    </w:p>
    <w:p w14:paraId="377FB4B7" w14:textId="77777777" w:rsidR="00BF0996" w:rsidRPr="00CE6D64" w:rsidRDefault="00BF0996" w:rsidP="00BF0996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360,7 тыс. руб.</w:t>
      </w:r>
    </w:p>
    <w:p w14:paraId="3944AED1" w14:textId="77777777" w:rsidR="00BF0996" w:rsidRPr="00CE6D64" w:rsidRDefault="00BF0996" w:rsidP="00BF0996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2024 – 12 057,1 тыс. руб.</w:t>
      </w:r>
    </w:p>
    <w:p w14:paraId="1AF355B4" w14:textId="77777777" w:rsidR="00BF0996" w:rsidRPr="00CE6D64" w:rsidRDefault="00BF0996" w:rsidP="00BF0996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042BA2B3" w14:textId="77777777" w:rsidR="00BF0996" w:rsidRPr="00CE6D64" w:rsidRDefault="00BF0996" w:rsidP="00BF0996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местный бюджет – 11 699,3 тыс. руб.</w:t>
      </w:r>
    </w:p>
    <w:p w14:paraId="190D6B5F" w14:textId="77777777" w:rsidR="00BF0996" w:rsidRPr="00CE6D64" w:rsidRDefault="00BF0996" w:rsidP="00BF0996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357,8 тыс. руб.</w:t>
      </w:r>
    </w:p>
    <w:p w14:paraId="32DCD3C9" w14:textId="77777777" w:rsidR="00BF0996" w:rsidRPr="00CE6D64" w:rsidRDefault="00BF0996" w:rsidP="00BF0996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2025 – 669,6 тыс. руб.</w:t>
      </w:r>
    </w:p>
    <w:p w14:paraId="5CB5894E" w14:textId="77777777" w:rsidR="00BF0996" w:rsidRPr="00CE6D64" w:rsidRDefault="00BF0996" w:rsidP="00BF0996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3B615385" w14:textId="77777777" w:rsidR="00BF0996" w:rsidRPr="00CE6D64" w:rsidRDefault="00BF0996" w:rsidP="00BF0996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местный бюджет – 454,9 тыс. руб.</w:t>
      </w:r>
    </w:p>
    <w:p w14:paraId="22501B3E" w14:textId="77777777" w:rsidR="00BF0996" w:rsidRPr="00CE6D64" w:rsidRDefault="00BF0996" w:rsidP="00BF0996">
      <w:pPr>
        <w:tabs>
          <w:tab w:val="left" w:pos="411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214,7 тыс. руб.</w:t>
      </w:r>
    </w:p>
    <w:p w14:paraId="3721322D" w14:textId="3C36EDDD" w:rsidR="00661A44" w:rsidRPr="00CE6D64" w:rsidRDefault="00661A44" w:rsidP="00CE6D6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Финансирование мероприятий корректируется с учетом финансовых возможностей местного бюджета.</w:t>
      </w:r>
    </w:p>
    <w:p w14:paraId="09812049" w14:textId="77777777" w:rsidR="00661A44" w:rsidRPr="00CE6D64" w:rsidRDefault="00661A44" w:rsidP="00BA4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Таблица с распределением объемов финансирования по годам реализации муниципальной программы приводится в приложении 3 к настоящей программе.».</w:t>
      </w:r>
    </w:p>
    <w:p w14:paraId="6DBE6B92" w14:textId="77777777" w:rsidR="00661A44" w:rsidRPr="00CE6D64" w:rsidRDefault="00661A44" w:rsidP="00BA49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D64">
        <w:rPr>
          <w:rFonts w:ascii="Times New Roman" w:eastAsia="Times New Roman" w:hAnsi="Times New Roman"/>
          <w:sz w:val="28"/>
          <w:szCs w:val="28"/>
          <w:lang w:eastAsia="ru-RU"/>
        </w:rPr>
        <w:t>1.3. Приложение 3 «Ресурсное обеспечение реализации муниципальной программы «Доступная среда в муниципальном образовании «Городской округ Ногликский» к Программе изложить в новой редакции (прилагается).</w:t>
      </w:r>
    </w:p>
    <w:p w14:paraId="3D31B321" w14:textId="0427E831" w:rsidR="00661A44" w:rsidRPr="00CE6D64" w:rsidRDefault="00661A44" w:rsidP="00BA49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D64">
        <w:rPr>
          <w:rFonts w:ascii="Times New Roman" w:hAnsi="Times New Roman"/>
          <w:sz w:val="28"/>
          <w:szCs w:val="28"/>
        </w:rPr>
        <w:t xml:space="preserve">2. Опубликовать </w:t>
      </w:r>
      <w:r w:rsidR="009F3CD2" w:rsidRPr="00CE6D64">
        <w:rPr>
          <w:rFonts w:ascii="Times New Roman" w:hAnsi="Times New Roman"/>
          <w:sz w:val="28"/>
          <w:szCs w:val="28"/>
        </w:rPr>
        <w:t xml:space="preserve">настоящее </w:t>
      </w:r>
      <w:r w:rsidRPr="00CE6D64">
        <w:rPr>
          <w:rFonts w:ascii="Times New Roman" w:hAnsi="Times New Roman"/>
          <w:sz w:val="28"/>
          <w:szCs w:val="28"/>
        </w:rPr>
        <w:t>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6B1D2D4" w14:textId="192A33B6" w:rsidR="00661A44" w:rsidRDefault="00661A44" w:rsidP="00BA49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D64">
        <w:rPr>
          <w:rFonts w:ascii="Times New Roman" w:hAnsi="Times New Roman"/>
          <w:sz w:val="28"/>
          <w:szCs w:val="28"/>
        </w:rPr>
        <w:t xml:space="preserve">3. Контроль </w:t>
      </w:r>
      <w:r w:rsidR="00CE6D64">
        <w:rPr>
          <w:rFonts w:ascii="Times New Roman" w:hAnsi="Times New Roman"/>
          <w:sz w:val="28"/>
          <w:szCs w:val="28"/>
        </w:rPr>
        <w:t xml:space="preserve">за </w:t>
      </w:r>
      <w:r w:rsidRPr="00CE6D64">
        <w:rPr>
          <w:rFonts w:ascii="Times New Roman" w:hAnsi="Times New Roman"/>
          <w:sz w:val="28"/>
          <w:szCs w:val="28"/>
        </w:rPr>
        <w:t>исполнени</w:t>
      </w:r>
      <w:r w:rsidR="00CE6D64">
        <w:rPr>
          <w:rFonts w:ascii="Times New Roman" w:hAnsi="Times New Roman"/>
          <w:sz w:val="28"/>
          <w:szCs w:val="28"/>
        </w:rPr>
        <w:t>ем</w:t>
      </w:r>
      <w:r w:rsidRPr="00CE6D64">
        <w:rPr>
          <w:rFonts w:ascii="Times New Roman" w:hAnsi="Times New Roman"/>
          <w:sz w:val="28"/>
          <w:szCs w:val="28"/>
        </w:rPr>
        <w:t xml:space="preserve"> настоящего постановления возложить на </w:t>
      </w:r>
      <w:r w:rsidR="00EE540C" w:rsidRPr="00CE6D64">
        <w:rPr>
          <w:rFonts w:ascii="Times New Roman" w:hAnsi="Times New Roman"/>
          <w:sz w:val="28"/>
          <w:szCs w:val="28"/>
        </w:rPr>
        <w:t>вице-мэра</w:t>
      </w:r>
      <w:r w:rsidR="00405E1E" w:rsidRPr="00CE6D64">
        <w:rPr>
          <w:rFonts w:ascii="Times New Roman" w:hAnsi="Times New Roman"/>
          <w:sz w:val="28"/>
          <w:szCs w:val="28"/>
        </w:rPr>
        <w:t xml:space="preserve"> </w:t>
      </w:r>
      <w:r w:rsidRPr="00CE6D64">
        <w:rPr>
          <w:rFonts w:ascii="Times New Roman" w:hAnsi="Times New Roman"/>
          <w:sz w:val="28"/>
          <w:szCs w:val="28"/>
        </w:rPr>
        <w:t>муниципального образования «Го</w:t>
      </w:r>
      <w:r w:rsidRPr="00603694">
        <w:rPr>
          <w:rFonts w:ascii="Times New Roman" w:hAnsi="Times New Roman"/>
          <w:sz w:val="28"/>
          <w:szCs w:val="28"/>
        </w:rPr>
        <w:t xml:space="preserve">родской округ Ногликский» </w:t>
      </w:r>
      <w:r w:rsidR="00EE540C">
        <w:rPr>
          <w:rFonts w:ascii="Times New Roman" w:hAnsi="Times New Roman"/>
          <w:sz w:val="28"/>
          <w:szCs w:val="28"/>
        </w:rPr>
        <w:t>Русанова Я.С.</w:t>
      </w:r>
    </w:p>
    <w:p w14:paraId="52B5206E" w14:textId="77777777" w:rsidR="00BC5FB0" w:rsidRDefault="00BC5FB0" w:rsidP="00BA49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9DE974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9DE974E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9DE974F" w14:textId="1BB41D92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BA4962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BA4962">
        <w:rPr>
          <w:rFonts w:ascii="Times New Roman" w:hAnsi="Times New Roman"/>
          <w:sz w:val="28"/>
          <w:szCs w:val="28"/>
        </w:rPr>
        <w:tab/>
      </w:r>
      <w:r w:rsidR="00BA4962">
        <w:rPr>
          <w:rFonts w:ascii="Times New Roman" w:hAnsi="Times New Roman"/>
          <w:sz w:val="28"/>
          <w:szCs w:val="28"/>
        </w:rPr>
        <w:tab/>
      </w:r>
      <w:r w:rsidR="00BA4962">
        <w:rPr>
          <w:rFonts w:ascii="Times New Roman" w:hAnsi="Times New Roman"/>
          <w:sz w:val="28"/>
          <w:szCs w:val="28"/>
        </w:rPr>
        <w:tab/>
      </w:r>
      <w:r w:rsidR="00BA4962">
        <w:rPr>
          <w:rFonts w:ascii="Times New Roman" w:hAnsi="Times New Roman"/>
          <w:sz w:val="28"/>
          <w:szCs w:val="28"/>
        </w:rPr>
        <w:tab/>
      </w:r>
      <w:r w:rsidR="00BA4962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BA49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CE6D64">
      <w:headerReference w:type="default" r:id="rId7"/>
      <w:pgSz w:w="11906" w:h="16838"/>
      <w:pgMar w:top="1134" w:right="991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BD403" w14:textId="77777777" w:rsidR="00414BFE" w:rsidRDefault="00414BFE" w:rsidP="0033636C">
      <w:pPr>
        <w:spacing w:after="0" w:line="240" w:lineRule="auto"/>
      </w:pPr>
      <w:r>
        <w:separator/>
      </w:r>
    </w:p>
  </w:endnote>
  <w:endnote w:type="continuationSeparator" w:id="0">
    <w:p w14:paraId="18FE6083" w14:textId="77777777" w:rsidR="00414BFE" w:rsidRDefault="00414BFE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A2B9F" w14:textId="77777777" w:rsidR="00414BFE" w:rsidRDefault="00414BFE" w:rsidP="0033636C">
      <w:pPr>
        <w:spacing w:after="0" w:line="240" w:lineRule="auto"/>
      </w:pPr>
      <w:r>
        <w:separator/>
      </w:r>
    </w:p>
  </w:footnote>
  <w:footnote w:type="continuationSeparator" w:id="0">
    <w:p w14:paraId="6D50CD24" w14:textId="77777777" w:rsidR="00414BFE" w:rsidRDefault="00414BFE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4186677"/>
      <w:docPartObj>
        <w:docPartGallery w:val="Page Numbers (Top of Page)"/>
        <w:docPartUnique/>
      </w:docPartObj>
    </w:sdtPr>
    <w:sdtEndPr/>
    <w:sdtContent>
      <w:p w14:paraId="7C20703C" w14:textId="593D2338" w:rsidR="00BA4962" w:rsidRDefault="00BA496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33A">
          <w:rPr>
            <w:noProof/>
          </w:rPr>
          <w:t>2</w:t>
        </w:r>
        <w:r>
          <w:fldChar w:fldCharType="end"/>
        </w:r>
      </w:p>
    </w:sdtContent>
  </w:sdt>
  <w:p w14:paraId="5CF6609C" w14:textId="77777777" w:rsidR="00BA4962" w:rsidRDefault="00BA49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070C0"/>
    <w:rsid w:val="00115935"/>
    <w:rsid w:val="00185FEC"/>
    <w:rsid w:val="001E1F9F"/>
    <w:rsid w:val="001F5C3D"/>
    <w:rsid w:val="002003DC"/>
    <w:rsid w:val="002152DA"/>
    <w:rsid w:val="002C275D"/>
    <w:rsid w:val="0033636C"/>
    <w:rsid w:val="003937FE"/>
    <w:rsid w:val="003E3825"/>
    <w:rsid w:val="003E4257"/>
    <w:rsid w:val="00405E1E"/>
    <w:rsid w:val="00414BFE"/>
    <w:rsid w:val="00520CBF"/>
    <w:rsid w:val="005E79FA"/>
    <w:rsid w:val="00625AA7"/>
    <w:rsid w:val="00661A44"/>
    <w:rsid w:val="007531BB"/>
    <w:rsid w:val="00843BE7"/>
    <w:rsid w:val="008629FA"/>
    <w:rsid w:val="00924F5A"/>
    <w:rsid w:val="00987DB5"/>
    <w:rsid w:val="009D5143"/>
    <w:rsid w:val="009F3CD2"/>
    <w:rsid w:val="00A408A1"/>
    <w:rsid w:val="00A91341"/>
    <w:rsid w:val="00AC72C8"/>
    <w:rsid w:val="00B10ED9"/>
    <w:rsid w:val="00B2169C"/>
    <w:rsid w:val="00B25688"/>
    <w:rsid w:val="00B8747C"/>
    <w:rsid w:val="00BA4962"/>
    <w:rsid w:val="00BA70F0"/>
    <w:rsid w:val="00BC5FB0"/>
    <w:rsid w:val="00BF0996"/>
    <w:rsid w:val="00C02849"/>
    <w:rsid w:val="00C36ADF"/>
    <w:rsid w:val="00C51FB6"/>
    <w:rsid w:val="00C6174B"/>
    <w:rsid w:val="00CB1935"/>
    <w:rsid w:val="00CD633A"/>
    <w:rsid w:val="00CE6D64"/>
    <w:rsid w:val="00D11891"/>
    <w:rsid w:val="00D12794"/>
    <w:rsid w:val="00D152E5"/>
    <w:rsid w:val="00D67BD8"/>
    <w:rsid w:val="00D877B8"/>
    <w:rsid w:val="00DB28BF"/>
    <w:rsid w:val="00DF7897"/>
    <w:rsid w:val="00E37B8A"/>
    <w:rsid w:val="00E609BC"/>
    <w:rsid w:val="00EE42D2"/>
    <w:rsid w:val="00EE540C"/>
    <w:rsid w:val="00F61136"/>
    <w:rsid w:val="00F7427C"/>
    <w:rsid w:val="00F9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E973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753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531B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51FE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51FE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51FEC"/>
    <w:rsid w:val="00C851DC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38</TotalTime>
  <Pages>4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2021-08-05T04:41:00Z</cp:lastPrinted>
  <dcterms:created xsi:type="dcterms:W3CDTF">2022-03-14T23:38:00Z</dcterms:created>
  <dcterms:modified xsi:type="dcterms:W3CDTF">2023-02-21T03:35:00Z</dcterms:modified>
</cp:coreProperties>
</file>