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6A8AE2C" w14:textId="77777777" w:rsidTr="00987DB5">
        <w:tc>
          <w:tcPr>
            <w:tcW w:w="9498" w:type="dxa"/>
          </w:tcPr>
          <w:p w14:paraId="26A8AE2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6A8AE43" wp14:editId="26A8AE4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A8AE2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6A8AE2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6A8AE2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6A8AE2D" w14:textId="2443629C" w:rsidR="0033636C" w:rsidRPr="002F099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F099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411D3">
            <w:rPr>
              <w:rFonts w:ascii="Times New Roman" w:hAnsi="Times New Roman"/>
              <w:sz w:val="28"/>
              <w:szCs w:val="28"/>
            </w:rPr>
            <w:t>11 ноября 2024 года</w:t>
          </w:r>
        </w:sdtContent>
      </w:sdt>
      <w:r w:rsidRPr="002F099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bookmarkStart w:id="0" w:name="_GoBack"/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411D3" w:rsidRPr="005411D3">
            <w:rPr>
              <w:rFonts w:ascii="Times New Roman" w:hAnsi="Times New Roman"/>
              <w:sz w:val="28"/>
              <w:szCs w:val="28"/>
            </w:rPr>
            <w:t>685</w:t>
          </w:r>
        </w:sdtContent>
      </w:sdt>
      <w:bookmarkEnd w:id="0"/>
    </w:p>
    <w:p w14:paraId="26A8AE2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801F2B6" w14:textId="77777777" w:rsidR="002F0999" w:rsidRDefault="0033636C" w:rsidP="002F09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0999">
        <w:rPr>
          <w:rFonts w:ascii="Times New Roman" w:hAnsi="Times New Roman"/>
          <w:b/>
          <w:sz w:val="28"/>
          <w:szCs w:val="28"/>
        </w:rPr>
        <w:t>Об утвержден</w:t>
      </w:r>
      <w:r w:rsidR="002F0999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</w:p>
    <w:p w14:paraId="1CFBA8DF" w14:textId="77777777" w:rsidR="002F0999" w:rsidRDefault="0033636C" w:rsidP="002F09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0999">
        <w:rPr>
          <w:rFonts w:ascii="Times New Roman" w:hAnsi="Times New Roman"/>
          <w:b/>
          <w:sz w:val="28"/>
          <w:szCs w:val="28"/>
        </w:rPr>
        <w:t>пред</w:t>
      </w:r>
      <w:r w:rsidR="002F0999">
        <w:rPr>
          <w:rFonts w:ascii="Times New Roman" w:hAnsi="Times New Roman"/>
          <w:b/>
          <w:sz w:val="28"/>
          <w:szCs w:val="28"/>
        </w:rPr>
        <w:t>оставления муниципальной услуги</w:t>
      </w:r>
    </w:p>
    <w:p w14:paraId="0CBAAEEC" w14:textId="77777777" w:rsidR="002F0999" w:rsidRDefault="0033636C" w:rsidP="002F09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0999">
        <w:rPr>
          <w:rFonts w:ascii="Times New Roman" w:hAnsi="Times New Roman"/>
          <w:b/>
          <w:sz w:val="28"/>
          <w:szCs w:val="28"/>
        </w:rPr>
        <w:t>«Организация отдыха детей в к</w:t>
      </w:r>
      <w:r w:rsidR="002F0999">
        <w:rPr>
          <w:rFonts w:ascii="Times New Roman" w:hAnsi="Times New Roman"/>
          <w:b/>
          <w:sz w:val="28"/>
          <w:szCs w:val="28"/>
        </w:rPr>
        <w:t>аникулярное время на территории</w:t>
      </w:r>
    </w:p>
    <w:p w14:paraId="26A8AE2F" w14:textId="70D54004" w:rsidR="0033636C" w:rsidRPr="002F0999" w:rsidRDefault="0033636C" w:rsidP="002F09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0999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26A8AE30" w14:textId="77777777" w:rsidR="00185FEC" w:rsidRPr="002F0999" w:rsidRDefault="00185FEC" w:rsidP="002F09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1368DA" w14:textId="4005C0B4" w:rsidR="000A0184" w:rsidRPr="002F0999" w:rsidRDefault="000A0184" w:rsidP="002F09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F0999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</w:t>
      </w:r>
      <w:hyperlink r:id="rId8" w:tooltip="Федеральный закон от 06.10.2003 N 131-ФЗ (ред. от 30.12.2021) &quot;Об общих принципах организации местного самоуправления в Российской Федерации&quot;{КонсультантПлюс}" w:history="1">
        <w:r w:rsidRPr="002F0999">
          <w:rPr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ст. 16</w:t>
        </w:r>
      </w:hyperlink>
      <w:r w:rsidRPr="002F0999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06.10.2003 № 131-ФЗ «Об общих принципах организации местного самоуправления в Российской Федерации», Федеральным </w:t>
      </w:r>
      <w:hyperlink r:id="rId9" w:tooltip="Федеральный закон от 27.07.2010 N 210-ФЗ (ред. от 02.07.2021) &quot;Об организации предоставления государственных и муниципальных услуг&quot; (с изм. и доп., вступ. в силу с 01.01.2022){КонсультантПлюс}" w:history="1">
        <w:r w:rsidRPr="002F0999">
          <w:rPr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2F0999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услуг», </w:t>
      </w:r>
      <w:hyperlink r:id="rId10" w:tooltip="Распоряжение Правительства Сахалинской области от 07.12.2020 N 756-р (ред. от 01.04.2022) &quot;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" w:history="1">
        <w:r w:rsidRPr="002F0999">
          <w:rPr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распоряжением</w:t>
        </w:r>
      </w:hyperlink>
      <w:r w:rsidRPr="002F0999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Сахалинской области от 07.12.2020 № 756-р «Об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(заказ)», </w:t>
      </w:r>
      <w:r w:rsidRPr="002F0999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2F0999">
        <w:rPr>
          <w:rFonts w:ascii="Times New Roman" w:hAnsi="Times New Roman"/>
          <w:b/>
          <w:sz w:val="28"/>
          <w:szCs w:val="28"/>
        </w:rPr>
        <w:t>ПОСТАНОВЛЯЕТ:</w:t>
      </w:r>
    </w:p>
    <w:p w14:paraId="2A56F08B" w14:textId="185469BF" w:rsidR="000A0184" w:rsidRPr="002F0999" w:rsidRDefault="002F0999" w:rsidP="002F099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A0184" w:rsidRPr="002F0999">
        <w:rPr>
          <w:rFonts w:ascii="Times New Roman" w:hAnsi="Times New Roman"/>
          <w:sz w:val="28"/>
          <w:szCs w:val="28"/>
        </w:rPr>
        <w:t xml:space="preserve">Утвердить административный регламент </w:t>
      </w:r>
      <w:r w:rsidR="000A0184" w:rsidRPr="002F0999">
        <w:rPr>
          <w:rFonts w:ascii="Times New Roman" w:hAnsi="Times New Roman"/>
          <w:bCs/>
          <w:sz w:val="28"/>
          <w:szCs w:val="28"/>
        </w:rPr>
        <w:t>предоставления</w:t>
      </w:r>
      <w:r w:rsidR="000A0184" w:rsidRPr="002F0999">
        <w:rPr>
          <w:rFonts w:ascii="Times New Roman" w:eastAsia="Times New Roman" w:hAnsi="Times New Roman"/>
          <w:bCs/>
          <w:sz w:val="28"/>
          <w:szCs w:val="28"/>
        </w:rPr>
        <w:t xml:space="preserve"> муниципальной услуги </w:t>
      </w:r>
      <w:r w:rsidR="000A0184" w:rsidRPr="002F0999">
        <w:rPr>
          <w:rFonts w:ascii="Times New Roman" w:hAnsi="Times New Roman"/>
          <w:sz w:val="28"/>
          <w:szCs w:val="28"/>
        </w:rPr>
        <w:t xml:space="preserve">«Организация отдыха детей в каникулярное время на территории муниципального образования «Городской округ Ногликский» </w:t>
      </w:r>
      <w:r w:rsidR="000A0184" w:rsidRPr="002F0999">
        <w:rPr>
          <w:rFonts w:ascii="Times New Roman" w:hAnsi="Times New Roman"/>
          <w:bCs/>
          <w:sz w:val="28"/>
          <w:szCs w:val="28"/>
        </w:rPr>
        <w:t>(прилагается).</w:t>
      </w:r>
    </w:p>
    <w:p w14:paraId="784B46B9" w14:textId="074DAF0D" w:rsidR="000A0184" w:rsidRPr="002F0999" w:rsidRDefault="002F0999" w:rsidP="002F099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A0184" w:rsidRPr="002F0999">
        <w:rPr>
          <w:rFonts w:ascii="Times New Roman" w:hAnsi="Times New Roman"/>
          <w:sz w:val="28"/>
          <w:szCs w:val="28"/>
        </w:rPr>
        <w:t>Считать утратившими силу постановления администрации муниципального образования «Городской округ Ногликский»:</w:t>
      </w:r>
    </w:p>
    <w:p w14:paraId="7AE51C04" w14:textId="77777777" w:rsidR="000A0184" w:rsidRPr="002F0999" w:rsidRDefault="000A0184" w:rsidP="002F0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F0999">
        <w:rPr>
          <w:rFonts w:ascii="Times New Roman" w:hAnsi="Times New Roman"/>
          <w:sz w:val="28"/>
          <w:szCs w:val="28"/>
        </w:rPr>
        <w:t>- от 11.07.2022 № 350 «Об утверждении административного регламента</w:t>
      </w:r>
      <w:r w:rsidRPr="002F09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предоставления муниципальной услуги </w:t>
      </w:r>
      <w:r w:rsidRPr="002F09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«Организация отдыха детей в каникулярное время на территории муниципального образования «Городской округ Ногликский»;</w:t>
      </w:r>
    </w:p>
    <w:p w14:paraId="4270CC8D" w14:textId="67BFDBE5" w:rsidR="000A0184" w:rsidRPr="002F0999" w:rsidRDefault="000A0184" w:rsidP="002F0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F09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- от 18.04.2023 № 247 </w:t>
      </w:r>
      <w:bookmarkStart w:id="1" w:name="_Hlk179548037"/>
      <w:r w:rsidRPr="002F09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 внесении изменений в постановление администрации муниципального образования «Городской округ Ногликский» от 11</w:t>
      </w:r>
      <w:r w:rsidR="00DF5C8A" w:rsidRPr="002F09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2F09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июля 2022 года</w:t>
      </w:r>
      <w:r w:rsidR="00352730" w:rsidRPr="002F09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2F09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350»</w:t>
      </w:r>
      <w:bookmarkEnd w:id="1"/>
      <w:r w:rsidRPr="002F09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7C6403E0" w14:textId="16C7004A" w:rsidR="000A0184" w:rsidRPr="002F0999" w:rsidRDefault="000A0184" w:rsidP="002F0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F09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от 06.08.2024 № 465 «О внесении изменений в постановление администрации муниципального образования «Городской округ Ногликский» от 11 июля 2022 года</w:t>
      </w:r>
      <w:r w:rsidR="00352730" w:rsidRPr="002F09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2F09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350».</w:t>
      </w:r>
    </w:p>
    <w:p w14:paraId="23F5B398" w14:textId="0D4145EC" w:rsidR="000A0184" w:rsidRPr="002F0999" w:rsidRDefault="002F0999" w:rsidP="002F09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0A0184" w:rsidRPr="002F0999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6A8AE32" w14:textId="1C2422D0" w:rsidR="00E609BC" w:rsidRDefault="002F0999" w:rsidP="002F099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0A0184" w:rsidRPr="002F0999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постановления возложить на вице-мэра муниципального образования «Городской округ Ногликский» Русанова</w:t>
      </w:r>
      <w:r w:rsidR="00DF5C8A" w:rsidRPr="002F09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0184" w:rsidRPr="002F0999">
        <w:rPr>
          <w:rFonts w:ascii="Times New Roman" w:eastAsia="Times New Roman" w:hAnsi="Times New Roman"/>
          <w:sz w:val="28"/>
          <w:szCs w:val="28"/>
          <w:lang w:eastAsia="ru-RU"/>
        </w:rPr>
        <w:t>Я.С.</w:t>
      </w:r>
    </w:p>
    <w:p w14:paraId="166D806C" w14:textId="469931C3" w:rsidR="002F0999" w:rsidRDefault="002F0999" w:rsidP="002F09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D490D8A" w14:textId="77777777" w:rsidR="002F0999" w:rsidRPr="002F0999" w:rsidRDefault="002F0999" w:rsidP="002F09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6A8AE3C" w14:textId="77777777" w:rsidR="008629FA" w:rsidRDefault="008629FA" w:rsidP="002F09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6A8AE3D" w14:textId="5D6B1190" w:rsidR="002F0999" w:rsidRDefault="008629FA" w:rsidP="002F09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A01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2F0999" w:rsidSect="002F0999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E11ED" w14:textId="77777777" w:rsidR="00235349" w:rsidRDefault="00235349" w:rsidP="0033636C">
      <w:pPr>
        <w:spacing w:after="0" w:line="240" w:lineRule="auto"/>
      </w:pPr>
      <w:r>
        <w:separator/>
      </w:r>
    </w:p>
  </w:endnote>
  <w:endnote w:type="continuationSeparator" w:id="0">
    <w:p w14:paraId="03533586" w14:textId="77777777" w:rsidR="00235349" w:rsidRDefault="00235349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F1ABC" w14:textId="77777777" w:rsidR="00235349" w:rsidRDefault="00235349" w:rsidP="0033636C">
      <w:pPr>
        <w:spacing w:after="0" w:line="240" w:lineRule="auto"/>
      </w:pPr>
      <w:r>
        <w:separator/>
      </w:r>
    </w:p>
  </w:footnote>
  <w:footnote w:type="continuationSeparator" w:id="0">
    <w:p w14:paraId="40EAB2F0" w14:textId="77777777" w:rsidR="00235349" w:rsidRDefault="00235349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7175320"/>
      <w:docPartObj>
        <w:docPartGallery w:val="Page Numbers (Top of Page)"/>
        <w:docPartUnique/>
      </w:docPartObj>
    </w:sdtPr>
    <w:sdtEndPr/>
    <w:sdtContent>
      <w:p w14:paraId="642719D4" w14:textId="19D78C6F" w:rsidR="002F0999" w:rsidRDefault="002F09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1D3">
          <w:rPr>
            <w:noProof/>
          </w:rPr>
          <w:t>2</w:t>
        </w:r>
        <w:r>
          <w:fldChar w:fldCharType="end"/>
        </w:r>
      </w:p>
    </w:sdtContent>
  </w:sdt>
  <w:p w14:paraId="083ADC3C" w14:textId="77777777" w:rsidR="002F0999" w:rsidRDefault="002F099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26008"/>
    <w:multiLevelType w:val="hybridMultilevel"/>
    <w:tmpl w:val="47AE5FAA"/>
    <w:lvl w:ilvl="0" w:tplc="994228A2">
      <w:start w:val="1"/>
      <w:numFmt w:val="decimal"/>
      <w:lvlText w:val="%1."/>
      <w:lvlJc w:val="left"/>
      <w:pPr>
        <w:ind w:left="1368" w:hanging="6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0184"/>
    <w:rsid w:val="00102E8D"/>
    <w:rsid w:val="00185FEC"/>
    <w:rsid w:val="001E1F9F"/>
    <w:rsid w:val="002003DC"/>
    <w:rsid w:val="00235349"/>
    <w:rsid w:val="002F0999"/>
    <w:rsid w:val="0033636C"/>
    <w:rsid w:val="00352730"/>
    <w:rsid w:val="003E4257"/>
    <w:rsid w:val="00520CBF"/>
    <w:rsid w:val="005411D3"/>
    <w:rsid w:val="008629FA"/>
    <w:rsid w:val="00987DB5"/>
    <w:rsid w:val="00AC72C8"/>
    <w:rsid w:val="00B10ED9"/>
    <w:rsid w:val="00B25688"/>
    <w:rsid w:val="00B34B45"/>
    <w:rsid w:val="00C02849"/>
    <w:rsid w:val="00CA2015"/>
    <w:rsid w:val="00D12794"/>
    <w:rsid w:val="00D67BD8"/>
    <w:rsid w:val="00DF5C8A"/>
    <w:rsid w:val="00DF7897"/>
    <w:rsid w:val="00E2640C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8AE2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0A018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41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411D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C259C2C922C5B20E04F84E202F5B5732A0963778FFD2BC51E074AACA0954764485D5AA748C2559CFCC6F794D13E386851641D0E789F885FDn2E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4C259C2C922C5B20E04E6433643075B36ABCD327AFCD1ED0CB272FD9559522304C5D3FF37C92B5DC9C33E2A0F4DBAD5C55D4CD7FD95F882CE64E25FFAn9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C259C2C922C5B20E04F84E202F5B5735A89B387BF5D2BC51E074AACA0954764485D5AA748D2655CDCC6F794D13E386851641D0E789F885FDn2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F6FB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F6FB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02E8D"/>
    <w:rsid w:val="00386AA4"/>
    <w:rsid w:val="008F6FB0"/>
    <w:rsid w:val="00B13DA8"/>
    <w:rsid w:val="00C95804"/>
    <w:rsid w:val="00CF735B"/>
    <w:rsid w:val="00E2640C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2024-11-10T22:46:00Z</cp:lastPrinted>
  <dcterms:created xsi:type="dcterms:W3CDTF">2020-04-07T04:52:00Z</dcterms:created>
  <dcterms:modified xsi:type="dcterms:W3CDTF">2024-11-10T22:46:00Z</dcterms:modified>
</cp:coreProperties>
</file>