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3EB3C27" w14:textId="77777777" w:rsidTr="00987DB5">
        <w:tc>
          <w:tcPr>
            <w:tcW w:w="9498" w:type="dxa"/>
          </w:tcPr>
          <w:p w14:paraId="03EB3C2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EB3C3E" wp14:editId="03EB3C3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EB3C2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3EB3C2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3EB3C2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3EB3C28" w14:textId="5B59862B" w:rsidR="0033636C" w:rsidRPr="0089488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488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9488F" w:rsidRPr="0089488F">
            <w:rPr>
              <w:rFonts w:ascii="Times New Roman" w:hAnsi="Times New Roman"/>
              <w:sz w:val="28"/>
              <w:szCs w:val="28"/>
            </w:rPr>
            <w:t>13 ноября 2023 года</w:t>
          </w:r>
        </w:sdtContent>
      </w:sdt>
      <w:r w:rsidRPr="0089488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9488F" w:rsidRPr="0089488F">
            <w:rPr>
              <w:rFonts w:ascii="Times New Roman" w:hAnsi="Times New Roman"/>
              <w:sz w:val="28"/>
              <w:szCs w:val="28"/>
            </w:rPr>
            <w:t>686</w:t>
          </w:r>
        </w:sdtContent>
      </w:sdt>
    </w:p>
    <w:p w14:paraId="03EB3C29" w14:textId="77777777" w:rsidR="0033636C" w:rsidRPr="002B622B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622B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2B622B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3EB3C2A" w14:textId="174528BE" w:rsidR="0033636C" w:rsidRPr="002B622B" w:rsidRDefault="0033636C" w:rsidP="005B4F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622B">
        <w:rPr>
          <w:rFonts w:ascii="Times New Roman" w:hAnsi="Times New Roman"/>
          <w:b/>
          <w:sz w:val="28"/>
          <w:szCs w:val="28"/>
        </w:rPr>
        <w:t>Об утверждении положен</w:t>
      </w:r>
      <w:r w:rsidR="00A62EF0">
        <w:rPr>
          <w:rFonts w:ascii="Times New Roman" w:hAnsi="Times New Roman"/>
          <w:b/>
          <w:sz w:val="28"/>
          <w:szCs w:val="28"/>
        </w:rPr>
        <w:t>ия о порядке ведения реестра парк</w:t>
      </w:r>
      <w:r w:rsidRPr="002B622B">
        <w:rPr>
          <w:rFonts w:ascii="Times New Roman" w:hAnsi="Times New Roman"/>
          <w:b/>
          <w:sz w:val="28"/>
          <w:szCs w:val="28"/>
        </w:rPr>
        <w:t>о</w:t>
      </w:r>
      <w:r w:rsidR="00A62EF0">
        <w:rPr>
          <w:rFonts w:ascii="Times New Roman" w:hAnsi="Times New Roman"/>
          <w:b/>
          <w:sz w:val="28"/>
          <w:szCs w:val="28"/>
        </w:rPr>
        <w:t>во</w:t>
      </w:r>
      <w:r w:rsidRPr="002B622B">
        <w:rPr>
          <w:rFonts w:ascii="Times New Roman" w:hAnsi="Times New Roman"/>
          <w:b/>
          <w:sz w:val="28"/>
          <w:szCs w:val="28"/>
        </w:rPr>
        <w:t xml:space="preserve">к </w:t>
      </w:r>
      <w:r w:rsidR="005B4F68">
        <w:rPr>
          <w:rFonts w:ascii="Times New Roman" w:hAnsi="Times New Roman"/>
          <w:b/>
          <w:sz w:val="28"/>
          <w:szCs w:val="28"/>
        </w:rPr>
        <w:br/>
      </w:r>
      <w:r w:rsidRPr="002B622B">
        <w:rPr>
          <w:rFonts w:ascii="Times New Roman" w:hAnsi="Times New Roman"/>
          <w:b/>
          <w:sz w:val="28"/>
          <w:szCs w:val="28"/>
        </w:rPr>
        <w:t>общего пользования на автомобильных дорогах общего пользования местного значения муниципального образова</w:t>
      </w:r>
      <w:r w:rsidR="002B622B" w:rsidRPr="002B622B">
        <w:rPr>
          <w:rFonts w:ascii="Times New Roman" w:hAnsi="Times New Roman"/>
          <w:b/>
          <w:sz w:val="28"/>
          <w:szCs w:val="28"/>
        </w:rPr>
        <w:t xml:space="preserve">ния </w:t>
      </w:r>
      <w:r w:rsidR="005B4F68">
        <w:rPr>
          <w:rFonts w:ascii="Times New Roman" w:hAnsi="Times New Roman"/>
          <w:b/>
          <w:sz w:val="28"/>
          <w:szCs w:val="28"/>
        </w:rPr>
        <w:br/>
      </w:r>
      <w:r w:rsidR="002B622B" w:rsidRPr="002B622B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="002B622B" w:rsidRPr="002B622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2B622B" w:rsidRPr="002B622B">
        <w:rPr>
          <w:rFonts w:ascii="Times New Roman" w:hAnsi="Times New Roman"/>
          <w:b/>
          <w:sz w:val="28"/>
          <w:szCs w:val="28"/>
        </w:rPr>
        <w:t>»</w:t>
      </w:r>
    </w:p>
    <w:p w14:paraId="03EB3C2B" w14:textId="77777777" w:rsidR="00185FEC" w:rsidRDefault="00185FEC" w:rsidP="005B4F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B17D97" w14:textId="0392F49E" w:rsidR="002B622B" w:rsidRPr="002B622B" w:rsidRDefault="002B622B" w:rsidP="005B4F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22B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29.12.2017 № 443 «Об организации дорожного движения в Российской Федерации и о внесении изменений в отдельные законодательные акты Российс</w:t>
      </w:r>
      <w:bookmarkStart w:id="0" w:name="_GoBack"/>
      <w:bookmarkEnd w:id="0"/>
      <w:r w:rsidRPr="002B622B">
        <w:rPr>
          <w:rFonts w:ascii="Times New Roman" w:hAnsi="Times New Roman"/>
          <w:sz w:val="28"/>
          <w:szCs w:val="28"/>
        </w:rPr>
        <w:t>кой Федерации»</w:t>
      </w:r>
      <w:r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2B622B">
        <w:rPr>
          <w:rFonts w:ascii="Times New Roman" w:hAnsi="Times New Roman"/>
          <w:b/>
          <w:sz w:val="28"/>
          <w:szCs w:val="28"/>
        </w:rPr>
        <w:t>:</w:t>
      </w:r>
    </w:p>
    <w:p w14:paraId="352BED83" w14:textId="3D96B444" w:rsidR="002B622B" w:rsidRPr="002B622B" w:rsidRDefault="002B622B" w:rsidP="005B4F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22B">
        <w:rPr>
          <w:rFonts w:ascii="Times New Roman" w:hAnsi="Times New Roman"/>
          <w:sz w:val="28"/>
          <w:szCs w:val="28"/>
        </w:rPr>
        <w:t xml:space="preserve">1. Утвердить Положение о порядке ведения реестра парковок общего пользования на автомобильных дорогах общего пользования местного значения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2B622B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7143848B" w14:textId="1794F889" w:rsidR="002B622B" w:rsidRPr="002B622B" w:rsidRDefault="002B622B" w:rsidP="005B4F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22B">
        <w:rPr>
          <w:rFonts w:ascii="Times New Roman" w:hAnsi="Times New Roman"/>
          <w:sz w:val="28"/>
          <w:szCs w:val="28"/>
        </w:rPr>
        <w:t>2. Опубликовать настоящее постановление в газете «</w:t>
      </w:r>
      <w:r w:rsidR="00AB3DA2">
        <w:rPr>
          <w:rFonts w:ascii="Times New Roman" w:hAnsi="Times New Roman"/>
          <w:sz w:val="28"/>
          <w:szCs w:val="28"/>
        </w:rPr>
        <w:t>Знамя труда</w:t>
      </w:r>
      <w:r w:rsidRPr="002B622B">
        <w:rPr>
          <w:rFonts w:ascii="Times New Roman" w:hAnsi="Times New Roman"/>
          <w:sz w:val="28"/>
          <w:szCs w:val="28"/>
        </w:rPr>
        <w:t xml:space="preserve">» и </w:t>
      </w:r>
      <w:r w:rsidR="00AB3DA2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</w:t>
      </w:r>
      <w:r w:rsidR="005B4F68">
        <w:rPr>
          <w:rFonts w:ascii="Times New Roman" w:hAnsi="Times New Roman"/>
          <w:sz w:val="28"/>
          <w:szCs w:val="28"/>
        </w:rPr>
        <w:t xml:space="preserve">ия «Городской округ </w:t>
      </w:r>
      <w:proofErr w:type="spellStart"/>
      <w:r w:rsidR="005B4F68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B4F68">
        <w:rPr>
          <w:rFonts w:ascii="Times New Roman" w:hAnsi="Times New Roman"/>
          <w:sz w:val="28"/>
          <w:szCs w:val="28"/>
        </w:rPr>
        <w:t>»</w:t>
      </w:r>
      <w:r w:rsidR="00AB3DA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</w:p>
    <w:p w14:paraId="03EB3C2D" w14:textId="516F799D" w:rsidR="00E609BC" w:rsidRPr="00D12794" w:rsidRDefault="002B622B" w:rsidP="005B4F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22B">
        <w:rPr>
          <w:rFonts w:ascii="Times New Roman" w:hAnsi="Times New Roman"/>
          <w:sz w:val="28"/>
          <w:szCs w:val="28"/>
        </w:rPr>
        <w:t xml:space="preserve">3. Контроль за </w:t>
      </w:r>
      <w:r w:rsidR="005B4F68">
        <w:rPr>
          <w:rFonts w:ascii="Times New Roman" w:hAnsi="Times New Roman"/>
          <w:sz w:val="28"/>
          <w:szCs w:val="28"/>
        </w:rPr>
        <w:t>ис</w:t>
      </w:r>
      <w:r w:rsidRPr="002B622B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 w:rsidR="00C206A6">
        <w:rPr>
          <w:rFonts w:ascii="Times New Roman" w:hAnsi="Times New Roman"/>
          <w:sz w:val="28"/>
          <w:szCs w:val="28"/>
        </w:rPr>
        <w:t xml:space="preserve">первого вице-мэра муниципального образования «Городской округ </w:t>
      </w:r>
      <w:proofErr w:type="spellStart"/>
      <w:r w:rsidR="00C206A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206A6">
        <w:rPr>
          <w:rFonts w:ascii="Times New Roman" w:hAnsi="Times New Roman"/>
          <w:sz w:val="28"/>
          <w:szCs w:val="28"/>
        </w:rPr>
        <w:t>» Водолагу</w:t>
      </w:r>
      <w:r w:rsidR="005B4F68" w:rsidRPr="005B4F68">
        <w:rPr>
          <w:rFonts w:ascii="Times New Roman" w:hAnsi="Times New Roman"/>
          <w:sz w:val="28"/>
          <w:szCs w:val="28"/>
        </w:rPr>
        <w:t xml:space="preserve"> </w:t>
      </w:r>
      <w:r w:rsidR="005B4F68">
        <w:rPr>
          <w:rFonts w:ascii="Times New Roman" w:hAnsi="Times New Roman"/>
          <w:sz w:val="28"/>
          <w:szCs w:val="28"/>
        </w:rPr>
        <w:t>О.В</w:t>
      </w:r>
      <w:r w:rsidRPr="002B622B">
        <w:rPr>
          <w:rFonts w:ascii="Times New Roman" w:hAnsi="Times New Roman"/>
          <w:sz w:val="28"/>
          <w:szCs w:val="28"/>
        </w:rPr>
        <w:t>.</w:t>
      </w:r>
    </w:p>
    <w:p w14:paraId="03EB3C36" w14:textId="3C9956D9" w:rsidR="008629FA" w:rsidRDefault="008629FA" w:rsidP="005B4F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A5A25D" w14:textId="77777777" w:rsidR="005B4F68" w:rsidRPr="00D12794" w:rsidRDefault="005B4F68" w:rsidP="005B4F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EB3C37" w14:textId="77777777" w:rsidR="008629FA" w:rsidRDefault="008629FA" w:rsidP="005B4F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3EB3C38" w14:textId="406DDF9D" w:rsidR="008629FA" w:rsidRPr="008629FA" w:rsidRDefault="008629FA" w:rsidP="005B4F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87D4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3EB3C3D" w14:textId="77777777" w:rsidR="008629FA" w:rsidRPr="008629FA" w:rsidRDefault="008629FA" w:rsidP="005B4F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B4F68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CE3DE" w14:textId="77777777" w:rsidR="001927DA" w:rsidRDefault="001927DA" w:rsidP="0033636C">
      <w:pPr>
        <w:spacing w:after="0" w:line="240" w:lineRule="auto"/>
      </w:pPr>
      <w:r>
        <w:separator/>
      </w:r>
    </w:p>
  </w:endnote>
  <w:endnote w:type="continuationSeparator" w:id="0">
    <w:p w14:paraId="2029F04D" w14:textId="77777777" w:rsidR="001927DA" w:rsidRDefault="001927D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B3C44" w14:textId="4332D3C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F636E" w14:textId="77777777" w:rsidR="001927DA" w:rsidRDefault="001927DA" w:rsidP="0033636C">
      <w:pPr>
        <w:spacing w:after="0" w:line="240" w:lineRule="auto"/>
      </w:pPr>
      <w:r>
        <w:separator/>
      </w:r>
    </w:p>
  </w:footnote>
  <w:footnote w:type="continuationSeparator" w:id="0">
    <w:p w14:paraId="534772B5" w14:textId="77777777" w:rsidR="001927DA" w:rsidRDefault="001927DA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27DA"/>
    <w:rsid w:val="001E1F9F"/>
    <w:rsid w:val="002003DC"/>
    <w:rsid w:val="002B622B"/>
    <w:rsid w:val="0033636C"/>
    <w:rsid w:val="003E4257"/>
    <w:rsid w:val="00520CBF"/>
    <w:rsid w:val="005B4F68"/>
    <w:rsid w:val="0080459D"/>
    <w:rsid w:val="008629FA"/>
    <w:rsid w:val="0089488F"/>
    <w:rsid w:val="009605A8"/>
    <w:rsid w:val="00987DB5"/>
    <w:rsid w:val="00A62EF0"/>
    <w:rsid w:val="00AB3DA2"/>
    <w:rsid w:val="00AC72C8"/>
    <w:rsid w:val="00B10ED9"/>
    <w:rsid w:val="00B25688"/>
    <w:rsid w:val="00C02849"/>
    <w:rsid w:val="00C206A6"/>
    <w:rsid w:val="00D12794"/>
    <w:rsid w:val="00D67BD8"/>
    <w:rsid w:val="00D87D4B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3C2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94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488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50EF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50EF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50EF0"/>
    <w:rsid w:val="00B13DA8"/>
    <w:rsid w:val="00C95804"/>
    <w:rsid w:val="00CF735B"/>
    <w:rsid w:val="00E7774E"/>
    <w:rsid w:val="00F4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2023-11-13T06:28:00Z</cp:lastPrinted>
  <dcterms:created xsi:type="dcterms:W3CDTF">2020-04-07T04:52:00Z</dcterms:created>
  <dcterms:modified xsi:type="dcterms:W3CDTF">2023-11-13T06:28:00Z</dcterms:modified>
</cp:coreProperties>
</file>