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0A3E0ED" w14:textId="77777777" w:rsidTr="00987DB5">
        <w:tc>
          <w:tcPr>
            <w:tcW w:w="9498" w:type="dxa"/>
          </w:tcPr>
          <w:p w14:paraId="10A3E0E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0A3E104" wp14:editId="10A3E10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A3E0E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0A3E0E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0A3E0E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0A3E0EE" w14:textId="42803534" w:rsidR="0033636C" w:rsidRPr="004D39F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4D39F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D39F6" w:rsidRPr="004D39F6">
            <w:rPr>
              <w:rFonts w:ascii="Times New Roman" w:hAnsi="Times New Roman"/>
              <w:sz w:val="28"/>
              <w:szCs w:val="28"/>
            </w:rPr>
            <w:t>15 ноября 2023 года</w:t>
          </w:r>
        </w:sdtContent>
      </w:sdt>
      <w:r w:rsidRPr="004D39F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D39F6" w:rsidRPr="004D39F6">
            <w:rPr>
              <w:rFonts w:ascii="Times New Roman" w:hAnsi="Times New Roman"/>
              <w:sz w:val="28"/>
              <w:szCs w:val="28"/>
            </w:rPr>
            <w:t>689</w:t>
          </w:r>
        </w:sdtContent>
      </w:sdt>
    </w:p>
    <w:bookmarkEnd w:id="0"/>
    <w:p w14:paraId="10A3E0E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0A3E0F0" w14:textId="2B146807" w:rsidR="0033636C" w:rsidRPr="00F72EA6" w:rsidRDefault="00F72EA6" w:rsidP="00D2719E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72EA6">
        <w:rPr>
          <w:rFonts w:ascii="Times New Roman" w:hAnsi="Times New Roman"/>
          <w:b/>
          <w:bCs/>
          <w:sz w:val="28"/>
          <w:szCs w:val="28"/>
        </w:rPr>
        <w:t xml:space="preserve">Об </w:t>
      </w:r>
      <w:r w:rsidR="0033636C" w:rsidRPr="00F72EA6">
        <w:rPr>
          <w:rFonts w:ascii="Times New Roman" w:hAnsi="Times New Roman"/>
          <w:b/>
          <w:bCs/>
          <w:sz w:val="28"/>
          <w:szCs w:val="28"/>
        </w:rPr>
        <w:t>утверждении административного регламента по предоставлению муниципальной услуги</w:t>
      </w:r>
      <w:r w:rsidR="00D2719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3636C" w:rsidRPr="00F72EA6">
        <w:rPr>
          <w:rFonts w:ascii="Times New Roman" w:hAnsi="Times New Roman"/>
          <w:b/>
          <w:bCs/>
          <w:sz w:val="28"/>
          <w:szCs w:val="28"/>
        </w:rPr>
        <w:t>«Присвоение спортивных разрядов, квалификационных</w:t>
      </w:r>
      <w:r w:rsidR="00D2719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3636C" w:rsidRPr="00F72EA6">
        <w:rPr>
          <w:rFonts w:ascii="Times New Roman" w:hAnsi="Times New Roman"/>
          <w:b/>
          <w:bCs/>
          <w:sz w:val="28"/>
          <w:szCs w:val="28"/>
        </w:rPr>
        <w:t>категорий спортивных судей»</w:t>
      </w:r>
    </w:p>
    <w:p w14:paraId="10A3E0F1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E535AAA" w14:textId="6E1CEA4B" w:rsidR="00767AD9" w:rsidRPr="00965CD1" w:rsidRDefault="00D2719E" w:rsidP="00965CD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65CD1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</w:t>
      </w:r>
      <w:hyperlink r:id="rId8" w:tooltip="Федеральный закон от 06.10.2003 N 131-ФЗ (ред. от 30.12.2021) &quot;Об общих принципах организации местного самоуправления в Российской Федерации&quot;{КонсультантПлюс}" w:history="1">
        <w:r w:rsidRPr="00965CD1">
          <w:rPr>
            <w:rFonts w:ascii="Times New Roman" w:eastAsia="Times New Roman" w:hAnsi="Times New Roman"/>
            <w:sz w:val="28"/>
            <w:szCs w:val="28"/>
            <w:lang w:eastAsia="ru-RU"/>
          </w:rPr>
          <w:t>ст. 16</w:t>
        </w:r>
      </w:hyperlink>
      <w:r w:rsidRPr="00965CD1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06.10.2003 № 131-ФЗ «Об общих принципах организации местного самоуправления в Российской Федерации», Федеральным </w:t>
      </w:r>
      <w:hyperlink r:id="rId9" w:tooltip="Федеральный закон от 27.07.2010 N 210-ФЗ (ред. от 02.07.2021) &quot;Об организации предоставления государственных и муниципальных услуг&quot; (с изм. и доп., вступ. в силу с 01.01.2022){КонсультантПлюс}" w:history="1">
        <w:r w:rsidRPr="00965CD1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965CD1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27.07.2010 № 210-ФЗ «Об организации предоставления государственных и муниципальных услуг», </w:t>
      </w:r>
      <w:hyperlink r:id="rId10" w:tooltip="Распоряжение Правительства Сахалинской области от 07.12.2020 N 756-р (ред. от 01.04.2022) &quot;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" w:history="1">
        <w:r w:rsidRPr="00965CD1">
          <w:rPr>
            <w:rFonts w:ascii="Times New Roman" w:eastAsia="Times New Roman" w:hAnsi="Times New Roman"/>
            <w:sz w:val="28"/>
            <w:szCs w:val="28"/>
            <w:lang w:eastAsia="ru-RU"/>
          </w:rPr>
          <w:t>распоряжением</w:t>
        </w:r>
      </w:hyperlink>
      <w:r w:rsidRPr="00965CD1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Сахалинской области от 07.12.2020 № 756-р «Об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</w:t>
      </w:r>
      <w:r w:rsidRPr="00965CD1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другими организациями, в которых размещается государственное задание (заказ)», </w:t>
      </w:r>
      <w:r w:rsidR="00767AD9" w:rsidRPr="00965CD1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767AD9" w:rsidRPr="00965CD1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2EF78FE1" w14:textId="66CE320D" w:rsidR="00767AD9" w:rsidRPr="00965CD1" w:rsidRDefault="00D2719E" w:rsidP="00965CD1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5CD1">
        <w:rPr>
          <w:rFonts w:ascii="Times New Roman" w:hAnsi="Times New Roman"/>
          <w:sz w:val="28"/>
          <w:szCs w:val="28"/>
        </w:rPr>
        <w:t>Утвердить</w:t>
      </w:r>
      <w:r w:rsidR="00767AD9" w:rsidRPr="00965CD1">
        <w:rPr>
          <w:rFonts w:ascii="Times New Roman" w:hAnsi="Times New Roman"/>
          <w:sz w:val="28"/>
          <w:szCs w:val="28"/>
        </w:rPr>
        <w:t xml:space="preserve"> административн</w:t>
      </w:r>
      <w:r w:rsidRPr="00965CD1">
        <w:rPr>
          <w:rFonts w:ascii="Times New Roman" w:hAnsi="Times New Roman"/>
          <w:sz w:val="28"/>
          <w:szCs w:val="28"/>
        </w:rPr>
        <w:t>ый</w:t>
      </w:r>
      <w:r w:rsidR="00767AD9" w:rsidRPr="00965CD1">
        <w:rPr>
          <w:rFonts w:ascii="Times New Roman" w:hAnsi="Times New Roman"/>
          <w:sz w:val="28"/>
          <w:szCs w:val="28"/>
        </w:rPr>
        <w:t xml:space="preserve"> регламент</w:t>
      </w:r>
      <w:r w:rsidR="00491D37" w:rsidRPr="00965CD1">
        <w:rPr>
          <w:rFonts w:ascii="Times New Roman" w:hAnsi="Times New Roman"/>
          <w:sz w:val="28"/>
          <w:szCs w:val="28"/>
        </w:rPr>
        <w:t xml:space="preserve"> по</w:t>
      </w:r>
      <w:r w:rsidR="00767AD9" w:rsidRPr="00965CD1">
        <w:rPr>
          <w:rFonts w:ascii="Times New Roman" w:hAnsi="Times New Roman"/>
          <w:sz w:val="28"/>
          <w:szCs w:val="28"/>
        </w:rPr>
        <w:t xml:space="preserve"> предоставлени</w:t>
      </w:r>
      <w:r w:rsidR="00491D37" w:rsidRPr="00965CD1">
        <w:rPr>
          <w:rFonts w:ascii="Times New Roman" w:hAnsi="Times New Roman"/>
          <w:sz w:val="28"/>
          <w:szCs w:val="28"/>
        </w:rPr>
        <w:t>ю</w:t>
      </w:r>
      <w:r w:rsidR="00767AD9" w:rsidRPr="00965CD1">
        <w:rPr>
          <w:rFonts w:ascii="Times New Roman" w:hAnsi="Times New Roman"/>
          <w:sz w:val="28"/>
          <w:szCs w:val="28"/>
        </w:rPr>
        <w:t xml:space="preserve"> муниципальной услуги «Присвоение спортивных разрядов, квалификационных категорий спортивных судей»</w:t>
      </w:r>
      <w:r w:rsidR="00491D37" w:rsidRPr="00965CD1">
        <w:rPr>
          <w:rFonts w:ascii="Times New Roman" w:hAnsi="Times New Roman"/>
          <w:sz w:val="28"/>
          <w:szCs w:val="28"/>
        </w:rPr>
        <w:t xml:space="preserve"> </w:t>
      </w:r>
      <w:r w:rsidR="0043409C" w:rsidRPr="00965CD1">
        <w:rPr>
          <w:rFonts w:ascii="Times New Roman" w:hAnsi="Times New Roman"/>
          <w:sz w:val="28"/>
          <w:szCs w:val="28"/>
        </w:rPr>
        <w:t>(прилагается).</w:t>
      </w:r>
    </w:p>
    <w:p w14:paraId="637FB9A3" w14:textId="6E30B815" w:rsidR="00D2719E" w:rsidRPr="00965CD1" w:rsidRDefault="00D2719E" w:rsidP="00965CD1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5CD1"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муниципального образования «Городской округ Ногликский» от 07 февраля 2023 года № 52 «Об утверждении административного регламента по предоставлению муниципальной услуги «Присвоение спортивных разрядов, квалификационных категорий спортивных судей».</w:t>
      </w:r>
    </w:p>
    <w:p w14:paraId="2DD1AC8E" w14:textId="02C6C627" w:rsidR="0043409C" w:rsidRPr="00965CD1" w:rsidRDefault="0043409C" w:rsidP="00965CD1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5CD1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5B33700F" w14:textId="7A361C06" w:rsidR="0043409C" w:rsidRPr="00965CD1" w:rsidRDefault="0043409C" w:rsidP="00965CD1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5CD1">
        <w:rPr>
          <w:rFonts w:ascii="Times New Roman" w:hAnsi="Times New Roman"/>
          <w:sz w:val="28"/>
          <w:szCs w:val="28"/>
        </w:rPr>
        <w:lastRenderedPageBreak/>
        <w:t>Контроль за исполнением настоящего постановления возложить на вице-мэра муниципального образования «Городской округ Ногликский» Русанова Я.С.</w:t>
      </w:r>
    </w:p>
    <w:p w14:paraId="10A3E0FC" w14:textId="77777777" w:rsidR="008629FA" w:rsidRPr="00965CD1" w:rsidRDefault="008629FA" w:rsidP="00965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816A03" w14:textId="77777777" w:rsidR="0043409C" w:rsidRPr="00D12794" w:rsidRDefault="0043409C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0A3E0FD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0A3E0FE" w14:textId="2FEBE978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4340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10A3E0F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0A3E10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0A3E10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0A3E10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0A3E103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965CD1">
      <w:headerReference w:type="default" r:id="rId11"/>
      <w:foot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F36AC" w14:textId="77777777" w:rsidR="006E5BFC" w:rsidRDefault="006E5BFC" w:rsidP="0033636C">
      <w:pPr>
        <w:spacing w:after="0" w:line="240" w:lineRule="auto"/>
      </w:pPr>
      <w:r>
        <w:separator/>
      </w:r>
    </w:p>
  </w:endnote>
  <w:endnote w:type="continuationSeparator" w:id="0">
    <w:p w14:paraId="094823F7" w14:textId="77777777" w:rsidR="006E5BFC" w:rsidRDefault="006E5BF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3E10A" w14:textId="54ADE018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D1D7E" w14:textId="77777777" w:rsidR="006E5BFC" w:rsidRDefault="006E5BFC" w:rsidP="0033636C">
      <w:pPr>
        <w:spacing w:after="0" w:line="240" w:lineRule="auto"/>
      </w:pPr>
      <w:r>
        <w:separator/>
      </w:r>
    </w:p>
  </w:footnote>
  <w:footnote w:type="continuationSeparator" w:id="0">
    <w:p w14:paraId="7EE92260" w14:textId="77777777" w:rsidR="006E5BFC" w:rsidRDefault="006E5BF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1808115"/>
      <w:docPartObj>
        <w:docPartGallery w:val="Page Numbers (Top of Page)"/>
        <w:docPartUnique/>
      </w:docPartObj>
    </w:sdtPr>
    <w:sdtEndPr/>
    <w:sdtContent>
      <w:p w14:paraId="265272BB" w14:textId="4E4BBEB7" w:rsidR="00965CD1" w:rsidRDefault="00965CD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9F6">
          <w:rPr>
            <w:noProof/>
          </w:rPr>
          <w:t>2</w:t>
        </w:r>
        <w:r>
          <w:fldChar w:fldCharType="end"/>
        </w:r>
      </w:p>
    </w:sdtContent>
  </w:sdt>
  <w:p w14:paraId="48113F67" w14:textId="77777777" w:rsidR="00965CD1" w:rsidRDefault="00965CD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C36088"/>
    <w:multiLevelType w:val="hybridMultilevel"/>
    <w:tmpl w:val="6180F240"/>
    <w:lvl w:ilvl="0" w:tplc="0CF4476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43409C"/>
    <w:rsid w:val="00491D37"/>
    <w:rsid w:val="004D39F6"/>
    <w:rsid w:val="00520CBF"/>
    <w:rsid w:val="006E5BFC"/>
    <w:rsid w:val="00767AD9"/>
    <w:rsid w:val="008629FA"/>
    <w:rsid w:val="00965CD1"/>
    <w:rsid w:val="00987DB5"/>
    <w:rsid w:val="00A45C79"/>
    <w:rsid w:val="00AC72C8"/>
    <w:rsid w:val="00B10ED9"/>
    <w:rsid w:val="00B25688"/>
    <w:rsid w:val="00C02849"/>
    <w:rsid w:val="00D12794"/>
    <w:rsid w:val="00D2719E"/>
    <w:rsid w:val="00D67BD8"/>
    <w:rsid w:val="00DF7897"/>
    <w:rsid w:val="00E37B8A"/>
    <w:rsid w:val="00E609BC"/>
    <w:rsid w:val="00F7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3E0E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67AD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D3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39F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C259C2C922C5B20E04F84E202F5B5732A0963778FFD2BC51E074AACA0954764485D5AA748C2559CFCC6F794D13E386851641D0E789F885FDn2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4C259C2C922C5B20E04E6433643075B36ABCD327AFCD1ED0CB272FD9559522304C5D3FF37C92B5DC9C33E2A0F4DBAD5C55D4CD7FD95F882CE64E25FFAn9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C259C2C922C5B20E04F84E202F5B5735A89B387BF5D2BC51E074AACA0954764485D5AA748D2655CDCC6F794D13E386851641D0E789F885FDn2E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9329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9329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9329D"/>
    <w:rsid w:val="0098056F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30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cp:lastPrinted>2023-11-17T04:49:00Z</cp:lastPrinted>
  <dcterms:created xsi:type="dcterms:W3CDTF">2020-04-07T04:52:00Z</dcterms:created>
  <dcterms:modified xsi:type="dcterms:W3CDTF">2023-11-17T04:49:00Z</dcterms:modified>
</cp:coreProperties>
</file>