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B22292" w14:textId="77777777" w:rsidTr="00987DB5">
        <w:tc>
          <w:tcPr>
            <w:tcW w:w="9498" w:type="dxa"/>
          </w:tcPr>
          <w:p w14:paraId="28F35D9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54751B" wp14:editId="671D81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9CF1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F6B1E9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B807F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E526DC" w14:textId="136410EB" w:rsidR="0033636C" w:rsidRPr="003044E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044E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E2C98">
            <w:rPr>
              <w:rFonts w:ascii="Times New Roman" w:hAnsi="Times New Roman"/>
              <w:sz w:val="28"/>
              <w:szCs w:val="28"/>
            </w:rPr>
            <w:t>12 ноября 2024 года</w:t>
          </w:r>
        </w:sdtContent>
      </w:sdt>
      <w:r w:rsidRPr="003044E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E2C98" w:rsidRPr="00BE2C98">
            <w:rPr>
              <w:rFonts w:ascii="Times New Roman" w:hAnsi="Times New Roman"/>
              <w:sz w:val="28"/>
              <w:szCs w:val="28"/>
            </w:rPr>
            <w:t>692</w:t>
          </w:r>
        </w:sdtContent>
      </w:sdt>
    </w:p>
    <w:p w14:paraId="2110AE7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B37E283" w14:textId="77777777" w:rsidR="003044ED" w:rsidRDefault="0033636C" w:rsidP="00304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BE">
        <w:rPr>
          <w:rFonts w:ascii="Times New Roman" w:hAnsi="Times New Roman"/>
          <w:b/>
          <w:sz w:val="28"/>
          <w:szCs w:val="28"/>
        </w:rPr>
        <w:t>О внесении изме</w:t>
      </w:r>
      <w:r w:rsidR="003044ED"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</w:p>
    <w:p w14:paraId="3299B22E" w14:textId="77777777" w:rsidR="003044ED" w:rsidRDefault="00484E67" w:rsidP="00304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BE">
        <w:rPr>
          <w:rFonts w:ascii="Times New Roman" w:hAnsi="Times New Roman"/>
          <w:b/>
          <w:sz w:val="28"/>
          <w:szCs w:val="28"/>
        </w:rPr>
        <w:t>«</w:t>
      </w:r>
      <w:r w:rsidR="0033636C" w:rsidRPr="00B55BBE">
        <w:rPr>
          <w:rFonts w:ascii="Times New Roman" w:hAnsi="Times New Roman"/>
          <w:b/>
          <w:sz w:val="28"/>
          <w:szCs w:val="28"/>
        </w:rPr>
        <w:t>Доступная ср</w:t>
      </w:r>
      <w:r w:rsidR="003044ED">
        <w:rPr>
          <w:rFonts w:ascii="Times New Roman" w:hAnsi="Times New Roman"/>
          <w:b/>
          <w:sz w:val="28"/>
          <w:szCs w:val="28"/>
        </w:rPr>
        <w:t>еда в муниципальном образовании</w:t>
      </w:r>
    </w:p>
    <w:p w14:paraId="08333722" w14:textId="77777777" w:rsidR="003044ED" w:rsidRDefault="00484E67" w:rsidP="00304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BE">
        <w:rPr>
          <w:rFonts w:ascii="Times New Roman" w:hAnsi="Times New Roman"/>
          <w:b/>
          <w:sz w:val="28"/>
          <w:szCs w:val="28"/>
        </w:rPr>
        <w:t>«</w:t>
      </w:r>
      <w:r w:rsidR="0033636C" w:rsidRPr="00B55BBE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="0033636C" w:rsidRPr="00B55BBE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B55BBE">
        <w:rPr>
          <w:rFonts w:ascii="Times New Roman" w:hAnsi="Times New Roman"/>
          <w:b/>
          <w:sz w:val="28"/>
          <w:szCs w:val="28"/>
        </w:rPr>
        <w:t>»</w:t>
      </w:r>
      <w:r w:rsidR="003044ED">
        <w:rPr>
          <w:rFonts w:ascii="Times New Roman" w:hAnsi="Times New Roman"/>
          <w:b/>
          <w:sz w:val="28"/>
          <w:szCs w:val="28"/>
        </w:rPr>
        <w:t>, утвержденную постановлением</w:t>
      </w:r>
    </w:p>
    <w:p w14:paraId="1167FEC3" w14:textId="2FD6B585" w:rsidR="003044ED" w:rsidRDefault="0033636C" w:rsidP="00304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BE">
        <w:rPr>
          <w:rFonts w:ascii="Times New Roman" w:hAnsi="Times New Roman"/>
          <w:b/>
          <w:sz w:val="28"/>
          <w:szCs w:val="28"/>
        </w:rPr>
        <w:t>администр</w:t>
      </w:r>
      <w:r w:rsidR="003044ED">
        <w:rPr>
          <w:rFonts w:ascii="Times New Roman" w:hAnsi="Times New Roman"/>
          <w:b/>
          <w:sz w:val="28"/>
          <w:szCs w:val="28"/>
        </w:rPr>
        <w:t>ации муниципального образования</w:t>
      </w:r>
    </w:p>
    <w:p w14:paraId="1801343E" w14:textId="5DA54113" w:rsidR="0033636C" w:rsidRPr="00B55BBE" w:rsidRDefault="00484E67" w:rsidP="00304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5BBE">
        <w:rPr>
          <w:rFonts w:ascii="Times New Roman" w:hAnsi="Times New Roman"/>
          <w:b/>
          <w:sz w:val="28"/>
          <w:szCs w:val="28"/>
        </w:rPr>
        <w:t>«</w:t>
      </w:r>
      <w:r w:rsidR="0033636C" w:rsidRPr="00B55BBE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="0033636C" w:rsidRPr="00B55BBE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B55BBE">
        <w:rPr>
          <w:rFonts w:ascii="Times New Roman" w:hAnsi="Times New Roman"/>
          <w:b/>
          <w:sz w:val="28"/>
          <w:szCs w:val="28"/>
        </w:rPr>
        <w:t>»</w:t>
      </w:r>
      <w:r w:rsidR="0033636C" w:rsidRPr="00B55BBE">
        <w:rPr>
          <w:rFonts w:ascii="Times New Roman" w:hAnsi="Times New Roman"/>
          <w:b/>
          <w:sz w:val="28"/>
          <w:szCs w:val="28"/>
        </w:rPr>
        <w:t xml:space="preserve"> от 09.07.</w:t>
      </w:r>
      <w:r w:rsidR="0018052A" w:rsidRPr="00B55BBE">
        <w:rPr>
          <w:rFonts w:ascii="Times New Roman" w:hAnsi="Times New Roman"/>
          <w:b/>
          <w:sz w:val="28"/>
          <w:szCs w:val="28"/>
        </w:rPr>
        <w:t>2015</w:t>
      </w:r>
      <w:r w:rsidR="0033636C" w:rsidRPr="00B55BBE">
        <w:rPr>
          <w:rFonts w:ascii="Times New Roman" w:hAnsi="Times New Roman"/>
          <w:b/>
          <w:sz w:val="28"/>
          <w:szCs w:val="28"/>
        </w:rPr>
        <w:t xml:space="preserve"> № 466</w:t>
      </w:r>
    </w:p>
    <w:p w14:paraId="013DE66D" w14:textId="77777777" w:rsidR="00185FEC" w:rsidRDefault="00185FEC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BD840B" w14:textId="6C9D9C83" w:rsidR="00E609BC" w:rsidRDefault="00397441" w:rsidP="003044E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«Доступная среда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09.07.2015 </w:t>
      </w:r>
      <w:r w:rsidR="003044E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466</w:t>
      </w:r>
      <w:r w:rsidRPr="000B06C3">
        <w:rPr>
          <w:rFonts w:ascii="Times New Roman" w:hAnsi="Times New Roman"/>
          <w:sz w:val="28"/>
          <w:szCs w:val="28"/>
        </w:rPr>
        <w:t xml:space="preserve">, в </w:t>
      </w:r>
      <w:bookmarkStart w:id="0" w:name="_GoBack"/>
      <w:bookmarkEnd w:id="0"/>
      <w:r w:rsidRPr="000B06C3">
        <w:rPr>
          <w:rFonts w:ascii="Times New Roman" w:hAnsi="Times New Roman"/>
          <w:sz w:val="28"/>
          <w:szCs w:val="28"/>
        </w:rPr>
        <w:t>соответствии с</w:t>
      </w:r>
      <w:r w:rsidR="00113CB4" w:rsidRPr="000B06C3">
        <w:rPr>
          <w:rFonts w:ascii="Times New Roman" w:hAnsi="Times New Roman"/>
          <w:sz w:val="28"/>
          <w:szCs w:val="28"/>
        </w:rPr>
        <w:t xml:space="preserve"> </w:t>
      </w:r>
      <w:r w:rsidR="0018052A" w:rsidRPr="000B06C3">
        <w:rPr>
          <w:rFonts w:ascii="Times New Roman" w:hAnsi="Times New Roman"/>
          <w:sz w:val="28"/>
          <w:szCs w:val="28"/>
        </w:rPr>
        <w:t xml:space="preserve">уточненными бюджетными показателями по состоянию на 20 сентября 2024 года, </w:t>
      </w:r>
      <w:r w:rsidRPr="000B06C3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</w:t>
      </w:r>
      <w:proofErr w:type="spellStart"/>
      <w:r w:rsidRPr="000B06C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B06C3">
        <w:rPr>
          <w:rFonts w:ascii="Times New Roman" w:hAnsi="Times New Roman"/>
          <w:sz w:val="28"/>
          <w:szCs w:val="28"/>
        </w:rPr>
        <w:t xml:space="preserve">» </w:t>
      </w:r>
      <w:r w:rsidR="00732DAE" w:rsidRPr="000B06C3">
        <w:rPr>
          <w:rFonts w:ascii="Times New Roman" w:hAnsi="Times New Roman"/>
          <w:sz w:val="28"/>
          <w:szCs w:val="28"/>
        </w:rPr>
        <w:t xml:space="preserve">от 07.12.2023 № 290 </w:t>
      </w:r>
      <w:r w:rsidR="00113CB4" w:rsidRPr="000B06C3">
        <w:rPr>
          <w:rFonts w:ascii="Times New Roman" w:hAnsi="Times New Roman"/>
          <w:sz w:val="28"/>
          <w:szCs w:val="28"/>
        </w:rPr>
        <w:t xml:space="preserve">«О бюджете муниципального образования «Городской округ </w:t>
      </w:r>
      <w:proofErr w:type="spellStart"/>
      <w:r w:rsidR="00113CB4" w:rsidRPr="000B06C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113CB4" w:rsidRPr="000B06C3">
        <w:rPr>
          <w:rFonts w:ascii="Times New Roman" w:hAnsi="Times New Roman"/>
          <w:sz w:val="28"/>
          <w:szCs w:val="28"/>
        </w:rPr>
        <w:t>» на 2024 год и на плановый период 2025 и 2026 годов»</w:t>
      </w:r>
      <w:r w:rsidRPr="000B06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утвержденным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28.04.2016 № 344, </w:t>
      </w:r>
      <w:r w:rsidR="00D87E6B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294269">
        <w:rPr>
          <w:rFonts w:ascii="Times New Roman" w:hAnsi="Times New Roman"/>
          <w:sz w:val="28"/>
          <w:szCs w:val="28"/>
        </w:rPr>
        <w:t xml:space="preserve"> </w:t>
      </w:r>
      <w:r w:rsidR="00294269" w:rsidRPr="0029426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F6B3869" w14:textId="02019BE1" w:rsidR="00113CB4" w:rsidRDefault="00113CB4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CB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CB4">
        <w:rPr>
          <w:rFonts w:ascii="Times New Roman" w:hAnsi="Times New Roman"/>
          <w:sz w:val="28"/>
          <w:szCs w:val="28"/>
        </w:rPr>
        <w:t xml:space="preserve">Внести в муниципальную программу «Доступная среда в муниципальном образовании «Городской округ </w:t>
      </w:r>
      <w:proofErr w:type="spellStart"/>
      <w:r w:rsidRPr="00113CB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13CB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09.07.2015 № 466 «Об утверждении муниципальной программы «Доступная </w:t>
      </w:r>
      <w:r w:rsidR="002B00CB">
        <w:rPr>
          <w:rFonts w:ascii="Times New Roman" w:hAnsi="Times New Roman"/>
          <w:sz w:val="28"/>
          <w:szCs w:val="28"/>
        </w:rPr>
        <w:t xml:space="preserve">среда в муниципальном образовании «Городской округ </w:t>
      </w:r>
      <w:proofErr w:type="spellStart"/>
      <w:r w:rsidR="002B00C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B00CB">
        <w:rPr>
          <w:rFonts w:ascii="Times New Roman" w:hAnsi="Times New Roman"/>
          <w:sz w:val="28"/>
          <w:szCs w:val="28"/>
        </w:rPr>
        <w:t xml:space="preserve">» (в редакции от </w:t>
      </w:r>
      <w:r w:rsidR="002B00CB" w:rsidRPr="002B00CB">
        <w:rPr>
          <w:rFonts w:ascii="Times New Roman" w:hAnsi="Times New Roman"/>
          <w:sz w:val="28"/>
          <w:szCs w:val="28"/>
        </w:rPr>
        <w:t xml:space="preserve">11.09.2015 № 666, от 02.02.2016 № 107, от 25.05.2016 № 413, от 15.08.2016 № 628, от 07.02.2017 № 110, от 23.03.2017 </w:t>
      </w:r>
      <w:r w:rsidR="003044ED">
        <w:rPr>
          <w:rFonts w:ascii="Times New Roman" w:hAnsi="Times New Roman"/>
          <w:sz w:val="28"/>
          <w:szCs w:val="28"/>
        </w:rPr>
        <w:br/>
      </w:r>
      <w:r w:rsidR="002B00CB" w:rsidRPr="002B00CB">
        <w:rPr>
          <w:rFonts w:ascii="Times New Roman" w:hAnsi="Times New Roman"/>
          <w:sz w:val="28"/>
          <w:szCs w:val="28"/>
        </w:rPr>
        <w:t xml:space="preserve">№ 197, от 30.05.2017 № 349, от 07.09.2017 № 657, от 27.02.2018 № 203, от </w:t>
      </w:r>
      <w:r w:rsidR="002B00CB" w:rsidRPr="002B00CB">
        <w:rPr>
          <w:rFonts w:ascii="Times New Roman" w:hAnsi="Times New Roman"/>
          <w:sz w:val="28"/>
          <w:szCs w:val="28"/>
        </w:rPr>
        <w:lastRenderedPageBreak/>
        <w:t xml:space="preserve">14.11.2018 № 1099, от 19.03.2019 №170, от 05.09.2019 № 679, от 15.10.2019 </w:t>
      </w:r>
      <w:r w:rsidR="003044ED">
        <w:rPr>
          <w:rFonts w:ascii="Times New Roman" w:hAnsi="Times New Roman"/>
          <w:sz w:val="28"/>
          <w:szCs w:val="28"/>
        </w:rPr>
        <w:br/>
      </w:r>
      <w:r w:rsidR="002B00CB" w:rsidRPr="002B00CB">
        <w:rPr>
          <w:rFonts w:ascii="Times New Roman" w:hAnsi="Times New Roman"/>
          <w:sz w:val="28"/>
          <w:szCs w:val="28"/>
        </w:rPr>
        <w:t>№ 763, от 11.02.2020 № 77, от 10.03.2020 № 107, от 14.10.2020 № 504, от 10.02.2021 № 62, от 25.08.2021 № 473, от 26.05.2022 № 260</w:t>
      </w:r>
      <w:r w:rsidR="002B00CB">
        <w:rPr>
          <w:rFonts w:ascii="Times New Roman" w:hAnsi="Times New Roman"/>
          <w:sz w:val="28"/>
          <w:szCs w:val="28"/>
        </w:rPr>
        <w:t xml:space="preserve">, от 16.02.2023 </w:t>
      </w:r>
      <w:r w:rsidR="003044ED">
        <w:rPr>
          <w:rFonts w:ascii="Times New Roman" w:hAnsi="Times New Roman"/>
          <w:sz w:val="28"/>
          <w:szCs w:val="28"/>
        </w:rPr>
        <w:br/>
      </w:r>
      <w:r w:rsidR="002B00CB">
        <w:rPr>
          <w:rFonts w:ascii="Times New Roman" w:hAnsi="Times New Roman"/>
          <w:sz w:val="28"/>
          <w:szCs w:val="28"/>
        </w:rPr>
        <w:t>№ 66, от 07.07.2023 № 433, от 27.03.2024 № 177) (далее – Программа) следующие изменения:</w:t>
      </w:r>
    </w:p>
    <w:p w14:paraId="3BC1EF35" w14:textId="5B61C382" w:rsidR="00827D5D" w:rsidRDefault="00827D5D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1.1. Раздел «Объемы и источники финансирования программы» Паспорта Программы изложить в новой редакции:</w:t>
      </w:r>
    </w:p>
    <w:p w14:paraId="50963A4D" w14:textId="77777777" w:rsidR="00732DAE" w:rsidRPr="00332077" w:rsidRDefault="00732DAE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4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279"/>
        <w:gridCol w:w="2835"/>
        <w:gridCol w:w="6526"/>
        <w:gridCol w:w="284"/>
      </w:tblGrid>
      <w:tr w:rsidR="00827D5D" w:rsidRPr="000B06C3" w14:paraId="5528F22E" w14:textId="77777777" w:rsidTr="001D6957">
        <w:trPr>
          <w:trHeight w:val="70"/>
        </w:trPr>
        <w:tc>
          <w:tcPr>
            <w:tcW w:w="279" w:type="dxa"/>
            <w:tcBorders>
              <w:right w:val="single" w:sz="4" w:space="0" w:color="auto"/>
            </w:tcBorders>
          </w:tcPr>
          <w:p w14:paraId="1A02928E" w14:textId="77777777" w:rsidR="00827D5D" w:rsidRPr="000B06C3" w:rsidRDefault="00827D5D" w:rsidP="003044ED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244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B28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Программа финансируется из средств областного и местного бюджетов. Общий объем средств, направляемых на реализацию Программы, составляет </w:t>
            </w:r>
          </w:p>
          <w:p w14:paraId="559CD2EB" w14:textId="5B3DCB05" w:rsidR="00827D5D" w:rsidRPr="000B06C3" w:rsidRDefault="0045633C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158822278"/>
            <w:r w:rsidRPr="000B06C3">
              <w:rPr>
                <w:rFonts w:ascii="Times New Roman" w:hAnsi="Times New Roman"/>
                <w:sz w:val="28"/>
                <w:szCs w:val="28"/>
              </w:rPr>
              <w:t>36</w:t>
            </w:r>
            <w:r w:rsidR="003044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3926" w:rsidRPr="000B06C3">
              <w:rPr>
                <w:rFonts w:ascii="Times New Roman" w:hAnsi="Times New Roman"/>
                <w:sz w:val="28"/>
                <w:szCs w:val="28"/>
              </w:rPr>
              <w:t>473,4</w:t>
            </w:r>
            <w:r w:rsidR="00827D5D"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1"/>
            <w:r w:rsidR="00827D5D" w:rsidRPr="000B06C3">
              <w:rPr>
                <w:rFonts w:ascii="Times New Roman" w:hAnsi="Times New Roman"/>
                <w:sz w:val="28"/>
                <w:szCs w:val="28"/>
              </w:rPr>
              <w:t>тыс. руб., из них:</w:t>
            </w:r>
          </w:p>
          <w:p w14:paraId="7C545955" w14:textId="20DDC751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2" w:name="_Hlk158822300"/>
            <w:r w:rsidR="003044ED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="00B93926" w:rsidRPr="000B06C3">
              <w:rPr>
                <w:rFonts w:ascii="Times New Roman" w:hAnsi="Times New Roman"/>
                <w:sz w:val="28"/>
                <w:szCs w:val="28"/>
              </w:rPr>
              <w:t>818,0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2"/>
            <w:r w:rsidRPr="000B06C3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4AF41B86" w14:textId="25A0D11E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71C" w:rsidRPr="000B06C3">
              <w:rPr>
                <w:rFonts w:ascii="Times New Roman" w:hAnsi="Times New Roman"/>
                <w:sz w:val="28"/>
                <w:szCs w:val="28"/>
              </w:rPr>
              <w:t>11</w:t>
            </w:r>
            <w:r w:rsidR="003044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71C" w:rsidRPr="000B06C3">
              <w:rPr>
                <w:rFonts w:ascii="Times New Roman" w:hAnsi="Times New Roman"/>
                <w:sz w:val="28"/>
                <w:szCs w:val="28"/>
              </w:rPr>
              <w:t>655,4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11D0B115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0E263E76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2015 - 2 168,8 тыс. руб.</w:t>
            </w:r>
          </w:p>
          <w:p w14:paraId="6C36E172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14:paraId="1073D58B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- 272,1 тыс. руб.</w:t>
            </w:r>
          </w:p>
          <w:p w14:paraId="46D3E42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- 1 896,7 тыс. руб.</w:t>
            </w:r>
          </w:p>
          <w:p w14:paraId="49E57268" w14:textId="36A745E3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3 460,2 тыс. руб.</w:t>
            </w:r>
          </w:p>
          <w:p w14:paraId="0262D461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247A437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- 748,5 тыс. руб.</w:t>
            </w:r>
          </w:p>
          <w:p w14:paraId="017BD96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- 2 711,7 тыс. руб.</w:t>
            </w:r>
          </w:p>
          <w:p w14:paraId="074EDC85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2017 - 2 530,2 тыс. руб.</w:t>
            </w:r>
          </w:p>
          <w:p w14:paraId="776E86F9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663CEDB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- 937,3 тыс. руб.</w:t>
            </w:r>
          </w:p>
          <w:p w14:paraId="4A775879" w14:textId="515F8D0B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732DAE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3044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>592,9 тыс. руб.</w:t>
            </w:r>
          </w:p>
          <w:p w14:paraId="5F89E422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2018 - 1 123,6 тыс. руб.</w:t>
            </w:r>
          </w:p>
          <w:p w14:paraId="4801E5CF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BDA20E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- 363,9 тыс. руб.</w:t>
            </w:r>
          </w:p>
          <w:p w14:paraId="4A2CE435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- 759,7 тыс. руб.</w:t>
            </w:r>
          </w:p>
          <w:p w14:paraId="373B982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2019 - 1 368,6 тыс. руб.</w:t>
            </w:r>
          </w:p>
          <w:p w14:paraId="0447D96C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536CB6E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- 807,0 тыс. руб.</w:t>
            </w:r>
          </w:p>
          <w:p w14:paraId="0CB0F43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- 561,6 тыс. руб.</w:t>
            </w:r>
          </w:p>
          <w:p w14:paraId="7B959BF9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2020 - 1 128,4 тыс. руб.</w:t>
            </w:r>
          </w:p>
          <w:p w14:paraId="358D8FE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2D7434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- 1 128,4 тыс. руб.</w:t>
            </w:r>
          </w:p>
          <w:p w14:paraId="673DB065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- 0,0 тыс. руб.</w:t>
            </w:r>
          </w:p>
          <w:p w14:paraId="44A50136" w14:textId="4438CB92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79069348"/>
            <w:r w:rsidRPr="000B06C3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2 271,3 тыс. руб.</w:t>
            </w:r>
          </w:p>
          <w:p w14:paraId="092C4B6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354D57B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- 2 104,2 тыс. руб.</w:t>
            </w:r>
          </w:p>
          <w:p w14:paraId="688E9238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- 167,1 тыс. руб.</w:t>
            </w:r>
          </w:p>
          <w:bookmarkEnd w:id="3"/>
          <w:p w14:paraId="408C5393" w14:textId="57246AA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2 122,2 тыс. руб.</w:t>
            </w:r>
          </w:p>
          <w:p w14:paraId="626F081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14:paraId="58964474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- 1 797,6 тыс. руб.</w:t>
            </w:r>
          </w:p>
          <w:p w14:paraId="17CCF7C6" w14:textId="5D078250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732DAE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324,6 тыс. руб.</w:t>
            </w:r>
          </w:p>
          <w:p w14:paraId="2D4A3468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2023 - 2 512,2 тыс. руб.</w:t>
            </w:r>
          </w:p>
          <w:p w14:paraId="12C94C95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4F8B989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местный бюджет - 2 151,5 тыс. руб.</w:t>
            </w:r>
          </w:p>
          <w:p w14:paraId="3969B5F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- 360,7 тыс. руб.</w:t>
            </w:r>
          </w:p>
          <w:p w14:paraId="2777A2A6" w14:textId="25D1C037" w:rsidR="00827D5D" w:rsidRPr="000B06C3" w:rsidRDefault="003044E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– 13 </w:t>
            </w:r>
            <w:r w:rsidR="00827D5D" w:rsidRPr="000B06C3">
              <w:rPr>
                <w:rFonts w:ascii="Times New Roman" w:hAnsi="Times New Roman"/>
                <w:sz w:val="28"/>
                <w:szCs w:val="28"/>
              </w:rPr>
              <w:t>831,2 тыс. руб.</w:t>
            </w:r>
          </w:p>
          <w:p w14:paraId="33A777D2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AAC9200" w14:textId="5E6D7372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11 685,5 тыс. руб.</w:t>
            </w:r>
          </w:p>
          <w:p w14:paraId="0969D442" w14:textId="696B41CA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732DAE">
              <w:rPr>
                <w:rFonts w:ascii="Times New Roman" w:hAnsi="Times New Roman"/>
                <w:sz w:val="28"/>
                <w:szCs w:val="28"/>
              </w:rPr>
              <w:t>-</w:t>
            </w:r>
            <w:r w:rsidR="003044ED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>145,7 тыс. руб.</w:t>
            </w:r>
          </w:p>
          <w:p w14:paraId="3C009BAD" w14:textId="0FE5941F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2025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633C" w:rsidRPr="000B06C3">
              <w:rPr>
                <w:rFonts w:ascii="Times New Roman" w:hAnsi="Times New Roman"/>
                <w:sz w:val="28"/>
                <w:szCs w:val="28"/>
              </w:rPr>
              <w:t>821,9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7E61226C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6F727C9F" w14:textId="7A312A93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633C" w:rsidRPr="000B06C3">
              <w:rPr>
                <w:rFonts w:ascii="Times New Roman" w:hAnsi="Times New Roman"/>
                <w:sz w:val="28"/>
                <w:szCs w:val="28"/>
              </w:rPr>
              <w:t>434,9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1623D57A" w14:textId="6CD1310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71C" w:rsidRPr="000B06C3">
              <w:rPr>
                <w:rFonts w:ascii="Times New Roman" w:hAnsi="Times New Roman"/>
                <w:sz w:val="28"/>
                <w:szCs w:val="28"/>
              </w:rPr>
              <w:t>387,0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77C16A94" w14:textId="32806A1D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2026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633C" w:rsidRPr="000B06C3">
              <w:rPr>
                <w:rFonts w:ascii="Times New Roman" w:hAnsi="Times New Roman"/>
                <w:sz w:val="28"/>
                <w:szCs w:val="28"/>
              </w:rPr>
              <w:t>772,7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5222B7FC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8F92115" w14:textId="75E4FE1E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633C" w:rsidRPr="000B06C3">
              <w:rPr>
                <w:rFonts w:ascii="Times New Roman" w:hAnsi="Times New Roman"/>
                <w:sz w:val="28"/>
                <w:szCs w:val="28"/>
              </w:rPr>
              <w:t>385,7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2876D0A3" w14:textId="03FFF92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571C" w:rsidRPr="000B06C3">
              <w:rPr>
                <w:rFonts w:ascii="Times New Roman" w:hAnsi="Times New Roman"/>
                <w:sz w:val="28"/>
                <w:szCs w:val="28"/>
              </w:rPr>
              <w:t>387,0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712EC4EB" w14:textId="69344982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2027 </w:t>
            </w:r>
            <w:r w:rsidR="003044ED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2 362,1 тыс. руб.</w:t>
            </w:r>
          </w:p>
          <w:p w14:paraId="2A45650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4342A353" w14:textId="091562CB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732DAE">
              <w:rPr>
                <w:rFonts w:ascii="Times New Roman" w:hAnsi="Times New Roman"/>
                <w:sz w:val="28"/>
                <w:szCs w:val="28"/>
              </w:rPr>
              <w:t>-</w:t>
            </w:r>
            <w:r w:rsidRPr="000B06C3">
              <w:rPr>
                <w:rFonts w:ascii="Times New Roman" w:hAnsi="Times New Roman"/>
                <w:sz w:val="28"/>
                <w:szCs w:val="28"/>
              </w:rPr>
              <w:t xml:space="preserve"> 2 001,4 тыс. руб.</w:t>
            </w:r>
          </w:p>
          <w:p w14:paraId="6E808DC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областной бюджет - 360,7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CCEBD4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8015A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0CCA31B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9A160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34CE95C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8A132D6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B27E90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52273C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5BF62EC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42A6D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084FCB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E9DA9C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7497E5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F4048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05EB52A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C58EB7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A4F1571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F673A2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7BED0B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E58CAA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64276A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48DBD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62566E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3EA339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CA177C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5F3CBC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DCB7E8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87FE5E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365A1A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E2B7E52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599F8B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E65D2B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90FD62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3556C6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2B553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705374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3E5F6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DE0F1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F4B83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4B38C6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FCDB8E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3B5FD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AD99B57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2954C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1A595EF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875A42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282E95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90066F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53B746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AAE873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A44C74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F1605B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AE4FB0A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7FA120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4551114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7D1EE8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11780A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B030E2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50253D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B19EE1" w14:textId="77777777" w:rsidR="00827D5D" w:rsidRPr="000B06C3" w:rsidRDefault="00827D5D" w:rsidP="003044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06C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0878C223" w14:textId="77777777" w:rsidR="00732DAE" w:rsidRDefault="00732DAE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DFC3C0" w14:textId="727EE088" w:rsidR="00827D5D" w:rsidRPr="000B06C3" w:rsidRDefault="00827D5D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1.2. Раздел 6 «Ресурсное обеспечение муниципальной программы» </w:t>
      </w:r>
      <w:r w:rsidR="00484E67" w:rsidRPr="000B06C3">
        <w:rPr>
          <w:rFonts w:ascii="Times New Roman" w:hAnsi="Times New Roman"/>
          <w:sz w:val="28"/>
          <w:szCs w:val="28"/>
        </w:rPr>
        <w:t xml:space="preserve">Программы </w:t>
      </w:r>
      <w:r w:rsidRPr="000B06C3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09656BF4" w14:textId="1771FA49" w:rsidR="00827D5D" w:rsidRPr="000B06C3" w:rsidRDefault="00827D5D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12EB22E5" w14:textId="52F7564C" w:rsidR="00827D5D" w:rsidRPr="000B06C3" w:rsidRDefault="00827D5D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Для реализации мероприятий Программы необходимо предусмотреть финансирование в размере </w:t>
      </w:r>
      <w:r w:rsidR="003044ED">
        <w:rPr>
          <w:rFonts w:ascii="Times New Roman" w:hAnsi="Times New Roman"/>
          <w:sz w:val="28"/>
          <w:szCs w:val="28"/>
        </w:rPr>
        <w:t xml:space="preserve">36 </w:t>
      </w:r>
      <w:r w:rsidR="00B93926" w:rsidRPr="000B06C3">
        <w:rPr>
          <w:rFonts w:ascii="Times New Roman" w:hAnsi="Times New Roman"/>
          <w:sz w:val="28"/>
          <w:szCs w:val="28"/>
        </w:rPr>
        <w:t>473,4</w:t>
      </w:r>
      <w:r w:rsidRPr="000B06C3">
        <w:rPr>
          <w:rFonts w:ascii="Times New Roman" w:hAnsi="Times New Roman"/>
          <w:sz w:val="28"/>
          <w:szCs w:val="28"/>
        </w:rPr>
        <w:t xml:space="preserve"> тыс. руб., из них:</w:t>
      </w:r>
    </w:p>
    <w:p w14:paraId="61A667F5" w14:textId="65A5121D" w:rsidR="00827D5D" w:rsidRPr="000B06C3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местный бюджет </w:t>
      </w:r>
      <w:r w:rsidR="00732DAE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</w:t>
      </w:r>
      <w:r w:rsidR="003044ED">
        <w:rPr>
          <w:rFonts w:ascii="Times New Roman" w:hAnsi="Times New Roman"/>
          <w:sz w:val="28"/>
          <w:szCs w:val="28"/>
        </w:rPr>
        <w:t xml:space="preserve">24 </w:t>
      </w:r>
      <w:r w:rsidR="00B93926" w:rsidRPr="000B06C3">
        <w:rPr>
          <w:rFonts w:ascii="Times New Roman" w:hAnsi="Times New Roman"/>
          <w:sz w:val="28"/>
          <w:szCs w:val="28"/>
        </w:rPr>
        <w:t>818,0</w:t>
      </w:r>
      <w:r w:rsidRPr="000B06C3">
        <w:rPr>
          <w:rFonts w:ascii="Times New Roman" w:hAnsi="Times New Roman"/>
          <w:sz w:val="28"/>
          <w:szCs w:val="28"/>
        </w:rPr>
        <w:t xml:space="preserve"> тыс. руб.;</w:t>
      </w:r>
    </w:p>
    <w:p w14:paraId="47EF07C2" w14:textId="358373BA" w:rsidR="00827D5D" w:rsidRPr="000B06C3" w:rsidRDefault="00827D5D" w:rsidP="003044ED">
      <w:pPr>
        <w:spacing w:after="0" w:line="240" w:lineRule="auto"/>
        <w:ind w:right="4251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областной бюджет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</w:t>
      </w:r>
      <w:r w:rsidR="003044ED">
        <w:rPr>
          <w:rFonts w:ascii="Times New Roman" w:hAnsi="Times New Roman"/>
          <w:sz w:val="28"/>
          <w:szCs w:val="28"/>
        </w:rPr>
        <w:t xml:space="preserve">11 </w:t>
      </w:r>
      <w:r w:rsidR="00B2571C" w:rsidRPr="000B06C3">
        <w:rPr>
          <w:rFonts w:ascii="Times New Roman" w:hAnsi="Times New Roman"/>
          <w:sz w:val="28"/>
          <w:szCs w:val="28"/>
        </w:rPr>
        <w:t>655,4</w:t>
      </w:r>
      <w:r w:rsidRPr="000B06C3">
        <w:rPr>
          <w:rFonts w:ascii="Times New Roman" w:hAnsi="Times New Roman"/>
          <w:sz w:val="28"/>
          <w:szCs w:val="28"/>
        </w:rPr>
        <w:t xml:space="preserve"> тыс.</w:t>
      </w:r>
      <w:r w:rsidR="008B52FB" w:rsidRPr="000B06C3">
        <w:rPr>
          <w:rFonts w:ascii="Times New Roman" w:hAnsi="Times New Roman"/>
          <w:sz w:val="28"/>
          <w:szCs w:val="28"/>
        </w:rPr>
        <w:t xml:space="preserve"> р</w:t>
      </w:r>
      <w:r w:rsidRPr="000B06C3">
        <w:rPr>
          <w:rFonts w:ascii="Times New Roman" w:hAnsi="Times New Roman"/>
          <w:sz w:val="28"/>
          <w:szCs w:val="28"/>
        </w:rPr>
        <w:t>уб.</w:t>
      </w:r>
    </w:p>
    <w:p w14:paraId="38096A94" w14:textId="77777777" w:rsidR="00827D5D" w:rsidRPr="000B06C3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>В том числе по годам:</w:t>
      </w:r>
    </w:p>
    <w:p w14:paraId="5C4A8615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>2015 - 2 168,8 тыс. руб.</w:t>
      </w:r>
    </w:p>
    <w:p w14:paraId="3206B70F" w14:textId="629C60C1" w:rsidR="00827D5D" w:rsidRPr="00332077" w:rsidRDefault="003044E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14:paraId="46A995B6" w14:textId="77777777" w:rsidR="00827D5D" w:rsidRPr="00332077" w:rsidRDefault="00827D5D" w:rsidP="003044ED">
      <w:pPr>
        <w:spacing w:after="0" w:line="240" w:lineRule="auto"/>
        <w:ind w:right="2550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местный бюджет - 272,1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72E14A18" w14:textId="77777777" w:rsidR="00827D5D" w:rsidRPr="00332077" w:rsidRDefault="00827D5D" w:rsidP="003044ED">
      <w:pPr>
        <w:spacing w:after="0" w:line="240" w:lineRule="auto"/>
        <w:ind w:right="3542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1 896,7 тыс. руб.</w:t>
      </w:r>
    </w:p>
    <w:p w14:paraId="47E478E6" w14:textId="77777777" w:rsidR="00827D5D" w:rsidRPr="00332077" w:rsidRDefault="00827D5D" w:rsidP="003044ED">
      <w:pPr>
        <w:spacing w:after="0" w:line="240" w:lineRule="auto"/>
        <w:ind w:right="3684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2016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3 460,2 тыс. руб.</w:t>
      </w:r>
    </w:p>
    <w:p w14:paraId="22FEE4E6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27A02120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местный бюджет - 748,5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45238CBC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2 711,7 тыс. руб.</w:t>
      </w:r>
    </w:p>
    <w:p w14:paraId="7FDAE667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2017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2 530,2 тыс. руб.</w:t>
      </w:r>
    </w:p>
    <w:p w14:paraId="0BC60305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466E8532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местный бюджет - 937,3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18F8B9B7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1592,9 тыс. руб.</w:t>
      </w:r>
    </w:p>
    <w:p w14:paraId="18F96033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2018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1 123,6 тыс. руб.</w:t>
      </w:r>
    </w:p>
    <w:p w14:paraId="31EC3947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lastRenderedPageBreak/>
        <w:t>В том числе:</w:t>
      </w:r>
    </w:p>
    <w:p w14:paraId="4E5E2DD6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363,9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0E114ACE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759,7 тыс. руб.</w:t>
      </w:r>
    </w:p>
    <w:p w14:paraId="486F6F11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1 368,6 тыс. руб.</w:t>
      </w:r>
    </w:p>
    <w:p w14:paraId="7604BBC9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2EA4FB57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807,0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0A4B130C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561,6 тыс. руб.</w:t>
      </w:r>
    </w:p>
    <w:p w14:paraId="7D26700C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2020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1 128,4 тыс. руб.</w:t>
      </w:r>
    </w:p>
    <w:p w14:paraId="46A58182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56662986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1 128,4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2853D698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0,0 тыс. руб.</w:t>
      </w:r>
    </w:p>
    <w:p w14:paraId="335C41B0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2021 </w:t>
      </w:r>
      <w:r>
        <w:rPr>
          <w:rFonts w:ascii="Times New Roman" w:hAnsi="Times New Roman"/>
          <w:sz w:val="28"/>
          <w:szCs w:val="28"/>
        </w:rPr>
        <w:t xml:space="preserve">– 2 </w:t>
      </w:r>
      <w:r w:rsidRPr="00332077">
        <w:rPr>
          <w:rFonts w:ascii="Times New Roman" w:hAnsi="Times New Roman"/>
          <w:sz w:val="28"/>
          <w:szCs w:val="28"/>
        </w:rPr>
        <w:t>271,3 тыс. руб.</w:t>
      </w:r>
    </w:p>
    <w:p w14:paraId="7550C6D0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36E81D83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местный бюджет - 2 </w:t>
      </w:r>
      <w:r w:rsidRPr="00332077">
        <w:rPr>
          <w:rFonts w:ascii="Times New Roman" w:hAnsi="Times New Roman"/>
          <w:sz w:val="28"/>
          <w:szCs w:val="28"/>
        </w:rPr>
        <w:t>104,2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01C0FF7D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167,1 тыс. руб.</w:t>
      </w:r>
    </w:p>
    <w:p w14:paraId="64160A2B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2022 </w:t>
      </w:r>
      <w:r>
        <w:rPr>
          <w:rFonts w:ascii="Times New Roman" w:hAnsi="Times New Roman"/>
          <w:sz w:val="28"/>
          <w:szCs w:val="28"/>
        </w:rPr>
        <w:t xml:space="preserve">- 2 </w:t>
      </w:r>
      <w:r w:rsidRPr="00332077">
        <w:rPr>
          <w:rFonts w:ascii="Times New Roman" w:hAnsi="Times New Roman"/>
          <w:sz w:val="28"/>
          <w:szCs w:val="28"/>
        </w:rPr>
        <w:t>122,2 тыс. руб.</w:t>
      </w:r>
    </w:p>
    <w:p w14:paraId="3C90F076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1F65AB5F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>
        <w:rPr>
          <w:rFonts w:ascii="Times New Roman" w:hAnsi="Times New Roman"/>
          <w:sz w:val="28"/>
          <w:szCs w:val="28"/>
        </w:rPr>
        <w:t xml:space="preserve">- 1 </w:t>
      </w:r>
      <w:r w:rsidRPr="00332077">
        <w:rPr>
          <w:rFonts w:ascii="Times New Roman" w:hAnsi="Times New Roman"/>
          <w:sz w:val="28"/>
          <w:szCs w:val="28"/>
        </w:rPr>
        <w:t>797,6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1A6C2073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324,6 тыс. руб.</w:t>
      </w:r>
    </w:p>
    <w:p w14:paraId="41259373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2023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332077">
        <w:rPr>
          <w:rFonts w:ascii="Times New Roman" w:hAnsi="Times New Roman"/>
          <w:sz w:val="28"/>
          <w:szCs w:val="28"/>
        </w:rPr>
        <w:t>512, 2 тыс. руб.</w:t>
      </w:r>
    </w:p>
    <w:p w14:paraId="59967B0B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7CFB2DC8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077">
        <w:rPr>
          <w:rFonts w:ascii="Times New Roman" w:hAnsi="Times New Roman"/>
          <w:sz w:val="28"/>
          <w:szCs w:val="28"/>
        </w:rPr>
        <w:t>151,5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4B185B39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360,7 тыс. руб.</w:t>
      </w:r>
    </w:p>
    <w:p w14:paraId="0070866F" w14:textId="4C470172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2024 </w:t>
      </w:r>
      <w:r w:rsidR="003044ED">
        <w:rPr>
          <w:rFonts w:ascii="Times New Roman" w:hAnsi="Times New Roman"/>
          <w:sz w:val="28"/>
          <w:szCs w:val="28"/>
        </w:rPr>
        <w:t>–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 w:rsidR="003044ED">
        <w:rPr>
          <w:rFonts w:ascii="Times New Roman" w:hAnsi="Times New Roman"/>
          <w:sz w:val="28"/>
          <w:szCs w:val="28"/>
        </w:rPr>
        <w:t xml:space="preserve">13 </w:t>
      </w:r>
      <w:r>
        <w:rPr>
          <w:rFonts w:ascii="Times New Roman" w:hAnsi="Times New Roman"/>
          <w:sz w:val="28"/>
          <w:szCs w:val="28"/>
        </w:rPr>
        <w:t>831,2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</w:p>
    <w:p w14:paraId="77E1F2F0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3231DE3F" w14:textId="6EFBEC2A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 w:rsidR="003044ED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 w:rsidR="003044ED">
        <w:rPr>
          <w:rFonts w:ascii="Times New Roman" w:hAnsi="Times New Roman"/>
          <w:sz w:val="28"/>
          <w:szCs w:val="28"/>
        </w:rPr>
        <w:t xml:space="preserve">11 </w:t>
      </w:r>
      <w:r>
        <w:rPr>
          <w:rFonts w:ascii="Times New Roman" w:hAnsi="Times New Roman"/>
          <w:sz w:val="28"/>
          <w:szCs w:val="28"/>
        </w:rPr>
        <w:t>685,5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3E27DC0C" w14:textId="00CCE854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 w:rsidR="003044ED"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 w:rsidR="003044ED">
        <w:rPr>
          <w:rFonts w:ascii="Times New Roman" w:hAnsi="Times New Roman"/>
          <w:sz w:val="28"/>
          <w:szCs w:val="28"/>
        </w:rPr>
        <w:t xml:space="preserve">2 </w:t>
      </w:r>
      <w:r w:rsidR="00DA7B2D">
        <w:rPr>
          <w:rFonts w:ascii="Times New Roman" w:hAnsi="Times New Roman"/>
          <w:sz w:val="28"/>
          <w:szCs w:val="28"/>
        </w:rPr>
        <w:t>145,7</w:t>
      </w:r>
      <w:r w:rsidRPr="00332077">
        <w:rPr>
          <w:rFonts w:ascii="Times New Roman" w:hAnsi="Times New Roman"/>
          <w:sz w:val="28"/>
          <w:szCs w:val="28"/>
        </w:rPr>
        <w:t xml:space="preserve"> тыс. руб.</w:t>
      </w:r>
    </w:p>
    <w:p w14:paraId="6579444D" w14:textId="347C6DC9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2025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821,9 тыс. руб.</w:t>
      </w:r>
    </w:p>
    <w:p w14:paraId="783E3C4D" w14:textId="77777777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>В том числе:</w:t>
      </w:r>
    </w:p>
    <w:p w14:paraId="069C5042" w14:textId="5B4593D5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местный бюджет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434,9 тыс. руб.</w:t>
      </w:r>
      <w:r w:rsidR="00732DAE">
        <w:rPr>
          <w:rFonts w:ascii="Times New Roman" w:hAnsi="Times New Roman"/>
          <w:sz w:val="28"/>
          <w:szCs w:val="28"/>
        </w:rPr>
        <w:t>;</w:t>
      </w:r>
    </w:p>
    <w:p w14:paraId="35BFB83D" w14:textId="4972611B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областной бюджет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387,0 тыс. руб.</w:t>
      </w:r>
    </w:p>
    <w:p w14:paraId="170BC1D9" w14:textId="32E0E038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2026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772,7 тыс. руб.</w:t>
      </w:r>
    </w:p>
    <w:p w14:paraId="39185276" w14:textId="77777777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>В том числе:</w:t>
      </w:r>
    </w:p>
    <w:p w14:paraId="75204E48" w14:textId="064BC977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местный бюджет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385,7 тыс. руб.</w:t>
      </w:r>
      <w:r w:rsidR="00732DAE">
        <w:rPr>
          <w:rFonts w:ascii="Times New Roman" w:hAnsi="Times New Roman"/>
          <w:sz w:val="28"/>
          <w:szCs w:val="28"/>
        </w:rPr>
        <w:t>;</w:t>
      </w:r>
    </w:p>
    <w:p w14:paraId="7368230E" w14:textId="0BD35F79" w:rsidR="0045633C" w:rsidRPr="000B06C3" w:rsidRDefault="0045633C" w:rsidP="00304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областной бюджет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387,0 тыс. руб.</w:t>
      </w:r>
    </w:p>
    <w:p w14:paraId="6312DC48" w14:textId="39968EFC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0B06C3">
        <w:rPr>
          <w:rFonts w:ascii="Times New Roman" w:hAnsi="Times New Roman"/>
          <w:sz w:val="28"/>
          <w:szCs w:val="28"/>
        </w:rPr>
        <w:t xml:space="preserve">2027 </w:t>
      </w:r>
      <w:r w:rsidR="003044ED">
        <w:rPr>
          <w:rFonts w:ascii="Times New Roman" w:hAnsi="Times New Roman"/>
          <w:sz w:val="28"/>
          <w:szCs w:val="28"/>
        </w:rPr>
        <w:t>-</w:t>
      </w:r>
      <w:r w:rsidRPr="000B06C3">
        <w:rPr>
          <w:rFonts w:ascii="Times New Roman" w:hAnsi="Times New Roman"/>
          <w:sz w:val="28"/>
          <w:szCs w:val="28"/>
        </w:rPr>
        <w:t xml:space="preserve"> 2 362,1 тыс. руб.</w:t>
      </w:r>
    </w:p>
    <w:p w14:paraId="6599AAEE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В том числе:</w:t>
      </w:r>
    </w:p>
    <w:p w14:paraId="533F5CDA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местный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332077">
        <w:rPr>
          <w:rFonts w:ascii="Times New Roman" w:hAnsi="Times New Roman"/>
          <w:sz w:val="28"/>
          <w:szCs w:val="28"/>
        </w:rPr>
        <w:t>001,4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40DA02B8" w14:textId="77777777" w:rsidR="00827D5D" w:rsidRPr="00332077" w:rsidRDefault="00827D5D" w:rsidP="003044ED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 xml:space="preserve">областной бюджет </w:t>
      </w:r>
      <w:r>
        <w:rPr>
          <w:rFonts w:ascii="Times New Roman" w:hAnsi="Times New Roman"/>
          <w:sz w:val="28"/>
          <w:szCs w:val="28"/>
        </w:rPr>
        <w:t>-</w:t>
      </w:r>
      <w:r w:rsidRPr="00332077">
        <w:rPr>
          <w:rFonts w:ascii="Times New Roman" w:hAnsi="Times New Roman"/>
          <w:sz w:val="28"/>
          <w:szCs w:val="28"/>
        </w:rPr>
        <w:t xml:space="preserve"> 360,7 тыс. руб.</w:t>
      </w:r>
    </w:p>
    <w:p w14:paraId="06A7196D" w14:textId="77777777" w:rsidR="00827D5D" w:rsidRPr="00332077" w:rsidRDefault="00827D5D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Финансирование мероприятий корректируется с учетом финансовых возможностей местного бюджета.</w:t>
      </w:r>
    </w:p>
    <w:p w14:paraId="53871023" w14:textId="77777777" w:rsidR="00827D5D" w:rsidRPr="00332077" w:rsidRDefault="00827D5D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t>Таблица с распределением объемов финансирования по годам реализации муниципальной программы приводится в приложении 3 к настоящей программе.».</w:t>
      </w:r>
    </w:p>
    <w:p w14:paraId="3EDE01C3" w14:textId="48147F96" w:rsidR="00684F93" w:rsidRPr="002E2A2E" w:rsidRDefault="00827D5D" w:rsidP="00CE53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077">
        <w:rPr>
          <w:rFonts w:ascii="Times New Roman" w:hAnsi="Times New Roman"/>
          <w:sz w:val="28"/>
          <w:szCs w:val="28"/>
        </w:rPr>
        <w:lastRenderedPageBreak/>
        <w:t xml:space="preserve">1.3. Приложение 3 «Ресурсное обеспечение реализации муниципальной программы «Доступная среда в муниципальном образовании «Городской округ </w:t>
      </w:r>
      <w:proofErr w:type="spellStart"/>
      <w:r w:rsidRPr="0033207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32077">
        <w:rPr>
          <w:rFonts w:ascii="Times New Roman" w:hAnsi="Times New Roman"/>
          <w:sz w:val="28"/>
          <w:szCs w:val="28"/>
        </w:rPr>
        <w:t>» к Программе изложить в новой редакции (прилагается).</w:t>
      </w:r>
    </w:p>
    <w:p w14:paraId="39487A5E" w14:textId="56C6B84A" w:rsidR="00FD5F24" w:rsidRPr="006F2BE3" w:rsidRDefault="00CE53E4" w:rsidP="00FD5F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53E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F2BE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32A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3E38">
        <w:rPr>
          <w:rFonts w:ascii="Times New Roman" w:hAnsi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</w:t>
      </w:r>
      <w:r w:rsidR="001C34BA">
        <w:rPr>
          <w:rFonts w:ascii="Times New Roman" w:hAnsi="Times New Roman"/>
          <w:color w:val="000000" w:themeColor="text1"/>
          <w:sz w:val="28"/>
          <w:szCs w:val="28"/>
        </w:rPr>
        <w:t>одп</w:t>
      </w:r>
      <w:r w:rsidR="006F2BE3">
        <w:rPr>
          <w:rFonts w:ascii="Times New Roman" w:hAnsi="Times New Roman"/>
          <w:color w:val="000000" w:themeColor="text1"/>
          <w:sz w:val="28"/>
          <w:szCs w:val="28"/>
        </w:rPr>
        <w:t>ункт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C34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2BE3"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="001C34BA">
        <w:rPr>
          <w:rFonts w:ascii="Times New Roman" w:hAnsi="Times New Roman"/>
          <w:color w:val="000000" w:themeColor="text1"/>
          <w:sz w:val="28"/>
          <w:szCs w:val="28"/>
        </w:rPr>
        <w:t xml:space="preserve"> пункта</w:t>
      </w:r>
      <w:r w:rsidR="006F2BE3">
        <w:rPr>
          <w:rFonts w:ascii="Times New Roman" w:hAnsi="Times New Roman"/>
          <w:color w:val="000000" w:themeColor="text1"/>
          <w:sz w:val="28"/>
          <w:szCs w:val="28"/>
        </w:rPr>
        <w:t xml:space="preserve"> 1 постановления администрации муниципального образования «Городской округ </w:t>
      </w:r>
      <w:proofErr w:type="spellStart"/>
      <w:r w:rsidR="006F2BE3">
        <w:rPr>
          <w:rFonts w:ascii="Times New Roman" w:hAnsi="Times New Roman"/>
          <w:color w:val="000000" w:themeColor="text1"/>
          <w:sz w:val="28"/>
          <w:szCs w:val="28"/>
        </w:rPr>
        <w:t>Ногликский</w:t>
      </w:r>
      <w:proofErr w:type="spellEnd"/>
      <w:r w:rsidR="006F2BE3">
        <w:rPr>
          <w:rFonts w:ascii="Times New Roman" w:hAnsi="Times New Roman"/>
          <w:color w:val="000000" w:themeColor="text1"/>
          <w:sz w:val="28"/>
          <w:szCs w:val="28"/>
        </w:rPr>
        <w:t xml:space="preserve">» от 07.07.2023 </w:t>
      </w:r>
      <w:r w:rsidR="001A75A2">
        <w:rPr>
          <w:rFonts w:ascii="Times New Roman" w:hAnsi="Times New Roman"/>
          <w:color w:val="000000" w:themeColor="text1"/>
          <w:sz w:val="28"/>
          <w:szCs w:val="28"/>
        </w:rPr>
        <w:br/>
      </w:r>
      <w:r w:rsidR="006F2BE3">
        <w:rPr>
          <w:rFonts w:ascii="Times New Roman" w:hAnsi="Times New Roman"/>
          <w:color w:val="000000" w:themeColor="text1"/>
          <w:sz w:val="28"/>
          <w:szCs w:val="28"/>
        </w:rPr>
        <w:t xml:space="preserve">№ 433 «О внесении изменений в муниципальную программу «Доступная среда в муниципальном образовании «Городской округ </w:t>
      </w:r>
      <w:proofErr w:type="spellStart"/>
      <w:r w:rsidR="006F2BE3">
        <w:rPr>
          <w:rFonts w:ascii="Times New Roman" w:hAnsi="Times New Roman"/>
          <w:color w:val="000000" w:themeColor="text1"/>
          <w:sz w:val="28"/>
          <w:szCs w:val="28"/>
        </w:rPr>
        <w:t>Ногликский</w:t>
      </w:r>
      <w:proofErr w:type="spellEnd"/>
      <w:r w:rsidR="006F2BE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916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A636D">
        <w:rPr>
          <w:rFonts w:ascii="Times New Roman" w:hAnsi="Times New Roman"/>
          <w:color w:val="000000" w:themeColor="text1"/>
          <w:sz w:val="28"/>
          <w:szCs w:val="28"/>
        </w:rPr>
        <w:t>слова</w:t>
      </w:r>
      <w:r w:rsidR="00CC3E38">
        <w:rPr>
          <w:rFonts w:ascii="Times New Roman" w:hAnsi="Times New Roman"/>
          <w:color w:val="000000" w:themeColor="text1"/>
          <w:sz w:val="28"/>
          <w:szCs w:val="28"/>
        </w:rPr>
        <w:t xml:space="preserve"> и цифру</w:t>
      </w:r>
      <w:r w:rsidR="005A636D">
        <w:rPr>
          <w:rFonts w:ascii="Times New Roman" w:hAnsi="Times New Roman"/>
          <w:color w:val="000000" w:themeColor="text1"/>
          <w:sz w:val="28"/>
          <w:szCs w:val="28"/>
        </w:rPr>
        <w:t xml:space="preserve"> «8</w:t>
      </w:r>
      <w:r w:rsidR="00FD5F2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A636D">
        <w:rPr>
          <w:rFonts w:ascii="Times New Roman" w:hAnsi="Times New Roman"/>
          <w:color w:val="000000" w:themeColor="text1"/>
          <w:sz w:val="28"/>
          <w:szCs w:val="28"/>
        </w:rPr>
        <w:t xml:space="preserve"> «Основные конечные результаты реализации программы»</w:t>
      </w:r>
      <w:r w:rsidR="00A32460">
        <w:rPr>
          <w:rFonts w:ascii="Times New Roman" w:hAnsi="Times New Roman"/>
          <w:color w:val="000000" w:themeColor="text1"/>
          <w:sz w:val="28"/>
          <w:szCs w:val="28"/>
        </w:rPr>
        <w:t xml:space="preserve"> заменить </w:t>
      </w:r>
      <w:r w:rsidR="001A75A2">
        <w:rPr>
          <w:rFonts w:ascii="Times New Roman" w:hAnsi="Times New Roman"/>
          <w:color w:val="000000" w:themeColor="text1"/>
          <w:sz w:val="28"/>
          <w:szCs w:val="28"/>
        </w:rPr>
        <w:t>на слова</w:t>
      </w:r>
      <w:r w:rsidR="00CC3E38">
        <w:rPr>
          <w:rFonts w:ascii="Times New Roman" w:hAnsi="Times New Roman"/>
          <w:color w:val="000000" w:themeColor="text1"/>
          <w:sz w:val="28"/>
          <w:szCs w:val="28"/>
        </w:rPr>
        <w:t xml:space="preserve"> и цифр</w:t>
      </w:r>
      <w:r w:rsidR="001A75A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32460">
        <w:rPr>
          <w:rFonts w:ascii="Times New Roman" w:hAnsi="Times New Roman"/>
          <w:color w:val="000000" w:themeColor="text1"/>
          <w:sz w:val="28"/>
          <w:szCs w:val="28"/>
        </w:rPr>
        <w:t xml:space="preserve"> «7. Конечные результаты реализации муниципальной программы</w:t>
      </w:r>
      <w:r w:rsidR="00FD5F24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5C234121" w14:textId="6AEEC317" w:rsidR="00827D5D" w:rsidRPr="00332077" w:rsidRDefault="002E2A2E" w:rsidP="00432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27D5D" w:rsidRPr="00332077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827D5D" w:rsidRPr="0033207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827D5D" w:rsidRPr="00332077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4F866455" w14:textId="150937A7" w:rsidR="00827D5D" w:rsidRPr="00332077" w:rsidRDefault="002E2A2E" w:rsidP="00304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27D5D" w:rsidRPr="00332077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 w:rsidR="00827D5D" w:rsidRPr="0033207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827D5D" w:rsidRPr="0033207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827D5D" w:rsidRPr="00332077">
        <w:rPr>
          <w:rFonts w:ascii="Times New Roman" w:hAnsi="Times New Roman"/>
          <w:sz w:val="28"/>
          <w:szCs w:val="28"/>
        </w:rPr>
        <w:t>Русанова</w:t>
      </w:r>
      <w:proofErr w:type="spellEnd"/>
      <w:r w:rsidR="00827D5D" w:rsidRPr="00332077">
        <w:rPr>
          <w:rFonts w:ascii="Times New Roman" w:hAnsi="Times New Roman"/>
          <w:sz w:val="28"/>
          <w:szCs w:val="28"/>
        </w:rPr>
        <w:t xml:space="preserve"> Я.С.</w:t>
      </w:r>
    </w:p>
    <w:p w14:paraId="5CEF1705" w14:textId="77777777" w:rsidR="00827D5D" w:rsidRPr="00113CB4" w:rsidRDefault="00827D5D" w:rsidP="00113CB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A8522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63E84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0D1A96E" w14:textId="586AD22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A7B2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3044E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C5221" w14:textId="77777777" w:rsidR="009E184E" w:rsidRDefault="009E184E" w:rsidP="0033636C">
      <w:pPr>
        <w:spacing w:after="0" w:line="240" w:lineRule="auto"/>
      </w:pPr>
      <w:r>
        <w:separator/>
      </w:r>
    </w:p>
  </w:endnote>
  <w:endnote w:type="continuationSeparator" w:id="0">
    <w:p w14:paraId="0C67EF9E" w14:textId="77777777" w:rsidR="009E184E" w:rsidRDefault="009E184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8760E" w14:textId="77777777" w:rsidR="009E184E" w:rsidRDefault="009E184E" w:rsidP="0033636C">
      <w:pPr>
        <w:spacing w:after="0" w:line="240" w:lineRule="auto"/>
      </w:pPr>
      <w:r>
        <w:separator/>
      </w:r>
    </w:p>
  </w:footnote>
  <w:footnote w:type="continuationSeparator" w:id="0">
    <w:p w14:paraId="03A393DF" w14:textId="77777777" w:rsidR="009E184E" w:rsidRDefault="009E184E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931946"/>
      <w:docPartObj>
        <w:docPartGallery w:val="Page Numbers (Top of Page)"/>
        <w:docPartUnique/>
      </w:docPartObj>
    </w:sdtPr>
    <w:sdtEndPr/>
    <w:sdtContent>
      <w:p w14:paraId="211F045F" w14:textId="517F1C73" w:rsidR="003044ED" w:rsidRDefault="003044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C9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2E75"/>
    <w:multiLevelType w:val="hybridMultilevel"/>
    <w:tmpl w:val="B6988EF6"/>
    <w:lvl w:ilvl="0" w:tplc="4EC4172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4818D4"/>
    <w:multiLevelType w:val="hybridMultilevel"/>
    <w:tmpl w:val="5136DC40"/>
    <w:lvl w:ilvl="0" w:tplc="6812F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2879"/>
    <w:rsid w:val="000B06C3"/>
    <w:rsid w:val="000D1537"/>
    <w:rsid w:val="000E006F"/>
    <w:rsid w:val="00113CB4"/>
    <w:rsid w:val="00157174"/>
    <w:rsid w:val="0018052A"/>
    <w:rsid w:val="00185FEC"/>
    <w:rsid w:val="001A75A2"/>
    <w:rsid w:val="001C34BA"/>
    <w:rsid w:val="001E1F9F"/>
    <w:rsid w:val="002003DC"/>
    <w:rsid w:val="00294269"/>
    <w:rsid w:val="002B00CB"/>
    <w:rsid w:val="002E2A2E"/>
    <w:rsid w:val="003044ED"/>
    <w:rsid w:val="00325A77"/>
    <w:rsid w:val="0033636C"/>
    <w:rsid w:val="00397441"/>
    <w:rsid w:val="003E4257"/>
    <w:rsid w:val="00432A81"/>
    <w:rsid w:val="0045633C"/>
    <w:rsid w:val="00484E67"/>
    <w:rsid w:val="00520CBF"/>
    <w:rsid w:val="005A636D"/>
    <w:rsid w:val="00641407"/>
    <w:rsid w:val="00682EC4"/>
    <w:rsid w:val="00684F93"/>
    <w:rsid w:val="006F2BE3"/>
    <w:rsid w:val="00732DAE"/>
    <w:rsid w:val="00827D5D"/>
    <w:rsid w:val="008629FA"/>
    <w:rsid w:val="008916C7"/>
    <w:rsid w:val="008B52FB"/>
    <w:rsid w:val="008D7D82"/>
    <w:rsid w:val="00987DB5"/>
    <w:rsid w:val="00987ED6"/>
    <w:rsid w:val="009E184E"/>
    <w:rsid w:val="00A0042A"/>
    <w:rsid w:val="00A17243"/>
    <w:rsid w:val="00A32460"/>
    <w:rsid w:val="00AA5118"/>
    <w:rsid w:val="00AC72C8"/>
    <w:rsid w:val="00B10ED9"/>
    <w:rsid w:val="00B25688"/>
    <w:rsid w:val="00B2571C"/>
    <w:rsid w:val="00B55BBE"/>
    <w:rsid w:val="00B73978"/>
    <w:rsid w:val="00B93926"/>
    <w:rsid w:val="00BB2137"/>
    <w:rsid w:val="00BE2C98"/>
    <w:rsid w:val="00BF76EF"/>
    <w:rsid w:val="00C02849"/>
    <w:rsid w:val="00C16B86"/>
    <w:rsid w:val="00CC3E38"/>
    <w:rsid w:val="00CE162C"/>
    <w:rsid w:val="00CE53E4"/>
    <w:rsid w:val="00CE66F1"/>
    <w:rsid w:val="00D12794"/>
    <w:rsid w:val="00D67BD8"/>
    <w:rsid w:val="00D87E6B"/>
    <w:rsid w:val="00DA7B2D"/>
    <w:rsid w:val="00DE271F"/>
    <w:rsid w:val="00DF7897"/>
    <w:rsid w:val="00E37B8A"/>
    <w:rsid w:val="00E609BC"/>
    <w:rsid w:val="00EF2461"/>
    <w:rsid w:val="00F63B90"/>
    <w:rsid w:val="00FD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A88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C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13C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a8">
    <w:name w:val="List Paragraph"/>
    <w:basedOn w:val="a"/>
    <w:uiPriority w:val="34"/>
    <w:qFormat/>
    <w:rsid w:val="00113CB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4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44E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5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426B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426B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D1537"/>
    <w:rsid w:val="000E006F"/>
    <w:rsid w:val="00157174"/>
    <w:rsid w:val="006026E6"/>
    <w:rsid w:val="00682EC4"/>
    <w:rsid w:val="00987ED6"/>
    <w:rsid w:val="00A0042A"/>
    <w:rsid w:val="00A17243"/>
    <w:rsid w:val="00A426BA"/>
    <w:rsid w:val="00AA5118"/>
    <w:rsid w:val="00B13DA8"/>
    <w:rsid w:val="00B73978"/>
    <w:rsid w:val="00BB2137"/>
    <w:rsid w:val="00BF76EF"/>
    <w:rsid w:val="00C16B86"/>
    <w:rsid w:val="00C95804"/>
    <w:rsid w:val="00CE162C"/>
    <w:rsid w:val="00CE66F1"/>
    <w:rsid w:val="00CF735B"/>
    <w:rsid w:val="00DE271F"/>
    <w:rsid w:val="00E7774E"/>
    <w:rsid w:val="00EF2461"/>
    <w:rsid w:val="00F6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190</TotalTime>
  <Pages>5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29</cp:revision>
  <cp:lastPrinted>2024-11-08T05:58:00Z</cp:lastPrinted>
  <dcterms:created xsi:type="dcterms:W3CDTF">2024-09-19T06:06:00Z</dcterms:created>
  <dcterms:modified xsi:type="dcterms:W3CDTF">2024-11-11T22:43:00Z</dcterms:modified>
</cp:coreProperties>
</file>