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A69699" w14:textId="77777777" w:rsidTr="00987DB5">
        <w:tc>
          <w:tcPr>
            <w:tcW w:w="9498" w:type="dxa"/>
          </w:tcPr>
          <w:p w14:paraId="01A6969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A696B0" wp14:editId="01A696B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A6969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1A6969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1A6969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A6969A" w14:textId="2F4A5478" w:rsidR="0033636C" w:rsidRPr="008F53B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F53B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921EA">
            <w:rPr>
              <w:rFonts w:ascii="Times New Roman" w:hAnsi="Times New Roman"/>
              <w:sz w:val="28"/>
              <w:szCs w:val="28"/>
            </w:rPr>
            <w:t>14 декабря 2022 года</w:t>
          </w:r>
        </w:sdtContent>
      </w:sdt>
      <w:r w:rsidRPr="008F53B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921EA" w:rsidRPr="006921EA">
            <w:rPr>
              <w:rFonts w:ascii="Times New Roman" w:hAnsi="Times New Roman"/>
              <w:sz w:val="28"/>
              <w:szCs w:val="28"/>
            </w:rPr>
            <w:t>695</w:t>
          </w:r>
        </w:sdtContent>
      </w:sdt>
    </w:p>
    <w:p w14:paraId="01A6969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1A6969C" w14:textId="5CA96A35" w:rsidR="0033636C" w:rsidRPr="008F53B2" w:rsidRDefault="0033636C" w:rsidP="008F53B2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3B2">
        <w:rPr>
          <w:rFonts w:ascii="Times New Roman" w:hAnsi="Times New Roman"/>
          <w:b/>
          <w:sz w:val="28"/>
          <w:szCs w:val="28"/>
        </w:rPr>
        <w:t>О проведении муниципал</w:t>
      </w:r>
      <w:r w:rsidR="008F53B2" w:rsidRPr="008F53B2">
        <w:rPr>
          <w:rFonts w:ascii="Times New Roman" w:hAnsi="Times New Roman"/>
          <w:b/>
          <w:sz w:val="28"/>
          <w:szCs w:val="28"/>
        </w:rPr>
        <w:t>ьного смотра-конкурса</w:t>
      </w:r>
      <w:r w:rsidR="008F53B2">
        <w:rPr>
          <w:rFonts w:ascii="Times New Roman" w:hAnsi="Times New Roman"/>
          <w:b/>
          <w:sz w:val="28"/>
          <w:szCs w:val="28"/>
        </w:rPr>
        <w:t xml:space="preserve"> </w:t>
      </w:r>
      <w:r w:rsidR="008F53B2">
        <w:rPr>
          <w:rFonts w:ascii="Times New Roman" w:hAnsi="Times New Roman"/>
          <w:b/>
          <w:sz w:val="28"/>
          <w:szCs w:val="28"/>
        </w:rPr>
        <w:br/>
      </w:r>
      <w:r w:rsidR="008F53B2" w:rsidRPr="008F53B2">
        <w:rPr>
          <w:rFonts w:ascii="Times New Roman" w:hAnsi="Times New Roman"/>
          <w:b/>
          <w:sz w:val="28"/>
          <w:szCs w:val="28"/>
        </w:rPr>
        <w:t>на лучшее</w:t>
      </w:r>
      <w:r w:rsidRPr="008F53B2">
        <w:rPr>
          <w:rFonts w:ascii="Times New Roman" w:hAnsi="Times New Roman"/>
          <w:b/>
          <w:sz w:val="28"/>
          <w:szCs w:val="28"/>
        </w:rPr>
        <w:t xml:space="preserve"> новогоднее оформление предприятий </w:t>
      </w:r>
      <w:r w:rsidR="008F53B2">
        <w:rPr>
          <w:rFonts w:ascii="Times New Roman" w:hAnsi="Times New Roman"/>
          <w:b/>
          <w:sz w:val="28"/>
          <w:szCs w:val="28"/>
        </w:rPr>
        <w:br/>
      </w:r>
      <w:r w:rsidRPr="008F53B2">
        <w:rPr>
          <w:rFonts w:ascii="Times New Roman" w:hAnsi="Times New Roman"/>
          <w:b/>
          <w:sz w:val="28"/>
          <w:szCs w:val="28"/>
        </w:rPr>
        <w:t>потребительского рынка «Новогодние огни – 2023»</w:t>
      </w:r>
    </w:p>
    <w:p w14:paraId="5A69275F" w14:textId="427C56E1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16 Федерального закона от</w:t>
      </w:r>
      <w:r w:rsidRPr="00CF26F6">
        <w:rPr>
          <w:rFonts w:ascii="Times New Roman" w:hAnsi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Ногликский»,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(в редакции</w:t>
      </w:r>
      <w:r>
        <w:rPr>
          <w:rFonts w:ascii="Times New Roman" w:hAnsi="Times New Roman"/>
          <w:sz w:val="28"/>
          <w:szCs w:val="28"/>
        </w:rPr>
        <w:t xml:space="preserve"> от 23</w:t>
      </w:r>
      <w:r w:rsidR="008F53B2" w:rsidRPr="008F53B2">
        <w:rPr>
          <w:rFonts w:ascii="Times New Roman" w:hAnsi="Times New Roman"/>
          <w:sz w:val="28"/>
          <w:szCs w:val="28"/>
        </w:rPr>
        <w:t xml:space="preserve"> </w:t>
      </w:r>
      <w:r w:rsidR="008F53B2">
        <w:rPr>
          <w:rFonts w:ascii="Times New Roman" w:hAnsi="Times New Roman"/>
          <w:sz w:val="28"/>
          <w:szCs w:val="28"/>
        </w:rPr>
        <w:t xml:space="preserve">августа </w:t>
      </w:r>
      <w:r w:rsidRPr="00CF26F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CF26F6">
        <w:rPr>
          <w:rFonts w:ascii="Times New Roman" w:hAnsi="Times New Roman"/>
          <w:sz w:val="28"/>
          <w:szCs w:val="28"/>
        </w:rPr>
        <w:t xml:space="preserve"> </w:t>
      </w:r>
      <w:r w:rsidR="008F53B2">
        <w:rPr>
          <w:rFonts w:ascii="Times New Roman" w:hAnsi="Times New Roman"/>
          <w:sz w:val="28"/>
          <w:szCs w:val="28"/>
        </w:rPr>
        <w:t xml:space="preserve">года </w:t>
      </w:r>
      <w:r w:rsidRPr="00CF26F6">
        <w:rPr>
          <w:rFonts w:ascii="Times New Roman" w:hAnsi="Times New Roman"/>
          <w:sz w:val="28"/>
          <w:szCs w:val="28"/>
        </w:rPr>
        <w:t>№ 4</w:t>
      </w:r>
      <w:r>
        <w:rPr>
          <w:rFonts w:ascii="Times New Roman" w:hAnsi="Times New Roman"/>
          <w:sz w:val="28"/>
          <w:szCs w:val="28"/>
        </w:rPr>
        <w:t>50</w:t>
      </w:r>
      <w:r w:rsidRPr="00CF26F6">
        <w:rPr>
          <w:rFonts w:ascii="Times New Roman" w:hAnsi="Times New Roman"/>
          <w:sz w:val="28"/>
          <w:szCs w:val="28"/>
        </w:rPr>
        <w:t xml:space="preserve">), в целях сохранения традиций празднования новогодних </w:t>
      </w:r>
      <w:r w:rsidR="008F53B2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и Рождественских праздников,</w:t>
      </w:r>
      <w:r w:rsidRPr="00CF26F6">
        <w:rPr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CF26F6">
        <w:rPr>
          <w:rFonts w:ascii="Times New Roman" w:hAnsi="Times New Roman"/>
          <w:b/>
          <w:sz w:val="28"/>
          <w:szCs w:val="28"/>
        </w:rPr>
        <w:t>ПОСТАНОВЛЯЕТ:</w:t>
      </w:r>
    </w:p>
    <w:p w14:paraId="0F183AE9" w14:textId="77777777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 Утвердить:</w:t>
      </w:r>
    </w:p>
    <w:p w14:paraId="2F98B67E" w14:textId="371DDD37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1.1. Положение о проведении муниципального смотра-конкурса </w:t>
      </w:r>
      <w:r w:rsidR="008F53B2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на лучшее новогоднее оформление предприятий потребительского рынка «Новогод</w:t>
      </w:r>
      <w:r>
        <w:rPr>
          <w:rFonts w:ascii="Times New Roman" w:hAnsi="Times New Roman"/>
          <w:sz w:val="28"/>
          <w:szCs w:val="28"/>
        </w:rPr>
        <w:t>ние огни – 2023» (приложение 1);</w:t>
      </w:r>
    </w:p>
    <w:p w14:paraId="109DBBF2" w14:textId="1886A066" w:rsidR="0061749B" w:rsidRPr="00CF26F6" w:rsidRDefault="0061749B" w:rsidP="00AC66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1.2. Состав конкурсной комиссии по подведению итогов муниципального смотра-конкурса на лучшее новогоднее оформление предприятий потребительского рынка «Новогодние огни - 202</w:t>
      </w:r>
      <w:r>
        <w:rPr>
          <w:rFonts w:ascii="Times New Roman" w:hAnsi="Times New Roman"/>
          <w:sz w:val="28"/>
          <w:szCs w:val="28"/>
        </w:rPr>
        <w:t>3</w:t>
      </w:r>
      <w:r w:rsidRPr="00CF26F6">
        <w:rPr>
          <w:rFonts w:ascii="Times New Roman" w:hAnsi="Times New Roman"/>
          <w:sz w:val="28"/>
          <w:szCs w:val="28"/>
        </w:rPr>
        <w:t>» (приложение 2).</w:t>
      </w:r>
    </w:p>
    <w:p w14:paraId="0E3FE0EC" w14:textId="14F75153" w:rsidR="0061749B" w:rsidRPr="00CF26F6" w:rsidRDefault="0061749B" w:rsidP="008F53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2. Отделу экономики департамента экономического развития, строительства, жилищно-коммунального и дорожного хозяйства</w:t>
      </w:r>
      <w:r w:rsidR="00AC666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Pr="00CF26F6">
        <w:rPr>
          <w:rFonts w:ascii="Times New Roman" w:hAnsi="Times New Roman"/>
          <w:sz w:val="28"/>
          <w:szCs w:val="28"/>
        </w:rPr>
        <w:t xml:space="preserve"> организовать и провести с 1</w:t>
      </w:r>
      <w:r w:rsidR="000A052A">
        <w:rPr>
          <w:rFonts w:ascii="Times New Roman" w:hAnsi="Times New Roman"/>
          <w:sz w:val="28"/>
          <w:szCs w:val="28"/>
        </w:rPr>
        <w:t>5</w:t>
      </w:r>
      <w:r w:rsidRPr="00CF26F6">
        <w:rPr>
          <w:rFonts w:ascii="Times New Roman" w:hAnsi="Times New Roman"/>
          <w:sz w:val="28"/>
          <w:szCs w:val="28"/>
        </w:rPr>
        <w:t xml:space="preserve"> декабря по 2</w:t>
      </w:r>
      <w:r>
        <w:rPr>
          <w:rFonts w:ascii="Times New Roman" w:hAnsi="Times New Roman"/>
          <w:sz w:val="28"/>
          <w:szCs w:val="28"/>
        </w:rPr>
        <w:t>6</w:t>
      </w:r>
      <w:r w:rsidR="008F53B2">
        <w:rPr>
          <w:rFonts w:ascii="Times New Roman" w:hAnsi="Times New Roman"/>
          <w:sz w:val="28"/>
          <w:szCs w:val="28"/>
        </w:rPr>
        <w:t xml:space="preserve"> декабря </w:t>
      </w:r>
      <w:r w:rsidR="008F53B2">
        <w:rPr>
          <w:rFonts w:ascii="Times New Roman" w:hAnsi="Times New Roman"/>
          <w:sz w:val="28"/>
          <w:szCs w:val="28"/>
        </w:rPr>
        <w:lastRenderedPageBreak/>
        <w:t>2022</w:t>
      </w:r>
      <w:r w:rsidRPr="00CF26F6">
        <w:rPr>
          <w:rFonts w:ascii="Times New Roman" w:hAnsi="Times New Roman"/>
          <w:sz w:val="28"/>
          <w:szCs w:val="28"/>
        </w:rPr>
        <w:t xml:space="preserve"> года муниципальный </w:t>
      </w:r>
      <w:r w:rsidR="008F53B2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смотр-конкурс.</w:t>
      </w:r>
    </w:p>
    <w:p w14:paraId="43A48571" w14:textId="77777777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 Рекомендовать руководителям предприятий потребительского рынка:</w:t>
      </w:r>
    </w:p>
    <w:p w14:paraId="19A01360" w14:textId="1CE7B18D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Принять </w:t>
      </w:r>
      <w:r w:rsidRPr="00CF26F6">
        <w:rPr>
          <w:rFonts w:ascii="Times New Roman" w:hAnsi="Times New Roman"/>
          <w:sz w:val="28"/>
          <w:szCs w:val="28"/>
        </w:rPr>
        <w:t>активное участие в обеспечении праздничного художественного оформления прилегающих территорий, фасадов зданий, интерьера торговых залов, включая декоративное, световое оформление витрин, праздничного внешнего вида обслуживающего персонала, предпраздничной торговли елочными украшениями, детскими подарками, сувенирно-подарочной продукцией новогодней и рождественской тематики</w:t>
      </w:r>
      <w:r>
        <w:rPr>
          <w:rFonts w:ascii="Times New Roman" w:hAnsi="Times New Roman"/>
          <w:sz w:val="28"/>
          <w:szCs w:val="28"/>
        </w:rPr>
        <w:t>;</w:t>
      </w:r>
    </w:p>
    <w:p w14:paraId="2D13FCC1" w14:textId="77777777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3.2. Продлить режим работы предприятий торговли в предпраздничные и праздничные дни</w:t>
      </w:r>
      <w:r>
        <w:rPr>
          <w:rFonts w:ascii="Times New Roman" w:hAnsi="Times New Roman"/>
          <w:sz w:val="28"/>
          <w:szCs w:val="28"/>
        </w:rPr>
        <w:t>;</w:t>
      </w:r>
    </w:p>
    <w:p w14:paraId="72D43866" w14:textId="77777777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3.3. Обеспечить запас стратегических товаров, в том числе свечи, газовые баллоны, газовые печи на случай чрезвычайных ситуаций, а также социально значимых продуктов питания.</w:t>
      </w:r>
    </w:p>
    <w:p w14:paraId="52849B69" w14:textId="1323CDC9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4. Ут</w:t>
      </w:r>
      <w:r w:rsidR="00176A5C">
        <w:rPr>
          <w:rFonts w:ascii="Times New Roman" w:hAnsi="Times New Roman"/>
          <w:sz w:val="28"/>
          <w:szCs w:val="28"/>
        </w:rPr>
        <w:t>вердить призовой фонд в сумме 68</w:t>
      </w:r>
      <w:bookmarkStart w:id="0" w:name="_GoBack"/>
      <w:bookmarkEnd w:id="0"/>
      <w:r w:rsidRPr="00CF26F6">
        <w:rPr>
          <w:rFonts w:ascii="Times New Roman" w:hAnsi="Times New Roman"/>
          <w:sz w:val="28"/>
          <w:szCs w:val="28"/>
        </w:rPr>
        <w:t>000 рублей.</w:t>
      </w:r>
    </w:p>
    <w:p w14:paraId="444AFCD0" w14:textId="077FF19C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5. По итогам муниципального смотра-конкурса определить победителя и призеров с вручением Диплома администрации муниципального образования «Городской округ Ногликский», цветов, сувениров, </w:t>
      </w:r>
      <w:r w:rsidR="00E13E7C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>в соответствии со сметой расходов (приложение 3).</w:t>
      </w:r>
    </w:p>
    <w:p w14:paraId="0BD18019" w14:textId="57D476D3" w:rsidR="0061749B" w:rsidRPr="00CF26F6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</w:t>
      </w:r>
      <w:r w:rsidR="00E13E7C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CF26F6">
        <w:rPr>
          <w:rFonts w:ascii="Times New Roman" w:hAnsi="Times New Roman"/>
          <w:sz w:val="28"/>
          <w:szCs w:val="28"/>
        </w:rPr>
        <w:t xml:space="preserve">сети «Интернет». </w:t>
      </w:r>
    </w:p>
    <w:p w14:paraId="7F2BEBF6" w14:textId="08369B57" w:rsidR="0061749B" w:rsidRDefault="0061749B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возложить </w:t>
      </w:r>
      <w:r w:rsidR="00E13E7C">
        <w:rPr>
          <w:rFonts w:ascii="Times New Roman" w:hAnsi="Times New Roman"/>
          <w:sz w:val="28"/>
          <w:szCs w:val="28"/>
        </w:rPr>
        <w:br/>
      </w:r>
      <w:r w:rsidRPr="00CF26F6">
        <w:rPr>
          <w:rFonts w:ascii="Times New Roman" w:hAnsi="Times New Roman"/>
          <w:sz w:val="28"/>
          <w:szCs w:val="28"/>
        </w:rPr>
        <w:t xml:space="preserve">на начальника отдела экономики </w:t>
      </w:r>
      <w:r w:rsidR="00AC6663" w:rsidRPr="00CF26F6">
        <w:rPr>
          <w:rFonts w:ascii="Times New Roman" w:hAnsi="Times New Roman"/>
          <w:sz w:val="28"/>
          <w:szCs w:val="28"/>
        </w:rPr>
        <w:t>департамента экономического развития, строительства, жилищно-коммунального и дорожного хозяйства</w:t>
      </w:r>
      <w:r w:rsidR="00AC666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  <w:r w:rsidR="00AC6663" w:rsidRPr="00CF26F6">
        <w:rPr>
          <w:rFonts w:ascii="Times New Roman" w:hAnsi="Times New Roman"/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="0085421F">
        <w:rPr>
          <w:rFonts w:ascii="Times New Roman" w:hAnsi="Times New Roman"/>
          <w:sz w:val="28"/>
          <w:szCs w:val="28"/>
        </w:rPr>
        <w:br/>
        <w:t>(</w:t>
      </w:r>
      <w:r w:rsidRPr="00CF26F6">
        <w:rPr>
          <w:rFonts w:ascii="Times New Roman" w:hAnsi="Times New Roman"/>
          <w:sz w:val="28"/>
          <w:szCs w:val="28"/>
        </w:rPr>
        <w:t>Кононенко Г.В.</w:t>
      </w:r>
      <w:r w:rsidR="0085421F">
        <w:rPr>
          <w:rFonts w:ascii="Times New Roman" w:hAnsi="Times New Roman"/>
          <w:sz w:val="28"/>
          <w:szCs w:val="28"/>
        </w:rPr>
        <w:t>).</w:t>
      </w:r>
    </w:p>
    <w:p w14:paraId="3459D8DB" w14:textId="77777777" w:rsidR="00AE0217" w:rsidRPr="00CF26F6" w:rsidRDefault="00AE0217" w:rsidP="00617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083500" w14:textId="77777777" w:rsidR="0061749B" w:rsidRDefault="0061749B" w:rsidP="006174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B48BAF" w14:textId="77777777" w:rsidR="0061749B" w:rsidRDefault="0061749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A696A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A696AA" w14:textId="43E43F1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E13E7C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E13E7C">
        <w:rPr>
          <w:rFonts w:ascii="Times New Roman" w:hAnsi="Times New Roman"/>
          <w:sz w:val="28"/>
          <w:szCs w:val="28"/>
        </w:rPr>
        <w:tab/>
      </w:r>
      <w:r w:rsidR="00E13E7C">
        <w:rPr>
          <w:rFonts w:ascii="Times New Roman" w:hAnsi="Times New Roman"/>
          <w:sz w:val="28"/>
          <w:szCs w:val="28"/>
        </w:rPr>
        <w:tab/>
      </w:r>
      <w:r w:rsidR="00E13E7C">
        <w:rPr>
          <w:rFonts w:ascii="Times New Roman" w:hAnsi="Times New Roman"/>
          <w:sz w:val="28"/>
          <w:szCs w:val="28"/>
        </w:rPr>
        <w:tab/>
      </w:r>
      <w:r w:rsidR="00E13E7C">
        <w:rPr>
          <w:rFonts w:ascii="Times New Roman" w:hAnsi="Times New Roman"/>
          <w:sz w:val="28"/>
          <w:szCs w:val="28"/>
        </w:rPr>
        <w:tab/>
      </w:r>
      <w:r w:rsidR="00E13E7C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13E7C" w:rsidRPr="00E13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13E7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696B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1A696B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696B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1A696B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4602180"/>
      <w:docPartObj>
        <w:docPartGallery w:val="Page Numbers (Top of Page)"/>
        <w:docPartUnique/>
      </w:docPartObj>
    </w:sdtPr>
    <w:sdtEndPr/>
    <w:sdtContent>
      <w:p w14:paraId="2136AD93" w14:textId="5C1A82C2" w:rsidR="00E13E7C" w:rsidRDefault="00E13E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A5C">
          <w:rPr>
            <w:noProof/>
          </w:rPr>
          <w:t>2</w:t>
        </w:r>
        <w:r>
          <w:fldChar w:fldCharType="end"/>
        </w:r>
      </w:p>
    </w:sdtContent>
  </w:sdt>
  <w:p w14:paraId="145CADF2" w14:textId="77777777" w:rsidR="00E13E7C" w:rsidRDefault="00E13E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052A"/>
    <w:rsid w:val="00176A5C"/>
    <w:rsid w:val="00185FEC"/>
    <w:rsid w:val="001E1F9F"/>
    <w:rsid w:val="002003DC"/>
    <w:rsid w:val="0033636C"/>
    <w:rsid w:val="003E4257"/>
    <w:rsid w:val="00520CBF"/>
    <w:rsid w:val="0061749B"/>
    <w:rsid w:val="006921EA"/>
    <w:rsid w:val="0085421F"/>
    <w:rsid w:val="008629FA"/>
    <w:rsid w:val="008F53B2"/>
    <w:rsid w:val="00987DB5"/>
    <w:rsid w:val="00AC6663"/>
    <w:rsid w:val="00AC72C8"/>
    <w:rsid w:val="00AE0217"/>
    <w:rsid w:val="00B10ED9"/>
    <w:rsid w:val="00B25688"/>
    <w:rsid w:val="00C02849"/>
    <w:rsid w:val="00D12794"/>
    <w:rsid w:val="00D67BD8"/>
    <w:rsid w:val="00DF7897"/>
    <w:rsid w:val="00E13E7C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969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5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42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431C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431C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431C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68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2022-12-14T07:23:00Z</cp:lastPrinted>
  <dcterms:created xsi:type="dcterms:W3CDTF">2020-04-07T04:52:00Z</dcterms:created>
  <dcterms:modified xsi:type="dcterms:W3CDTF">2022-12-14T22:05:00Z</dcterms:modified>
</cp:coreProperties>
</file>