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8C537DC" w14:textId="77777777" w:rsidTr="00987DB5">
        <w:tc>
          <w:tcPr>
            <w:tcW w:w="9498" w:type="dxa"/>
          </w:tcPr>
          <w:p w14:paraId="38C537D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8C537E8" wp14:editId="38C537E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C537D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8C537D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8C537D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8C537DD" w14:textId="77777777" w:rsidR="0033636C" w:rsidRPr="00AC72C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  <w:showingPlcHdr/>
        </w:sdtPr>
        <w:sdtEndPr/>
        <w:sdtContent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sdtContent>
      </w:sdt>
      <w:r w:rsidRPr="003E42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  <w:showingPlcHdr/>
        </w:sdtPr>
        <w:sdtEndPr/>
        <w:sdtContent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sdtContent>
      </w:sdt>
    </w:p>
    <w:p w14:paraId="38C537D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8C537E0" w14:textId="58EC46A7" w:rsidR="00185FEC" w:rsidRPr="00AD55A7" w:rsidRDefault="0033636C" w:rsidP="00AD55A7">
      <w:pPr>
        <w:jc w:val="center"/>
        <w:rPr>
          <w:rFonts w:ascii="Times New Roman" w:hAnsi="Times New Roman"/>
          <w:b/>
          <w:sz w:val="28"/>
          <w:szCs w:val="28"/>
        </w:rPr>
      </w:pPr>
      <w:r w:rsidRPr="00A305E6">
        <w:rPr>
          <w:rFonts w:ascii="Times New Roman" w:hAnsi="Times New Roman"/>
          <w:b/>
          <w:sz w:val="28"/>
          <w:szCs w:val="28"/>
        </w:rPr>
        <w:t>О вне</w:t>
      </w:r>
      <w:r w:rsidR="00A305E6">
        <w:rPr>
          <w:rFonts w:ascii="Times New Roman" w:hAnsi="Times New Roman"/>
          <w:b/>
          <w:sz w:val="28"/>
          <w:szCs w:val="28"/>
        </w:rPr>
        <w:t>сении изменений в постановление</w:t>
      </w:r>
      <w:r w:rsidRPr="00A305E6">
        <w:rPr>
          <w:rFonts w:ascii="Times New Roman" w:hAnsi="Times New Roman"/>
          <w:b/>
          <w:sz w:val="28"/>
          <w:szCs w:val="28"/>
        </w:rPr>
        <w:t xml:space="preserve"> администр</w:t>
      </w:r>
      <w:r w:rsidR="00A305E6">
        <w:rPr>
          <w:rFonts w:ascii="Times New Roman" w:hAnsi="Times New Roman"/>
          <w:b/>
          <w:sz w:val="28"/>
          <w:szCs w:val="28"/>
        </w:rPr>
        <w:t xml:space="preserve">ации </w:t>
      </w:r>
      <w:r w:rsidR="00612010">
        <w:rPr>
          <w:rFonts w:ascii="Times New Roman" w:hAnsi="Times New Roman"/>
          <w:b/>
          <w:sz w:val="28"/>
          <w:szCs w:val="28"/>
        </w:rPr>
        <w:br/>
      </w:r>
      <w:r w:rsidR="00A305E6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Pr="00A305E6">
        <w:rPr>
          <w:rFonts w:ascii="Times New Roman" w:hAnsi="Times New Roman"/>
          <w:b/>
          <w:sz w:val="28"/>
          <w:szCs w:val="28"/>
        </w:rPr>
        <w:t xml:space="preserve"> «Городской округ Ногликский» </w:t>
      </w:r>
      <w:r w:rsidR="00612010">
        <w:rPr>
          <w:rFonts w:ascii="Times New Roman" w:hAnsi="Times New Roman"/>
          <w:b/>
          <w:sz w:val="28"/>
          <w:szCs w:val="28"/>
        </w:rPr>
        <w:br/>
      </w:r>
      <w:r w:rsidRPr="00A305E6">
        <w:rPr>
          <w:rFonts w:ascii="Times New Roman" w:hAnsi="Times New Roman"/>
          <w:b/>
          <w:sz w:val="28"/>
          <w:szCs w:val="28"/>
        </w:rPr>
        <w:t>от 08.07.2020 № 344</w:t>
      </w:r>
      <w:bookmarkStart w:id="0" w:name="_GoBack"/>
      <w:bookmarkEnd w:id="0"/>
    </w:p>
    <w:p w14:paraId="38C537E1" w14:textId="10A3BF94" w:rsidR="00A305E6" w:rsidRDefault="00A305E6" w:rsidP="006120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В целях реализации комплексных мер по внедрению целевой модели развития региональной системы дополнительного образования детей Сахалинской области, утвержденн</w:t>
      </w:r>
      <w:r w:rsidR="00086DD8">
        <w:rPr>
          <w:rFonts w:ascii="Times New Roman" w:eastAsiaTheme="minorEastAsia" w:hAnsi="Times New Roman" w:cstheme="minorBidi"/>
          <w:sz w:val="28"/>
          <w:szCs w:val="28"/>
          <w:lang w:eastAsia="ru-RU"/>
        </w:rPr>
        <w:t>ых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постановлением Правительства Сахалинской области от 05.07.2019 № 291 «О мероприятиях по формированию современных управленческих и организационно-экономических механизмов в системе дополнительного образования детей Сахалинской области в рамках федерального проекта «Успех каждого ребенка», национального проекта «Образование»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36 Устава муниципального образования «Городской округ Ногликский»,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«Городской округ Ногликский» </w:t>
      </w:r>
      <w:r w:rsidRPr="0032651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8C537E2" w14:textId="78533EFC" w:rsidR="00A305E6" w:rsidRPr="004E656D" w:rsidRDefault="00A305E6" w:rsidP="0061201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Приложение 1 </w:t>
      </w:r>
      <w:r w:rsidR="00FD4034">
        <w:rPr>
          <w:rFonts w:ascii="Times New Roman" w:eastAsiaTheme="minorEastAsia" w:hAnsi="Times New Roman" w:cstheme="minorBidi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постановлени</w:t>
      </w:r>
      <w:r w:rsidR="00FD4034">
        <w:rPr>
          <w:rFonts w:ascii="Times New Roman" w:eastAsiaTheme="minorEastAsia" w:hAnsi="Times New Roman" w:cstheme="minorBidi"/>
          <w:sz w:val="28"/>
          <w:szCs w:val="28"/>
          <w:lang w:eastAsia="ru-RU"/>
        </w:rPr>
        <w:t>ю</w:t>
      </w:r>
      <w:r w:rsidRPr="00061346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администрации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 xml:space="preserve">от 08.07.2020 № 344 </w:t>
      </w:r>
      <w:r w:rsidR="00FD4034" w:rsidRPr="00061346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«О внедрении </w:t>
      </w:r>
      <w:r w:rsidR="00FD4034" w:rsidRPr="00061346">
        <w:rPr>
          <w:rFonts w:ascii="Times New Roman" w:hAnsi="Times New Roman"/>
          <w:sz w:val="28"/>
          <w:szCs w:val="28"/>
        </w:rPr>
        <w:t>в муниципальном образовании «Городской округ Ногликский» персонифицированного финансирования дополнительного образования детей»</w:t>
      </w:r>
      <w:r w:rsidR="00FD40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FD4034">
        <w:rPr>
          <w:rFonts w:ascii="Times New Roman" w:hAnsi="Times New Roman"/>
          <w:sz w:val="28"/>
          <w:szCs w:val="28"/>
        </w:rPr>
        <w:t>(прилагается).</w:t>
      </w:r>
    </w:p>
    <w:p w14:paraId="38C537E3" w14:textId="77777777" w:rsidR="00A305E6" w:rsidRDefault="00A305E6" w:rsidP="0061201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Опубликовать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н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астоящее постановление в г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азете «Знамя труда» и разместить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8C537E4" w14:textId="77777777" w:rsidR="00A305E6" w:rsidRDefault="00A305E6" w:rsidP="0061201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Контроль за исполнением настоящего постановления возложить на вице-мэра муниципального образования «Городской округ Ногликский» Русанова</w:t>
      </w:r>
      <w:r w:rsidRPr="004B3E95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Я.С. </w:t>
      </w:r>
    </w:p>
    <w:p w14:paraId="38C537E5" w14:textId="75B88695" w:rsidR="008629FA" w:rsidRDefault="008629FA" w:rsidP="006120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100315" w14:textId="77777777" w:rsidR="00612010" w:rsidRPr="00D12794" w:rsidRDefault="00612010" w:rsidP="006120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C537E6" w14:textId="77777777" w:rsidR="008629FA" w:rsidRDefault="008629FA" w:rsidP="006120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8C537E7" w14:textId="7C2A1AC3" w:rsidR="008629FA" w:rsidRPr="008629FA" w:rsidRDefault="008629FA" w:rsidP="006120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612010">
        <w:rPr>
          <w:rFonts w:ascii="Times New Roman" w:hAnsi="Times New Roman"/>
          <w:sz w:val="28"/>
          <w:szCs w:val="28"/>
        </w:rPr>
        <w:t>й округ Ногликский»</w:t>
      </w:r>
      <w:r w:rsidR="00612010">
        <w:rPr>
          <w:rFonts w:ascii="Times New Roman" w:hAnsi="Times New Roman"/>
          <w:sz w:val="28"/>
          <w:szCs w:val="28"/>
        </w:rPr>
        <w:tab/>
      </w:r>
      <w:r w:rsidR="00612010">
        <w:rPr>
          <w:rFonts w:ascii="Times New Roman" w:hAnsi="Times New Roman"/>
          <w:sz w:val="28"/>
          <w:szCs w:val="28"/>
        </w:rPr>
        <w:tab/>
      </w:r>
      <w:r w:rsidR="00612010">
        <w:rPr>
          <w:rFonts w:ascii="Times New Roman" w:hAnsi="Times New Roman"/>
          <w:sz w:val="28"/>
          <w:szCs w:val="28"/>
        </w:rPr>
        <w:tab/>
      </w:r>
      <w:r w:rsidR="00612010">
        <w:rPr>
          <w:rFonts w:ascii="Times New Roman" w:hAnsi="Times New Roman"/>
          <w:sz w:val="28"/>
          <w:szCs w:val="28"/>
        </w:rPr>
        <w:tab/>
      </w:r>
      <w:r w:rsidR="00612010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120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12010">
      <w:footerReference w:type="default" r:id="rId8"/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537EC" w14:textId="77777777" w:rsidR="000A44D5" w:rsidRDefault="000A44D5" w:rsidP="0033636C">
      <w:pPr>
        <w:spacing w:after="0" w:line="240" w:lineRule="auto"/>
      </w:pPr>
      <w:r>
        <w:separator/>
      </w:r>
    </w:p>
  </w:endnote>
  <w:endnote w:type="continuationSeparator" w:id="0">
    <w:p w14:paraId="38C537ED" w14:textId="77777777" w:rsidR="000A44D5" w:rsidRDefault="000A44D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537EE" w14:textId="23DDFE7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537EA" w14:textId="77777777" w:rsidR="000A44D5" w:rsidRDefault="000A44D5" w:rsidP="0033636C">
      <w:pPr>
        <w:spacing w:after="0" w:line="240" w:lineRule="auto"/>
      </w:pPr>
      <w:r>
        <w:separator/>
      </w:r>
    </w:p>
  </w:footnote>
  <w:footnote w:type="continuationSeparator" w:id="0">
    <w:p w14:paraId="38C537EB" w14:textId="77777777" w:rsidR="000A44D5" w:rsidRDefault="000A44D5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00F3"/>
    <w:multiLevelType w:val="multilevel"/>
    <w:tmpl w:val="78B89328"/>
    <w:lvl w:ilvl="0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6DD8"/>
    <w:rsid w:val="000A44D5"/>
    <w:rsid w:val="00185FEC"/>
    <w:rsid w:val="001E1F9F"/>
    <w:rsid w:val="002003DC"/>
    <w:rsid w:val="0033636C"/>
    <w:rsid w:val="003A1EEC"/>
    <w:rsid w:val="003E4257"/>
    <w:rsid w:val="00520CBF"/>
    <w:rsid w:val="00612010"/>
    <w:rsid w:val="006D172F"/>
    <w:rsid w:val="008629FA"/>
    <w:rsid w:val="00987DB5"/>
    <w:rsid w:val="00A305E6"/>
    <w:rsid w:val="00AC72C8"/>
    <w:rsid w:val="00AD55A7"/>
    <w:rsid w:val="00B10ED9"/>
    <w:rsid w:val="00B25688"/>
    <w:rsid w:val="00C02849"/>
    <w:rsid w:val="00D12794"/>
    <w:rsid w:val="00D67BD8"/>
    <w:rsid w:val="00DF7897"/>
    <w:rsid w:val="00E37B8A"/>
    <w:rsid w:val="00E609BC"/>
    <w:rsid w:val="00EC5C4D"/>
    <w:rsid w:val="00F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37D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A30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F5F5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F5F5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566EF"/>
    <w:rsid w:val="009D3BD6"/>
    <w:rsid w:val="00B13DA8"/>
    <w:rsid w:val="00C95804"/>
    <w:rsid w:val="00CF735B"/>
    <w:rsid w:val="00E7774E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11</cp:revision>
  <dcterms:created xsi:type="dcterms:W3CDTF">2020-04-07T04:52:00Z</dcterms:created>
  <dcterms:modified xsi:type="dcterms:W3CDTF">2024-02-05T23:20:00Z</dcterms:modified>
</cp:coreProperties>
</file>