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169BA55" w14:textId="77777777" w:rsidTr="00987DB5">
        <w:tc>
          <w:tcPr>
            <w:tcW w:w="9498" w:type="dxa"/>
          </w:tcPr>
          <w:p w14:paraId="1169BA5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69BA63" wp14:editId="1169BA6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69BA5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169BA5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169BA5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169BA56" w14:textId="562D84CE" w:rsidR="0033636C" w:rsidRPr="00DA42E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42E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A42EA" w:rsidRPr="00DA42EA">
            <w:rPr>
              <w:rFonts w:ascii="Times New Roman" w:hAnsi="Times New Roman"/>
              <w:sz w:val="28"/>
              <w:szCs w:val="28"/>
            </w:rPr>
            <w:t>22 ноября 2023 года</w:t>
          </w:r>
        </w:sdtContent>
      </w:sdt>
      <w:r w:rsidRPr="00DA42E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A42EA" w:rsidRPr="00DA42EA">
            <w:rPr>
              <w:rFonts w:ascii="Times New Roman" w:hAnsi="Times New Roman"/>
              <w:sz w:val="28"/>
              <w:szCs w:val="28"/>
            </w:rPr>
            <w:t>709</w:t>
          </w:r>
        </w:sdtContent>
      </w:sdt>
    </w:p>
    <w:p w14:paraId="1169BA5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169BA58" w14:textId="77777777" w:rsidR="00185FEC" w:rsidRPr="0032651D" w:rsidRDefault="0033636C" w:rsidP="0032651D">
      <w:pPr>
        <w:jc w:val="center"/>
        <w:rPr>
          <w:rFonts w:ascii="Times New Roman" w:hAnsi="Times New Roman"/>
          <w:b/>
          <w:sz w:val="28"/>
          <w:szCs w:val="28"/>
        </w:rPr>
      </w:pPr>
      <w:r w:rsidRPr="0032651D">
        <w:rPr>
          <w:rFonts w:ascii="Times New Roman" w:hAnsi="Times New Roman"/>
          <w:b/>
          <w:sz w:val="28"/>
          <w:szCs w:val="28"/>
        </w:rPr>
        <w:t xml:space="preserve">Об утверждении Положения о персонифицированном дополнительном образовании детей на территории муниципального образования «Городской округ </w:t>
      </w:r>
      <w:proofErr w:type="spellStart"/>
      <w:r w:rsidRPr="0032651D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32651D">
        <w:rPr>
          <w:rFonts w:ascii="Times New Roman" w:hAnsi="Times New Roman"/>
          <w:b/>
          <w:sz w:val="28"/>
          <w:szCs w:val="28"/>
        </w:rPr>
        <w:t>» в новой редакции</w:t>
      </w:r>
    </w:p>
    <w:p w14:paraId="4C5E4398" w14:textId="77777777" w:rsidR="00FA1BA9" w:rsidRDefault="00FA1BA9" w:rsidP="00FA1B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69BA5A" w14:textId="7C510CA0" w:rsidR="0032651D" w:rsidRPr="0032651D" w:rsidRDefault="0032651D" w:rsidP="00FA1B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13.07.2020 года №</w:t>
      </w:r>
      <w:r w:rsidR="00C332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</w:t>
      </w:r>
      <w:r w:rsidR="00C332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189-ФЗ), </w:t>
      </w:r>
      <w:r w:rsidR="00D92B9D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реализации системы персонифицированного дополнительного образования детей на территории муниципального образования «Городской округ </w:t>
      </w:r>
      <w:proofErr w:type="spellStart"/>
      <w:r w:rsidR="00D92B9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D92B9D">
        <w:rPr>
          <w:rFonts w:ascii="Times New Roman" w:eastAsia="Times New Roman" w:hAnsi="Times New Roman"/>
          <w:sz w:val="28"/>
          <w:szCs w:val="28"/>
          <w:lang w:eastAsia="ru-RU"/>
        </w:rPr>
        <w:t xml:space="preserve">», руководствуясь ст. 36 Устава муниципального образования «Городской округ </w:t>
      </w:r>
      <w:proofErr w:type="spellStart"/>
      <w:r w:rsidR="00D92B9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D92B9D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32651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169BA5B" w14:textId="4C6A8D9C" w:rsidR="0032651D" w:rsidRPr="0032651D" w:rsidRDefault="0032651D" w:rsidP="00FA1BA9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Утвердить Положение о персонифицированном дополнительном образовании детей на терри</w:t>
      </w:r>
      <w:bookmarkStart w:id="0" w:name="_GoBack"/>
      <w:bookmarkEnd w:id="0"/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тории муниципального образования «Городской округ </w:t>
      </w:r>
      <w:proofErr w:type="spellStart"/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549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приложением к настоящему постановлению.</w:t>
      </w:r>
    </w:p>
    <w:p w14:paraId="668F6F62" w14:textId="77777777" w:rsidR="00D92B9D" w:rsidRDefault="00D92B9D" w:rsidP="00FA1BA9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утратившими силу постановления администрации муниципального образования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14:paraId="471F7A29" w14:textId="77777777" w:rsidR="00D92B9D" w:rsidRDefault="00D92B9D" w:rsidP="00FA1B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от 11 февраля 2021 года № 72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>Положения о персонифицированном дополнительном образовании детей на территории</w:t>
      </w:r>
      <w:r w:rsidR="0032651D" w:rsidRPr="0032651D">
        <w:rPr>
          <w:rFonts w:eastAsia="Times New Roman"/>
          <w:lang w:eastAsia="ru-RU"/>
        </w:rPr>
        <w:t xml:space="preserve"> </w:t>
      </w:r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</w:t>
      </w:r>
      <w:proofErr w:type="spellStart"/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0C33C03" w14:textId="1DCBD14D" w:rsidR="001541E7" w:rsidRDefault="001541E7" w:rsidP="00FA1B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31 августа 2021 года № 494 «Об определении уполномоченной организации по реализации персонифицированного финансирования дополнительного образования в части осуществления платежей по договорам об образовании, заключенными между родителями (законными представителями</w:t>
      </w:r>
      <w:r w:rsidR="0015499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обучающихся – участниками системы персонифицированного финансирования и поставщиками образовательных услуг»;</w:t>
      </w:r>
    </w:p>
    <w:p w14:paraId="5E60C466" w14:textId="3CE223A5" w:rsidR="00D92B9D" w:rsidRDefault="001541E7" w:rsidP="00FA1B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D92B9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12 октября 2021 года № 562 «О внесении изменений в постановление администрации муниципального образования «Городской округ </w:t>
      </w:r>
      <w:proofErr w:type="spellStart"/>
      <w:r w:rsidR="00D92B9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D92B9D">
        <w:rPr>
          <w:rFonts w:ascii="Times New Roman" w:eastAsia="Times New Roman" w:hAnsi="Times New Roman"/>
          <w:sz w:val="28"/>
          <w:szCs w:val="28"/>
          <w:lang w:eastAsia="ru-RU"/>
        </w:rPr>
        <w:t>» от 11 февраля 2021 года № 72».</w:t>
      </w:r>
    </w:p>
    <w:p w14:paraId="1169BA5D" w14:textId="010E1D7E" w:rsidR="0032651D" w:rsidRPr="0032651D" w:rsidRDefault="00D92B9D" w:rsidP="00FA1B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вступает в силу с 01 декабря 2023 года и подлежит обязательному опубликованию в газете «Знамя труда» и размещению на официальном сайте муниципального образования «Городской округ </w:t>
      </w:r>
      <w:proofErr w:type="spellStart"/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>» в информационно-телекоммуникационной сети «Интернет».</w:t>
      </w:r>
    </w:p>
    <w:p w14:paraId="1169BA5E" w14:textId="2035FC24" w:rsidR="008629FA" w:rsidRPr="0032651D" w:rsidRDefault="008A47C2" w:rsidP="00FA1BA9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вице-мэра муниципального образования «Городской округ </w:t>
      </w:r>
      <w:proofErr w:type="spellStart"/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="0032651D"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1169BA5F" w14:textId="77777777" w:rsidR="0032651D" w:rsidRDefault="0032651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69BA60" w14:textId="77777777" w:rsidR="0032651D" w:rsidRDefault="0032651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1F7D5A" w14:textId="77777777" w:rsidR="00A04FF5" w:rsidRDefault="00A04FF5" w:rsidP="00A04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мэра </w:t>
      </w:r>
    </w:p>
    <w:p w14:paraId="4B18D796" w14:textId="77777777" w:rsidR="00A04FF5" w:rsidRDefault="00A04FF5" w:rsidP="00A04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169BA62" w14:textId="131372EE" w:rsidR="008629FA" w:rsidRPr="008629FA" w:rsidRDefault="00A04FF5" w:rsidP="00A04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Я.С. </w:t>
      </w:r>
      <w:proofErr w:type="spellStart"/>
      <w:r>
        <w:rPr>
          <w:rFonts w:ascii="Times New Roman" w:hAnsi="Times New Roman"/>
          <w:sz w:val="28"/>
          <w:szCs w:val="28"/>
        </w:rPr>
        <w:t>Русанов</w:t>
      </w:r>
      <w:proofErr w:type="spellEnd"/>
    </w:p>
    <w:sectPr w:rsidR="008629FA" w:rsidRPr="008629FA" w:rsidSect="00FA1BA9">
      <w:headerReference w:type="default" r:id="rId8"/>
      <w:footerReference w:type="default" r:id="rId9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CF9BA" w14:textId="77777777" w:rsidR="00E2310D" w:rsidRDefault="00E2310D" w:rsidP="0033636C">
      <w:pPr>
        <w:spacing w:after="0" w:line="240" w:lineRule="auto"/>
      </w:pPr>
      <w:r>
        <w:separator/>
      </w:r>
    </w:p>
  </w:endnote>
  <w:endnote w:type="continuationSeparator" w:id="0">
    <w:p w14:paraId="0F58D0CF" w14:textId="77777777" w:rsidR="00E2310D" w:rsidRDefault="00E2310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9BA69" w14:textId="79F5C5E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9290D" w14:textId="77777777" w:rsidR="00E2310D" w:rsidRDefault="00E2310D" w:rsidP="0033636C">
      <w:pPr>
        <w:spacing w:after="0" w:line="240" w:lineRule="auto"/>
      </w:pPr>
      <w:r>
        <w:separator/>
      </w:r>
    </w:p>
  </w:footnote>
  <w:footnote w:type="continuationSeparator" w:id="0">
    <w:p w14:paraId="05E94C86" w14:textId="77777777" w:rsidR="00E2310D" w:rsidRDefault="00E2310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9912884"/>
      <w:docPartObj>
        <w:docPartGallery w:val="Page Numbers (Top of Page)"/>
        <w:docPartUnique/>
      </w:docPartObj>
    </w:sdtPr>
    <w:sdtEndPr/>
    <w:sdtContent>
      <w:p w14:paraId="4071B397" w14:textId="5B32DA99" w:rsidR="00FA1BA9" w:rsidRDefault="00FA1B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2EA">
          <w:rPr>
            <w:noProof/>
          </w:rPr>
          <w:t>2</w:t>
        </w:r>
        <w:r>
          <w:fldChar w:fldCharType="end"/>
        </w:r>
      </w:p>
    </w:sdtContent>
  </w:sdt>
  <w:p w14:paraId="556437B3" w14:textId="77777777" w:rsidR="00FA1BA9" w:rsidRDefault="00FA1BA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00F3"/>
    <w:multiLevelType w:val="hybridMultilevel"/>
    <w:tmpl w:val="BC52468E"/>
    <w:lvl w:ilvl="0" w:tplc="A684B16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41E7"/>
    <w:rsid w:val="00154992"/>
    <w:rsid w:val="00185FEC"/>
    <w:rsid w:val="001E1F9F"/>
    <w:rsid w:val="002003DC"/>
    <w:rsid w:val="0032651D"/>
    <w:rsid w:val="0033636C"/>
    <w:rsid w:val="003A391B"/>
    <w:rsid w:val="003E4257"/>
    <w:rsid w:val="00520CBF"/>
    <w:rsid w:val="00557D86"/>
    <w:rsid w:val="008629FA"/>
    <w:rsid w:val="008A47C2"/>
    <w:rsid w:val="00987DB5"/>
    <w:rsid w:val="00A04FF5"/>
    <w:rsid w:val="00AC72C8"/>
    <w:rsid w:val="00B10ED9"/>
    <w:rsid w:val="00B25688"/>
    <w:rsid w:val="00C02849"/>
    <w:rsid w:val="00C33214"/>
    <w:rsid w:val="00D12794"/>
    <w:rsid w:val="00D67BD8"/>
    <w:rsid w:val="00D92B9D"/>
    <w:rsid w:val="00DA42EA"/>
    <w:rsid w:val="00DF2E65"/>
    <w:rsid w:val="00DF7897"/>
    <w:rsid w:val="00E2310D"/>
    <w:rsid w:val="00E37B8A"/>
    <w:rsid w:val="00E609BC"/>
    <w:rsid w:val="00FA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BA5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92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1133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1133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1133F"/>
    <w:rsid w:val="004E46C5"/>
    <w:rsid w:val="0061611F"/>
    <w:rsid w:val="008735D6"/>
    <w:rsid w:val="00A825D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6911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dcterms:created xsi:type="dcterms:W3CDTF">2020-04-07T04:52:00Z</dcterms:created>
  <dcterms:modified xsi:type="dcterms:W3CDTF">2023-11-21T23:49:00Z</dcterms:modified>
</cp:coreProperties>
</file>