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011820A" w14:textId="77777777" w:rsidTr="00987DB5">
        <w:tc>
          <w:tcPr>
            <w:tcW w:w="9498" w:type="dxa"/>
          </w:tcPr>
          <w:p w14:paraId="1011820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118221" wp14:editId="1011822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11820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011820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011820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011820B" w14:textId="410F7B6A" w:rsidR="0033636C" w:rsidRPr="0000068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0068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0068F" w:rsidRPr="0000068F">
            <w:rPr>
              <w:rFonts w:ascii="Times New Roman" w:hAnsi="Times New Roman"/>
              <w:sz w:val="28"/>
              <w:szCs w:val="28"/>
            </w:rPr>
            <w:t>21 декабря 2021 года</w:t>
          </w:r>
        </w:sdtContent>
      </w:sdt>
      <w:r w:rsidRPr="0000068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0068F" w:rsidRPr="0000068F">
            <w:rPr>
              <w:rFonts w:ascii="Times New Roman" w:hAnsi="Times New Roman"/>
              <w:sz w:val="28"/>
              <w:szCs w:val="28"/>
            </w:rPr>
            <w:t>710</w:t>
          </w:r>
        </w:sdtContent>
      </w:sdt>
    </w:p>
    <w:p w14:paraId="1011820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011820D" w14:textId="269B3992" w:rsidR="0033636C" w:rsidRPr="00677486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77486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4B5ACE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  <w:r w:rsidR="005457F6">
        <w:rPr>
          <w:rFonts w:ascii="Times New Roman" w:hAnsi="Times New Roman"/>
          <w:b/>
          <w:sz w:val="28"/>
          <w:szCs w:val="28"/>
        </w:rPr>
        <w:br/>
      </w:r>
      <w:r w:rsidRPr="00677486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</w:t>
      </w:r>
      <w:r w:rsidR="004B5ACE">
        <w:rPr>
          <w:rFonts w:ascii="Times New Roman" w:hAnsi="Times New Roman"/>
          <w:b/>
          <w:sz w:val="28"/>
          <w:szCs w:val="28"/>
        </w:rPr>
        <w:t>Ногликский»</w:t>
      </w:r>
      <w:r w:rsidRPr="00677486">
        <w:rPr>
          <w:rFonts w:ascii="Times New Roman" w:hAnsi="Times New Roman"/>
          <w:b/>
          <w:sz w:val="28"/>
          <w:szCs w:val="28"/>
        </w:rPr>
        <w:t xml:space="preserve"> </w:t>
      </w:r>
      <w:r w:rsidR="005457F6">
        <w:rPr>
          <w:rFonts w:ascii="Times New Roman" w:hAnsi="Times New Roman"/>
          <w:b/>
          <w:sz w:val="28"/>
          <w:szCs w:val="28"/>
        </w:rPr>
        <w:br/>
      </w:r>
      <w:r w:rsidRPr="00677486">
        <w:rPr>
          <w:rFonts w:ascii="Times New Roman" w:hAnsi="Times New Roman"/>
          <w:b/>
          <w:sz w:val="28"/>
          <w:szCs w:val="28"/>
        </w:rPr>
        <w:t>от 02.09.2016 № 672</w:t>
      </w:r>
    </w:p>
    <w:p w14:paraId="1011820E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C1DAA7" w14:textId="77777777" w:rsidR="00677486" w:rsidRDefault="00677486" w:rsidP="00677486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Руководствуясь Федеральным законом от 06.10.2003 № 131-ФЗ </w:t>
      </w:r>
      <w:r>
        <w:rPr>
          <w:rFonts w:ascii="Times New Roman" w:hAnsi="Times New Roman"/>
          <w:b w:val="0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C1A5B">
        <w:rPr>
          <w:rFonts w:ascii="Times New Roman" w:hAnsi="Times New Roman"/>
          <w:sz w:val="28"/>
          <w:szCs w:val="28"/>
        </w:rPr>
        <w:t>ПОСТАНОВЛЯЕТ:</w:t>
      </w:r>
    </w:p>
    <w:p w14:paraId="7AEE3007" w14:textId="77777777" w:rsidR="00677486" w:rsidRDefault="00677486" w:rsidP="0067748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2 к постановлению администрации муниципального образования «Городской округ Ногликский» от 02.09.2016 № 672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«Об утверждении Порядка подготовки документа планирования регулярных перевозок по муниципальным маршрутам на территории муниципального образования «Городской округ Ногликский» изложить в новой редакции согласно приложению 1 к настоящему постановлению. </w:t>
      </w:r>
    </w:p>
    <w:p w14:paraId="1EB56405" w14:textId="77777777" w:rsidR="00677486" w:rsidRDefault="00677486" w:rsidP="00677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</w:t>
      </w:r>
      <w:r w:rsidRPr="0086058A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 в информационно-телекоммуникационной сети «Интернет».</w:t>
      </w:r>
    </w:p>
    <w:p w14:paraId="10118218" w14:textId="3CBD2F36" w:rsidR="008629FA" w:rsidRPr="00D12794" w:rsidRDefault="00677486" w:rsidP="0067748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CB275E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1011821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011821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011821B" w14:textId="5D21718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774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011821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0118220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1822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011822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18227" w14:textId="5DC05FD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1822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011822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068F"/>
    <w:rsid w:val="00006513"/>
    <w:rsid w:val="00053BD0"/>
    <w:rsid w:val="00185FEC"/>
    <w:rsid w:val="001E1F9F"/>
    <w:rsid w:val="002003DC"/>
    <w:rsid w:val="0033636C"/>
    <w:rsid w:val="003E4257"/>
    <w:rsid w:val="004B5ACE"/>
    <w:rsid w:val="00520CBF"/>
    <w:rsid w:val="005457F6"/>
    <w:rsid w:val="00677486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820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677486"/>
    <w:pPr>
      <w:widowControl w:val="0"/>
      <w:ind w:right="19772"/>
    </w:pPr>
    <w:rPr>
      <w:rFonts w:ascii="Arial" w:eastAsia="Times New Roman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97BF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97BF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97BF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2020-04-07T04:52:00Z</dcterms:created>
  <dcterms:modified xsi:type="dcterms:W3CDTF">2021-12-21T00:40:00Z</dcterms:modified>
</cp:coreProperties>
</file>