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6A8E52" w14:textId="77777777" w:rsidTr="00987DB5">
        <w:tc>
          <w:tcPr>
            <w:tcW w:w="9498" w:type="dxa"/>
          </w:tcPr>
          <w:p w14:paraId="416A8E4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6A8E69" wp14:editId="416A8E6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6A8E4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6A8E5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6A8E5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16A8E53" w14:textId="2C5D860F" w:rsidR="0033636C" w:rsidRPr="005D14A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D14A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D14AA" w:rsidRPr="005D14AA">
            <w:rPr>
              <w:rFonts w:ascii="Times New Roman" w:hAnsi="Times New Roman"/>
              <w:sz w:val="28"/>
              <w:szCs w:val="28"/>
            </w:rPr>
            <w:t>15 декабря 2022 года</w:t>
          </w:r>
        </w:sdtContent>
      </w:sdt>
      <w:r w:rsidRPr="005D14A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D14AA" w:rsidRPr="005D14AA">
            <w:rPr>
              <w:rFonts w:ascii="Times New Roman" w:hAnsi="Times New Roman"/>
              <w:sz w:val="28"/>
              <w:szCs w:val="28"/>
            </w:rPr>
            <w:t>713</w:t>
          </w:r>
        </w:sdtContent>
      </w:sdt>
    </w:p>
    <w:p w14:paraId="416A8E5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633CA27" w14:textId="5B4196BC" w:rsidR="005054F6" w:rsidRPr="00EB2CCA" w:rsidRDefault="005054F6" w:rsidP="005054F6">
      <w:pPr>
        <w:tabs>
          <w:tab w:val="left" w:pos="2835"/>
        </w:tabs>
        <w:spacing w:before="48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2CCA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  <w:r w:rsidR="00EB2CCA">
        <w:rPr>
          <w:rFonts w:ascii="Times New Roman" w:hAnsi="Times New Roman"/>
          <w:b/>
          <w:bCs/>
          <w:sz w:val="28"/>
          <w:szCs w:val="28"/>
        </w:rPr>
        <w:br/>
      </w:r>
      <w:r w:rsidRPr="00EB2CCA">
        <w:rPr>
          <w:rFonts w:ascii="Times New Roman" w:hAnsi="Times New Roman"/>
          <w:b/>
          <w:bCs/>
          <w:sz w:val="28"/>
          <w:szCs w:val="28"/>
        </w:rPr>
        <w:t xml:space="preserve">по предоставлению государственной услуги </w:t>
      </w:r>
      <w:r w:rsidR="00EB2CCA">
        <w:rPr>
          <w:rFonts w:ascii="Times New Roman" w:hAnsi="Times New Roman"/>
          <w:b/>
          <w:bCs/>
          <w:sz w:val="28"/>
          <w:szCs w:val="28"/>
        </w:rPr>
        <w:br/>
      </w:r>
      <w:r w:rsidRPr="00EB2CCA">
        <w:rPr>
          <w:rFonts w:ascii="Times New Roman" w:hAnsi="Times New Roman"/>
          <w:b/>
          <w:sz w:val="28"/>
          <w:szCs w:val="28"/>
        </w:rPr>
        <w:t>«</w:t>
      </w:r>
      <w:r w:rsidRPr="00EB2C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Выдача гражданину, выразившему желание стать усыновителем, заключения о возможности или о невозможности гражданина </w:t>
      </w:r>
      <w:r w:rsidR="00EB2CCA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EB2CCA">
        <w:rPr>
          <w:rFonts w:ascii="Times New Roman" w:eastAsia="Times New Roman" w:hAnsi="Times New Roman"/>
          <w:b/>
          <w:sz w:val="28"/>
          <w:szCs w:val="28"/>
          <w:lang w:eastAsia="ru-RU"/>
        </w:rPr>
        <w:t>быть усыновителем</w:t>
      </w:r>
      <w:r w:rsidRPr="00EB2CCA">
        <w:rPr>
          <w:rFonts w:ascii="Times New Roman" w:hAnsi="Times New Roman"/>
          <w:b/>
          <w:sz w:val="28"/>
          <w:szCs w:val="28"/>
        </w:rPr>
        <w:t>»</w:t>
      </w:r>
    </w:p>
    <w:p w14:paraId="416A8E56" w14:textId="77777777" w:rsidR="00185FEC" w:rsidRPr="00EB2CCA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16A4506" w14:textId="7AB17DB4" w:rsidR="005054F6" w:rsidRPr="00EB2CCA" w:rsidRDefault="005054F6" w:rsidP="005054F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16 Федерального закона от 06.10.2003 № 131-ФЗ «Об общих принципах организации местного самоуправления в </w:t>
      </w:r>
      <w:r w:rsidR="002845E0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</w:t>
      </w: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услуг»,</w:t>
      </w:r>
      <w:r w:rsidRPr="005054F6">
        <w:rPr>
          <w:rFonts w:ascii="Times New Roman" w:hAnsi="Times New Roman"/>
          <w:sz w:val="28"/>
          <w:szCs w:val="28"/>
        </w:rPr>
        <w:t xml:space="preserve"> </w:t>
      </w: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B2CCA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4E6C986" w14:textId="7F7419E1" w:rsidR="005054F6" w:rsidRPr="005054F6" w:rsidRDefault="005054F6" w:rsidP="005054F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845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административный регламент по предоставлению государственной услуги </w:t>
      </w:r>
      <w:r w:rsidRPr="005054F6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>Выдача гражданину, выразившему желание стать усыновителем, заключения о возможности или о невозможности гражданина быть усыновителем</w:t>
      </w:r>
      <w:r w:rsidRPr="005054F6">
        <w:rPr>
          <w:rFonts w:ascii="Times New Roman" w:hAnsi="Times New Roman"/>
          <w:sz w:val="28"/>
          <w:szCs w:val="28"/>
        </w:rPr>
        <w:t>»</w:t>
      </w:r>
      <w:r w:rsidR="005D14AA">
        <w:rPr>
          <w:rFonts w:ascii="Times New Roman" w:hAnsi="Times New Roman"/>
          <w:sz w:val="28"/>
          <w:szCs w:val="28"/>
        </w:rPr>
        <w:t xml:space="preserve"> (прилагается</w:t>
      </w:r>
      <w:bookmarkStart w:id="0" w:name="_GoBack"/>
      <w:bookmarkEnd w:id="0"/>
      <w:r w:rsidR="005D14AA">
        <w:rPr>
          <w:rFonts w:ascii="Times New Roman" w:hAnsi="Times New Roman"/>
          <w:sz w:val="28"/>
          <w:szCs w:val="28"/>
        </w:rPr>
        <w:t>)</w:t>
      </w:r>
      <w:r w:rsidRPr="005054F6">
        <w:rPr>
          <w:rFonts w:ascii="Times New Roman" w:hAnsi="Times New Roman"/>
          <w:sz w:val="28"/>
          <w:szCs w:val="28"/>
        </w:rPr>
        <w:t xml:space="preserve">. </w:t>
      </w:r>
    </w:p>
    <w:p w14:paraId="34CE0B6C" w14:textId="109B3D9D" w:rsidR="005054F6" w:rsidRPr="005054F6" w:rsidRDefault="005054F6" w:rsidP="005054F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2845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 w:rsidR="00EB2CC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администрации муниципального образования «Городской округ Ногликский»:</w:t>
      </w:r>
    </w:p>
    <w:p w14:paraId="5F98FDBB" w14:textId="34CADBAC" w:rsidR="005054F6" w:rsidRPr="005054F6" w:rsidRDefault="005054F6" w:rsidP="005054F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 xml:space="preserve">- от 31.10.2017 № 843 «Об утверждении административного регламента по предоставлению государственной услуги </w:t>
      </w:r>
      <w:r w:rsidRPr="005054F6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гражданину, выразившему желание стать усыновителем, заключения о возможности или невозможности гражданина быть </w:t>
      </w:r>
      <w:r w:rsidR="007A144C">
        <w:rPr>
          <w:rFonts w:ascii="Times New Roman" w:eastAsia="Times New Roman" w:hAnsi="Times New Roman"/>
          <w:sz w:val="28"/>
          <w:szCs w:val="28"/>
          <w:lang w:eastAsia="ru-RU"/>
        </w:rPr>
        <w:t>усыновителем», за исключением пункта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2;</w:t>
      </w:r>
    </w:p>
    <w:p w14:paraId="0B4AE46D" w14:textId="77777777" w:rsidR="005054F6" w:rsidRPr="005054F6" w:rsidRDefault="005054F6" w:rsidP="005054F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>- от 11.04.2018 № 375 «О внесении изменений в постановление администрации муниципального образования «Городской округ Ногликский» от 31.10.2017 № 843»;</w:t>
      </w:r>
    </w:p>
    <w:p w14:paraId="5329D5E1" w14:textId="77777777" w:rsidR="005054F6" w:rsidRPr="005054F6" w:rsidRDefault="005054F6" w:rsidP="005054F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от 26.09.2018 № 900 «О внесении изменений в постановление администрации муниципального образования «Городской округ Ногликский» от 31.10.2017 № 843»;</w:t>
      </w:r>
    </w:p>
    <w:p w14:paraId="06FEFFFE" w14:textId="4A986B8D" w:rsidR="005054F6" w:rsidRPr="005054F6" w:rsidRDefault="005054F6" w:rsidP="005054F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>от 26.09.2018 № 918 «О внесении изменений в постановление администрации муниципального образования «Городской округ Ногликский» от 31.10.2017 № 843».</w:t>
      </w:r>
    </w:p>
    <w:p w14:paraId="7FAF7249" w14:textId="77777777" w:rsidR="005054F6" w:rsidRPr="005054F6" w:rsidRDefault="005054F6" w:rsidP="005054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 </w:t>
      </w:r>
    </w:p>
    <w:p w14:paraId="416A8E5E" w14:textId="63B776C9" w:rsidR="008629FA" w:rsidRPr="005054F6" w:rsidRDefault="005054F6" w:rsidP="005054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54F6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на вице-мэра муниципального образования «Городской округ Ногликский» </w:t>
      </w:r>
      <w:r w:rsidR="009916E5">
        <w:rPr>
          <w:rFonts w:ascii="Times New Roman" w:eastAsia="Times New Roman" w:hAnsi="Times New Roman"/>
          <w:sz w:val="28"/>
          <w:szCs w:val="28"/>
          <w:lang w:eastAsia="ru-RU"/>
        </w:rPr>
        <w:t>Русанов</w:t>
      </w:r>
      <w:r w:rsidR="005D14AA">
        <w:rPr>
          <w:rFonts w:ascii="Times New Roman" w:eastAsia="Times New Roman" w:hAnsi="Times New Roman"/>
          <w:sz w:val="28"/>
          <w:szCs w:val="28"/>
          <w:lang w:eastAsia="ru-RU"/>
        </w:rPr>
        <w:t>а Я.С</w:t>
      </w:r>
      <w:r w:rsidR="009916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16A8E5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6A8E6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6A8E6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16A8E68" w14:textId="49079870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5054F6">
        <w:rPr>
          <w:rFonts w:ascii="Times New Roman" w:hAnsi="Times New Roman"/>
          <w:sz w:val="28"/>
          <w:szCs w:val="28"/>
        </w:rPr>
        <w:t>й округ Ногликский»</w:t>
      </w:r>
      <w:r w:rsidR="005054F6">
        <w:rPr>
          <w:rFonts w:ascii="Times New Roman" w:hAnsi="Times New Roman"/>
          <w:sz w:val="28"/>
          <w:szCs w:val="28"/>
        </w:rPr>
        <w:tab/>
      </w:r>
      <w:r w:rsidR="005054F6">
        <w:rPr>
          <w:rFonts w:ascii="Times New Roman" w:hAnsi="Times New Roman"/>
          <w:sz w:val="28"/>
          <w:szCs w:val="28"/>
        </w:rPr>
        <w:tab/>
      </w:r>
      <w:r w:rsidR="005054F6">
        <w:rPr>
          <w:rFonts w:ascii="Times New Roman" w:hAnsi="Times New Roman"/>
          <w:sz w:val="28"/>
          <w:szCs w:val="28"/>
        </w:rPr>
        <w:tab/>
      </w:r>
      <w:r w:rsidR="005054F6">
        <w:rPr>
          <w:rFonts w:ascii="Times New Roman" w:hAnsi="Times New Roman"/>
          <w:sz w:val="28"/>
          <w:szCs w:val="28"/>
        </w:rPr>
        <w:tab/>
      </w:r>
      <w:r w:rsidR="005054F6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054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5D14AA">
      <w:headerReference w:type="default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A8E6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16A8E6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A8E6F" w14:textId="65ABF32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A8E6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16A8E6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0834169"/>
      <w:docPartObj>
        <w:docPartGallery w:val="Page Numbers (Top of Page)"/>
        <w:docPartUnique/>
      </w:docPartObj>
    </w:sdtPr>
    <w:sdtEndPr/>
    <w:sdtContent>
      <w:p w14:paraId="1717DFFE" w14:textId="2C7E5149" w:rsidR="00EB2CCA" w:rsidRDefault="00EB2CC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4AA">
          <w:rPr>
            <w:noProof/>
          </w:rPr>
          <w:t>2</w:t>
        </w:r>
        <w:r>
          <w:fldChar w:fldCharType="end"/>
        </w:r>
      </w:p>
    </w:sdtContent>
  </w:sdt>
  <w:p w14:paraId="4FB5BDA5" w14:textId="77777777" w:rsidR="00EB2CCA" w:rsidRDefault="00EB2C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845E0"/>
    <w:rsid w:val="0033636C"/>
    <w:rsid w:val="003E4257"/>
    <w:rsid w:val="005054F6"/>
    <w:rsid w:val="00520CBF"/>
    <w:rsid w:val="005D14AA"/>
    <w:rsid w:val="007A144C"/>
    <w:rsid w:val="008629FA"/>
    <w:rsid w:val="00987DB5"/>
    <w:rsid w:val="009916E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B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A8E4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03BC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03BC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03BC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2022-12-20T01:19:00Z</dcterms:modified>
</cp:coreProperties>
</file>