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089298" w14:textId="77777777" w:rsidTr="00987DB5">
        <w:tc>
          <w:tcPr>
            <w:tcW w:w="9498" w:type="dxa"/>
          </w:tcPr>
          <w:p w14:paraId="7608929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0892AF" wp14:editId="760892B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8929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08929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08929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089299" w14:textId="1897C90A" w:rsidR="0033636C" w:rsidRPr="00791E1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1E1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91E10" w:rsidRPr="00791E10">
            <w:rPr>
              <w:rFonts w:ascii="Times New Roman" w:hAnsi="Times New Roman"/>
              <w:sz w:val="28"/>
              <w:szCs w:val="28"/>
            </w:rPr>
            <w:t>19 декабря 2022 года</w:t>
          </w:r>
        </w:sdtContent>
      </w:sdt>
      <w:r w:rsidRPr="00791E1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91E10" w:rsidRPr="00791E10">
            <w:rPr>
              <w:rFonts w:ascii="Times New Roman" w:hAnsi="Times New Roman"/>
              <w:sz w:val="28"/>
              <w:szCs w:val="28"/>
            </w:rPr>
            <w:t>718</w:t>
          </w:r>
        </w:sdtContent>
      </w:sdt>
    </w:p>
    <w:p w14:paraId="7608929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08929C" w14:textId="224268D1" w:rsidR="00185FEC" w:rsidRDefault="0033636C" w:rsidP="002848FA">
      <w:pPr>
        <w:jc w:val="center"/>
        <w:rPr>
          <w:rFonts w:ascii="Times New Roman" w:hAnsi="Times New Roman"/>
          <w:b/>
          <w:sz w:val="28"/>
          <w:szCs w:val="28"/>
        </w:rPr>
      </w:pPr>
      <w:r w:rsidRPr="00613D49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</w:t>
      </w:r>
      <w:r w:rsidR="00F22F9F">
        <w:rPr>
          <w:rFonts w:ascii="Times New Roman" w:hAnsi="Times New Roman"/>
          <w:b/>
          <w:sz w:val="28"/>
          <w:szCs w:val="28"/>
        </w:rPr>
        <w:t>ставления муниципальной услуги «</w:t>
      </w:r>
      <w:r w:rsidRPr="00613D49">
        <w:rPr>
          <w:rFonts w:ascii="Times New Roman" w:hAnsi="Times New Roman"/>
          <w:b/>
          <w:sz w:val="28"/>
          <w:szCs w:val="28"/>
        </w:rPr>
        <w:t>Перевод жилого помещения в нежилое или нежилого помещения в жилое помещение</w:t>
      </w:r>
      <w:r w:rsidR="00F22F9F">
        <w:rPr>
          <w:rFonts w:ascii="Times New Roman" w:hAnsi="Times New Roman"/>
          <w:b/>
          <w:sz w:val="28"/>
          <w:szCs w:val="28"/>
        </w:rPr>
        <w:t>»</w:t>
      </w:r>
    </w:p>
    <w:p w14:paraId="68BBECCB" w14:textId="77777777" w:rsidR="00791E10" w:rsidRPr="002848FA" w:rsidRDefault="00791E10" w:rsidP="002848FA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1B072FC5" w14:textId="77777777" w:rsidR="00613D49" w:rsidRPr="00DF7063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54790D">
        <w:rPr>
          <w:rFonts w:ascii="Times New Roman" w:hAnsi="Times New Roman" w:cs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70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7DC0697C" w14:textId="7A484D14" w:rsidR="00613D49" w:rsidRPr="0054790D" w:rsidRDefault="00613D49" w:rsidP="00613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613D49">
        <w:rPr>
          <w:rFonts w:ascii="Times New Roman" w:hAnsi="Times New Roman"/>
          <w:sz w:val="28"/>
          <w:szCs w:val="28"/>
        </w:rPr>
        <w:t>Перевод жилого помещения в нежилое или нежилого помещения в жилое помещение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599BC0D7" w14:textId="005FB0F9" w:rsidR="00613D49" w:rsidRPr="0054790D" w:rsidRDefault="00613D49" w:rsidP="00613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27.11.2018</w:t>
      </w:r>
      <w:r w:rsidRPr="005479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1145</w:t>
      </w:r>
      <w:r w:rsidRPr="0054790D">
        <w:rPr>
          <w:rFonts w:ascii="Times New Roman" w:hAnsi="Times New Roman"/>
          <w:sz w:val="28"/>
          <w:szCs w:val="28"/>
        </w:rPr>
        <w:t xml:space="preserve"> «</w:t>
      </w:r>
      <w:r w:rsidRPr="00FA68E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613D49">
        <w:rPr>
          <w:rFonts w:ascii="Times New Roman" w:hAnsi="Times New Roman"/>
          <w:sz w:val="28"/>
          <w:szCs w:val="28"/>
        </w:rPr>
        <w:t>Перевод жилого помещения в нежилое или нежилого помещения в жилое помещение</w:t>
      </w:r>
      <w:r w:rsidRPr="0054790D">
        <w:rPr>
          <w:rFonts w:ascii="Times New Roman" w:hAnsi="Times New Roman"/>
          <w:sz w:val="28"/>
          <w:szCs w:val="28"/>
        </w:rPr>
        <w:t>», за исключением пункта 2</w:t>
      </w:r>
      <w:r>
        <w:rPr>
          <w:rFonts w:ascii="Times New Roman" w:hAnsi="Times New Roman"/>
          <w:sz w:val="28"/>
          <w:szCs w:val="28"/>
        </w:rPr>
        <w:t>.</w:t>
      </w:r>
    </w:p>
    <w:p w14:paraId="4741EF9E" w14:textId="77777777" w:rsidR="00613D49" w:rsidRPr="0054790D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7924F5F" w14:textId="77777777" w:rsidR="00613D49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52FBDA95" w14:textId="77777777" w:rsidR="00613D49" w:rsidRPr="0054790D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lastRenderedPageBreak/>
        <w:t>на первого вице-мэра муниципального образования «Городской округ Ногликский» Гуляева С.С.</w:t>
      </w:r>
    </w:p>
    <w:p w14:paraId="22FD75A0" w14:textId="77777777" w:rsidR="00613D49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DA59B5" w14:textId="77777777" w:rsidR="002848FA" w:rsidRDefault="002848FA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963963" w14:textId="77777777" w:rsidR="00613D49" w:rsidRPr="0054790D" w:rsidRDefault="00613D49" w:rsidP="00613D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60892AE" w14:textId="334A6CBA" w:rsidR="008629FA" w:rsidRPr="008629FA" w:rsidRDefault="00613D49" w:rsidP="00613D49">
      <w:pPr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           С.В.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91E10">
      <w:foot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892B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60892B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892B5" w14:textId="70707F8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892B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60892B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848FA"/>
    <w:rsid w:val="0033636C"/>
    <w:rsid w:val="003E4257"/>
    <w:rsid w:val="00520CBF"/>
    <w:rsid w:val="00613D49"/>
    <w:rsid w:val="00791E10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2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929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13D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13D49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6375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6375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6375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2020-04-07T04:52:00Z</dcterms:created>
  <dcterms:modified xsi:type="dcterms:W3CDTF">2022-12-20T04:59:00Z</dcterms:modified>
</cp:coreProperties>
</file>