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CF9AB" w14:textId="77777777" w:rsidR="00D567F7" w:rsidRDefault="00D567F7" w:rsidP="00745B33">
      <w:pPr>
        <w:spacing w:line="360" w:lineRule="auto"/>
        <w:ind w:left="935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067CF9AC" w14:textId="77777777" w:rsidR="00D567F7" w:rsidRPr="00B622D9" w:rsidRDefault="00D567F7" w:rsidP="00745B33">
      <w:pPr>
        <w:ind w:left="935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14:paraId="067CF9AD" w14:textId="77777777" w:rsidR="00D567F7" w:rsidRDefault="00D567F7" w:rsidP="00745B33">
      <w:pPr>
        <w:ind w:left="935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67CF9AE" w14:textId="77777777" w:rsidR="00D567F7" w:rsidRDefault="00D567F7" w:rsidP="00745B33">
      <w:pPr>
        <w:ind w:left="9356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67CF9AF" w14:textId="3BBFE54E" w:rsidR="00D567F7" w:rsidRDefault="00D567F7" w:rsidP="00745B33">
      <w:pPr>
        <w:ind w:left="93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45B33">
        <w:rPr>
          <w:sz w:val="28"/>
          <w:szCs w:val="28"/>
        </w:rPr>
        <w:t>19 декабря 2022 года</w:t>
      </w:r>
      <w:r>
        <w:rPr>
          <w:sz w:val="28"/>
          <w:szCs w:val="28"/>
        </w:rPr>
        <w:t xml:space="preserve"> 2022 года № </w:t>
      </w:r>
      <w:r w:rsidR="00745B33">
        <w:rPr>
          <w:sz w:val="28"/>
          <w:szCs w:val="28"/>
        </w:rPr>
        <w:t>720</w:t>
      </w:r>
    </w:p>
    <w:p w14:paraId="067CF9B0" w14:textId="77777777" w:rsidR="00D567F7" w:rsidRDefault="00D567F7" w:rsidP="00D567F7">
      <w:pPr>
        <w:ind w:left="10348"/>
        <w:jc w:val="right"/>
        <w:rPr>
          <w:sz w:val="28"/>
          <w:szCs w:val="28"/>
        </w:rPr>
      </w:pPr>
    </w:p>
    <w:p w14:paraId="067CF9B1" w14:textId="77777777" w:rsidR="00D567F7" w:rsidRPr="00841CA4" w:rsidRDefault="00D567F7" w:rsidP="00D567F7">
      <w:pPr>
        <w:ind w:left="10348"/>
        <w:jc w:val="center"/>
        <w:rPr>
          <w:color w:val="0000CC"/>
          <w:sz w:val="28"/>
          <w:szCs w:val="28"/>
        </w:rPr>
      </w:pPr>
      <w:r>
        <w:rPr>
          <w:sz w:val="28"/>
          <w:szCs w:val="28"/>
        </w:rPr>
        <w:t>«</w:t>
      </w:r>
      <w:r w:rsidRPr="00841CA4">
        <w:rPr>
          <w:sz w:val="28"/>
          <w:szCs w:val="28"/>
        </w:rPr>
        <w:t>П</w:t>
      </w:r>
      <w:r>
        <w:rPr>
          <w:sz w:val="28"/>
          <w:szCs w:val="28"/>
        </w:rPr>
        <w:lastRenderedPageBreak/>
        <w:t>риложение</w:t>
      </w:r>
      <w:r w:rsidRPr="00841CA4">
        <w:rPr>
          <w:sz w:val="28"/>
          <w:szCs w:val="28"/>
        </w:rPr>
        <w:t xml:space="preserve"> </w:t>
      </w:r>
      <w:r w:rsidRPr="001652E9">
        <w:rPr>
          <w:sz w:val="28"/>
          <w:szCs w:val="28"/>
        </w:rPr>
        <w:t>1</w:t>
      </w:r>
    </w:p>
    <w:p w14:paraId="067CF9B2" w14:textId="77777777" w:rsidR="00D567F7" w:rsidRDefault="00D567F7" w:rsidP="00D567F7">
      <w:pPr>
        <w:widowControl w:val="0"/>
        <w:autoSpaceDE w:val="0"/>
        <w:autoSpaceDN w:val="0"/>
        <w:adjustRightInd w:val="0"/>
        <w:ind w:left="10348"/>
        <w:jc w:val="center"/>
        <w:rPr>
          <w:sz w:val="28"/>
          <w:szCs w:val="28"/>
        </w:rPr>
      </w:pPr>
      <w:r w:rsidRPr="00841CA4">
        <w:rPr>
          <w:sz w:val="28"/>
          <w:szCs w:val="28"/>
        </w:rPr>
        <w:t>к программе</w:t>
      </w:r>
    </w:p>
    <w:p w14:paraId="067CF9B3" w14:textId="77777777" w:rsidR="00781660" w:rsidRPr="00A46043" w:rsidRDefault="00781660" w:rsidP="00781660">
      <w:pPr>
        <w:widowControl w:val="0"/>
        <w:autoSpaceDE w:val="0"/>
        <w:autoSpaceDN w:val="0"/>
        <w:adjustRightInd w:val="0"/>
        <w:jc w:val="right"/>
      </w:pPr>
    </w:p>
    <w:p w14:paraId="067CF9B4" w14:textId="22540307" w:rsidR="00F0064C" w:rsidRPr="00A14B91" w:rsidRDefault="009E24D9" w:rsidP="00F0064C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6"/>
        </w:rPr>
      </w:pPr>
      <w:bookmarkStart w:id="0" w:name="Par330"/>
      <w:bookmarkEnd w:id="0"/>
      <w:r w:rsidRPr="00A14B91">
        <w:rPr>
          <w:color w:val="000000" w:themeColor="text1"/>
          <w:sz w:val="28"/>
          <w:szCs w:val="26"/>
        </w:rPr>
        <w:t xml:space="preserve">СВЕДЕНИЯ О ПОКАЗАТЕЛЯХ (ИНДИКАТОРАХ) И ИХ ЗНАЧЕНИЯХ МУНИЦИПАЛЬНОЙ ПРОГРАММЫ </w:t>
      </w:r>
    </w:p>
    <w:p w14:paraId="067CF9B5" w14:textId="77777777" w:rsidR="00F0064C" w:rsidRDefault="00F0064C" w:rsidP="00F0064C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6"/>
        </w:rPr>
      </w:pPr>
      <w:r w:rsidRPr="00A14B91">
        <w:rPr>
          <w:color w:val="000000" w:themeColor="text1"/>
          <w:sz w:val="28"/>
          <w:szCs w:val="26"/>
        </w:rPr>
        <w:t>«Развитие инвестиционного потенциала муници</w:t>
      </w:r>
      <w:bookmarkStart w:id="1" w:name="_GoBack"/>
      <w:bookmarkEnd w:id="1"/>
      <w:r w:rsidRPr="00A14B91">
        <w:rPr>
          <w:color w:val="000000" w:themeColor="text1"/>
          <w:sz w:val="28"/>
          <w:szCs w:val="26"/>
        </w:rPr>
        <w:t xml:space="preserve">пального образования «Городской округ Ногликский» </w:t>
      </w:r>
    </w:p>
    <w:p w14:paraId="067CF9B6" w14:textId="77777777" w:rsidR="00D567F7" w:rsidRPr="00A14B91" w:rsidRDefault="00D567F7" w:rsidP="00F0064C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6"/>
        </w:rPr>
      </w:pPr>
    </w:p>
    <w:tbl>
      <w:tblPr>
        <w:tblW w:w="1516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2776"/>
        <w:gridCol w:w="567"/>
        <w:gridCol w:w="964"/>
        <w:gridCol w:w="1021"/>
        <w:gridCol w:w="992"/>
        <w:gridCol w:w="992"/>
        <w:gridCol w:w="993"/>
        <w:gridCol w:w="992"/>
        <w:gridCol w:w="992"/>
        <w:gridCol w:w="992"/>
        <w:gridCol w:w="851"/>
        <w:gridCol w:w="850"/>
        <w:gridCol w:w="851"/>
        <w:gridCol w:w="822"/>
      </w:tblGrid>
      <w:tr w:rsidR="00A14B91" w:rsidRPr="00A14B91" w14:paraId="067CF9BD" w14:textId="77777777" w:rsidTr="00CE7FB6">
        <w:trPr>
          <w:tblHeader/>
        </w:trPr>
        <w:tc>
          <w:tcPr>
            <w:tcW w:w="513" w:type="dxa"/>
            <w:vMerge w:val="restart"/>
            <w:hideMark/>
          </w:tcPr>
          <w:p w14:paraId="067CF9B7" w14:textId="77777777" w:rsidR="00F0064C" w:rsidRPr="00A14B91" w:rsidRDefault="00D567F7" w:rsidP="00D567F7">
            <w:pPr>
              <w:pStyle w:val="ConsPlusCell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№</w:t>
            </w:r>
            <w:r w:rsidR="00F0064C" w:rsidRPr="00A14B91">
              <w:rPr>
                <w:color w:val="000000" w:themeColor="text1"/>
                <w:sz w:val="22"/>
                <w:szCs w:val="22"/>
              </w:rPr>
              <w:t xml:space="preserve"> </w:t>
            </w:r>
            <w:r w:rsidR="00F0064C" w:rsidRPr="00A14B91">
              <w:rPr>
                <w:color w:val="000000" w:themeColor="text1"/>
                <w:sz w:val="22"/>
                <w:szCs w:val="22"/>
              </w:rPr>
              <w:br/>
              <w:t>п/п</w:t>
            </w:r>
          </w:p>
        </w:tc>
        <w:tc>
          <w:tcPr>
            <w:tcW w:w="2776" w:type="dxa"/>
            <w:vMerge w:val="restart"/>
            <w:vAlign w:val="center"/>
            <w:hideMark/>
          </w:tcPr>
          <w:p w14:paraId="067CF9B8" w14:textId="77777777" w:rsidR="00F0064C" w:rsidRPr="00A14B91" w:rsidRDefault="00F0064C" w:rsidP="00F0064C">
            <w:pPr>
              <w:pStyle w:val="ConsPlusCell"/>
              <w:jc w:val="center"/>
              <w:rPr>
                <w:color w:val="000000" w:themeColor="text1"/>
                <w:sz w:val="22"/>
                <w:szCs w:val="22"/>
              </w:rPr>
            </w:pPr>
            <w:r w:rsidRPr="00A14B91">
              <w:rPr>
                <w:color w:val="000000" w:themeColor="text1"/>
                <w:sz w:val="22"/>
                <w:szCs w:val="22"/>
              </w:rPr>
              <w:t xml:space="preserve">Наименование индикатора </w:t>
            </w:r>
          </w:p>
          <w:p w14:paraId="067CF9B9" w14:textId="77777777" w:rsidR="00F0064C" w:rsidRPr="00A14B91" w:rsidRDefault="00F0064C" w:rsidP="00F0064C">
            <w:pPr>
              <w:pStyle w:val="ConsPlusCell"/>
              <w:jc w:val="center"/>
              <w:rPr>
                <w:color w:val="000000" w:themeColor="text1"/>
                <w:sz w:val="22"/>
                <w:szCs w:val="22"/>
              </w:rPr>
            </w:pPr>
            <w:r w:rsidRPr="00A14B91">
              <w:rPr>
                <w:color w:val="000000" w:themeColor="text1"/>
                <w:sz w:val="22"/>
                <w:szCs w:val="22"/>
              </w:rPr>
              <w:t>(показателя)</w:t>
            </w:r>
          </w:p>
        </w:tc>
        <w:tc>
          <w:tcPr>
            <w:tcW w:w="567" w:type="dxa"/>
            <w:vMerge w:val="restart"/>
            <w:vAlign w:val="center"/>
            <w:hideMark/>
          </w:tcPr>
          <w:p w14:paraId="067CF9BA" w14:textId="77777777" w:rsidR="00F0064C" w:rsidRPr="00A14B91" w:rsidRDefault="00F0064C" w:rsidP="00F0064C">
            <w:pPr>
              <w:pStyle w:val="ConsPlusCell"/>
              <w:jc w:val="center"/>
              <w:rPr>
                <w:color w:val="000000" w:themeColor="text1"/>
                <w:sz w:val="22"/>
                <w:szCs w:val="22"/>
              </w:rPr>
            </w:pPr>
            <w:r w:rsidRPr="00A14B91">
              <w:rPr>
                <w:color w:val="000000" w:themeColor="text1"/>
                <w:sz w:val="22"/>
                <w:szCs w:val="22"/>
              </w:rPr>
              <w:t>Ед.</w:t>
            </w:r>
          </w:p>
          <w:p w14:paraId="067CF9BB" w14:textId="77777777" w:rsidR="00F0064C" w:rsidRPr="00A14B91" w:rsidRDefault="00F0064C" w:rsidP="00745B33">
            <w:pPr>
              <w:pStyle w:val="ConsPlusCell"/>
              <w:ind w:right="-90"/>
              <w:jc w:val="center"/>
              <w:rPr>
                <w:color w:val="000000" w:themeColor="text1"/>
                <w:sz w:val="22"/>
                <w:szCs w:val="22"/>
              </w:rPr>
            </w:pPr>
            <w:r w:rsidRPr="00A14B91">
              <w:rPr>
                <w:color w:val="000000" w:themeColor="text1"/>
                <w:sz w:val="22"/>
                <w:szCs w:val="22"/>
              </w:rPr>
              <w:t>изм.</w:t>
            </w:r>
          </w:p>
        </w:tc>
        <w:tc>
          <w:tcPr>
            <w:tcW w:w="11312" w:type="dxa"/>
            <w:gridSpan w:val="12"/>
            <w:hideMark/>
          </w:tcPr>
          <w:p w14:paraId="067CF9BC" w14:textId="77777777" w:rsidR="00F0064C" w:rsidRPr="00A14B91" w:rsidRDefault="00F0064C" w:rsidP="00F006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A14B91">
              <w:rPr>
                <w:color w:val="000000" w:themeColor="text1"/>
                <w:sz w:val="22"/>
                <w:szCs w:val="22"/>
              </w:rPr>
              <w:t xml:space="preserve">Значение по годам </w:t>
            </w:r>
            <w:r w:rsidRPr="00A14B91">
              <w:rPr>
                <w:bCs/>
                <w:color w:val="000000" w:themeColor="text1"/>
              </w:rPr>
              <w:t>реализации программы</w:t>
            </w:r>
          </w:p>
        </w:tc>
      </w:tr>
      <w:tr w:rsidR="00A14B91" w:rsidRPr="00A14B91" w14:paraId="067CF9C6" w14:textId="77777777" w:rsidTr="00745B33">
        <w:trPr>
          <w:tblHeader/>
        </w:trPr>
        <w:tc>
          <w:tcPr>
            <w:tcW w:w="513" w:type="dxa"/>
            <w:vMerge/>
            <w:vAlign w:val="center"/>
            <w:hideMark/>
          </w:tcPr>
          <w:p w14:paraId="067CF9BE" w14:textId="77777777" w:rsidR="00F0064C" w:rsidRPr="00A14B91" w:rsidRDefault="00F0064C" w:rsidP="00F006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76" w:type="dxa"/>
            <w:vMerge/>
            <w:vAlign w:val="center"/>
            <w:hideMark/>
          </w:tcPr>
          <w:p w14:paraId="067CF9BF" w14:textId="77777777" w:rsidR="00F0064C" w:rsidRPr="00A14B91" w:rsidRDefault="00F0064C" w:rsidP="00F006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067CF9C0" w14:textId="77777777" w:rsidR="00F0064C" w:rsidRPr="00A14B91" w:rsidRDefault="00F0064C" w:rsidP="00F006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64" w:type="dxa"/>
            <w:vMerge w:val="restart"/>
            <w:vAlign w:val="center"/>
            <w:hideMark/>
          </w:tcPr>
          <w:p w14:paraId="067CF9C1" w14:textId="77777777" w:rsidR="00F0064C" w:rsidRPr="00A14B91" w:rsidRDefault="00F0064C" w:rsidP="00F0064C">
            <w:pPr>
              <w:pStyle w:val="ConsPlusCell"/>
              <w:jc w:val="center"/>
              <w:rPr>
                <w:color w:val="000000" w:themeColor="text1"/>
                <w:sz w:val="22"/>
                <w:szCs w:val="22"/>
              </w:rPr>
            </w:pPr>
            <w:r w:rsidRPr="00A14B91">
              <w:rPr>
                <w:color w:val="000000" w:themeColor="text1"/>
                <w:sz w:val="22"/>
                <w:szCs w:val="22"/>
              </w:rPr>
              <w:t>Базовый год</w:t>
            </w:r>
          </w:p>
          <w:p w14:paraId="067CF9C2" w14:textId="77777777" w:rsidR="00F0064C" w:rsidRPr="00A14B91" w:rsidRDefault="00F0064C" w:rsidP="00F0064C">
            <w:pPr>
              <w:pStyle w:val="ConsPlusCell"/>
              <w:jc w:val="center"/>
              <w:rPr>
                <w:color w:val="000000" w:themeColor="text1"/>
                <w:sz w:val="22"/>
                <w:szCs w:val="22"/>
              </w:rPr>
            </w:pPr>
            <w:r w:rsidRPr="00A14B91">
              <w:rPr>
                <w:color w:val="000000" w:themeColor="text1"/>
                <w:sz w:val="22"/>
                <w:szCs w:val="22"/>
              </w:rPr>
              <w:t>(2014 факт)</w:t>
            </w:r>
          </w:p>
        </w:tc>
        <w:tc>
          <w:tcPr>
            <w:tcW w:w="1021" w:type="dxa"/>
            <w:vMerge w:val="restart"/>
            <w:vAlign w:val="center"/>
            <w:hideMark/>
          </w:tcPr>
          <w:p w14:paraId="067CF9C3" w14:textId="77777777" w:rsidR="00F0064C" w:rsidRPr="00A14B91" w:rsidRDefault="00F0064C" w:rsidP="00F0064C">
            <w:pPr>
              <w:pStyle w:val="ConsPlusCell"/>
              <w:jc w:val="center"/>
              <w:rPr>
                <w:color w:val="000000" w:themeColor="text1"/>
                <w:sz w:val="22"/>
                <w:szCs w:val="22"/>
              </w:rPr>
            </w:pPr>
            <w:r w:rsidRPr="00A14B91">
              <w:rPr>
                <w:color w:val="000000" w:themeColor="text1"/>
                <w:sz w:val="22"/>
                <w:szCs w:val="22"/>
              </w:rPr>
              <w:t>Оценка</w:t>
            </w:r>
          </w:p>
          <w:p w14:paraId="067CF9C4" w14:textId="77777777" w:rsidR="00F0064C" w:rsidRPr="00A14B91" w:rsidRDefault="00F0064C" w:rsidP="00F0064C">
            <w:pPr>
              <w:pStyle w:val="ConsPlusCell"/>
              <w:jc w:val="center"/>
              <w:rPr>
                <w:color w:val="000000" w:themeColor="text1"/>
                <w:sz w:val="22"/>
                <w:szCs w:val="22"/>
              </w:rPr>
            </w:pPr>
            <w:r w:rsidRPr="00A14B91">
              <w:rPr>
                <w:color w:val="000000" w:themeColor="text1"/>
                <w:sz w:val="22"/>
                <w:szCs w:val="22"/>
              </w:rPr>
              <w:t>2015</w:t>
            </w:r>
          </w:p>
        </w:tc>
        <w:tc>
          <w:tcPr>
            <w:tcW w:w="9327" w:type="dxa"/>
            <w:gridSpan w:val="10"/>
          </w:tcPr>
          <w:p w14:paraId="067CF9C5" w14:textId="77777777" w:rsidR="00F0064C" w:rsidRPr="00A14B91" w:rsidRDefault="00F0064C" w:rsidP="00F0064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</w:p>
        </w:tc>
      </w:tr>
      <w:tr w:rsidR="00A14B91" w:rsidRPr="00A14B91" w14:paraId="067CF9D6" w14:textId="77777777" w:rsidTr="00745B33">
        <w:trPr>
          <w:tblHeader/>
        </w:trPr>
        <w:tc>
          <w:tcPr>
            <w:tcW w:w="513" w:type="dxa"/>
            <w:vMerge/>
            <w:vAlign w:val="center"/>
            <w:hideMark/>
          </w:tcPr>
          <w:p w14:paraId="067CF9C7" w14:textId="77777777" w:rsidR="00F0064C" w:rsidRPr="00A14B91" w:rsidRDefault="00F0064C" w:rsidP="00F006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76" w:type="dxa"/>
            <w:vMerge/>
            <w:vAlign w:val="center"/>
            <w:hideMark/>
          </w:tcPr>
          <w:p w14:paraId="067CF9C8" w14:textId="77777777" w:rsidR="00F0064C" w:rsidRPr="00A14B91" w:rsidRDefault="00F0064C" w:rsidP="00F006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067CF9C9" w14:textId="77777777" w:rsidR="00F0064C" w:rsidRPr="00A14B91" w:rsidRDefault="00F0064C" w:rsidP="00F006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14:paraId="067CF9CA" w14:textId="77777777" w:rsidR="00F0064C" w:rsidRPr="00A14B91" w:rsidRDefault="00F0064C" w:rsidP="00F006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1" w:type="dxa"/>
            <w:vMerge/>
            <w:vAlign w:val="center"/>
            <w:hideMark/>
          </w:tcPr>
          <w:p w14:paraId="067CF9CB" w14:textId="77777777" w:rsidR="00F0064C" w:rsidRPr="00A14B91" w:rsidRDefault="00F0064C" w:rsidP="00F0064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  <w:hideMark/>
          </w:tcPr>
          <w:p w14:paraId="067CF9CC" w14:textId="77777777" w:rsidR="00F0064C" w:rsidRPr="00A14B91" w:rsidRDefault="00F0064C" w:rsidP="00F0064C">
            <w:pPr>
              <w:pStyle w:val="ConsPlusCell"/>
              <w:jc w:val="center"/>
              <w:rPr>
                <w:color w:val="000000" w:themeColor="text1"/>
                <w:sz w:val="22"/>
                <w:szCs w:val="22"/>
              </w:rPr>
            </w:pPr>
            <w:r w:rsidRPr="00A14B91">
              <w:rPr>
                <w:color w:val="000000" w:themeColor="text1"/>
                <w:sz w:val="22"/>
                <w:szCs w:val="22"/>
              </w:rPr>
              <w:t>2016</w:t>
            </w:r>
          </w:p>
        </w:tc>
        <w:tc>
          <w:tcPr>
            <w:tcW w:w="992" w:type="dxa"/>
            <w:vAlign w:val="center"/>
            <w:hideMark/>
          </w:tcPr>
          <w:p w14:paraId="067CF9CD" w14:textId="77777777" w:rsidR="00F0064C" w:rsidRPr="00A14B91" w:rsidRDefault="00F0064C" w:rsidP="00F0064C">
            <w:pPr>
              <w:pStyle w:val="ConsPlusCell"/>
              <w:jc w:val="center"/>
              <w:rPr>
                <w:color w:val="000000" w:themeColor="text1"/>
                <w:sz w:val="22"/>
                <w:szCs w:val="22"/>
              </w:rPr>
            </w:pPr>
            <w:r w:rsidRPr="00A14B91">
              <w:rPr>
                <w:color w:val="000000" w:themeColor="text1"/>
                <w:sz w:val="22"/>
                <w:szCs w:val="22"/>
              </w:rPr>
              <w:t>2017</w:t>
            </w:r>
          </w:p>
        </w:tc>
        <w:tc>
          <w:tcPr>
            <w:tcW w:w="993" w:type="dxa"/>
            <w:vAlign w:val="center"/>
            <w:hideMark/>
          </w:tcPr>
          <w:p w14:paraId="067CF9CE" w14:textId="77777777" w:rsidR="00F0064C" w:rsidRPr="00A14B91" w:rsidRDefault="00F0064C" w:rsidP="00F0064C">
            <w:pPr>
              <w:pStyle w:val="ConsPlusCell"/>
              <w:jc w:val="center"/>
              <w:rPr>
                <w:color w:val="000000" w:themeColor="text1"/>
                <w:sz w:val="22"/>
                <w:szCs w:val="22"/>
              </w:rPr>
            </w:pPr>
            <w:r w:rsidRPr="00A14B91">
              <w:rPr>
                <w:color w:val="000000" w:themeColor="text1"/>
                <w:sz w:val="22"/>
                <w:szCs w:val="22"/>
              </w:rPr>
              <w:t>2018</w:t>
            </w:r>
          </w:p>
        </w:tc>
        <w:tc>
          <w:tcPr>
            <w:tcW w:w="992" w:type="dxa"/>
            <w:vAlign w:val="center"/>
            <w:hideMark/>
          </w:tcPr>
          <w:p w14:paraId="067CF9CF" w14:textId="77777777" w:rsidR="00F0064C" w:rsidRPr="00A14B91" w:rsidRDefault="00F0064C" w:rsidP="00F0064C">
            <w:pPr>
              <w:pStyle w:val="ConsPlusCell"/>
              <w:jc w:val="center"/>
              <w:rPr>
                <w:color w:val="000000" w:themeColor="text1"/>
                <w:sz w:val="22"/>
                <w:szCs w:val="22"/>
              </w:rPr>
            </w:pPr>
            <w:r w:rsidRPr="00A14B91">
              <w:rPr>
                <w:color w:val="000000" w:themeColor="text1"/>
                <w:sz w:val="22"/>
                <w:szCs w:val="22"/>
              </w:rPr>
              <w:t>2019</w:t>
            </w:r>
          </w:p>
        </w:tc>
        <w:tc>
          <w:tcPr>
            <w:tcW w:w="992" w:type="dxa"/>
            <w:vAlign w:val="center"/>
            <w:hideMark/>
          </w:tcPr>
          <w:p w14:paraId="067CF9D0" w14:textId="77777777" w:rsidR="00F0064C" w:rsidRPr="00A14B91" w:rsidRDefault="00F0064C" w:rsidP="00F0064C">
            <w:pPr>
              <w:pStyle w:val="ConsPlusCell"/>
              <w:tabs>
                <w:tab w:val="left" w:pos="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A14B91">
              <w:rPr>
                <w:color w:val="000000" w:themeColor="text1"/>
                <w:sz w:val="22"/>
                <w:szCs w:val="22"/>
              </w:rPr>
              <w:t>2020</w:t>
            </w:r>
          </w:p>
        </w:tc>
        <w:tc>
          <w:tcPr>
            <w:tcW w:w="992" w:type="dxa"/>
            <w:vAlign w:val="center"/>
            <w:hideMark/>
          </w:tcPr>
          <w:p w14:paraId="067CF9D1" w14:textId="77777777" w:rsidR="00F0064C" w:rsidRPr="00A14B91" w:rsidRDefault="00F0064C" w:rsidP="00745B3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14B91">
              <w:rPr>
                <w:color w:val="000000" w:themeColor="text1"/>
                <w:sz w:val="22"/>
                <w:szCs w:val="22"/>
              </w:rPr>
              <w:t>2021</w:t>
            </w:r>
          </w:p>
        </w:tc>
        <w:tc>
          <w:tcPr>
            <w:tcW w:w="851" w:type="dxa"/>
            <w:vAlign w:val="center"/>
            <w:hideMark/>
          </w:tcPr>
          <w:p w14:paraId="067CF9D2" w14:textId="77777777" w:rsidR="00F0064C" w:rsidRPr="00A14B91" w:rsidRDefault="00F0064C" w:rsidP="00F0064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A14B91">
              <w:rPr>
                <w:bCs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850" w:type="dxa"/>
            <w:vAlign w:val="center"/>
            <w:hideMark/>
          </w:tcPr>
          <w:p w14:paraId="067CF9D3" w14:textId="77777777" w:rsidR="00F0064C" w:rsidRPr="00A14B91" w:rsidRDefault="00F0064C" w:rsidP="00F0064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A14B91">
              <w:rPr>
                <w:bCs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851" w:type="dxa"/>
            <w:vAlign w:val="center"/>
            <w:hideMark/>
          </w:tcPr>
          <w:p w14:paraId="067CF9D4" w14:textId="77777777" w:rsidR="00F0064C" w:rsidRPr="00A14B91" w:rsidRDefault="00F0064C" w:rsidP="00F0064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A14B91">
              <w:rPr>
                <w:bCs/>
                <w:color w:val="000000" w:themeColor="text1"/>
                <w:sz w:val="22"/>
                <w:szCs w:val="22"/>
              </w:rPr>
              <w:t>2024</w:t>
            </w:r>
          </w:p>
        </w:tc>
        <w:tc>
          <w:tcPr>
            <w:tcW w:w="822" w:type="dxa"/>
            <w:vAlign w:val="center"/>
            <w:hideMark/>
          </w:tcPr>
          <w:p w14:paraId="067CF9D5" w14:textId="77777777" w:rsidR="00F0064C" w:rsidRPr="00A14B91" w:rsidRDefault="00F0064C" w:rsidP="00F0064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A14B91">
              <w:rPr>
                <w:bCs/>
                <w:color w:val="000000" w:themeColor="text1"/>
                <w:sz w:val="22"/>
                <w:szCs w:val="22"/>
              </w:rPr>
              <w:t>2025</w:t>
            </w:r>
          </w:p>
        </w:tc>
      </w:tr>
      <w:tr w:rsidR="00D567F7" w:rsidRPr="00CE7FB6" w14:paraId="067CFA01" w14:textId="77777777" w:rsidTr="00745B33">
        <w:tc>
          <w:tcPr>
            <w:tcW w:w="513" w:type="dxa"/>
            <w:hideMark/>
          </w:tcPr>
          <w:p w14:paraId="067CF9D7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 w:rsidRPr="00CE7FB6">
              <w:rPr>
                <w:bCs/>
                <w:color w:val="000000" w:themeColor="text1"/>
              </w:rPr>
              <w:t>1.</w:t>
            </w:r>
          </w:p>
        </w:tc>
        <w:tc>
          <w:tcPr>
            <w:tcW w:w="2776" w:type="dxa"/>
            <w:hideMark/>
          </w:tcPr>
          <w:p w14:paraId="067CF9D8" w14:textId="77777777" w:rsidR="00A14B91" w:rsidRPr="00CE7FB6" w:rsidRDefault="00A14B91" w:rsidP="00D567F7">
            <w:pPr>
              <w:pStyle w:val="ConsPlusCell"/>
              <w:rPr>
                <w:color w:val="000000" w:themeColor="text1"/>
                <w:sz w:val="22"/>
                <w:szCs w:val="22"/>
              </w:rPr>
            </w:pPr>
            <w:r w:rsidRPr="00CE7FB6">
              <w:rPr>
                <w:color w:val="000000" w:themeColor="text1"/>
                <w:sz w:val="22"/>
                <w:szCs w:val="22"/>
              </w:rPr>
              <w:t xml:space="preserve">Объем инвестиций в основной капитал за счет всех источников финансирования/  (численность постоянного населения – тыс.чел., </w:t>
            </w:r>
          </w:p>
        </w:tc>
        <w:tc>
          <w:tcPr>
            <w:tcW w:w="567" w:type="dxa"/>
            <w:vAlign w:val="center"/>
            <w:hideMark/>
          </w:tcPr>
          <w:p w14:paraId="067CF9D9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CE7FB6">
              <w:rPr>
                <w:color w:val="000000" w:themeColor="text1"/>
                <w:sz w:val="16"/>
                <w:szCs w:val="16"/>
              </w:rPr>
              <w:t>Млн.</w:t>
            </w:r>
          </w:p>
          <w:p w14:paraId="067CF9DA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CE7FB6">
              <w:rPr>
                <w:color w:val="000000" w:themeColor="text1"/>
                <w:sz w:val="16"/>
                <w:szCs w:val="16"/>
              </w:rPr>
              <w:t>руб./</w:t>
            </w:r>
          </w:p>
          <w:p w14:paraId="067CF9DB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CE7FB6">
              <w:rPr>
                <w:color w:val="000000" w:themeColor="text1"/>
                <w:sz w:val="16"/>
                <w:szCs w:val="16"/>
              </w:rPr>
              <w:t>год</w:t>
            </w:r>
          </w:p>
          <w:p w14:paraId="067CF9DC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  <w:hideMark/>
          </w:tcPr>
          <w:p w14:paraId="067CF9DD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18"/>
                <w:szCs w:val="18"/>
              </w:rPr>
            </w:pPr>
            <w:r w:rsidRPr="00CE7FB6">
              <w:rPr>
                <w:color w:val="000000" w:themeColor="text1"/>
                <w:sz w:val="18"/>
                <w:szCs w:val="18"/>
              </w:rPr>
              <w:t>132 027,4</w:t>
            </w:r>
          </w:p>
          <w:p w14:paraId="067CF9DE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18"/>
                <w:szCs w:val="18"/>
              </w:rPr>
            </w:pPr>
            <w:r w:rsidRPr="00CE7FB6">
              <w:rPr>
                <w:color w:val="000000" w:themeColor="text1"/>
                <w:sz w:val="18"/>
                <w:szCs w:val="18"/>
              </w:rPr>
              <w:t>/</w:t>
            </w:r>
          </w:p>
          <w:p w14:paraId="067CF9DF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18"/>
                <w:szCs w:val="18"/>
              </w:rPr>
            </w:pPr>
            <w:r w:rsidRPr="00CE7FB6">
              <w:rPr>
                <w:color w:val="000000" w:themeColor="text1"/>
                <w:sz w:val="18"/>
                <w:szCs w:val="18"/>
              </w:rPr>
              <w:t>11,84</w:t>
            </w:r>
          </w:p>
        </w:tc>
        <w:tc>
          <w:tcPr>
            <w:tcW w:w="1021" w:type="dxa"/>
            <w:vAlign w:val="center"/>
            <w:hideMark/>
          </w:tcPr>
          <w:p w14:paraId="067CF9E0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18"/>
                <w:szCs w:val="18"/>
              </w:rPr>
            </w:pPr>
            <w:r w:rsidRPr="00CE7FB6">
              <w:rPr>
                <w:color w:val="000000" w:themeColor="text1"/>
                <w:sz w:val="18"/>
                <w:szCs w:val="18"/>
              </w:rPr>
              <w:t xml:space="preserve">260 519,1 </w:t>
            </w:r>
          </w:p>
          <w:p w14:paraId="067CF9E1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18"/>
                <w:szCs w:val="18"/>
              </w:rPr>
            </w:pPr>
            <w:r w:rsidRPr="00CE7FB6">
              <w:rPr>
                <w:color w:val="000000" w:themeColor="text1"/>
                <w:sz w:val="18"/>
                <w:szCs w:val="18"/>
              </w:rPr>
              <w:t>/</w:t>
            </w:r>
          </w:p>
          <w:p w14:paraId="067CF9E2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18"/>
                <w:szCs w:val="18"/>
              </w:rPr>
            </w:pPr>
            <w:r w:rsidRPr="00CE7FB6">
              <w:rPr>
                <w:color w:val="000000" w:themeColor="text1"/>
                <w:sz w:val="18"/>
                <w:szCs w:val="18"/>
              </w:rPr>
              <w:t>11,43</w:t>
            </w:r>
          </w:p>
        </w:tc>
        <w:tc>
          <w:tcPr>
            <w:tcW w:w="992" w:type="dxa"/>
            <w:vAlign w:val="center"/>
            <w:hideMark/>
          </w:tcPr>
          <w:p w14:paraId="067CF9E3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E7FB6">
              <w:rPr>
                <w:color w:val="000000" w:themeColor="text1"/>
                <w:sz w:val="18"/>
                <w:szCs w:val="18"/>
              </w:rPr>
              <w:t>294 044,8</w:t>
            </w:r>
          </w:p>
          <w:p w14:paraId="067CF9E4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E7FB6">
              <w:rPr>
                <w:color w:val="000000" w:themeColor="text1"/>
                <w:sz w:val="18"/>
                <w:szCs w:val="18"/>
              </w:rPr>
              <w:t>/</w:t>
            </w:r>
          </w:p>
          <w:p w14:paraId="067CF9E5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E7FB6">
              <w:rPr>
                <w:color w:val="000000" w:themeColor="text1"/>
                <w:sz w:val="18"/>
                <w:szCs w:val="18"/>
              </w:rPr>
              <w:t>11,26</w:t>
            </w:r>
          </w:p>
        </w:tc>
        <w:tc>
          <w:tcPr>
            <w:tcW w:w="992" w:type="dxa"/>
            <w:vAlign w:val="center"/>
            <w:hideMark/>
          </w:tcPr>
          <w:p w14:paraId="067CF9E6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E7FB6">
              <w:rPr>
                <w:color w:val="000000" w:themeColor="text1"/>
                <w:sz w:val="18"/>
                <w:szCs w:val="18"/>
              </w:rPr>
              <w:t xml:space="preserve">124 800,0 </w:t>
            </w:r>
          </w:p>
          <w:p w14:paraId="067CF9E7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E7FB6">
              <w:rPr>
                <w:color w:val="000000" w:themeColor="text1"/>
                <w:sz w:val="18"/>
                <w:szCs w:val="18"/>
              </w:rPr>
              <w:t>/</w:t>
            </w:r>
          </w:p>
          <w:p w14:paraId="067CF9E8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E7FB6">
              <w:rPr>
                <w:color w:val="000000" w:themeColor="text1"/>
                <w:sz w:val="18"/>
                <w:szCs w:val="18"/>
              </w:rPr>
              <w:t>11,328</w:t>
            </w:r>
          </w:p>
        </w:tc>
        <w:tc>
          <w:tcPr>
            <w:tcW w:w="993" w:type="dxa"/>
            <w:vAlign w:val="center"/>
            <w:hideMark/>
          </w:tcPr>
          <w:p w14:paraId="067CF9E9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E7FB6">
              <w:rPr>
                <w:color w:val="000000" w:themeColor="text1"/>
                <w:sz w:val="18"/>
                <w:szCs w:val="18"/>
              </w:rPr>
              <w:t xml:space="preserve">154362,4 </w:t>
            </w:r>
          </w:p>
          <w:p w14:paraId="067CF9EA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E7FB6">
              <w:rPr>
                <w:color w:val="000000" w:themeColor="text1"/>
                <w:sz w:val="18"/>
                <w:szCs w:val="18"/>
              </w:rPr>
              <w:t>/</w:t>
            </w:r>
          </w:p>
          <w:p w14:paraId="067CF9EB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E7FB6">
              <w:rPr>
                <w:color w:val="000000" w:themeColor="text1"/>
                <w:sz w:val="18"/>
                <w:szCs w:val="18"/>
              </w:rPr>
              <w:t>11,320</w:t>
            </w:r>
          </w:p>
        </w:tc>
        <w:tc>
          <w:tcPr>
            <w:tcW w:w="992" w:type="dxa"/>
            <w:vAlign w:val="center"/>
            <w:hideMark/>
          </w:tcPr>
          <w:p w14:paraId="067CF9EC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E7FB6">
              <w:rPr>
                <w:color w:val="000000" w:themeColor="text1"/>
                <w:sz w:val="18"/>
                <w:szCs w:val="18"/>
              </w:rPr>
              <w:t>126200,0</w:t>
            </w:r>
          </w:p>
          <w:p w14:paraId="067CF9ED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E7FB6">
              <w:rPr>
                <w:color w:val="000000" w:themeColor="text1"/>
                <w:sz w:val="18"/>
                <w:szCs w:val="18"/>
              </w:rPr>
              <w:t>/</w:t>
            </w:r>
          </w:p>
          <w:p w14:paraId="067CF9EE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E7FB6">
              <w:rPr>
                <w:color w:val="000000" w:themeColor="text1"/>
                <w:sz w:val="18"/>
                <w:szCs w:val="18"/>
              </w:rPr>
              <w:t>11,333</w:t>
            </w:r>
          </w:p>
        </w:tc>
        <w:tc>
          <w:tcPr>
            <w:tcW w:w="992" w:type="dxa"/>
            <w:vAlign w:val="center"/>
            <w:hideMark/>
          </w:tcPr>
          <w:p w14:paraId="067CF9EF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7FB6">
              <w:rPr>
                <w:sz w:val="18"/>
                <w:szCs w:val="18"/>
              </w:rPr>
              <w:t>119716,9</w:t>
            </w:r>
          </w:p>
          <w:p w14:paraId="067CF9F0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7FB6">
              <w:rPr>
                <w:sz w:val="18"/>
                <w:szCs w:val="18"/>
              </w:rPr>
              <w:t>/</w:t>
            </w:r>
          </w:p>
          <w:p w14:paraId="067CF9F1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7FB6">
              <w:rPr>
                <w:sz w:val="18"/>
                <w:szCs w:val="18"/>
              </w:rPr>
              <w:t>11,971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67CF9F2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E7FB6">
              <w:rPr>
                <w:bCs/>
                <w:color w:val="000000" w:themeColor="text1"/>
                <w:sz w:val="18"/>
                <w:szCs w:val="18"/>
              </w:rPr>
              <w:t>106000,0</w:t>
            </w:r>
          </w:p>
          <w:p w14:paraId="067CF9F3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E7FB6">
              <w:rPr>
                <w:bCs/>
                <w:color w:val="000000" w:themeColor="text1"/>
                <w:sz w:val="18"/>
                <w:szCs w:val="18"/>
              </w:rPr>
              <w:t>/</w:t>
            </w:r>
          </w:p>
          <w:p w14:paraId="067CF9F4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E7FB6">
              <w:rPr>
                <w:bCs/>
                <w:color w:val="000000" w:themeColor="text1"/>
                <w:sz w:val="18"/>
                <w:szCs w:val="18"/>
              </w:rPr>
              <w:t>12,209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7CF9F5" w14:textId="77777777" w:rsidR="0065364B" w:rsidRPr="00CE7FB6" w:rsidRDefault="0065364B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E7FB6">
              <w:rPr>
                <w:bCs/>
                <w:color w:val="000000" w:themeColor="text1"/>
                <w:sz w:val="18"/>
                <w:szCs w:val="18"/>
              </w:rPr>
              <w:t>15000,0</w:t>
            </w:r>
          </w:p>
          <w:p w14:paraId="067CF9F6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E7FB6">
              <w:rPr>
                <w:bCs/>
                <w:color w:val="000000" w:themeColor="text1"/>
                <w:sz w:val="18"/>
                <w:szCs w:val="18"/>
              </w:rPr>
              <w:t>/</w:t>
            </w:r>
          </w:p>
          <w:p w14:paraId="067CF9F7" w14:textId="77777777" w:rsidR="00A14B91" w:rsidRPr="00CE7FB6" w:rsidRDefault="0065364B" w:rsidP="006536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E7FB6">
              <w:rPr>
                <w:bCs/>
                <w:color w:val="000000" w:themeColor="text1"/>
                <w:sz w:val="18"/>
                <w:szCs w:val="18"/>
              </w:rPr>
              <w:t>11,988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67CF9F8" w14:textId="77777777" w:rsidR="00A14B91" w:rsidRPr="00CE7FB6" w:rsidRDefault="0065364B" w:rsidP="00A14B91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E7FB6">
              <w:rPr>
                <w:bCs/>
                <w:color w:val="000000" w:themeColor="text1"/>
                <w:sz w:val="18"/>
                <w:szCs w:val="18"/>
              </w:rPr>
              <w:t>17000,0</w:t>
            </w:r>
          </w:p>
          <w:p w14:paraId="067CF9F9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E7FB6">
              <w:rPr>
                <w:bCs/>
                <w:color w:val="000000" w:themeColor="text1"/>
                <w:sz w:val="18"/>
                <w:szCs w:val="18"/>
              </w:rPr>
              <w:t>/</w:t>
            </w:r>
          </w:p>
          <w:p w14:paraId="067CF9FA" w14:textId="77777777" w:rsidR="00A14B91" w:rsidRPr="00CE7FB6" w:rsidRDefault="0065364B" w:rsidP="006536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E7FB6">
              <w:rPr>
                <w:bCs/>
                <w:color w:val="000000" w:themeColor="text1"/>
                <w:sz w:val="18"/>
                <w:szCs w:val="18"/>
              </w:rPr>
              <w:t>11,798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7CF9FB" w14:textId="77777777" w:rsidR="00A14B91" w:rsidRPr="00CE7FB6" w:rsidRDefault="0065364B" w:rsidP="00A14B91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E7FB6">
              <w:rPr>
                <w:bCs/>
                <w:color w:val="000000" w:themeColor="text1"/>
                <w:sz w:val="18"/>
                <w:szCs w:val="18"/>
              </w:rPr>
              <w:t>18500</w:t>
            </w:r>
            <w:r w:rsidR="00A14B91" w:rsidRPr="00CE7FB6">
              <w:rPr>
                <w:bCs/>
                <w:color w:val="000000" w:themeColor="text1"/>
                <w:sz w:val="18"/>
                <w:szCs w:val="18"/>
              </w:rPr>
              <w:t>,0</w:t>
            </w:r>
          </w:p>
          <w:p w14:paraId="067CF9FC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E7FB6">
              <w:rPr>
                <w:bCs/>
                <w:color w:val="000000" w:themeColor="text1"/>
                <w:sz w:val="18"/>
                <w:szCs w:val="18"/>
              </w:rPr>
              <w:t>/</w:t>
            </w:r>
          </w:p>
          <w:p w14:paraId="067CF9FD" w14:textId="77777777" w:rsidR="00A14B91" w:rsidRPr="00CE7FB6" w:rsidRDefault="0065364B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E7FB6">
              <w:rPr>
                <w:bCs/>
                <w:color w:val="000000" w:themeColor="text1"/>
                <w:sz w:val="18"/>
                <w:szCs w:val="18"/>
              </w:rPr>
              <w:t>11,626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067CF9FE" w14:textId="77777777" w:rsidR="00A14B91" w:rsidRPr="00CE7FB6" w:rsidRDefault="0065364B" w:rsidP="00A14B91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E7FB6">
              <w:rPr>
                <w:bCs/>
                <w:color w:val="000000" w:themeColor="text1"/>
                <w:sz w:val="18"/>
                <w:szCs w:val="18"/>
              </w:rPr>
              <w:t>20000,0</w:t>
            </w:r>
          </w:p>
          <w:p w14:paraId="067CF9FF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E7FB6">
              <w:rPr>
                <w:bCs/>
                <w:color w:val="000000" w:themeColor="text1"/>
                <w:sz w:val="18"/>
                <w:szCs w:val="18"/>
              </w:rPr>
              <w:t>/</w:t>
            </w:r>
          </w:p>
          <w:p w14:paraId="067CFA00" w14:textId="77777777" w:rsidR="00A14B91" w:rsidRPr="00CE7FB6" w:rsidRDefault="0065364B" w:rsidP="006536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E7FB6">
              <w:rPr>
                <w:bCs/>
                <w:color w:val="000000" w:themeColor="text1"/>
                <w:sz w:val="18"/>
                <w:szCs w:val="18"/>
              </w:rPr>
              <w:t>11,471</w:t>
            </w:r>
          </w:p>
        </w:tc>
      </w:tr>
      <w:tr w:rsidR="00D567F7" w:rsidRPr="00CE7FB6" w14:paraId="067CFA14" w14:textId="77777777" w:rsidTr="00745B33">
        <w:tc>
          <w:tcPr>
            <w:tcW w:w="513" w:type="dxa"/>
          </w:tcPr>
          <w:p w14:paraId="067CFA02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776" w:type="dxa"/>
            <w:hideMark/>
          </w:tcPr>
          <w:p w14:paraId="067CFA03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22"/>
                <w:szCs w:val="22"/>
              </w:rPr>
            </w:pPr>
            <w:r w:rsidRPr="00CE7FB6">
              <w:rPr>
                <w:color w:val="000000" w:themeColor="text1"/>
                <w:sz w:val="22"/>
                <w:szCs w:val="22"/>
              </w:rPr>
              <w:t>в том числе:</w:t>
            </w:r>
          </w:p>
          <w:p w14:paraId="067CFA04" w14:textId="77777777" w:rsidR="00A14B91" w:rsidRPr="00CE7FB6" w:rsidRDefault="00A14B91" w:rsidP="00A14B91">
            <w:pPr>
              <w:pStyle w:val="ConsPlusCell"/>
              <w:jc w:val="both"/>
              <w:rPr>
                <w:color w:val="000000" w:themeColor="text1"/>
                <w:sz w:val="22"/>
                <w:szCs w:val="22"/>
              </w:rPr>
            </w:pPr>
            <w:r w:rsidRPr="00CE7FB6">
              <w:rPr>
                <w:color w:val="000000" w:themeColor="text1"/>
                <w:sz w:val="22"/>
                <w:szCs w:val="22"/>
              </w:rPr>
              <w:t xml:space="preserve"> на душу населения</w:t>
            </w:r>
          </w:p>
        </w:tc>
        <w:tc>
          <w:tcPr>
            <w:tcW w:w="567" w:type="dxa"/>
            <w:vAlign w:val="center"/>
            <w:hideMark/>
          </w:tcPr>
          <w:p w14:paraId="067CFA05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CE7FB6">
              <w:rPr>
                <w:color w:val="000000" w:themeColor="text1"/>
                <w:sz w:val="16"/>
                <w:szCs w:val="16"/>
              </w:rPr>
              <w:t>Млн.</w:t>
            </w:r>
          </w:p>
          <w:p w14:paraId="067CFA06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CE7FB6">
              <w:rPr>
                <w:color w:val="000000" w:themeColor="text1"/>
                <w:sz w:val="16"/>
                <w:szCs w:val="16"/>
              </w:rPr>
              <w:t>руб./</w:t>
            </w:r>
          </w:p>
          <w:p w14:paraId="067CFA07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CE7FB6">
              <w:rPr>
                <w:color w:val="000000" w:themeColor="text1"/>
                <w:sz w:val="16"/>
                <w:szCs w:val="16"/>
              </w:rPr>
              <w:t>чел.</w:t>
            </w:r>
          </w:p>
        </w:tc>
        <w:tc>
          <w:tcPr>
            <w:tcW w:w="964" w:type="dxa"/>
            <w:vAlign w:val="center"/>
            <w:hideMark/>
          </w:tcPr>
          <w:p w14:paraId="067CFA08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CE7FB6">
              <w:rPr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1021" w:type="dxa"/>
            <w:vAlign w:val="center"/>
            <w:hideMark/>
          </w:tcPr>
          <w:p w14:paraId="067CFA09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CE7FB6">
              <w:rPr>
                <w:color w:val="000000" w:themeColor="text1"/>
                <w:sz w:val="20"/>
                <w:szCs w:val="20"/>
              </w:rPr>
              <w:t>22,8</w:t>
            </w:r>
          </w:p>
        </w:tc>
        <w:tc>
          <w:tcPr>
            <w:tcW w:w="992" w:type="dxa"/>
            <w:vAlign w:val="center"/>
            <w:hideMark/>
          </w:tcPr>
          <w:p w14:paraId="067CFA0A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CE7FB6">
              <w:rPr>
                <w:color w:val="000000" w:themeColor="text1"/>
                <w:sz w:val="20"/>
                <w:szCs w:val="20"/>
              </w:rPr>
              <w:t>26,1</w:t>
            </w:r>
          </w:p>
        </w:tc>
        <w:tc>
          <w:tcPr>
            <w:tcW w:w="992" w:type="dxa"/>
            <w:vAlign w:val="center"/>
            <w:hideMark/>
          </w:tcPr>
          <w:p w14:paraId="067CFA0B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CE7FB6">
              <w:rPr>
                <w:color w:val="000000" w:themeColor="text1"/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  <w:hideMark/>
          </w:tcPr>
          <w:p w14:paraId="067CFA0C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CE7FB6">
              <w:rPr>
                <w:color w:val="000000" w:themeColor="text1"/>
                <w:sz w:val="20"/>
                <w:szCs w:val="20"/>
              </w:rPr>
              <w:t>13,6</w:t>
            </w:r>
          </w:p>
        </w:tc>
        <w:tc>
          <w:tcPr>
            <w:tcW w:w="992" w:type="dxa"/>
            <w:vAlign w:val="center"/>
            <w:hideMark/>
          </w:tcPr>
          <w:p w14:paraId="067CFA0D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CE7FB6">
              <w:rPr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992" w:type="dxa"/>
            <w:vAlign w:val="center"/>
            <w:hideMark/>
          </w:tcPr>
          <w:p w14:paraId="067CFA0E" w14:textId="77777777" w:rsidR="00A14B91" w:rsidRPr="00CE7FB6" w:rsidRDefault="00A14B91" w:rsidP="00A14B91">
            <w:pPr>
              <w:pStyle w:val="ConsPlusCell"/>
              <w:jc w:val="center"/>
              <w:rPr>
                <w:sz w:val="20"/>
                <w:szCs w:val="20"/>
              </w:rPr>
            </w:pPr>
            <w:r w:rsidRPr="00CE7FB6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67CFA0F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E7FB6">
              <w:rPr>
                <w:bCs/>
                <w:color w:val="000000" w:themeColor="text1"/>
                <w:sz w:val="20"/>
                <w:szCs w:val="20"/>
              </w:rPr>
              <w:t>8,68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7CFA10" w14:textId="77777777" w:rsidR="00A14B91" w:rsidRPr="00CE7FB6" w:rsidRDefault="0065364B" w:rsidP="000E14D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E7FB6">
              <w:rPr>
                <w:bCs/>
                <w:color w:val="000000" w:themeColor="text1"/>
                <w:sz w:val="20"/>
                <w:szCs w:val="20"/>
              </w:rPr>
              <w:t>1,25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67CFA11" w14:textId="77777777" w:rsidR="00A14B91" w:rsidRPr="00CE7FB6" w:rsidRDefault="0065364B" w:rsidP="006536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E7FB6">
              <w:rPr>
                <w:bCs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7CFA12" w14:textId="77777777" w:rsidR="00A14B91" w:rsidRPr="00CE7FB6" w:rsidRDefault="0065364B" w:rsidP="006536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E7FB6">
              <w:rPr>
                <w:bCs/>
                <w:color w:val="000000" w:themeColor="text1"/>
                <w:sz w:val="20"/>
                <w:szCs w:val="20"/>
              </w:rPr>
              <w:t>1,59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067CFA13" w14:textId="77777777" w:rsidR="00A14B91" w:rsidRPr="00CE7FB6" w:rsidRDefault="0065364B" w:rsidP="006536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E7FB6">
              <w:rPr>
                <w:bCs/>
                <w:color w:val="000000" w:themeColor="text1"/>
                <w:sz w:val="20"/>
                <w:szCs w:val="20"/>
              </w:rPr>
              <w:t>1,7</w:t>
            </w:r>
          </w:p>
        </w:tc>
      </w:tr>
      <w:tr w:rsidR="00A14B91" w:rsidRPr="00CE7FB6" w14:paraId="067CFA25" w14:textId="77777777" w:rsidTr="00745B33">
        <w:tc>
          <w:tcPr>
            <w:tcW w:w="513" w:type="dxa"/>
            <w:hideMark/>
          </w:tcPr>
          <w:p w14:paraId="067CFA15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22"/>
                <w:szCs w:val="22"/>
              </w:rPr>
            </w:pPr>
            <w:r w:rsidRPr="00CE7FB6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2776" w:type="dxa"/>
            <w:shd w:val="clear" w:color="auto" w:fill="auto"/>
            <w:hideMark/>
          </w:tcPr>
          <w:p w14:paraId="067CFA16" w14:textId="77777777" w:rsidR="00A14B91" w:rsidRPr="00CE7FB6" w:rsidRDefault="00A14B91" w:rsidP="00D567F7">
            <w:pPr>
              <w:pStyle w:val="ConsPlusCell"/>
              <w:rPr>
                <w:color w:val="000000" w:themeColor="text1"/>
                <w:sz w:val="22"/>
                <w:szCs w:val="22"/>
              </w:rPr>
            </w:pPr>
            <w:r w:rsidRPr="00CE7FB6">
              <w:rPr>
                <w:color w:val="000000" w:themeColor="text1"/>
                <w:sz w:val="22"/>
                <w:szCs w:val="22"/>
              </w:rPr>
              <w:t xml:space="preserve">Количество получателей муниципальной поддержки </w:t>
            </w:r>
            <w:r w:rsidR="00BA4AE2" w:rsidRPr="00CE7FB6">
              <w:rPr>
                <w:color w:val="000000" w:themeColor="text1"/>
                <w:sz w:val="22"/>
                <w:szCs w:val="22"/>
              </w:rPr>
              <w:t xml:space="preserve"> (при наличии заявителей)</w:t>
            </w:r>
          </w:p>
        </w:tc>
        <w:tc>
          <w:tcPr>
            <w:tcW w:w="567" w:type="dxa"/>
            <w:vAlign w:val="center"/>
            <w:hideMark/>
          </w:tcPr>
          <w:p w14:paraId="067CFA17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CE7FB6">
              <w:rPr>
                <w:color w:val="000000" w:themeColor="text1"/>
                <w:sz w:val="16"/>
                <w:szCs w:val="16"/>
              </w:rPr>
              <w:t xml:space="preserve">Ед. </w:t>
            </w:r>
          </w:p>
          <w:p w14:paraId="067CFA18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CE7FB6">
              <w:rPr>
                <w:color w:val="000000" w:themeColor="text1"/>
                <w:sz w:val="16"/>
                <w:szCs w:val="16"/>
              </w:rPr>
              <w:t>в год</w:t>
            </w:r>
          </w:p>
        </w:tc>
        <w:tc>
          <w:tcPr>
            <w:tcW w:w="964" w:type="dxa"/>
            <w:vAlign w:val="center"/>
            <w:hideMark/>
          </w:tcPr>
          <w:p w14:paraId="067CFA19" w14:textId="77777777" w:rsidR="00A14B91" w:rsidRPr="00CE7FB6" w:rsidRDefault="00A14B91" w:rsidP="00A14B91">
            <w:pPr>
              <w:pStyle w:val="ConsPlusCell"/>
              <w:jc w:val="center"/>
              <w:rPr>
                <w:color w:val="FF33CC"/>
                <w:sz w:val="20"/>
                <w:szCs w:val="20"/>
              </w:rPr>
            </w:pPr>
            <w:r w:rsidRPr="00CE7FB6">
              <w:rPr>
                <w:color w:val="FF33CC"/>
                <w:sz w:val="20"/>
                <w:szCs w:val="20"/>
              </w:rPr>
              <w:t>-</w:t>
            </w:r>
          </w:p>
        </w:tc>
        <w:tc>
          <w:tcPr>
            <w:tcW w:w="1021" w:type="dxa"/>
            <w:vAlign w:val="center"/>
            <w:hideMark/>
          </w:tcPr>
          <w:p w14:paraId="067CFA1A" w14:textId="77777777" w:rsidR="00A14B91" w:rsidRPr="00CE7FB6" w:rsidRDefault="00A14B91" w:rsidP="00A14B91">
            <w:pPr>
              <w:pStyle w:val="ConsPlusCell"/>
              <w:jc w:val="center"/>
              <w:rPr>
                <w:color w:val="FF33CC"/>
                <w:sz w:val="20"/>
                <w:szCs w:val="20"/>
              </w:rPr>
            </w:pPr>
            <w:r w:rsidRPr="00CE7FB6">
              <w:rPr>
                <w:color w:val="FF33CC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067CFA1B" w14:textId="77777777" w:rsidR="00A14B91" w:rsidRPr="00CE7FB6" w:rsidRDefault="00A14B91" w:rsidP="00A14B91">
            <w:pPr>
              <w:pStyle w:val="ConsPlusCell"/>
              <w:jc w:val="center"/>
              <w:rPr>
                <w:color w:val="FF33CC"/>
                <w:sz w:val="20"/>
                <w:szCs w:val="20"/>
              </w:rPr>
            </w:pPr>
            <w:r w:rsidRPr="00CE7FB6">
              <w:rPr>
                <w:color w:val="FF33CC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067CFA1C" w14:textId="77777777" w:rsidR="00A14B91" w:rsidRPr="00CE7FB6" w:rsidRDefault="00A14B91" w:rsidP="00A14B91">
            <w:pPr>
              <w:pStyle w:val="ConsPlusCell"/>
              <w:jc w:val="center"/>
              <w:rPr>
                <w:color w:val="FF33CC"/>
                <w:sz w:val="20"/>
                <w:szCs w:val="20"/>
              </w:rPr>
            </w:pPr>
            <w:r w:rsidRPr="00CE7FB6">
              <w:rPr>
                <w:color w:val="FF33CC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  <w:hideMark/>
          </w:tcPr>
          <w:p w14:paraId="067CFA1D" w14:textId="77777777" w:rsidR="00A14B91" w:rsidRPr="00CE7FB6" w:rsidRDefault="00A14B91" w:rsidP="00A14B91">
            <w:pPr>
              <w:pStyle w:val="ConsPlusCell"/>
              <w:jc w:val="center"/>
              <w:rPr>
                <w:color w:val="FF33CC"/>
                <w:sz w:val="20"/>
                <w:szCs w:val="20"/>
              </w:rPr>
            </w:pPr>
            <w:r w:rsidRPr="00CE7FB6">
              <w:rPr>
                <w:color w:val="FF33CC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067CFA1E" w14:textId="77777777" w:rsidR="00A14B91" w:rsidRPr="00CE7FB6" w:rsidRDefault="00A14B91" w:rsidP="00A14B91">
            <w:pPr>
              <w:pStyle w:val="ConsPlusCell"/>
              <w:jc w:val="center"/>
              <w:rPr>
                <w:color w:val="FF33CC"/>
                <w:sz w:val="20"/>
                <w:szCs w:val="20"/>
              </w:rPr>
            </w:pPr>
            <w:r w:rsidRPr="00CE7FB6">
              <w:rPr>
                <w:color w:val="FF33CC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067CFA1F" w14:textId="77777777" w:rsidR="00A14B91" w:rsidRPr="00CE7FB6" w:rsidRDefault="00A14B91" w:rsidP="00A14B91">
            <w:pPr>
              <w:pStyle w:val="ConsPlusCell"/>
              <w:jc w:val="center"/>
              <w:rPr>
                <w:color w:val="FF33CC"/>
                <w:sz w:val="20"/>
                <w:szCs w:val="20"/>
              </w:rPr>
            </w:pPr>
            <w:r w:rsidRPr="00CE7FB6">
              <w:rPr>
                <w:color w:val="FF33CC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067CFA20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33CCFF"/>
                <w:sz w:val="20"/>
                <w:szCs w:val="20"/>
              </w:rPr>
            </w:pPr>
            <w:r w:rsidRPr="00CE7FB6">
              <w:rPr>
                <w:bCs/>
                <w:color w:val="33CCF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7CFA21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33CCFF"/>
                <w:sz w:val="20"/>
                <w:szCs w:val="20"/>
              </w:rPr>
            </w:pPr>
            <w:r w:rsidRPr="00CE7FB6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7CFA22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E7FB6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14:paraId="067CFA23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E7F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14:paraId="067CFA24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E7FB6">
              <w:rPr>
                <w:bCs/>
                <w:sz w:val="20"/>
                <w:szCs w:val="20"/>
              </w:rPr>
              <w:t>2</w:t>
            </w:r>
          </w:p>
        </w:tc>
      </w:tr>
      <w:tr w:rsidR="00A14B91" w:rsidRPr="00CE7FB6" w14:paraId="067CFA37" w14:textId="77777777" w:rsidTr="00745B33">
        <w:tc>
          <w:tcPr>
            <w:tcW w:w="513" w:type="dxa"/>
            <w:hideMark/>
          </w:tcPr>
          <w:p w14:paraId="067CFA26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22"/>
                <w:szCs w:val="22"/>
              </w:rPr>
            </w:pPr>
            <w:r w:rsidRPr="00CE7FB6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2776" w:type="dxa"/>
            <w:shd w:val="clear" w:color="auto" w:fill="auto"/>
            <w:hideMark/>
          </w:tcPr>
          <w:p w14:paraId="067CFA27" w14:textId="77777777" w:rsidR="00A14B91" w:rsidRPr="00CE7FB6" w:rsidRDefault="00A14B91" w:rsidP="00D567F7">
            <w:pPr>
              <w:pStyle w:val="ConsPlusCell"/>
              <w:rPr>
                <w:color w:val="000000" w:themeColor="text1"/>
                <w:sz w:val="22"/>
                <w:szCs w:val="22"/>
              </w:rPr>
            </w:pPr>
            <w:r w:rsidRPr="00CE7FB6">
              <w:rPr>
                <w:color w:val="000000" w:themeColor="text1"/>
                <w:sz w:val="22"/>
                <w:szCs w:val="22"/>
              </w:rPr>
              <w:t>Объем инвестиций по проектам, реализуемым при муниципальной поддержке</w:t>
            </w:r>
            <w:r w:rsidR="00BA4AE2" w:rsidRPr="00CE7FB6">
              <w:rPr>
                <w:color w:val="000000" w:themeColor="text1"/>
                <w:sz w:val="22"/>
                <w:szCs w:val="22"/>
              </w:rPr>
              <w:t xml:space="preserve"> (при наличии заявителей)</w:t>
            </w:r>
          </w:p>
        </w:tc>
        <w:tc>
          <w:tcPr>
            <w:tcW w:w="567" w:type="dxa"/>
            <w:vAlign w:val="center"/>
            <w:hideMark/>
          </w:tcPr>
          <w:p w14:paraId="067CFA28" w14:textId="77777777" w:rsidR="00A14B91" w:rsidRPr="00CE7FB6" w:rsidRDefault="00A14B91" w:rsidP="00A14B91">
            <w:pPr>
              <w:pStyle w:val="ConsPlusCell"/>
              <w:ind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CE7FB6">
              <w:rPr>
                <w:color w:val="000000" w:themeColor="text1"/>
                <w:sz w:val="16"/>
                <w:szCs w:val="16"/>
              </w:rPr>
              <w:t>Млн.</w:t>
            </w:r>
          </w:p>
          <w:p w14:paraId="067CFA29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CE7FB6">
              <w:rPr>
                <w:color w:val="000000" w:themeColor="text1"/>
                <w:sz w:val="16"/>
                <w:szCs w:val="16"/>
              </w:rPr>
              <w:t xml:space="preserve">руб. </w:t>
            </w:r>
          </w:p>
          <w:p w14:paraId="067CFA2A" w14:textId="77777777" w:rsidR="00A14B91" w:rsidRPr="00CE7FB6" w:rsidRDefault="00A14B91" w:rsidP="00A14B91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CE7FB6">
              <w:rPr>
                <w:color w:val="000000" w:themeColor="text1"/>
                <w:sz w:val="16"/>
                <w:szCs w:val="16"/>
              </w:rPr>
              <w:t>в год</w:t>
            </w:r>
          </w:p>
        </w:tc>
        <w:tc>
          <w:tcPr>
            <w:tcW w:w="964" w:type="dxa"/>
            <w:vAlign w:val="center"/>
            <w:hideMark/>
          </w:tcPr>
          <w:p w14:paraId="067CFA2B" w14:textId="77777777" w:rsidR="00A14B91" w:rsidRPr="00CE7FB6" w:rsidRDefault="00A14B91" w:rsidP="00A14B91">
            <w:pPr>
              <w:pStyle w:val="ConsPlusCell"/>
              <w:jc w:val="center"/>
              <w:rPr>
                <w:color w:val="FF33CC"/>
                <w:sz w:val="20"/>
                <w:szCs w:val="20"/>
              </w:rPr>
            </w:pPr>
            <w:r w:rsidRPr="00CE7FB6">
              <w:rPr>
                <w:color w:val="FF33CC"/>
                <w:sz w:val="20"/>
                <w:szCs w:val="20"/>
              </w:rPr>
              <w:t>-</w:t>
            </w:r>
          </w:p>
        </w:tc>
        <w:tc>
          <w:tcPr>
            <w:tcW w:w="1021" w:type="dxa"/>
            <w:vAlign w:val="center"/>
            <w:hideMark/>
          </w:tcPr>
          <w:p w14:paraId="067CFA2C" w14:textId="77777777" w:rsidR="00A14B91" w:rsidRPr="00CE7FB6" w:rsidRDefault="00A14B91" w:rsidP="00A14B91">
            <w:pPr>
              <w:pStyle w:val="ConsPlusCell"/>
              <w:jc w:val="center"/>
              <w:rPr>
                <w:color w:val="FF33CC"/>
                <w:sz w:val="20"/>
                <w:szCs w:val="20"/>
              </w:rPr>
            </w:pPr>
            <w:r w:rsidRPr="00CE7FB6">
              <w:rPr>
                <w:color w:val="FF33CC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067CFA2D" w14:textId="77777777" w:rsidR="00A14B91" w:rsidRPr="00CE7FB6" w:rsidRDefault="00A14B91" w:rsidP="00A14B91">
            <w:pPr>
              <w:pStyle w:val="ConsPlusCell"/>
              <w:jc w:val="center"/>
              <w:rPr>
                <w:color w:val="FF33CC"/>
                <w:sz w:val="20"/>
                <w:szCs w:val="20"/>
              </w:rPr>
            </w:pPr>
            <w:r w:rsidRPr="00CE7FB6">
              <w:rPr>
                <w:color w:val="FF33CC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067CFA2E" w14:textId="77777777" w:rsidR="00A14B91" w:rsidRPr="00CE7FB6" w:rsidRDefault="00A14B91" w:rsidP="00A14B91">
            <w:pPr>
              <w:pStyle w:val="ConsPlusCell"/>
              <w:jc w:val="center"/>
              <w:rPr>
                <w:color w:val="FF33CC"/>
                <w:sz w:val="20"/>
                <w:szCs w:val="20"/>
              </w:rPr>
            </w:pPr>
            <w:r w:rsidRPr="00CE7FB6">
              <w:rPr>
                <w:color w:val="FF33CC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  <w:hideMark/>
          </w:tcPr>
          <w:p w14:paraId="067CFA2F" w14:textId="77777777" w:rsidR="00A14B91" w:rsidRPr="00CE7FB6" w:rsidRDefault="00A14B91" w:rsidP="00A14B91">
            <w:pPr>
              <w:pStyle w:val="ConsPlusCell"/>
              <w:jc w:val="center"/>
              <w:rPr>
                <w:color w:val="FF33CC"/>
                <w:sz w:val="20"/>
                <w:szCs w:val="20"/>
              </w:rPr>
            </w:pPr>
            <w:r w:rsidRPr="00CE7FB6">
              <w:rPr>
                <w:color w:val="FF33CC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067CFA30" w14:textId="77777777" w:rsidR="00A14B91" w:rsidRPr="00CE7FB6" w:rsidRDefault="00A14B91" w:rsidP="00A14B91">
            <w:pPr>
              <w:pStyle w:val="ConsPlusCell"/>
              <w:jc w:val="center"/>
              <w:rPr>
                <w:color w:val="FF33CC"/>
                <w:sz w:val="20"/>
                <w:szCs w:val="20"/>
              </w:rPr>
            </w:pPr>
            <w:r w:rsidRPr="00CE7FB6">
              <w:rPr>
                <w:color w:val="FF33CC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067CFA31" w14:textId="77777777" w:rsidR="00A14B91" w:rsidRPr="00CE7FB6" w:rsidRDefault="00A14B91" w:rsidP="00A14B91">
            <w:pPr>
              <w:pStyle w:val="ConsPlusCell"/>
              <w:jc w:val="center"/>
              <w:rPr>
                <w:color w:val="FF33CC"/>
                <w:sz w:val="20"/>
                <w:szCs w:val="20"/>
              </w:rPr>
            </w:pPr>
            <w:r w:rsidRPr="00CE7FB6">
              <w:rPr>
                <w:color w:val="FF33CC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067CFA32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33CCFF"/>
                <w:sz w:val="20"/>
                <w:szCs w:val="20"/>
              </w:rPr>
            </w:pPr>
            <w:r w:rsidRPr="00CE7FB6">
              <w:rPr>
                <w:bCs/>
                <w:color w:val="33CCFF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7CFA33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33CCFF"/>
                <w:sz w:val="20"/>
                <w:szCs w:val="20"/>
              </w:rPr>
            </w:pPr>
            <w:r w:rsidRPr="00CE7FB6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7CFA34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E7FB6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14:paraId="067CFA35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E7FB6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14:paraId="067CFA36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E7FB6">
              <w:rPr>
                <w:bCs/>
                <w:sz w:val="20"/>
                <w:szCs w:val="20"/>
              </w:rPr>
              <w:t>4,0</w:t>
            </w:r>
          </w:p>
        </w:tc>
      </w:tr>
      <w:tr w:rsidR="00A14B91" w:rsidRPr="00CE7FB6" w14:paraId="067CFA47" w14:textId="77777777" w:rsidTr="00745B33">
        <w:tc>
          <w:tcPr>
            <w:tcW w:w="513" w:type="dxa"/>
          </w:tcPr>
          <w:p w14:paraId="067CFA38" w14:textId="77777777" w:rsidR="00A14B91" w:rsidRPr="00CE7FB6" w:rsidRDefault="00A14B91" w:rsidP="00A14B91">
            <w:pPr>
              <w:pStyle w:val="ConsPlusCell"/>
              <w:jc w:val="center"/>
              <w:rPr>
                <w:sz w:val="22"/>
                <w:szCs w:val="22"/>
              </w:rPr>
            </w:pPr>
            <w:r w:rsidRPr="00CE7FB6">
              <w:rPr>
                <w:sz w:val="22"/>
                <w:szCs w:val="22"/>
              </w:rPr>
              <w:t>4.</w:t>
            </w:r>
          </w:p>
        </w:tc>
        <w:tc>
          <w:tcPr>
            <w:tcW w:w="2776" w:type="dxa"/>
          </w:tcPr>
          <w:p w14:paraId="067CFA39" w14:textId="77777777" w:rsidR="00A14B91" w:rsidRPr="00CE7FB6" w:rsidRDefault="00A14B91" w:rsidP="00D567F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E7FB6">
              <w:rPr>
                <w:sz w:val="22"/>
                <w:szCs w:val="22"/>
              </w:rPr>
              <w:t>Ежегодное количество участников обучающих мероприятий</w:t>
            </w:r>
            <w:r w:rsidRPr="00CE7FB6">
              <w:rPr>
                <w:sz w:val="20"/>
                <w:szCs w:val="20"/>
              </w:rPr>
              <w:t xml:space="preserve"> </w:t>
            </w:r>
            <w:r w:rsidRPr="00CE7FB6">
              <w:rPr>
                <w:sz w:val="22"/>
                <w:szCs w:val="22"/>
              </w:rPr>
              <w:t xml:space="preserve">по вопросам инвестиционной деятельности </w:t>
            </w:r>
          </w:p>
        </w:tc>
        <w:tc>
          <w:tcPr>
            <w:tcW w:w="567" w:type="dxa"/>
            <w:vAlign w:val="center"/>
          </w:tcPr>
          <w:p w14:paraId="067CFA3A" w14:textId="77777777" w:rsidR="00A14B91" w:rsidRPr="00CE7FB6" w:rsidRDefault="00A14B91" w:rsidP="00A14B91">
            <w:pPr>
              <w:pStyle w:val="ConsPlusCell"/>
              <w:jc w:val="center"/>
              <w:rPr>
                <w:sz w:val="16"/>
                <w:szCs w:val="16"/>
              </w:rPr>
            </w:pPr>
            <w:r w:rsidRPr="00CE7FB6">
              <w:rPr>
                <w:sz w:val="16"/>
                <w:szCs w:val="16"/>
              </w:rPr>
              <w:t>Чел.</w:t>
            </w:r>
          </w:p>
        </w:tc>
        <w:tc>
          <w:tcPr>
            <w:tcW w:w="964" w:type="dxa"/>
            <w:vAlign w:val="center"/>
          </w:tcPr>
          <w:p w14:paraId="067CFA3B" w14:textId="77777777" w:rsidR="00A14B91" w:rsidRPr="00CE7FB6" w:rsidRDefault="00A14B91" w:rsidP="00A14B91">
            <w:pPr>
              <w:pStyle w:val="ConsPlusCell"/>
              <w:jc w:val="center"/>
              <w:rPr>
                <w:sz w:val="20"/>
                <w:szCs w:val="20"/>
              </w:rPr>
            </w:pPr>
            <w:r w:rsidRPr="00CE7FB6">
              <w:rPr>
                <w:sz w:val="20"/>
                <w:szCs w:val="20"/>
              </w:rPr>
              <w:t>х</w:t>
            </w:r>
          </w:p>
        </w:tc>
        <w:tc>
          <w:tcPr>
            <w:tcW w:w="1021" w:type="dxa"/>
            <w:vAlign w:val="center"/>
          </w:tcPr>
          <w:p w14:paraId="067CFA3C" w14:textId="77777777" w:rsidR="00A14B91" w:rsidRPr="00CE7FB6" w:rsidRDefault="00A14B91" w:rsidP="00A14B91">
            <w:pPr>
              <w:pStyle w:val="ConsPlusCell"/>
              <w:jc w:val="center"/>
              <w:rPr>
                <w:sz w:val="20"/>
                <w:szCs w:val="20"/>
              </w:rPr>
            </w:pPr>
            <w:r w:rsidRPr="00CE7FB6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067CFA3D" w14:textId="77777777" w:rsidR="00A14B91" w:rsidRPr="00CE7FB6" w:rsidRDefault="00A14B91" w:rsidP="00A14B91">
            <w:pPr>
              <w:pStyle w:val="ConsPlusCell"/>
              <w:jc w:val="center"/>
              <w:rPr>
                <w:sz w:val="20"/>
                <w:szCs w:val="20"/>
              </w:rPr>
            </w:pPr>
            <w:r w:rsidRPr="00CE7FB6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067CFA3E" w14:textId="77777777" w:rsidR="00A14B91" w:rsidRPr="00CE7FB6" w:rsidRDefault="00A14B91" w:rsidP="00A14B91">
            <w:pPr>
              <w:pStyle w:val="ConsPlusCell"/>
              <w:jc w:val="center"/>
              <w:rPr>
                <w:sz w:val="20"/>
                <w:szCs w:val="20"/>
              </w:rPr>
            </w:pPr>
            <w:r w:rsidRPr="00CE7FB6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vAlign w:val="center"/>
          </w:tcPr>
          <w:p w14:paraId="067CFA3F" w14:textId="77777777" w:rsidR="00A14B91" w:rsidRPr="00CE7FB6" w:rsidRDefault="00A14B91" w:rsidP="00A14B91">
            <w:pPr>
              <w:pStyle w:val="ConsPlusCell"/>
              <w:jc w:val="center"/>
              <w:rPr>
                <w:sz w:val="20"/>
                <w:szCs w:val="20"/>
              </w:rPr>
            </w:pPr>
            <w:r w:rsidRPr="00CE7FB6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067CFA40" w14:textId="77777777" w:rsidR="00A14B91" w:rsidRPr="00CE7FB6" w:rsidRDefault="00A14B91" w:rsidP="00A14B91">
            <w:pPr>
              <w:pStyle w:val="ConsPlusCell"/>
              <w:jc w:val="center"/>
              <w:rPr>
                <w:sz w:val="20"/>
                <w:szCs w:val="20"/>
              </w:rPr>
            </w:pPr>
            <w:r w:rsidRPr="00CE7FB6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067CFA41" w14:textId="77777777" w:rsidR="00A14B91" w:rsidRPr="00CE7FB6" w:rsidRDefault="00A14B91" w:rsidP="00A14B91">
            <w:pPr>
              <w:pStyle w:val="ConsPlusCell"/>
              <w:jc w:val="center"/>
              <w:rPr>
                <w:sz w:val="20"/>
                <w:szCs w:val="20"/>
              </w:rPr>
            </w:pPr>
            <w:r w:rsidRPr="00CE7FB6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14:paraId="067CFA42" w14:textId="77777777" w:rsidR="00A14B91" w:rsidRPr="00CE7FB6" w:rsidRDefault="00A14B91" w:rsidP="00A14B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E7FB6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7CFA43" w14:textId="77777777" w:rsidR="00A14B91" w:rsidRPr="00CE7FB6" w:rsidRDefault="0065364B" w:rsidP="006536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E7FB6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7CFA44" w14:textId="77777777" w:rsidR="00A14B91" w:rsidRPr="00CE7FB6" w:rsidRDefault="0065364B" w:rsidP="006536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E7FB6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7CFA45" w14:textId="77777777" w:rsidR="00A14B91" w:rsidRPr="00CE7FB6" w:rsidRDefault="0065364B" w:rsidP="006536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E7FB6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067CFA46" w14:textId="77777777" w:rsidR="00A14B91" w:rsidRPr="00CE7FB6" w:rsidRDefault="0065364B" w:rsidP="006536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E7FB6">
              <w:rPr>
                <w:bCs/>
                <w:sz w:val="20"/>
                <w:szCs w:val="20"/>
              </w:rPr>
              <w:t>5</w:t>
            </w:r>
          </w:p>
        </w:tc>
      </w:tr>
    </w:tbl>
    <w:p w14:paraId="067CFA48" w14:textId="77777777" w:rsidR="0065364B" w:rsidRPr="00CE7FB6" w:rsidRDefault="0065364B" w:rsidP="00CE7FB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E7FB6">
        <w:rPr>
          <w:sz w:val="26"/>
          <w:szCs w:val="26"/>
        </w:rPr>
        <w:t>Перечень индикаторов Программы подлежит корректировке в случае потери информативности и актуальности показателя, изменения приоритетов государственной, региональной и муниципальной политики, появления обстоятельств, существенно влияющих на развитие соответствующих сфер экономической деятельности.</w:t>
      </w:r>
      <w:r w:rsidR="00D567F7" w:rsidRPr="00CE7FB6">
        <w:rPr>
          <w:sz w:val="26"/>
          <w:szCs w:val="26"/>
        </w:rPr>
        <w:t>».</w:t>
      </w:r>
    </w:p>
    <w:p w14:paraId="067CFA49" w14:textId="77777777" w:rsidR="00A14B91" w:rsidRDefault="00A14B91" w:rsidP="00CE7FB6">
      <w:pPr>
        <w:widowControl w:val="0"/>
        <w:tabs>
          <w:tab w:val="left" w:pos="142"/>
        </w:tabs>
        <w:autoSpaceDE w:val="0"/>
        <w:autoSpaceDN w:val="0"/>
        <w:adjustRightInd w:val="0"/>
        <w:ind w:hanging="426"/>
        <w:jc w:val="right"/>
        <w:outlineLvl w:val="1"/>
        <w:rPr>
          <w:sz w:val="26"/>
          <w:szCs w:val="26"/>
        </w:rPr>
      </w:pPr>
    </w:p>
    <w:sectPr w:rsidR="00A14B91" w:rsidSect="00745B33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1418" w:right="678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CFA4C" w14:textId="77777777" w:rsidR="00C636C7" w:rsidRDefault="00C636C7">
      <w:r>
        <w:separator/>
      </w:r>
    </w:p>
  </w:endnote>
  <w:endnote w:type="continuationSeparator" w:id="0">
    <w:p w14:paraId="067CFA4D" w14:textId="77777777" w:rsidR="00C636C7" w:rsidRDefault="00C63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CFA53" w14:textId="77777777" w:rsidR="00C636C7" w:rsidRDefault="00C636C7" w:rsidP="00B707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67CFA54" w14:textId="77777777" w:rsidR="00C636C7" w:rsidRDefault="00C636C7" w:rsidP="004A1F8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CFA55" w14:textId="77777777" w:rsidR="00C636C7" w:rsidRDefault="00C636C7" w:rsidP="00940388">
    <w:pPr>
      <w:pStyle w:val="a4"/>
      <w:tabs>
        <w:tab w:val="clear" w:pos="9355"/>
        <w:tab w:val="left" w:pos="4677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CFA4A" w14:textId="77777777" w:rsidR="00C636C7" w:rsidRDefault="00C636C7">
      <w:r>
        <w:separator/>
      </w:r>
    </w:p>
  </w:footnote>
  <w:footnote w:type="continuationSeparator" w:id="0">
    <w:p w14:paraId="067CFA4B" w14:textId="77777777" w:rsidR="00C636C7" w:rsidRDefault="00C63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CFA4E" w14:textId="77777777" w:rsidR="00C636C7" w:rsidRDefault="00C636C7" w:rsidP="003372E7">
    <w:pPr>
      <w:pStyle w:val="aa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67CFA4F" w14:textId="77777777" w:rsidR="00C636C7" w:rsidRDefault="00C636C7" w:rsidP="00940388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CFA50" w14:textId="698ED571" w:rsidR="00C636C7" w:rsidRDefault="00C636C7" w:rsidP="003372E7">
    <w:pPr>
      <w:pStyle w:val="aa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5B33">
      <w:rPr>
        <w:rStyle w:val="a5"/>
        <w:noProof/>
      </w:rPr>
      <w:t>2</w:t>
    </w:r>
    <w:r>
      <w:rPr>
        <w:rStyle w:val="a5"/>
      </w:rPr>
      <w:fldChar w:fldCharType="end"/>
    </w:r>
  </w:p>
  <w:p w14:paraId="067CFA51" w14:textId="77777777" w:rsidR="00C636C7" w:rsidRDefault="00C636C7" w:rsidP="00940388">
    <w:pPr>
      <w:pStyle w:val="aa"/>
      <w:framePr w:wrap="around" w:vAnchor="text" w:hAnchor="margin" w:xAlign="right" w:y="1"/>
      <w:jc w:val="center"/>
      <w:rPr>
        <w:rStyle w:val="a5"/>
      </w:rPr>
    </w:pPr>
  </w:p>
  <w:p w14:paraId="067CFA52" w14:textId="77777777" w:rsidR="00C636C7" w:rsidRDefault="00C636C7" w:rsidP="00940388">
    <w:pPr>
      <w:pStyle w:val="aa"/>
      <w:tabs>
        <w:tab w:val="center" w:pos="4497"/>
        <w:tab w:val="left" w:pos="4980"/>
      </w:tabs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34BC9"/>
    <w:multiLevelType w:val="hybridMultilevel"/>
    <w:tmpl w:val="CB889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9287A75"/>
    <w:multiLevelType w:val="hybridMultilevel"/>
    <w:tmpl w:val="649AF3B0"/>
    <w:lvl w:ilvl="0" w:tplc="C34CF592">
      <w:start w:val="1"/>
      <w:numFmt w:val="decimal"/>
      <w:lvlText w:val="%1."/>
      <w:lvlJc w:val="left"/>
      <w:pPr>
        <w:tabs>
          <w:tab w:val="num" w:pos="825"/>
        </w:tabs>
        <w:ind w:left="8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700549A4"/>
    <w:multiLevelType w:val="hybridMultilevel"/>
    <w:tmpl w:val="724AE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1F758B"/>
    <w:multiLevelType w:val="hybridMultilevel"/>
    <w:tmpl w:val="AB30D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8C0"/>
    <w:rsid w:val="00003C95"/>
    <w:rsid w:val="00015789"/>
    <w:rsid w:val="00037BA6"/>
    <w:rsid w:val="00040808"/>
    <w:rsid w:val="0004392D"/>
    <w:rsid w:val="000461D5"/>
    <w:rsid w:val="00046C1A"/>
    <w:rsid w:val="00054BE5"/>
    <w:rsid w:val="00062522"/>
    <w:rsid w:val="000626CE"/>
    <w:rsid w:val="00083011"/>
    <w:rsid w:val="00087967"/>
    <w:rsid w:val="00095589"/>
    <w:rsid w:val="00097603"/>
    <w:rsid w:val="000A32C5"/>
    <w:rsid w:val="000B22C3"/>
    <w:rsid w:val="000B5E52"/>
    <w:rsid w:val="000C08FD"/>
    <w:rsid w:val="000C09BE"/>
    <w:rsid w:val="000C1856"/>
    <w:rsid w:val="000C1AA8"/>
    <w:rsid w:val="000C4496"/>
    <w:rsid w:val="000C4E2F"/>
    <w:rsid w:val="000C61EB"/>
    <w:rsid w:val="000C7F79"/>
    <w:rsid w:val="000E14D7"/>
    <w:rsid w:val="000E528A"/>
    <w:rsid w:val="000F2850"/>
    <w:rsid w:val="000F6B70"/>
    <w:rsid w:val="0010214E"/>
    <w:rsid w:val="0010693A"/>
    <w:rsid w:val="00107D6E"/>
    <w:rsid w:val="00112694"/>
    <w:rsid w:val="00132BD0"/>
    <w:rsid w:val="00133E8E"/>
    <w:rsid w:val="00136C4E"/>
    <w:rsid w:val="00157B98"/>
    <w:rsid w:val="001620B4"/>
    <w:rsid w:val="00162273"/>
    <w:rsid w:val="00163F11"/>
    <w:rsid w:val="00165DB7"/>
    <w:rsid w:val="001726CC"/>
    <w:rsid w:val="0019635B"/>
    <w:rsid w:val="00196761"/>
    <w:rsid w:val="001976F9"/>
    <w:rsid w:val="00197E90"/>
    <w:rsid w:val="001A11D3"/>
    <w:rsid w:val="001A18F6"/>
    <w:rsid w:val="001A3230"/>
    <w:rsid w:val="001A48C0"/>
    <w:rsid w:val="001A6808"/>
    <w:rsid w:val="001C00DA"/>
    <w:rsid w:val="001C3E82"/>
    <w:rsid w:val="001D6CC5"/>
    <w:rsid w:val="001E4269"/>
    <w:rsid w:val="001E59BA"/>
    <w:rsid w:val="001F0778"/>
    <w:rsid w:val="0020100B"/>
    <w:rsid w:val="00202A6C"/>
    <w:rsid w:val="00203841"/>
    <w:rsid w:val="00214E3F"/>
    <w:rsid w:val="00220C07"/>
    <w:rsid w:val="00222E87"/>
    <w:rsid w:val="00231D96"/>
    <w:rsid w:val="00231F49"/>
    <w:rsid w:val="002414E9"/>
    <w:rsid w:val="00252E73"/>
    <w:rsid w:val="00261AB0"/>
    <w:rsid w:val="00264C0F"/>
    <w:rsid w:val="0026610B"/>
    <w:rsid w:val="00277C16"/>
    <w:rsid w:val="00277C39"/>
    <w:rsid w:val="00277EBF"/>
    <w:rsid w:val="00281C3A"/>
    <w:rsid w:val="00282695"/>
    <w:rsid w:val="002903B4"/>
    <w:rsid w:val="00292DE4"/>
    <w:rsid w:val="00294006"/>
    <w:rsid w:val="00296E2D"/>
    <w:rsid w:val="002A6AC4"/>
    <w:rsid w:val="002B4FEE"/>
    <w:rsid w:val="002B57DA"/>
    <w:rsid w:val="002B5FD9"/>
    <w:rsid w:val="002C2681"/>
    <w:rsid w:val="002C5592"/>
    <w:rsid w:val="002D168B"/>
    <w:rsid w:val="002D4262"/>
    <w:rsid w:val="002D79C5"/>
    <w:rsid w:val="002E0CA4"/>
    <w:rsid w:val="002E4B82"/>
    <w:rsid w:val="002F1574"/>
    <w:rsid w:val="002F6E28"/>
    <w:rsid w:val="003027D6"/>
    <w:rsid w:val="0030457D"/>
    <w:rsid w:val="003070B3"/>
    <w:rsid w:val="0031631C"/>
    <w:rsid w:val="00320E9B"/>
    <w:rsid w:val="0032209C"/>
    <w:rsid w:val="00322976"/>
    <w:rsid w:val="00326576"/>
    <w:rsid w:val="00326BF3"/>
    <w:rsid w:val="0032748B"/>
    <w:rsid w:val="003372E7"/>
    <w:rsid w:val="0034322D"/>
    <w:rsid w:val="00347976"/>
    <w:rsid w:val="00352726"/>
    <w:rsid w:val="00355E1B"/>
    <w:rsid w:val="00355EA2"/>
    <w:rsid w:val="00371936"/>
    <w:rsid w:val="00372449"/>
    <w:rsid w:val="00376AB2"/>
    <w:rsid w:val="0038081F"/>
    <w:rsid w:val="00381239"/>
    <w:rsid w:val="0038489B"/>
    <w:rsid w:val="0039208D"/>
    <w:rsid w:val="00395E9A"/>
    <w:rsid w:val="003A22AB"/>
    <w:rsid w:val="003B1DBB"/>
    <w:rsid w:val="003B58F7"/>
    <w:rsid w:val="003B5C95"/>
    <w:rsid w:val="003E5D44"/>
    <w:rsid w:val="003F43C8"/>
    <w:rsid w:val="004017FA"/>
    <w:rsid w:val="00406677"/>
    <w:rsid w:val="00413106"/>
    <w:rsid w:val="004142F3"/>
    <w:rsid w:val="004145FD"/>
    <w:rsid w:val="00422009"/>
    <w:rsid w:val="00432C22"/>
    <w:rsid w:val="00435A61"/>
    <w:rsid w:val="00436912"/>
    <w:rsid w:val="00440828"/>
    <w:rsid w:val="00447A1A"/>
    <w:rsid w:val="004514B8"/>
    <w:rsid w:val="00453209"/>
    <w:rsid w:val="0045617F"/>
    <w:rsid w:val="00461B95"/>
    <w:rsid w:val="0046231E"/>
    <w:rsid w:val="00465412"/>
    <w:rsid w:val="004720C5"/>
    <w:rsid w:val="00473019"/>
    <w:rsid w:val="00484A60"/>
    <w:rsid w:val="004873D3"/>
    <w:rsid w:val="004904D7"/>
    <w:rsid w:val="00493B37"/>
    <w:rsid w:val="004A1F89"/>
    <w:rsid w:val="004B6926"/>
    <w:rsid w:val="004C37BA"/>
    <w:rsid w:val="004C3B11"/>
    <w:rsid w:val="004C4FAA"/>
    <w:rsid w:val="004C6184"/>
    <w:rsid w:val="004C7490"/>
    <w:rsid w:val="004D60A3"/>
    <w:rsid w:val="004D732D"/>
    <w:rsid w:val="004F1A1E"/>
    <w:rsid w:val="004F64BE"/>
    <w:rsid w:val="005014C0"/>
    <w:rsid w:val="00501AD0"/>
    <w:rsid w:val="00501C8A"/>
    <w:rsid w:val="00502FCF"/>
    <w:rsid w:val="00506C47"/>
    <w:rsid w:val="00520967"/>
    <w:rsid w:val="00526EEA"/>
    <w:rsid w:val="00537012"/>
    <w:rsid w:val="005376C1"/>
    <w:rsid w:val="00544E54"/>
    <w:rsid w:val="00545329"/>
    <w:rsid w:val="00555329"/>
    <w:rsid w:val="00555CE5"/>
    <w:rsid w:val="00560C33"/>
    <w:rsid w:val="00560F25"/>
    <w:rsid w:val="0056271F"/>
    <w:rsid w:val="00563246"/>
    <w:rsid w:val="00566F38"/>
    <w:rsid w:val="005674A5"/>
    <w:rsid w:val="00567E17"/>
    <w:rsid w:val="005741CF"/>
    <w:rsid w:val="005758A6"/>
    <w:rsid w:val="00577589"/>
    <w:rsid w:val="005826EB"/>
    <w:rsid w:val="00587D4B"/>
    <w:rsid w:val="005906B4"/>
    <w:rsid w:val="00592407"/>
    <w:rsid w:val="0059399F"/>
    <w:rsid w:val="00595A33"/>
    <w:rsid w:val="005969F4"/>
    <w:rsid w:val="00596A98"/>
    <w:rsid w:val="00597E31"/>
    <w:rsid w:val="005B4047"/>
    <w:rsid w:val="005B6450"/>
    <w:rsid w:val="005C309D"/>
    <w:rsid w:val="005C3E54"/>
    <w:rsid w:val="005D0C73"/>
    <w:rsid w:val="005D27C2"/>
    <w:rsid w:val="005D3E9C"/>
    <w:rsid w:val="005D653F"/>
    <w:rsid w:val="005D68A0"/>
    <w:rsid w:val="005E69CE"/>
    <w:rsid w:val="005F0272"/>
    <w:rsid w:val="005F36B8"/>
    <w:rsid w:val="005F714A"/>
    <w:rsid w:val="005F73AB"/>
    <w:rsid w:val="00604190"/>
    <w:rsid w:val="00605CF8"/>
    <w:rsid w:val="00615F7E"/>
    <w:rsid w:val="00627EB2"/>
    <w:rsid w:val="006327C8"/>
    <w:rsid w:val="006337B5"/>
    <w:rsid w:val="0063588D"/>
    <w:rsid w:val="006367E8"/>
    <w:rsid w:val="0065364B"/>
    <w:rsid w:val="00676C2D"/>
    <w:rsid w:val="00681F2B"/>
    <w:rsid w:val="00683E7B"/>
    <w:rsid w:val="00686908"/>
    <w:rsid w:val="00686DDB"/>
    <w:rsid w:val="00691AD7"/>
    <w:rsid w:val="0069372D"/>
    <w:rsid w:val="00693EC0"/>
    <w:rsid w:val="00694997"/>
    <w:rsid w:val="006A0E3C"/>
    <w:rsid w:val="006A13E0"/>
    <w:rsid w:val="006A38B4"/>
    <w:rsid w:val="006A4CD1"/>
    <w:rsid w:val="006A57A3"/>
    <w:rsid w:val="006B0AA5"/>
    <w:rsid w:val="006B49BA"/>
    <w:rsid w:val="006C4B84"/>
    <w:rsid w:val="006C4E43"/>
    <w:rsid w:val="006D04CB"/>
    <w:rsid w:val="006D1435"/>
    <w:rsid w:val="006D62EA"/>
    <w:rsid w:val="006E07D6"/>
    <w:rsid w:val="006E4528"/>
    <w:rsid w:val="006F04E3"/>
    <w:rsid w:val="006F73B5"/>
    <w:rsid w:val="006F7B56"/>
    <w:rsid w:val="0070059C"/>
    <w:rsid w:val="00701B03"/>
    <w:rsid w:val="0070368E"/>
    <w:rsid w:val="00705F35"/>
    <w:rsid w:val="00707157"/>
    <w:rsid w:val="007077E6"/>
    <w:rsid w:val="00711440"/>
    <w:rsid w:val="00717C61"/>
    <w:rsid w:val="0072007B"/>
    <w:rsid w:val="00726602"/>
    <w:rsid w:val="00734549"/>
    <w:rsid w:val="00737338"/>
    <w:rsid w:val="00742298"/>
    <w:rsid w:val="0074493D"/>
    <w:rsid w:val="00745B33"/>
    <w:rsid w:val="00746BBE"/>
    <w:rsid w:val="00750DFF"/>
    <w:rsid w:val="007541C1"/>
    <w:rsid w:val="00763CDF"/>
    <w:rsid w:val="0077010D"/>
    <w:rsid w:val="00775DFB"/>
    <w:rsid w:val="00781660"/>
    <w:rsid w:val="007861A4"/>
    <w:rsid w:val="007912DD"/>
    <w:rsid w:val="0079632A"/>
    <w:rsid w:val="007A207F"/>
    <w:rsid w:val="007A6062"/>
    <w:rsid w:val="007C727E"/>
    <w:rsid w:val="007C73CA"/>
    <w:rsid w:val="007D286D"/>
    <w:rsid w:val="007D3803"/>
    <w:rsid w:val="007D4265"/>
    <w:rsid w:val="007E6C8E"/>
    <w:rsid w:val="007E7CB2"/>
    <w:rsid w:val="007F0C16"/>
    <w:rsid w:val="007F19B3"/>
    <w:rsid w:val="007F3D6F"/>
    <w:rsid w:val="007F5CC9"/>
    <w:rsid w:val="007F6A2E"/>
    <w:rsid w:val="008012DD"/>
    <w:rsid w:val="00803110"/>
    <w:rsid w:val="008034AD"/>
    <w:rsid w:val="00806364"/>
    <w:rsid w:val="00807121"/>
    <w:rsid w:val="00811185"/>
    <w:rsid w:val="008133FD"/>
    <w:rsid w:val="0081447A"/>
    <w:rsid w:val="00822E81"/>
    <w:rsid w:val="00823421"/>
    <w:rsid w:val="00823782"/>
    <w:rsid w:val="00832E69"/>
    <w:rsid w:val="00840BE8"/>
    <w:rsid w:val="008464C5"/>
    <w:rsid w:val="008471A1"/>
    <w:rsid w:val="00851E41"/>
    <w:rsid w:val="00855B84"/>
    <w:rsid w:val="0086527E"/>
    <w:rsid w:val="0086667F"/>
    <w:rsid w:val="00872AA7"/>
    <w:rsid w:val="008747FF"/>
    <w:rsid w:val="00875361"/>
    <w:rsid w:val="00883C93"/>
    <w:rsid w:val="00886E7C"/>
    <w:rsid w:val="00890F57"/>
    <w:rsid w:val="00891C85"/>
    <w:rsid w:val="00896570"/>
    <w:rsid w:val="008A0727"/>
    <w:rsid w:val="008A77AB"/>
    <w:rsid w:val="008B1AD6"/>
    <w:rsid w:val="008C47B3"/>
    <w:rsid w:val="008E270E"/>
    <w:rsid w:val="008F0EC0"/>
    <w:rsid w:val="008F468B"/>
    <w:rsid w:val="00913186"/>
    <w:rsid w:val="00914E2F"/>
    <w:rsid w:val="009232F1"/>
    <w:rsid w:val="0092497C"/>
    <w:rsid w:val="0092628A"/>
    <w:rsid w:val="00926A0C"/>
    <w:rsid w:val="00927F5F"/>
    <w:rsid w:val="00940388"/>
    <w:rsid w:val="009460E7"/>
    <w:rsid w:val="009478E7"/>
    <w:rsid w:val="009537A5"/>
    <w:rsid w:val="00955D70"/>
    <w:rsid w:val="009627C5"/>
    <w:rsid w:val="009653EB"/>
    <w:rsid w:val="00965CEE"/>
    <w:rsid w:val="00972491"/>
    <w:rsid w:val="009761B9"/>
    <w:rsid w:val="00984103"/>
    <w:rsid w:val="00986B2B"/>
    <w:rsid w:val="00991490"/>
    <w:rsid w:val="00996C22"/>
    <w:rsid w:val="009A5743"/>
    <w:rsid w:val="009A733A"/>
    <w:rsid w:val="009B578B"/>
    <w:rsid w:val="009D0B41"/>
    <w:rsid w:val="009E24D9"/>
    <w:rsid w:val="009F225A"/>
    <w:rsid w:val="00A06BD6"/>
    <w:rsid w:val="00A102CD"/>
    <w:rsid w:val="00A14B91"/>
    <w:rsid w:val="00A160F2"/>
    <w:rsid w:val="00A2040F"/>
    <w:rsid w:val="00A22545"/>
    <w:rsid w:val="00A25DBA"/>
    <w:rsid w:val="00A27F77"/>
    <w:rsid w:val="00A33A00"/>
    <w:rsid w:val="00A40D6B"/>
    <w:rsid w:val="00A522FB"/>
    <w:rsid w:val="00A53DBF"/>
    <w:rsid w:val="00A54CA4"/>
    <w:rsid w:val="00A54DD2"/>
    <w:rsid w:val="00A711ED"/>
    <w:rsid w:val="00A72922"/>
    <w:rsid w:val="00A73D76"/>
    <w:rsid w:val="00A82DCB"/>
    <w:rsid w:val="00A86AD9"/>
    <w:rsid w:val="00A9588E"/>
    <w:rsid w:val="00AA1379"/>
    <w:rsid w:val="00AA76D1"/>
    <w:rsid w:val="00AB1240"/>
    <w:rsid w:val="00AC4508"/>
    <w:rsid w:val="00AC6628"/>
    <w:rsid w:val="00AD27AC"/>
    <w:rsid w:val="00AD360F"/>
    <w:rsid w:val="00AD7137"/>
    <w:rsid w:val="00AE4765"/>
    <w:rsid w:val="00AE521E"/>
    <w:rsid w:val="00AF1FE9"/>
    <w:rsid w:val="00B0389B"/>
    <w:rsid w:val="00B05FC7"/>
    <w:rsid w:val="00B07039"/>
    <w:rsid w:val="00B15619"/>
    <w:rsid w:val="00B2290C"/>
    <w:rsid w:val="00B2336E"/>
    <w:rsid w:val="00B266AE"/>
    <w:rsid w:val="00B437AE"/>
    <w:rsid w:val="00B52041"/>
    <w:rsid w:val="00B60839"/>
    <w:rsid w:val="00B626EF"/>
    <w:rsid w:val="00B70573"/>
    <w:rsid w:val="00B7076D"/>
    <w:rsid w:val="00B90194"/>
    <w:rsid w:val="00BA07B0"/>
    <w:rsid w:val="00BA0F8B"/>
    <w:rsid w:val="00BA2BB5"/>
    <w:rsid w:val="00BA35F7"/>
    <w:rsid w:val="00BA4AE2"/>
    <w:rsid w:val="00BA4D22"/>
    <w:rsid w:val="00BA7E18"/>
    <w:rsid w:val="00BB5D5F"/>
    <w:rsid w:val="00BC0830"/>
    <w:rsid w:val="00BC326E"/>
    <w:rsid w:val="00BC461F"/>
    <w:rsid w:val="00BD5BD5"/>
    <w:rsid w:val="00BD7FDE"/>
    <w:rsid w:val="00BE5BCA"/>
    <w:rsid w:val="00BF5DBA"/>
    <w:rsid w:val="00C00F56"/>
    <w:rsid w:val="00C01AD2"/>
    <w:rsid w:val="00C0272C"/>
    <w:rsid w:val="00C038FB"/>
    <w:rsid w:val="00C20988"/>
    <w:rsid w:val="00C31104"/>
    <w:rsid w:val="00C32373"/>
    <w:rsid w:val="00C32BCB"/>
    <w:rsid w:val="00C34139"/>
    <w:rsid w:val="00C35B1B"/>
    <w:rsid w:val="00C37725"/>
    <w:rsid w:val="00C41949"/>
    <w:rsid w:val="00C4385D"/>
    <w:rsid w:val="00C45A32"/>
    <w:rsid w:val="00C6113B"/>
    <w:rsid w:val="00C636C7"/>
    <w:rsid w:val="00C674FF"/>
    <w:rsid w:val="00C73EBE"/>
    <w:rsid w:val="00C75DB3"/>
    <w:rsid w:val="00C92FE1"/>
    <w:rsid w:val="00C96703"/>
    <w:rsid w:val="00C97B21"/>
    <w:rsid w:val="00CA1D7F"/>
    <w:rsid w:val="00CA46E6"/>
    <w:rsid w:val="00CB3778"/>
    <w:rsid w:val="00CB5E41"/>
    <w:rsid w:val="00CC2EAF"/>
    <w:rsid w:val="00CC38D3"/>
    <w:rsid w:val="00CC77F9"/>
    <w:rsid w:val="00CD40FA"/>
    <w:rsid w:val="00CE0D50"/>
    <w:rsid w:val="00CE278C"/>
    <w:rsid w:val="00CE7FB6"/>
    <w:rsid w:val="00CF15FB"/>
    <w:rsid w:val="00CF6656"/>
    <w:rsid w:val="00CF7FBA"/>
    <w:rsid w:val="00CF7FFB"/>
    <w:rsid w:val="00D0042A"/>
    <w:rsid w:val="00D0528E"/>
    <w:rsid w:val="00D06D96"/>
    <w:rsid w:val="00D2419C"/>
    <w:rsid w:val="00D26BF9"/>
    <w:rsid w:val="00D35705"/>
    <w:rsid w:val="00D3596D"/>
    <w:rsid w:val="00D35C75"/>
    <w:rsid w:val="00D406A2"/>
    <w:rsid w:val="00D408F2"/>
    <w:rsid w:val="00D43556"/>
    <w:rsid w:val="00D4704B"/>
    <w:rsid w:val="00D51BAC"/>
    <w:rsid w:val="00D52E68"/>
    <w:rsid w:val="00D567F7"/>
    <w:rsid w:val="00D6362B"/>
    <w:rsid w:val="00D677CD"/>
    <w:rsid w:val="00D72E1B"/>
    <w:rsid w:val="00D84100"/>
    <w:rsid w:val="00D91A1F"/>
    <w:rsid w:val="00D95ABB"/>
    <w:rsid w:val="00DA0397"/>
    <w:rsid w:val="00DA1BAF"/>
    <w:rsid w:val="00DA38C2"/>
    <w:rsid w:val="00DA3FD2"/>
    <w:rsid w:val="00DB0F59"/>
    <w:rsid w:val="00DB628E"/>
    <w:rsid w:val="00DC1AC4"/>
    <w:rsid w:val="00DD5B7B"/>
    <w:rsid w:val="00DD6AE6"/>
    <w:rsid w:val="00DF2CAC"/>
    <w:rsid w:val="00DF5C9A"/>
    <w:rsid w:val="00E063C7"/>
    <w:rsid w:val="00E10F85"/>
    <w:rsid w:val="00E13CA6"/>
    <w:rsid w:val="00E25714"/>
    <w:rsid w:val="00E32E28"/>
    <w:rsid w:val="00E36EB9"/>
    <w:rsid w:val="00E403BD"/>
    <w:rsid w:val="00E414FB"/>
    <w:rsid w:val="00E42214"/>
    <w:rsid w:val="00E44795"/>
    <w:rsid w:val="00E45544"/>
    <w:rsid w:val="00E4624B"/>
    <w:rsid w:val="00E50440"/>
    <w:rsid w:val="00E51083"/>
    <w:rsid w:val="00E51451"/>
    <w:rsid w:val="00E52C03"/>
    <w:rsid w:val="00E536D5"/>
    <w:rsid w:val="00E6208E"/>
    <w:rsid w:val="00E649BE"/>
    <w:rsid w:val="00E67AC1"/>
    <w:rsid w:val="00E71F88"/>
    <w:rsid w:val="00E77B56"/>
    <w:rsid w:val="00E80158"/>
    <w:rsid w:val="00E90C04"/>
    <w:rsid w:val="00E92F96"/>
    <w:rsid w:val="00E96DAC"/>
    <w:rsid w:val="00EA3BD9"/>
    <w:rsid w:val="00EB34D6"/>
    <w:rsid w:val="00EB7B55"/>
    <w:rsid w:val="00EB7C68"/>
    <w:rsid w:val="00EC203B"/>
    <w:rsid w:val="00ED0FA7"/>
    <w:rsid w:val="00ED2627"/>
    <w:rsid w:val="00ED3421"/>
    <w:rsid w:val="00ED3A04"/>
    <w:rsid w:val="00ED7CB9"/>
    <w:rsid w:val="00ED7EA9"/>
    <w:rsid w:val="00EE0F2A"/>
    <w:rsid w:val="00EE4CD2"/>
    <w:rsid w:val="00EE5AFF"/>
    <w:rsid w:val="00EF2009"/>
    <w:rsid w:val="00EF60C4"/>
    <w:rsid w:val="00EF667F"/>
    <w:rsid w:val="00F0064C"/>
    <w:rsid w:val="00F041D7"/>
    <w:rsid w:val="00F16BE5"/>
    <w:rsid w:val="00F17730"/>
    <w:rsid w:val="00F26999"/>
    <w:rsid w:val="00F27AA8"/>
    <w:rsid w:val="00F30D58"/>
    <w:rsid w:val="00F35EAB"/>
    <w:rsid w:val="00F41DA4"/>
    <w:rsid w:val="00F454B5"/>
    <w:rsid w:val="00F6079A"/>
    <w:rsid w:val="00F61F91"/>
    <w:rsid w:val="00F66BD7"/>
    <w:rsid w:val="00F67212"/>
    <w:rsid w:val="00F741A9"/>
    <w:rsid w:val="00F94024"/>
    <w:rsid w:val="00F940B0"/>
    <w:rsid w:val="00FA0D01"/>
    <w:rsid w:val="00FA3CE6"/>
    <w:rsid w:val="00FA6E0F"/>
    <w:rsid w:val="00FC6B59"/>
    <w:rsid w:val="00FC7192"/>
    <w:rsid w:val="00FD1A81"/>
    <w:rsid w:val="00FE115C"/>
    <w:rsid w:val="00FE1F2F"/>
    <w:rsid w:val="00FE2765"/>
    <w:rsid w:val="00FE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7CF9AB"/>
  <w15:chartTrackingRefBased/>
  <w15:docId w15:val="{4249E73A-6C26-44C1-8BE9-E5FAB97E8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A48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48C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uiPriority w:val="99"/>
    <w:rsid w:val="002C5592"/>
    <w:pPr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E71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A1F89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4A1F89"/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2D426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aliases w:val=" Знак4"/>
    <w:basedOn w:val="a"/>
    <w:link w:val="HTML0"/>
    <w:rsid w:val="002D42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Batang" w:hAnsi="Courier New" w:cs="Courier New"/>
      <w:lang w:eastAsia="en-US"/>
    </w:rPr>
  </w:style>
  <w:style w:type="character" w:customStyle="1" w:styleId="HTML0">
    <w:name w:val="Стандартный HTML Знак"/>
    <w:aliases w:val=" Знак4 Знак"/>
    <w:link w:val="HTML"/>
    <w:locked/>
    <w:rsid w:val="002D4262"/>
    <w:rPr>
      <w:rFonts w:ascii="Courier New" w:eastAsia="Batang" w:hAnsi="Courier New" w:cs="Courier New"/>
      <w:sz w:val="24"/>
      <w:szCs w:val="24"/>
      <w:lang w:val="ru-RU" w:eastAsia="en-US" w:bidi="ar-SA"/>
    </w:rPr>
  </w:style>
  <w:style w:type="paragraph" w:customStyle="1" w:styleId="5">
    <w:name w:val="Знак5 Знак Знак Знак Знак Знак Знак Знак Знак Знак"/>
    <w:basedOn w:val="a"/>
    <w:rsid w:val="00292DE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">
    <w:name w:val="Body Text 3"/>
    <w:basedOn w:val="a"/>
    <w:rsid w:val="00502FCF"/>
    <w:pPr>
      <w:spacing w:after="120" w:line="360" w:lineRule="auto"/>
      <w:ind w:firstLine="720"/>
      <w:jc w:val="both"/>
    </w:pPr>
    <w:rPr>
      <w:sz w:val="16"/>
      <w:szCs w:val="16"/>
      <w:lang w:val="en-US" w:eastAsia="en-US"/>
    </w:rPr>
  </w:style>
  <w:style w:type="paragraph" w:styleId="a6">
    <w:name w:val="Body Text Indent"/>
    <w:basedOn w:val="a"/>
    <w:rsid w:val="005B6450"/>
    <w:pPr>
      <w:spacing w:after="120"/>
      <w:ind w:left="283"/>
    </w:pPr>
  </w:style>
  <w:style w:type="paragraph" w:styleId="a7">
    <w:name w:val="Balloon Text"/>
    <w:basedOn w:val="a"/>
    <w:semiHidden/>
    <w:rsid w:val="00D06D96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E414FB"/>
    <w:pPr>
      <w:spacing w:after="120"/>
    </w:pPr>
  </w:style>
  <w:style w:type="paragraph" w:styleId="a9">
    <w:name w:val="Normal (Web)"/>
    <w:basedOn w:val="a"/>
    <w:rsid w:val="002E0CA4"/>
    <w:pPr>
      <w:spacing w:before="100" w:beforeAutospacing="1" w:after="100" w:afterAutospacing="1"/>
    </w:pPr>
    <w:rPr>
      <w:rFonts w:eastAsia="Calibri"/>
    </w:rPr>
  </w:style>
  <w:style w:type="paragraph" w:styleId="aa">
    <w:name w:val="header"/>
    <w:basedOn w:val="a"/>
    <w:link w:val="ab"/>
    <w:uiPriority w:val="99"/>
    <w:rsid w:val="00940388"/>
    <w:pPr>
      <w:tabs>
        <w:tab w:val="center" w:pos="4677"/>
        <w:tab w:val="right" w:pos="9355"/>
      </w:tabs>
    </w:pPr>
  </w:style>
  <w:style w:type="character" w:styleId="ac">
    <w:name w:val="Hyperlink"/>
    <w:uiPriority w:val="99"/>
    <w:unhideWhenUsed/>
    <w:rsid w:val="00A54DD2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link w:val="aa"/>
    <w:uiPriority w:val="99"/>
    <w:locked/>
    <w:rsid w:val="00E92F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9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МО "Городской округ Ногликский"</Company>
  <LinksUpToDate>false</LinksUpToDate>
  <CharactersWithSpaces>1679</CharactersWithSpaces>
  <SharedDoc>false</SharedDoc>
  <HLinks>
    <vt:vector size="12" baseType="variant">
      <vt:variant>
        <vt:i4>5963868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consultantplus://offline/ref=35FAC87B8CF210CEFD10859AE70617BE8904DB118D06659ED96B002B1EB607552C8F2A891B5D80045413C3a2v9B</vt:lpwstr>
      </vt:variant>
      <vt:variant>
        <vt:lpwstr/>
      </vt:variant>
      <vt:variant>
        <vt:i4>3801149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consultantplus://offline/ref=1BCBD558B2C43B7762C8A939925771E3F1DFC812CF6FF260007D5290C38C2733A63DW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hiryanova</dc:creator>
  <cp:keywords/>
  <dc:description/>
  <cp:lastModifiedBy>Жанна С. Соколова</cp:lastModifiedBy>
  <cp:revision>9</cp:revision>
  <cp:lastPrinted>2018-07-03T06:52:00Z</cp:lastPrinted>
  <dcterms:created xsi:type="dcterms:W3CDTF">2022-11-29T04:02:00Z</dcterms:created>
  <dcterms:modified xsi:type="dcterms:W3CDTF">2022-12-20T05:43:00Z</dcterms:modified>
</cp:coreProperties>
</file>